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2ADD64" w14:textId="12C285B0" w:rsidR="00514A46" w:rsidRDefault="00514A46" w:rsidP="00C8034B">
      <w:pPr>
        <w:pStyle w:val="ASDEFCONTitle"/>
      </w:pPr>
      <w:r w:rsidRPr="00BC1156">
        <w:t>PART</w:t>
      </w:r>
      <w:r w:rsidR="00C17D31">
        <w:t xml:space="preserve"> </w:t>
      </w:r>
      <w:r w:rsidRPr="00BC1156">
        <w:t>1</w:t>
      </w:r>
      <w:r w:rsidR="00C17D31">
        <w:t xml:space="preserve"> </w:t>
      </w:r>
      <w:r w:rsidRPr="00BC1156">
        <w:t>–</w:t>
      </w:r>
      <w:r w:rsidR="00C17D31">
        <w:t xml:space="preserve"> </w:t>
      </w:r>
      <w:r w:rsidRPr="00BC1156">
        <w:t>CONDITIONS</w:t>
      </w:r>
      <w:r w:rsidR="00C17D31">
        <w:t xml:space="preserve"> </w:t>
      </w:r>
      <w:r w:rsidRPr="00BC1156">
        <w:t>OF</w:t>
      </w:r>
      <w:r w:rsidR="00C17D31">
        <w:t xml:space="preserve"> </w:t>
      </w:r>
      <w:r w:rsidRPr="00BC1156">
        <w:t>TENDER</w:t>
      </w:r>
      <w:bookmarkStart w:id="0" w:name="_GoBack"/>
      <w:bookmarkEnd w:id="0"/>
    </w:p>
    <w:p w14:paraId="007C2132" w14:textId="7E012073" w:rsidR="00514A46" w:rsidRPr="00E40892" w:rsidRDefault="00514A46" w:rsidP="00C8034B">
      <w:pPr>
        <w:pStyle w:val="ASDEFCONTitle"/>
      </w:pPr>
      <w:r w:rsidRPr="00E40892">
        <w:t>TENDER</w:t>
      </w:r>
      <w:r w:rsidR="00C17D31">
        <w:t xml:space="preserve"> </w:t>
      </w:r>
      <w:r w:rsidRPr="00E40892">
        <w:t>DETAILS</w:t>
      </w:r>
      <w:r w:rsidR="00C17D31">
        <w:t xml:space="preserve"> </w:t>
      </w:r>
      <w:r w:rsidRPr="00E40892">
        <w:t>SCHEDULE</w:t>
      </w:r>
    </w:p>
    <w:tbl>
      <w:tblPr>
        <w:tblW w:w="5553" w:type="pct"/>
        <w:tblInd w:w="-369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  <w:insideH w:val="single" w:sz="6" w:space="0" w:color="C0C0C0"/>
          <w:insideV w:val="single" w:sz="6" w:space="0" w:color="C0C0C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206"/>
        <w:gridCol w:w="1033"/>
        <w:gridCol w:w="6816"/>
      </w:tblGrid>
      <w:tr w:rsidR="00F84DC7" w14:paraId="2DC400EB" w14:textId="77777777" w:rsidTr="007C67ED">
        <w:tc>
          <w:tcPr>
            <w:tcW w:w="2206" w:type="dxa"/>
            <w:shd w:val="solid" w:color="F4F1EE" w:fill="auto"/>
          </w:tcPr>
          <w:p w14:paraId="13CDEFB0" w14:textId="1685F185" w:rsidR="00514A46" w:rsidRPr="00C8034B" w:rsidRDefault="00514A46" w:rsidP="00C8034B">
            <w:pPr>
              <w:pStyle w:val="ASDEFCONNormal"/>
              <w:rPr>
                <w:b/>
              </w:rPr>
            </w:pPr>
            <w:r w:rsidRPr="00C8034B">
              <w:rPr>
                <w:b/>
              </w:rPr>
              <w:t>RFT</w:t>
            </w:r>
            <w:r w:rsidR="00C17D31" w:rsidRPr="00C8034B">
              <w:rPr>
                <w:b/>
              </w:rPr>
              <w:t xml:space="preserve"> </w:t>
            </w:r>
            <w:r w:rsidRPr="00C8034B">
              <w:rPr>
                <w:b/>
              </w:rPr>
              <w:t>Number:</w:t>
            </w:r>
          </w:p>
        </w:tc>
        <w:tc>
          <w:tcPr>
            <w:tcW w:w="7849" w:type="dxa"/>
            <w:gridSpan w:val="2"/>
          </w:tcPr>
          <w:p w14:paraId="5E70F06A" w14:textId="2EB4B365" w:rsidR="00514A46" w:rsidRPr="00C8034B" w:rsidRDefault="00514A46" w:rsidP="00C8034B">
            <w:pPr>
              <w:pStyle w:val="ASDEFCONNormal"/>
              <w:rPr>
                <w:b/>
              </w:rPr>
            </w:pPr>
            <w:r w:rsidRPr="00C8034B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INSERT NO.]"/>
                  </w:textInput>
                </w:ffData>
              </w:fldChar>
            </w:r>
            <w:r w:rsidRPr="00C8034B">
              <w:rPr>
                <w:b/>
              </w:rPr>
              <w:instrText xml:space="preserve"> FORMTEXT </w:instrText>
            </w:r>
            <w:r w:rsidRPr="00C8034B">
              <w:rPr>
                <w:b/>
              </w:rPr>
            </w:r>
            <w:r w:rsidRPr="00C8034B">
              <w:rPr>
                <w:b/>
              </w:rPr>
              <w:fldChar w:fldCharType="separate"/>
            </w:r>
            <w:r w:rsidR="00266516">
              <w:rPr>
                <w:b/>
                <w:noProof/>
              </w:rPr>
              <w:t>[INSERT NO.]</w:t>
            </w:r>
            <w:r w:rsidRPr="00C8034B">
              <w:rPr>
                <w:b/>
              </w:rPr>
              <w:fldChar w:fldCharType="end"/>
            </w:r>
          </w:p>
        </w:tc>
      </w:tr>
      <w:tr w:rsidR="00F84DC7" w14:paraId="57322C0D" w14:textId="77777777" w:rsidTr="007C67ED">
        <w:tc>
          <w:tcPr>
            <w:tcW w:w="2206" w:type="dxa"/>
            <w:shd w:val="solid" w:color="F4F1EE" w:fill="auto"/>
          </w:tcPr>
          <w:p w14:paraId="5363F077" w14:textId="3115DEC4" w:rsidR="00514A46" w:rsidRPr="00C8034B" w:rsidRDefault="00514A46" w:rsidP="00C8034B">
            <w:pPr>
              <w:pStyle w:val="ASDEFCONNormal"/>
              <w:rPr>
                <w:b/>
              </w:rPr>
            </w:pPr>
            <w:r w:rsidRPr="00C8034B">
              <w:rPr>
                <w:b/>
              </w:rPr>
              <w:t>RFT</w:t>
            </w:r>
            <w:r w:rsidR="00C17D31" w:rsidRPr="00C8034B">
              <w:rPr>
                <w:b/>
              </w:rPr>
              <w:t xml:space="preserve"> </w:t>
            </w:r>
            <w:r w:rsidRPr="00C8034B">
              <w:rPr>
                <w:b/>
              </w:rPr>
              <w:t>Name:</w:t>
            </w:r>
          </w:p>
        </w:tc>
        <w:tc>
          <w:tcPr>
            <w:tcW w:w="7849" w:type="dxa"/>
            <w:gridSpan w:val="2"/>
          </w:tcPr>
          <w:p w14:paraId="3C0CEECE" w14:textId="3D7061EE" w:rsidR="00514A46" w:rsidRPr="00C8034B" w:rsidRDefault="00514A46" w:rsidP="00C8034B">
            <w:pPr>
              <w:pStyle w:val="ASDEFCONNormal"/>
              <w:rPr>
                <w:b/>
              </w:rPr>
            </w:pPr>
            <w:r w:rsidRPr="00C8034B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INSERT NAME OF CAPABILITY/SYSTEM]"/>
                  </w:textInput>
                </w:ffData>
              </w:fldChar>
            </w:r>
            <w:r w:rsidRPr="00C8034B">
              <w:rPr>
                <w:b/>
              </w:rPr>
              <w:instrText xml:space="preserve"> FORMTEXT </w:instrText>
            </w:r>
            <w:r w:rsidRPr="00C8034B">
              <w:rPr>
                <w:b/>
              </w:rPr>
            </w:r>
            <w:r w:rsidRPr="00C8034B">
              <w:rPr>
                <w:b/>
              </w:rPr>
              <w:fldChar w:fldCharType="separate"/>
            </w:r>
            <w:r w:rsidR="00266516">
              <w:rPr>
                <w:b/>
                <w:noProof/>
              </w:rPr>
              <w:t>[INSERT NAME OF CAPABILITY/SYSTEM]</w:t>
            </w:r>
            <w:r w:rsidRPr="00C8034B">
              <w:rPr>
                <w:b/>
              </w:rPr>
              <w:fldChar w:fldCharType="end"/>
            </w:r>
          </w:p>
        </w:tc>
      </w:tr>
      <w:tr w:rsidR="00F84DC7" w14:paraId="31B5F150" w14:textId="77777777" w:rsidTr="007C67ED">
        <w:tc>
          <w:tcPr>
            <w:tcW w:w="2206" w:type="dxa"/>
            <w:shd w:val="solid" w:color="F4F1EE" w:fill="auto"/>
          </w:tcPr>
          <w:p w14:paraId="3AD0D90C" w14:textId="40E69FC1" w:rsidR="00514A46" w:rsidRPr="00C8034B" w:rsidRDefault="00514A46" w:rsidP="00C8034B">
            <w:pPr>
              <w:pStyle w:val="ASDEFCONNormal"/>
              <w:rPr>
                <w:b/>
              </w:rPr>
            </w:pPr>
            <w:r w:rsidRPr="00C8034B">
              <w:rPr>
                <w:b/>
                <w:lang w:eastAsia="zh-CN"/>
              </w:rPr>
              <w:t>Division</w:t>
            </w:r>
            <w:r w:rsidR="00C17D31" w:rsidRPr="00C8034B">
              <w:rPr>
                <w:b/>
                <w:lang w:eastAsia="zh-CN"/>
              </w:rPr>
              <w:t xml:space="preserve"> </w:t>
            </w:r>
            <w:r w:rsidRPr="00C8034B">
              <w:rPr>
                <w:b/>
                <w:lang w:eastAsia="zh-CN"/>
              </w:rPr>
              <w:t>2</w:t>
            </w:r>
            <w:r w:rsidR="00C17D31" w:rsidRPr="00C8034B">
              <w:rPr>
                <w:b/>
                <w:lang w:eastAsia="zh-CN"/>
              </w:rPr>
              <w:t xml:space="preserve"> </w:t>
            </w:r>
            <w:r w:rsidRPr="00C8034B">
              <w:rPr>
                <w:b/>
                <w:lang w:eastAsia="zh-CN"/>
              </w:rPr>
              <w:t>of</w:t>
            </w:r>
            <w:r w:rsidR="00C17D31" w:rsidRPr="00C8034B">
              <w:rPr>
                <w:b/>
                <w:lang w:eastAsia="zh-CN"/>
              </w:rPr>
              <w:t xml:space="preserve"> </w:t>
            </w:r>
            <w:r w:rsidRPr="00C8034B">
              <w:rPr>
                <w:b/>
                <w:lang w:eastAsia="zh-CN"/>
              </w:rPr>
              <w:t>CPRs:</w:t>
            </w:r>
          </w:p>
        </w:tc>
        <w:tc>
          <w:tcPr>
            <w:tcW w:w="7849" w:type="dxa"/>
            <w:gridSpan w:val="2"/>
          </w:tcPr>
          <w:p w14:paraId="09CB59F3" w14:textId="77777777" w:rsidR="008A1AC1" w:rsidRPr="00A87F28" w:rsidRDefault="008A1AC1" w:rsidP="008A1AC1">
            <w:pPr>
              <w:pStyle w:val="NoteToDrafters-ASDEFCON"/>
            </w:pPr>
            <w:r>
              <w:t>Note to drafters:  Select ‘do’ or ‘do not’ from the clause below as appropriate to the RFT.  Refer to the DPPM for guidance on the CPRs.</w:t>
            </w:r>
          </w:p>
          <w:p w14:paraId="594663EB" w14:textId="77777777" w:rsidR="008A1AC1" w:rsidRPr="00C81AEE" w:rsidRDefault="008A1AC1" w:rsidP="00D26D0A">
            <w:pPr>
              <w:pStyle w:val="NoteToDrafters-ASDEFCON"/>
            </w:pPr>
            <w:r w:rsidRPr="00C81AEE">
              <w:t>An electronic version of the CPRs can be accessed at:</w:t>
            </w:r>
          </w:p>
          <w:p w14:paraId="7C740163" w14:textId="5A6F1EDF" w:rsidR="008A1AC1" w:rsidRDefault="008A1AC1" w:rsidP="00D26D0A">
            <w:pPr>
              <w:pStyle w:val="NoteToDraftersBullets-ASDEFCON"/>
            </w:pPr>
            <w:hyperlink r:id="rId7" w:history="1">
              <w:r w:rsidRPr="00C81AEE">
                <w:rPr>
                  <w:rStyle w:val="Hyperlink"/>
                </w:rPr>
                <w:t>https://www.finance.gov.au/government/procurement/commonwealth-procurement-rules</w:t>
              </w:r>
            </w:hyperlink>
          </w:p>
          <w:p w14:paraId="7D369318" w14:textId="100E25C3" w:rsidR="00514A46" w:rsidRPr="00D92DBB" w:rsidRDefault="00514A46" w:rsidP="00C8034B">
            <w:pPr>
              <w:pStyle w:val="ASDEFCONNormal"/>
            </w:pPr>
            <w:r w:rsidRPr="00D92DBB">
              <w:t>The</w:t>
            </w:r>
            <w:r w:rsidR="00C17D31">
              <w:t xml:space="preserve"> </w:t>
            </w:r>
            <w:r w:rsidRPr="00D92DBB">
              <w:t>additional</w:t>
            </w:r>
            <w:r w:rsidR="00C17D31">
              <w:t xml:space="preserve"> </w:t>
            </w:r>
            <w:r w:rsidRPr="00D92DBB">
              <w:t>rules</w:t>
            </w:r>
            <w:r w:rsidR="00C17D31">
              <w:t xml:space="preserve"> </w:t>
            </w:r>
            <w:r w:rsidRPr="00D92DBB">
              <w:t>detailed</w:t>
            </w:r>
            <w:r w:rsidR="00C17D31">
              <w:t xml:space="preserve"> </w:t>
            </w:r>
            <w:r w:rsidRPr="00D92DBB">
              <w:t>in</w:t>
            </w:r>
            <w:r w:rsidR="00C17D31">
              <w:t xml:space="preserve"> </w:t>
            </w:r>
            <w:r w:rsidRPr="00D92DBB">
              <w:t>Division</w:t>
            </w:r>
            <w:r w:rsidR="00C17D31">
              <w:t xml:space="preserve"> </w:t>
            </w:r>
            <w:r w:rsidRPr="00D92DBB">
              <w:t>2</w:t>
            </w:r>
            <w:r w:rsidR="00C17D31">
              <w:t xml:space="preserve"> </w:t>
            </w:r>
            <w:r>
              <w:t>of</w:t>
            </w:r>
            <w:r w:rsidR="00C17D31">
              <w:t xml:space="preserve"> </w:t>
            </w:r>
            <w:r>
              <w:t>the</w:t>
            </w:r>
            <w:r w:rsidR="00C17D31">
              <w:t xml:space="preserve"> </w:t>
            </w:r>
            <w:r w:rsidRPr="00D92DBB">
              <w:t>CPRs</w:t>
            </w:r>
            <w:r w:rsidR="00C17D31">
              <w:t xml:space="preserve"> </w:t>
            </w:r>
            <w:r w:rsidRPr="00D92DBB">
              <w:rPr>
                <w:b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[DO / DO NOT]"/>
                  </w:textInput>
                </w:ffData>
              </w:fldChar>
            </w:r>
            <w:r w:rsidRPr="00D92DBB">
              <w:rPr>
                <w:b/>
              </w:rPr>
              <w:instrText xml:space="preserve"> FORMTEXT </w:instrText>
            </w:r>
            <w:r w:rsidRPr="00D92DBB">
              <w:rPr>
                <w:b/>
              </w:rPr>
            </w:r>
            <w:r w:rsidRPr="00D92DBB">
              <w:rPr>
                <w:b/>
              </w:rPr>
              <w:fldChar w:fldCharType="separate"/>
            </w:r>
            <w:r w:rsidR="00266516">
              <w:rPr>
                <w:b/>
                <w:noProof/>
              </w:rPr>
              <w:t>[DO / DO NOT]</w:t>
            </w:r>
            <w:r w:rsidRPr="00D92DBB">
              <w:rPr>
                <w:b/>
              </w:rPr>
              <w:fldChar w:fldCharType="end"/>
            </w:r>
            <w:r w:rsidR="00C17D31">
              <w:t xml:space="preserve"> </w:t>
            </w:r>
            <w:r w:rsidRPr="00D92DBB">
              <w:t>apply</w:t>
            </w:r>
            <w:r w:rsidR="00C17D31">
              <w:t xml:space="preserve"> </w:t>
            </w:r>
            <w:r w:rsidRPr="00D92DBB">
              <w:t>to</w:t>
            </w:r>
            <w:r w:rsidR="00C17D31">
              <w:t xml:space="preserve"> </w:t>
            </w:r>
            <w:r w:rsidRPr="00D92DBB">
              <w:t>this</w:t>
            </w:r>
            <w:r w:rsidR="00C17D31">
              <w:t xml:space="preserve"> </w:t>
            </w:r>
            <w:r w:rsidRPr="00D92DBB">
              <w:t>procurement.</w:t>
            </w:r>
          </w:p>
        </w:tc>
      </w:tr>
      <w:tr w:rsidR="00F84DC7" w14:paraId="434E3BBC" w14:textId="77777777" w:rsidTr="007C67ED">
        <w:tc>
          <w:tcPr>
            <w:tcW w:w="2206" w:type="dxa"/>
            <w:vMerge w:val="restart"/>
            <w:shd w:val="solid" w:color="F4F1EE" w:fill="auto"/>
          </w:tcPr>
          <w:p w14:paraId="2BF74BA0" w14:textId="2331AE9B" w:rsidR="00514A46" w:rsidRPr="00C8034B" w:rsidRDefault="00514A46" w:rsidP="00C8034B">
            <w:pPr>
              <w:pStyle w:val="ASDEFCONNormal"/>
              <w:rPr>
                <w:b/>
              </w:rPr>
            </w:pPr>
            <w:r w:rsidRPr="00C8034B">
              <w:rPr>
                <w:b/>
              </w:rPr>
              <w:t>Contact</w:t>
            </w:r>
            <w:r w:rsidR="00C17D31" w:rsidRPr="00C8034B">
              <w:rPr>
                <w:b/>
              </w:rPr>
              <w:t xml:space="preserve"> </w:t>
            </w:r>
            <w:r w:rsidRPr="00C8034B">
              <w:rPr>
                <w:b/>
              </w:rPr>
              <w:t>Officer:</w:t>
            </w:r>
          </w:p>
          <w:p w14:paraId="491D107E" w14:textId="48A07A87" w:rsidR="00514A46" w:rsidRPr="0009719A" w:rsidRDefault="00514A46" w:rsidP="00C8034B">
            <w:pPr>
              <w:pStyle w:val="ASDEFCONNormal"/>
            </w:pPr>
            <w:r w:rsidRPr="001A401D">
              <w:t>(clause</w:t>
            </w:r>
            <w:r w:rsidR="00C17D31">
              <w:t xml:space="preserve"> </w:t>
            </w:r>
            <w:r w:rsidRPr="001A401D">
              <w:fldChar w:fldCharType="begin"/>
            </w:r>
            <w:r w:rsidRPr="001A401D">
              <w:instrText xml:space="preserve"> REF _Ref95210092 \w \h </w:instrText>
            </w:r>
            <w:r>
              <w:instrText xml:space="preserve"> \* MERGEFORMAT </w:instrText>
            </w:r>
            <w:r w:rsidRPr="001A401D">
              <w:fldChar w:fldCharType="separate"/>
            </w:r>
            <w:r w:rsidR="00857305">
              <w:t>2.3</w:t>
            </w:r>
            <w:r w:rsidRPr="001A401D">
              <w:fldChar w:fldCharType="end"/>
            </w:r>
            <w:r w:rsidRPr="001A401D">
              <w:t>)</w:t>
            </w:r>
          </w:p>
        </w:tc>
        <w:tc>
          <w:tcPr>
            <w:tcW w:w="1033" w:type="dxa"/>
            <w:tcBorders>
              <w:right w:val="single" w:sz="4" w:space="0" w:color="C0C0C0"/>
            </w:tcBorders>
          </w:tcPr>
          <w:p w14:paraId="7B0E83AB" w14:textId="77777777" w:rsidR="00514A46" w:rsidRDefault="00514A46" w:rsidP="00C8034B">
            <w:pPr>
              <w:pStyle w:val="ASDEFCONNormal"/>
            </w:pPr>
            <w:r>
              <w:t>Name:</w:t>
            </w:r>
          </w:p>
        </w:tc>
        <w:tc>
          <w:tcPr>
            <w:tcW w:w="6816" w:type="dxa"/>
            <w:tcBorders>
              <w:left w:val="single" w:sz="4" w:space="0" w:color="C0C0C0"/>
              <w:right w:val="single" w:sz="4" w:space="0" w:color="C0C0C0"/>
            </w:tcBorders>
          </w:tcPr>
          <w:p w14:paraId="76DE256A" w14:textId="635F4A38" w:rsidR="00514A46" w:rsidRPr="00C8034B" w:rsidRDefault="00514A46" w:rsidP="00C8034B">
            <w:pPr>
              <w:pStyle w:val="ASDEFCONNormal"/>
              <w:rPr>
                <w:b/>
              </w:rPr>
            </w:pPr>
            <w:r w:rsidRPr="00C8034B">
              <w:rPr>
                <w:b/>
                <w:lang w:eastAsia="zh-C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INSERT NAME]"/>
                  </w:textInput>
                </w:ffData>
              </w:fldChar>
            </w:r>
            <w:r w:rsidRPr="00C8034B">
              <w:rPr>
                <w:b/>
                <w:lang w:eastAsia="zh-CN"/>
              </w:rPr>
              <w:instrText xml:space="preserve"> FORMTEXT </w:instrText>
            </w:r>
            <w:r w:rsidRPr="00C8034B">
              <w:rPr>
                <w:b/>
                <w:lang w:eastAsia="zh-CN"/>
              </w:rPr>
            </w:r>
            <w:r w:rsidRPr="00C8034B">
              <w:rPr>
                <w:b/>
                <w:lang w:eastAsia="zh-CN"/>
              </w:rPr>
              <w:fldChar w:fldCharType="separate"/>
            </w:r>
            <w:r w:rsidR="00266516">
              <w:rPr>
                <w:b/>
                <w:noProof/>
                <w:lang w:eastAsia="zh-CN"/>
              </w:rPr>
              <w:t>[INSERT NAME]</w:t>
            </w:r>
            <w:r w:rsidRPr="00C8034B">
              <w:rPr>
                <w:b/>
                <w:lang w:eastAsia="zh-CN"/>
              </w:rPr>
              <w:fldChar w:fldCharType="end"/>
            </w:r>
          </w:p>
        </w:tc>
      </w:tr>
      <w:tr w:rsidR="00F84DC7" w14:paraId="32F3FA69" w14:textId="77777777" w:rsidTr="007C67ED">
        <w:tc>
          <w:tcPr>
            <w:tcW w:w="2206" w:type="dxa"/>
            <w:vMerge/>
            <w:shd w:val="solid" w:color="F4F1EE" w:fill="auto"/>
          </w:tcPr>
          <w:p w14:paraId="2B566840" w14:textId="77777777" w:rsidR="00514A46" w:rsidRPr="0009719A" w:rsidRDefault="00514A46" w:rsidP="00514A46">
            <w:pPr>
              <w:pStyle w:val="ASDEFCONNormal"/>
            </w:pPr>
          </w:p>
        </w:tc>
        <w:tc>
          <w:tcPr>
            <w:tcW w:w="1033" w:type="dxa"/>
          </w:tcPr>
          <w:p w14:paraId="2CEA27A2" w14:textId="77777777" w:rsidR="00514A46" w:rsidRDefault="00514A46" w:rsidP="00C8034B">
            <w:pPr>
              <w:pStyle w:val="ASDEFCONNormal"/>
              <w:rPr>
                <w:b/>
              </w:rPr>
            </w:pPr>
            <w:r w:rsidRPr="0009719A">
              <w:t>Address</w:t>
            </w:r>
            <w:r w:rsidRPr="00940AA5">
              <w:t>:</w:t>
            </w:r>
          </w:p>
        </w:tc>
        <w:tc>
          <w:tcPr>
            <w:tcW w:w="6816" w:type="dxa"/>
          </w:tcPr>
          <w:p w14:paraId="2DFF3729" w14:textId="2E6CBD02" w:rsidR="00514A46" w:rsidRPr="00C8034B" w:rsidRDefault="00514A46" w:rsidP="00C8034B">
            <w:pPr>
              <w:pStyle w:val="ASDEFCONNormal"/>
              <w:rPr>
                <w:b/>
              </w:rPr>
            </w:pPr>
            <w:r w:rsidRPr="00C8034B">
              <w:rPr>
                <w:b/>
                <w:lang w:eastAsia="zh-C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INSERT ADDRESS]"/>
                  </w:textInput>
                </w:ffData>
              </w:fldChar>
            </w:r>
            <w:r w:rsidRPr="00C8034B">
              <w:rPr>
                <w:b/>
                <w:lang w:eastAsia="zh-CN"/>
              </w:rPr>
              <w:instrText xml:space="preserve"> FORMTEXT </w:instrText>
            </w:r>
            <w:r w:rsidRPr="00C8034B">
              <w:rPr>
                <w:b/>
                <w:lang w:eastAsia="zh-CN"/>
              </w:rPr>
            </w:r>
            <w:r w:rsidRPr="00C8034B">
              <w:rPr>
                <w:b/>
                <w:lang w:eastAsia="zh-CN"/>
              </w:rPr>
              <w:fldChar w:fldCharType="separate"/>
            </w:r>
            <w:r w:rsidR="00266516">
              <w:rPr>
                <w:b/>
                <w:noProof/>
                <w:lang w:eastAsia="zh-CN"/>
              </w:rPr>
              <w:t>[INSERT ADDRESS]</w:t>
            </w:r>
            <w:r w:rsidRPr="00C8034B">
              <w:rPr>
                <w:b/>
                <w:lang w:eastAsia="zh-CN"/>
              </w:rPr>
              <w:fldChar w:fldCharType="end"/>
            </w:r>
          </w:p>
        </w:tc>
      </w:tr>
      <w:tr w:rsidR="00F84DC7" w14:paraId="54256781" w14:textId="77777777" w:rsidTr="007C67ED">
        <w:trPr>
          <w:trHeight w:val="375"/>
        </w:trPr>
        <w:tc>
          <w:tcPr>
            <w:tcW w:w="2206" w:type="dxa"/>
            <w:vMerge/>
            <w:shd w:val="solid" w:color="F4F1EE" w:fill="auto"/>
          </w:tcPr>
          <w:p w14:paraId="54DA51CE" w14:textId="77777777" w:rsidR="00514A46" w:rsidRDefault="00514A46" w:rsidP="00514A46">
            <w:pPr>
              <w:pStyle w:val="ASDEFCONNormal"/>
            </w:pPr>
          </w:p>
        </w:tc>
        <w:tc>
          <w:tcPr>
            <w:tcW w:w="1033" w:type="dxa"/>
          </w:tcPr>
          <w:p w14:paraId="56812680" w14:textId="77777777" w:rsidR="00514A46" w:rsidRPr="0009719A" w:rsidRDefault="00514A46" w:rsidP="00C8034B">
            <w:pPr>
              <w:pStyle w:val="ASDEFCONNormal"/>
            </w:pPr>
            <w:r>
              <w:t>Fax</w:t>
            </w:r>
            <w:r w:rsidRPr="0009719A">
              <w:t>:</w:t>
            </w:r>
          </w:p>
        </w:tc>
        <w:tc>
          <w:tcPr>
            <w:tcW w:w="6816" w:type="dxa"/>
          </w:tcPr>
          <w:p w14:paraId="33AECE19" w14:textId="1BE1F41D" w:rsidR="00514A46" w:rsidRPr="00C8034B" w:rsidRDefault="00514A46" w:rsidP="00C8034B">
            <w:pPr>
              <w:pStyle w:val="ASDEFCONNormal"/>
              <w:rPr>
                <w:b/>
              </w:rPr>
            </w:pPr>
            <w:r w:rsidRPr="00C8034B">
              <w:rPr>
                <w:b/>
                <w:lang w:eastAsia="zh-C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INSERT FAX NUMBER]"/>
                  </w:textInput>
                </w:ffData>
              </w:fldChar>
            </w:r>
            <w:r w:rsidRPr="00C8034B">
              <w:rPr>
                <w:b/>
                <w:lang w:eastAsia="zh-CN"/>
              </w:rPr>
              <w:instrText xml:space="preserve"> FORMTEXT </w:instrText>
            </w:r>
            <w:r w:rsidRPr="00C8034B">
              <w:rPr>
                <w:b/>
                <w:lang w:eastAsia="zh-CN"/>
              </w:rPr>
            </w:r>
            <w:r w:rsidRPr="00C8034B">
              <w:rPr>
                <w:b/>
                <w:lang w:eastAsia="zh-CN"/>
              </w:rPr>
              <w:fldChar w:fldCharType="separate"/>
            </w:r>
            <w:r w:rsidR="00266516">
              <w:rPr>
                <w:b/>
                <w:noProof/>
                <w:lang w:eastAsia="zh-CN"/>
              </w:rPr>
              <w:t>[INSERT FAX NUMBER]</w:t>
            </w:r>
            <w:r w:rsidRPr="00C8034B">
              <w:rPr>
                <w:b/>
                <w:lang w:eastAsia="zh-CN"/>
              </w:rPr>
              <w:fldChar w:fldCharType="end"/>
            </w:r>
          </w:p>
        </w:tc>
      </w:tr>
      <w:tr w:rsidR="00F84DC7" w14:paraId="45D187D7" w14:textId="77777777" w:rsidTr="007C67ED">
        <w:tc>
          <w:tcPr>
            <w:tcW w:w="2206" w:type="dxa"/>
            <w:vMerge/>
            <w:shd w:val="solid" w:color="F4F1EE" w:fill="auto"/>
          </w:tcPr>
          <w:p w14:paraId="3A009236" w14:textId="77777777" w:rsidR="00514A46" w:rsidRPr="0009719A" w:rsidRDefault="00514A46" w:rsidP="00514A46">
            <w:pPr>
              <w:pStyle w:val="ASDEFCONNormal"/>
            </w:pPr>
          </w:p>
        </w:tc>
        <w:tc>
          <w:tcPr>
            <w:tcW w:w="1033" w:type="dxa"/>
          </w:tcPr>
          <w:p w14:paraId="42F5ECFF" w14:textId="77777777" w:rsidR="00514A46" w:rsidRPr="0009719A" w:rsidRDefault="00514A46" w:rsidP="00C8034B">
            <w:pPr>
              <w:pStyle w:val="ASDEFCONNormal"/>
            </w:pPr>
            <w:r w:rsidRPr="0009719A">
              <w:t>Email:</w:t>
            </w:r>
          </w:p>
        </w:tc>
        <w:tc>
          <w:tcPr>
            <w:tcW w:w="6816" w:type="dxa"/>
          </w:tcPr>
          <w:p w14:paraId="6F91C222" w14:textId="3E44BEB4" w:rsidR="00514A46" w:rsidRPr="00C8034B" w:rsidRDefault="00514A46" w:rsidP="00C8034B">
            <w:pPr>
              <w:pStyle w:val="ASDEFCONNormal"/>
              <w:rPr>
                <w:b/>
              </w:rPr>
            </w:pPr>
            <w:r w:rsidRPr="00C8034B">
              <w:rPr>
                <w:b/>
                <w:lang w:eastAsia="zh-C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INSERT EMAIL ADDRESS]"/>
                  </w:textInput>
                </w:ffData>
              </w:fldChar>
            </w:r>
            <w:r w:rsidRPr="00C8034B">
              <w:rPr>
                <w:b/>
                <w:lang w:eastAsia="zh-CN"/>
              </w:rPr>
              <w:instrText xml:space="preserve"> FORMTEXT </w:instrText>
            </w:r>
            <w:r w:rsidRPr="00C8034B">
              <w:rPr>
                <w:b/>
                <w:lang w:eastAsia="zh-CN"/>
              </w:rPr>
            </w:r>
            <w:r w:rsidRPr="00C8034B">
              <w:rPr>
                <w:b/>
                <w:lang w:eastAsia="zh-CN"/>
              </w:rPr>
              <w:fldChar w:fldCharType="separate"/>
            </w:r>
            <w:r w:rsidR="00266516">
              <w:rPr>
                <w:b/>
                <w:noProof/>
                <w:lang w:eastAsia="zh-CN"/>
              </w:rPr>
              <w:t>[INSERT EMAIL ADDRESS]</w:t>
            </w:r>
            <w:r w:rsidRPr="00C8034B">
              <w:rPr>
                <w:b/>
                <w:lang w:eastAsia="zh-CN"/>
              </w:rPr>
              <w:fldChar w:fldCharType="end"/>
            </w:r>
          </w:p>
        </w:tc>
      </w:tr>
      <w:tr w:rsidR="00F84DC7" w14:paraId="4F8C6206" w14:textId="77777777" w:rsidTr="007C67ED">
        <w:trPr>
          <w:trHeight w:val="1181"/>
        </w:trPr>
        <w:tc>
          <w:tcPr>
            <w:tcW w:w="2206" w:type="dxa"/>
            <w:shd w:val="solid" w:color="F4F1EE" w:fill="auto"/>
          </w:tcPr>
          <w:p w14:paraId="125515C1" w14:textId="4CA992EE" w:rsidR="00514A46" w:rsidRPr="00C8034B" w:rsidRDefault="00514A46" w:rsidP="00C8034B">
            <w:pPr>
              <w:pStyle w:val="ASDEFCONNormal"/>
              <w:rPr>
                <w:b/>
                <w:lang w:eastAsia="zh-CN"/>
              </w:rPr>
            </w:pPr>
            <w:r w:rsidRPr="00C8034B">
              <w:rPr>
                <w:b/>
                <w:lang w:eastAsia="zh-CN"/>
              </w:rPr>
              <w:t>Industry</w:t>
            </w:r>
            <w:r w:rsidR="00C17D31" w:rsidRPr="00C8034B">
              <w:rPr>
                <w:b/>
                <w:lang w:eastAsia="zh-CN"/>
              </w:rPr>
              <w:t xml:space="preserve"> </w:t>
            </w:r>
            <w:r w:rsidRPr="00C8034B">
              <w:rPr>
                <w:b/>
                <w:lang w:eastAsia="zh-CN"/>
              </w:rPr>
              <w:t>Briefing:</w:t>
            </w:r>
          </w:p>
          <w:p w14:paraId="65304E00" w14:textId="77777777" w:rsidR="00514A46" w:rsidRPr="00CD0DEC" w:rsidRDefault="00514A46" w:rsidP="00C8034B">
            <w:pPr>
              <w:pStyle w:val="ASDEFCONNormal"/>
              <w:rPr>
                <w:lang w:eastAsia="zh-CN"/>
              </w:rPr>
            </w:pPr>
            <w:r w:rsidRPr="00CD0DEC">
              <w:rPr>
                <w:lang w:eastAsia="zh-CN"/>
              </w:rPr>
              <w:t>(Optional)</w:t>
            </w:r>
          </w:p>
          <w:p w14:paraId="092D3B62" w14:textId="641D4AB4" w:rsidR="00514A46" w:rsidRPr="001A401D" w:rsidRDefault="00514A46" w:rsidP="00C8034B">
            <w:pPr>
              <w:pStyle w:val="ASDEFCONNormal"/>
              <w:rPr>
                <w:lang w:eastAsia="zh-CN"/>
              </w:rPr>
            </w:pPr>
            <w:r>
              <w:rPr>
                <w:lang w:eastAsia="zh-CN"/>
              </w:rPr>
              <w:t>(clause</w:t>
            </w:r>
            <w:r w:rsidR="00C17D31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fldChar w:fldCharType="begin"/>
            </w:r>
            <w:r>
              <w:rPr>
                <w:lang w:eastAsia="zh-CN"/>
              </w:rPr>
              <w:instrText xml:space="preserve"> REF _Ref434498839 \w \h </w:instrText>
            </w:r>
            <w:r>
              <w:rPr>
                <w:lang w:eastAsia="zh-CN"/>
              </w:rPr>
            </w:r>
            <w:r>
              <w:rPr>
                <w:lang w:eastAsia="zh-CN"/>
              </w:rPr>
              <w:fldChar w:fldCharType="separate"/>
            </w:r>
            <w:r w:rsidR="00857305">
              <w:rPr>
                <w:lang w:eastAsia="zh-CN"/>
              </w:rPr>
              <w:t>2.6</w:t>
            </w:r>
            <w:r>
              <w:rPr>
                <w:lang w:eastAsia="zh-CN"/>
              </w:rPr>
              <w:fldChar w:fldCharType="end"/>
            </w:r>
            <w:r>
              <w:rPr>
                <w:lang w:eastAsia="zh-CN"/>
              </w:rPr>
              <w:t>)</w:t>
            </w:r>
          </w:p>
        </w:tc>
        <w:tc>
          <w:tcPr>
            <w:tcW w:w="7849" w:type="dxa"/>
            <w:gridSpan w:val="2"/>
          </w:tcPr>
          <w:p w14:paraId="5985E3A1" w14:textId="1DED72AD" w:rsidR="00D5686F" w:rsidRDefault="00514A46" w:rsidP="00C8034B">
            <w:pPr>
              <w:pStyle w:val="ASDEFCONNormal"/>
            </w:pPr>
            <w:r w:rsidRPr="00133711">
              <w:t>An</w:t>
            </w:r>
            <w:r w:rsidR="00C17D31">
              <w:t xml:space="preserve"> </w:t>
            </w:r>
            <w:r w:rsidRPr="00133711">
              <w:t>industry</w:t>
            </w:r>
            <w:r w:rsidR="00C17D31">
              <w:t xml:space="preserve"> </w:t>
            </w:r>
            <w:r w:rsidRPr="00133711">
              <w:t>briefing</w:t>
            </w:r>
            <w:r w:rsidR="00C17D31">
              <w:t xml:space="preserve"> </w:t>
            </w:r>
            <w:r w:rsidRPr="00133711">
              <w:t>will</w:t>
            </w:r>
            <w:r w:rsidR="00C17D31">
              <w:t xml:space="preserve"> </w:t>
            </w:r>
            <w:r w:rsidRPr="00133711">
              <w:t>be</w:t>
            </w:r>
            <w:r w:rsidR="00C17D31">
              <w:t xml:space="preserve"> </w:t>
            </w:r>
            <w:r w:rsidRPr="00133711">
              <w:t>conducted</w:t>
            </w:r>
            <w:r w:rsidR="00C17D31">
              <w:t xml:space="preserve"> </w:t>
            </w:r>
            <w:r w:rsidRPr="00133711">
              <w:t>at</w:t>
            </w:r>
            <w:r w:rsidR="00C17D31">
              <w:t xml:space="preserve"> </w:t>
            </w:r>
            <w:r w:rsidRPr="00C8034B">
              <w:rPr>
                <w:b/>
                <w:lang w:eastAsia="zh-C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INSERT PLACE]"/>
                  </w:textInput>
                </w:ffData>
              </w:fldChar>
            </w:r>
            <w:r w:rsidRPr="00C8034B">
              <w:rPr>
                <w:b/>
                <w:lang w:eastAsia="zh-CN"/>
              </w:rPr>
              <w:instrText xml:space="preserve"> FORMTEXT </w:instrText>
            </w:r>
            <w:r w:rsidRPr="00C8034B">
              <w:rPr>
                <w:b/>
                <w:lang w:eastAsia="zh-CN"/>
              </w:rPr>
            </w:r>
            <w:r w:rsidRPr="00C8034B">
              <w:rPr>
                <w:b/>
                <w:lang w:eastAsia="zh-CN"/>
              </w:rPr>
              <w:fldChar w:fldCharType="separate"/>
            </w:r>
            <w:r w:rsidR="00266516">
              <w:rPr>
                <w:b/>
                <w:noProof/>
                <w:lang w:eastAsia="zh-CN"/>
              </w:rPr>
              <w:t>[INSERT PLACE]</w:t>
            </w:r>
            <w:r w:rsidRPr="00C8034B">
              <w:rPr>
                <w:b/>
                <w:lang w:eastAsia="zh-CN"/>
              </w:rPr>
              <w:fldChar w:fldCharType="end"/>
            </w:r>
            <w:r w:rsidR="00C17D31">
              <w:t xml:space="preserve"> </w:t>
            </w:r>
            <w:r w:rsidRPr="00133711">
              <w:t>commencing</w:t>
            </w:r>
            <w:r w:rsidR="00C17D31">
              <w:t xml:space="preserve"> </w:t>
            </w:r>
            <w:r w:rsidRPr="00133711">
              <w:t>at</w:t>
            </w:r>
            <w:r w:rsidR="00C17D31">
              <w:t xml:space="preserve"> </w:t>
            </w:r>
            <w:r w:rsidRPr="00C8034B">
              <w:rPr>
                <w:b/>
                <w:lang w:eastAsia="zh-C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INSERT TIME]"/>
                  </w:textInput>
                </w:ffData>
              </w:fldChar>
            </w:r>
            <w:r w:rsidRPr="00C8034B">
              <w:rPr>
                <w:b/>
                <w:lang w:eastAsia="zh-CN"/>
              </w:rPr>
              <w:instrText xml:space="preserve"> FORMTEXT </w:instrText>
            </w:r>
            <w:r w:rsidRPr="00C8034B">
              <w:rPr>
                <w:b/>
                <w:lang w:eastAsia="zh-CN"/>
              </w:rPr>
            </w:r>
            <w:r w:rsidRPr="00C8034B">
              <w:rPr>
                <w:b/>
                <w:lang w:eastAsia="zh-CN"/>
              </w:rPr>
              <w:fldChar w:fldCharType="separate"/>
            </w:r>
            <w:r w:rsidR="00266516">
              <w:rPr>
                <w:b/>
                <w:noProof/>
                <w:lang w:eastAsia="zh-CN"/>
              </w:rPr>
              <w:t>[INSERT TIME]</w:t>
            </w:r>
            <w:r w:rsidRPr="00C8034B">
              <w:rPr>
                <w:b/>
                <w:lang w:eastAsia="zh-CN"/>
              </w:rPr>
              <w:fldChar w:fldCharType="end"/>
            </w:r>
            <w:r w:rsidR="00C17D31">
              <w:t xml:space="preserve"> </w:t>
            </w:r>
            <w:r w:rsidRPr="00133711">
              <w:t>on</w:t>
            </w:r>
            <w:r w:rsidR="00C17D31">
              <w:t xml:space="preserve"> </w:t>
            </w:r>
            <w:r w:rsidRPr="00C8034B">
              <w:rPr>
                <w:b/>
                <w:lang w:eastAsia="zh-C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INSERT DATE]"/>
                  </w:textInput>
                </w:ffData>
              </w:fldChar>
            </w:r>
            <w:r w:rsidRPr="00C8034B">
              <w:rPr>
                <w:b/>
                <w:lang w:eastAsia="zh-CN"/>
              </w:rPr>
              <w:instrText xml:space="preserve"> FORMTEXT </w:instrText>
            </w:r>
            <w:r w:rsidRPr="00C8034B">
              <w:rPr>
                <w:b/>
                <w:lang w:eastAsia="zh-CN"/>
              </w:rPr>
            </w:r>
            <w:r w:rsidRPr="00C8034B">
              <w:rPr>
                <w:b/>
                <w:lang w:eastAsia="zh-CN"/>
              </w:rPr>
              <w:fldChar w:fldCharType="separate"/>
            </w:r>
            <w:r w:rsidR="00266516">
              <w:rPr>
                <w:b/>
                <w:noProof/>
                <w:lang w:eastAsia="zh-CN"/>
              </w:rPr>
              <w:t>[INSERT DATE]</w:t>
            </w:r>
            <w:r w:rsidRPr="00C8034B">
              <w:rPr>
                <w:b/>
                <w:lang w:eastAsia="zh-CN"/>
              </w:rPr>
              <w:fldChar w:fldCharType="end"/>
            </w:r>
            <w:r w:rsidRPr="00823B7B">
              <w:t>.</w:t>
            </w:r>
          </w:p>
          <w:p w14:paraId="21658AD9" w14:textId="41B51D32" w:rsidR="00514A46" w:rsidRDefault="00514A46" w:rsidP="00C8034B">
            <w:pPr>
              <w:pStyle w:val="ASDEFCONNormal"/>
              <w:rPr>
                <w:b/>
                <w:i/>
              </w:rPr>
            </w:pPr>
            <w:r w:rsidRPr="00133711">
              <w:t>Representatives</w:t>
            </w:r>
            <w:r w:rsidR="00C17D31">
              <w:t xml:space="preserve"> </w:t>
            </w:r>
            <w:r w:rsidRPr="00133711">
              <w:t>of</w:t>
            </w:r>
            <w:r w:rsidR="00C17D31">
              <w:t xml:space="preserve"> </w:t>
            </w:r>
            <w:r w:rsidRPr="00133711">
              <w:t>prospective</w:t>
            </w:r>
            <w:r w:rsidR="00C17D31">
              <w:t xml:space="preserve"> </w:t>
            </w:r>
            <w:r w:rsidRPr="00133711">
              <w:t>tenderers</w:t>
            </w:r>
            <w:r w:rsidR="00C17D31">
              <w:t xml:space="preserve"> </w:t>
            </w:r>
            <w:r w:rsidRPr="00133711">
              <w:t>at</w:t>
            </w:r>
            <w:r w:rsidR="00C17D31">
              <w:t xml:space="preserve"> </w:t>
            </w:r>
            <w:r w:rsidRPr="00133711">
              <w:t>the</w:t>
            </w:r>
            <w:r w:rsidR="00C17D31">
              <w:t xml:space="preserve"> </w:t>
            </w:r>
            <w:r w:rsidRPr="00133711">
              <w:t>briefing</w:t>
            </w:r>
            <w:r w:rsidR="00C17D31">
              <w:t xml:space="preserve"> </w:t>
            </w:r>
            <w:r w:rsidRPr="00133711">
              <w:t>will</w:t>
            </w:r>
            <w:r w:rsidR="00C17D31">
              <w:t xml:space="preserve"> </w:t>
            </w:r>
            <w:r w:rsidRPr="00133711">
              <w:t>be</w:t>
            </w:r>
            <w:r w:rsidR="00C17D31">
              <w:t xml:space="preserve"> </w:t>
            </w:r>
            <w:r w:rsidRPr="00133711">
              <w:t>limited</w:t>
            </w:r>
            <w:r w:rsidR="00C17D31">
              <w:t xml:space="preserve"> </w:t>
            </w:r>
            <w:r w:rsidRPr="00133711">
              <w:t>to</w:t>
            </w:r>
            <w:r w:rsidR="00C17D31">
              <w:t xml:space="preserve"> </w:t>
            </w:r>
            <w:r w:rsidRPr="006C2253">
              <w:rPr>
                <w:b/>
                <w:lang w:eastAsia="zh-C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INSERT NUMBER]"/>
                  </w:textInput>
                </w:ffData>
              </w:fldChar>
            </w:r>
            <w:r w:rsidRPr="006C2253">
              <w:rPr>
                <w:b/>
                <w:lang w:eastAsia="zh-CN"/>
              </w:rPr>
              <w:instrText xml:space="preserve"> FORMTEXT </w:instrText>
            </w:r>
            <w:r w:rsidRPr="006C2253">
              <w:rPr>
                <w:b/>
                <w:lang w:eastAsia="zh-CN"/>
              </w:rPr>
            </w:r>
            <w:r w:rsidRPr="006C2253">
              <w:rPr>
                <w:b/>
                <w:lang w:eastAsia="zh-CN"/>
              </w:rPr>
              <w:fldChar w:fldCharType="separate"/>
            </w:r>
            <w:r w:rsidR="00266516">
              <w:rPr>
                <w:b/>
                <w:noProof/>
                <w:lang w:eastAsia="zh-CN"/>
              </w:rPr>
              <w:t>[INSERT NUMBER]</w:t>
            </w:r>
            <w:r w:rsidRPr="006C2253">
              <w:rPr>
                <w:b/>
                <w:lang w:eastAsia="zh-CN"/>
              </w:rPr>
              <w:fldChar w:fldCharType="end"/>
            </w:r>
            <w:r w:rsidR="00C17D31">
              <w:t xml:space="preserve"> </w:t>
            </w:r>
            <w:r w:rsidRPr="00133711">
              <w:t>personnel.</w:t>
            </w:r>
            <w:r w:rsidR="00C17D31">
              <w:t xml:space="preserve">  </w:t>
            </w:r>
            <w:r w:rsidRPr="00133711">
              <w:t>Nominations</w:t>
            </w:r>
            <w:r w:rsidR="00C17D31">
              <w:t xml:space="preserve"> </w:t>
            </w:r>
            <w:r w:rsidRPr="00133711">
              <w:t>to</w:t>
            </w:r>
            <w:r w:rsidR="00C17D31">
              <w:t xml:space="preserve"> </w:t>
            </w:r>
            <w:r w:rsidRPr="00133711">
              <w:t>attend</w:t>
            </w:r>
            <w:r w:rsidR="00C17D31">
              <w:t xml:space="preserve"> </w:t>
            </w:r>
            <w:r w:rsidRPr="00133711">
              <w:t>the</w:t>
            </w:r>
            <w:r w:rsidR="00C17D31">
              <w:t xml:space="preserve"> </w:t>
            </w:r>
            <w:r w:rsidRPr="00133711">
              <w:t>briefing</w:t>
            </w:r>
            <w:r w:rsidR="00C17D31">
              <w:t xml:space="preserve"> </w:t>
            </w:r>
            <w:r>
              <w:t>are</w:t>
            </w:r>
            <w:r w:rsidR="00C17D31">
              <w:t xml:space="preserve"> </w:t>
            </w:r>
            <w:r>
              <w:t>to</w:t>
            </w:r>
            <w:r w:rsidR="00C17D31">
              <w:t xml:space="preserve"> </w:t>
            </w:r>
            <w:r w:rsidRPr="00133711">
              <w:t>be</w:t>
            </w:r>
            <w:r w:rsidR="00C17D31">
              <w:t xml:space="preserve"> </w:t>
            </w:r>
            <w:r w:rsidRPr="00133711">
              <w:t>forwarded</w:t>
            </w:r>
            <w:r w:rsidR="00C17D31">
              <w:t xml:space="preserve"> </w:t>
            </w:r>
            <w:r w:rsidRPr="00133711">
              <w:t>in</w:t>
            </w:r>
            <w:r w:rsidR="00C17D31">
              <w:t xml:space="preserve"> </w:t>
            </w:r>
            <w:r w:rsidRPr="00133711">
              <w:t>writing</w:t>
            </w:r>
            <w:r w:rsidR="00C17D31">
              <w:t xml:space="preserve"> </w:t>
            </w:r>
            <w:r w:rsidRPr="00133711">
              <w:t>to</w:t>
            </w:r>
            <w:r w:rsidR="00C17D31">
              <w:t xml:space="preserve"> </w:t>
            </w:r>
            <w:r w:rsidRPr="00133711">
              <w:t>the</w:t>
            </w:r>
            <w:r w:rsidR="00C17D31">
              <w:t xml:space="preserve"> </w:t>
            </w:r>
            <w:r w:rsidRPr="00133711">
              <w:t>Contact</w:t>
            </w:r>
            <w:r w:rsidR="00C17D31">
              <w:t xml:space="preserve"> </w:t>
            </w:r>
            <w:r w:rsidRPr="00133711">
              <w:t>Officer</w:t>
            </w:r>
            <w:r w:rsidR="00C17D31">
              <w:t xml:space="preserve"> </w:t>
            </w:r>
            <w:r w:rsidRPr="00133711">
              <w:t>by</w:t>
            </w:r>
            <w:r w:rsidR="00C17D31">
              <w:t xml:space="preserve"> </w:t>
            </w:r>
            <w:r w:rsidRPr="006C2253">
              <w:rPr>
                <w:b/>
                <w:lang w:eastAsia="zh-C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INSERT TIME / DATE]"/>
                  </w:textInput>
                </w:ffData>
              </w:fldChar>
            </w:r>
            <w:r w:rsidRPr="006C2253">
              <w:rPr>
                <w:b/>
                <w:lang w:eastAsia="zh-CN"/>
              </w:rPr>
              <w:instrText xml:space="preserve"> FORMTEXT </w:instrText>
            </w:r>
            <w:r w:rsidRPr="006C2253">
              <w:rPr>
                <w:b/>
                <w:lang w:eastAsia="zh-CN"/>
              </w:rPr>
            </w:r>
            <w:r w:rsidRPr="006C2253">
              <w:rPr>
                <w:b/>
                <w:lang w:eastAsia="zh-CN"/>
              </w:rPr>
              <w:fldChar w:fldCharType="separate"/>
            </w:r>
            <w:r w:rsidR="00266516">
              <w:rPr>
                <w:b/>
                <w:noProof/>
                <w:lang w:eastAsia="zh-CN"/>
              </w:rPr>
              <w:t>[INSERT TIME / DATE]</w:t>
            </w:r>
            <w:r w:rsidRPr="006C2253">
              <w:rPr>
                <w:b/>
                <w:lang w:eastAsia="zh-CN"/>
              </w:rPr>
              <w:fldChar w:fldCharType="end"/>
            </w:r>
            <w:r w:rsidRPr="00133711">
              <w:t>.</w:t>
            </w:r>
          </w:p>
        </w:tc>
      </w:tr>
      <w:tr w:rsidR="00F84DC7" w14:paraId="33D9C61E" w14:textId="77777777" w:rsidTr="007C67ED">
        <w:tc>
          <w:tcPr>
            <w:tcW w:w="2206" w:type="dxa"/>
            <w:shd w:val="solid" w:color="F4F1EE" w:fill="auto"/>
          </w:tcPr>
          <w:p w14:paraId="57996D0D" w14:textId="77777777" w:rsidR="00514A46" w:rsidRDefault="00514A46" w:rsidP="00514A46">
            <w:pPr>
              <w:pStyle w:val="ASDEFCONNormal"/>
              <w:rPr>
                <w:lang w:eastAsia="zh-CN"/>
              </w:rPr>
            </w:pPr>
          </w:p>
        </w:tc>
        <w:tc>
          <w:tcPr>
            <w:tcW w:w="7849" w:type="dxa"/>
            <w:gridSpan w:val="2"/>
          </w:tcPr>
          <w:p w14:paraId="33F962A4" w14:textId="47EF518D" w:rsidR="00514A46" w:rsidRDefault="00514A46" w:rsidP="00C8034B">
            <w:pPr>
              <w:pStyle w:val="ASDEFCONOption"/>
            </w:pPr>
            <w:r w:rsidRPr="00065273">
              <w:rPr>
                <w:rFonts w:eastAsia="Calibri"/>
              </w:rPr>
              <w:t>Option:</w:t>
            </w:r>
            <w:r w:rsidR="00C17D31">
              <w:rPr>
                <w:rFonts w:eastAsia="Calibri"/>
              </w:rPr>
              <w:t xml:space="preserve">  </w:t>
            </w:r>
            <w:r w:rsidRPr="00065273">
              <w:rPr>
                <w:rFonts w:eastAsia="Calibri"/>
              </w:rPr>
              <w:t>To</w:t>
            </w:r>
            <w:r w:rsidR="00C17D31">
              <w:rPr>
                <w:rFonts w:eastAsia="Calibri"/>
              </w:rPr>
              <w:t xml:space="preserve"> </w:t>
            </w:r>
            <w:r w:rsidRPr="00065273">
              <w:rPr>
                <w:rFonts w:eastAsia="Calibri"/>
              </w:rPr>
              <w:t>be</w:t>
            </w:r>
            <w:r w:rsidR="00C17D31">
              <w:rPr>
                <w:rFonts w:eastAsia="Calibri"/>
              </w:rPr>
              <w:t xml:space="preserve"> </w:t>
            </w:r>
            <w:r w:rsidRPr="00065273">
              <w:rPr>
                <w:rFonts w:eastAsia="Calibri"/>
              </w:rPr>
              <w:t>used</w:t>
            </w:r>
            <w:r w:rsidR="00C17D31">
              <w:rPr>
                <w:rFonts w:eastAsia="Calibri"/>
              </w:rPr>
              <w:t xml:space="preserve"> </w:t>
            </w:r>
            <w:r w:rsidRPr="00065273">
              <w:rPr>
                <w:rFonts w:eastAsia="Calibri"/>
              </w:rPr>
              <w:t>when</w:t>
            </w:r>
            <w:r w:rsidR="00C17D31">
              <w:rPr>
                <w:rFonts w:eastAsia="Calibri"/>
              </w:rPr>
              <w:t xml:space="preserve"> </w:t>
            </w:r>
            <w:r w:rsidRPr="00065273">
              <w:rPr>
                <w:rFonts w:eastAsia="Calibri"/>
              </w:rPr>
              <w:t>a</w:t>
            </w:r>
            <w:r w:rsidR="00C17D31">
              <w:rPr>
                <w:rFonts w:eastAsia="Calibri"/>
              </w:rPr>
              <w:t xml:space="preserve"> </w:t>
            </w:r>
            <w:r w:rsidRPr="00065273">
              <w:rPr>
                <w:rFonts w:eastAsia="Calibri"/>
              </w:rPr>
              <w:t>classified</w:t>
            </w:r>
            <w:r w:rsidR="00C17D31">
              <w:rPr>
                <w:rFonts w:eastAsia="Calibri"/>
              </w:rPr>
              <w:t xml:space="preserve"> </w:t>
            </w:r>
            <w:r w:rsidRPr="00065273">
              <w:rPr>
                <w:rFonts w:eastAsia="Calibri"/>
              </w:rPr>
              <w:t>industry</w:t>
            </w:r>
            <w:r w:rsidR="00C17D31">
              <w:rPr>
                <w:rFonts w:eastAsia="Calibri"/>
              </w:rPr>
              <w:t xml:space="preserve"> </w:t>
            </w:r>
            <w:r w:rsidRPr="00065273">
              <w:rPr>
                <w:rFonts w:eastAsia="Calibri"/>
              </w:rPr>
              <w:t>briefing</w:t>
            </w:r>
            <w:r w:rsidR="00C17D31">
              <w:rPr>
                <w:rFonts w:eastAsia="Calibri"/>
              </w:rPr>
              <w:t xml:space="preserve"> </w:t>
            </w:r>
            <w:r w:rsidRPr="00065273">
              <w:rPr>
                <w:rFonts w:eastAsia="Calibri"/>
              </w:rPr>
              <w:t>is</w:t>
            </w:r>
            <w:r w:rsidR="00C17D31">
              <w:rPr>
                <w:rFonts w:eastAsia="Calibri"/>
              </w:rPr>
              <w:t xml:space="preserve"> </w:t>
            </w:r>
            <w:r w:rsidRPr="00065273">
              <w:rPr>
                <w:rFonts w:eastAsia="Calibri"/>
              </w:rPr>
              <w:t>required.</w:t>
            </w:r>
          </w:p>
          <w:p w14:paraId="0149FC08" w14:textId="6574482C" w:rsidR="00514A46" w:rsidRPr="000935DB" w:rsidRDefault="00514A46" w:rsidP="00C8034B">
            <w:pPr>
              <w:pStyle w:val="ASDEFCONNormal"/>
            </w:pPr>
            <w:r w:rsidRPr="000935DB">
              <w:t>Representatives</w:t>
            </w:r>
            <w:r w:rsidR="00C17D31">
              <w:t xml:space="preserve"> </w:t>
            </w:r>
            <w:r w:rsidRPr="000935DB">
              <w:t>of</w:t>
            </w:r>
            <w:r w:rsidR="00C17D31">
              <w:t xml:space="preserve"> </w:t>
            </w:r>
            <w:r w:rsidRPr="000935DB">
              <w:t>prospective</w:t>
            </w:r>
            <w:r w:rsidR="00C17D31">
              <w:t xml:space="preserve"> </w:t>
            </w:r>
            <w:r w:rsidRPr="000935DB">
              <w:t>tenderers</w:t>
            </w:r>
            <w:r w:rsidR="00C17D31">
              <w:t xml:space="preserve"> </w:t>
            </w:r>
            <w:r>
              <w:t>are</w:t>
            </w:r>
            <w:r w:rsidR="00C17D31">
              <w:t xml:space="preserve"> </w:t>
            </w:r>
            <w:r>
              <w:t>to</w:t>
            </w:r>
            <w:r w:rsidR="00C17D31">
              <w:t xml:space="preserve"> </w:t>
            </w:r>
            <w:r w:rsidRPr="000935DB">
              <w:t>hold</w:t>
            </w:r>
            <w:r w:rsidR="00C17D31">
              <w:t xml:space="preserve"> </w:t>
            </w:r>
            <w:r w:rsidRPr="000935DB">
              <w:t>a</w:t>
            </w:r>
            <w:r w:rsidR="00C17D31">
              <w:t xml:space="preserve"> </w:t>
            </w:r>
            <w:r w:rsidRPr="000935DB">
              <w:t>current</w:t>
            </w:r>
            <w:r w:rsidR="00C17D31">
              <w:t xml:space="preserve"> </w:t>
            </w:r>
            <w:r w:rsidRPr="000935DB">
              <w:t>security</w:t>
            </w:r>
            <w:r w:rsidR="00C17D31">
              <w:t xml:space="preserve"> </w:t>
            </w:r>
            <w:r w:rsidRPr="000935DB">
              <w:t>clearance</w:t>
            </w:r>
            <w:r w:rsidR="00C17D31">
              <w:t xml:space="preserve"> </w:t>
            </w:r>
            <w:r w:rsidRPr="000935DB">
              <w:t>at</w:t>
            </w:r>
            <w:r w:rsidR="00C17D31">
              <w:t xml:space="preserve"> </w:t>
            </w:r>
            <w:r w:rsidRPr="000935DB">
              <w:t>a</w:t>
            </w:r>
            <w:r w:rsidR="00C17D31">
              <w:t xml:space="preserve"> </w:t>
            </w:r>
            <w:r w:rsidRPr="000935DB">
              <w:t>minimum</w:t>
            </w:r>
            <w:r w:rsidR="00C17D31">
              <w:t xml:space="preserve"> </w:t>
            </w:r>
            <w:r w:rsidRPr="000935DB">
              <w:t>of</w:t>
            </w:r>
            <w:r w:rsidR="00C17D31">
              <w:t xml:space="preserve"> </w:t>
            </w:r>
            <w:r w:rsidRPr="006C2253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[INSERT CLASSIFICATION LEVEL]"/>
                  </w:textInput>
                </w:ffData>
              </w:fldChar>
            </w:r>
            <w:r w:rsidRPr="006C2253">
              <w:rPr>
                <w:b/>
              </w:rPr>
              <w:instrText xml:space="preserve"> FORMTEXT </w:instrText>
            </w:r>
            <w:r w:rsidRPr="006C2253">
              <w:rPr>
                <w:b/>
              </w:rPr>
            </w:r>
            <w:r w:rsidRPr="006C2253">
              <w:rPr>
                <w:b/>
              </w:rPr>
              <w:fldChar w:fldCharType="separate"/>
            </w:r>
            <w:r w:rsidR="00266516">
              <w:rPr>
                <w:b/>
                <w:noProof/>
              </w:rPr>
              <w:t>[INSERT CLASSIFICATION LEVEL]</w:t>
            </w:r>
            <w:r w:rsidRPr="006C2253">
              <w:rPr>
                <w:b/>
              </w:rPr>
              <w:fldChar w:fldCharType="end"/>
            </w:r>
            <w:r w:rsidR="00C17D31">
              <w:t xml:space="preserve"> </w:t>
            </w:r>
            <w:r w:rsidRPr="000935DB">
              <w:t>level.</w:t>
            </w:r>
            <w:r w:rsidR="00C17D31">
              <w:t xml:space="preserve">  </w:t>
            </w:r>
            <w:r w:rsidRPr="000935DB">
              <w:t>Prospective</w:t>
            </w:r>
            <w:r w:rsidR="00C17D31">
              <w:t xml:space="preserve"> </w:t>
            </w:r>
            <w:r w:rsidRPr="000935DB">
              <w:t>tenderers</w:t>
            </w:r>
            <w:r w:rsidR="00C17D31">
              <w:t xml:space="preserve"> </w:t>
            </w:r>
            <w:r>
              <w:t>are</w:t>
            </w:r>
            <w:r w:rsidR="00C17D31">
              <w:t xml:space="preserve"> </w:t>
            </w:r>
            <w:r>
              <w:t>to</w:t>
            </w:r>
            <w:r w:rsidR="00C17D31">
              <w:t xml:space="preserve"> </w:t>
            </w:r>
            <w:r w:rsidRPr="000935DB">
              <w:t>provide</w:t>
            </w:r>
            <w:r w:rsidR="00C17D31">
              <w:t xml:space="preserve"> </w:t>
            </w:r>
            <w:r w:rsidRPr="000935DB">
              <w:t>the</w:t>
            </w:r>
            <w:r w:rsidR="00C17D31">
              <w:t xml:space="preserve"> </w:t>
            </w:r>
            <w:r w:rsidRPr="000935DB">
              <w:t>following</w:t>
            </w:r>
            <w:r w:rsidR="00C17D31">
              <w:t xml:space="preserve"> </w:t>
            </w:r>
            <w:r w:rsidRPr="000935DB">
              <w:t>additional</w:t>
            </w:r>
            <w:r w:rsidR="00C17D31">
              <w:t xml:space="preserve"> </w:t>
            </w:r>
            <w:r w:rsidRPr="000935DB">
              <w:t>details</w:t>
            </w:r>
            <w:r w:rsidR="00C17D31">
              <w:t xml:space="preserve"> </w:t>
            </w:r>
            <w:r w:rsidRPr="000935DB">
              <w:t>for</w:t>
            </w:r>
            <w:r w:rsidR="00C17D31">
              <w:t xml:space="preserve"> </w:t>
            </w:r>
            <w:r w:rsidRPr="000935DB">
              <w:t>their</w:t>
            </w:r>
            <w:r w:rsidR="00C17D31">
              <w:t xml:space="preserve"> </w:t>
            </w:r>
            <w:r w:rsidRPr="000935DB">
              <w:t>representatives:</w:t>
            </w:r>
          </w:p>
          <w:p w14:paraId="0E567934" w14:textId="77777777" w:rsidR="00514A46" w:rsidRPr="00C8034B" w:rsidRDefault="00514A46" w:rsidP="00702C44">
            <w:pPr>
              <w:pStyle w:val="COTCOCLV4-ASDEFCON"/>
              <w:tabs>
                <w:tab w:val="clear" w:pos="1418"/>
                <w:tab w:val="num" w:pos="650"/>
              </w:tabs>
              <w:ind w:left="650"/>
            </w:pPr>
            <w:r w:rsidRPr="00C8034B">
              <w:t>nationality;</w:t>
            </w:r>
          </w:p>
          <w:p w14:paraId="26747F82" w14:textId="311AA1BC" w:rsidR="00514A46" w:rsidRPr="00C8034B" w:rsidRDefault="00514A46" w:rsidP="00702C44">
            <w:pPr>
              <w:pStyle w:val="COTCOCLV4-ASDEFCON"/>
              <w:tabs>
                <w:tab w:val="clear" w:pos="1418"/>
                <w:tab w:val="num" w:pos="650"/>
              </w:tabs>
              <w:ind w:left="650"/>
            </w:pPr>
            <w:r w:rsidRPr="00C8034B">
              <w:t>date</w:t>
            </w:r>
            <w:r w:rsidR="00C17D31" w:rsidRPr="00C8034B">
              <w:t xml:space="preserve"> </w:t>
            </w:r>
            <w:r w:rsidRPr="00C8034B">
              <w:t>and</w:t>
            </w:r>
            <w:r w:rsidR="00C17D31" w:rsidRPr="00C8034B">
              <w:t xml:space="preserve"> </w:t>
            </w:r>
            <w:r w:rsidRPr="00C8034B">
              <w:t>place</w:t>
            </w:r>
            <w:r w:rsidR="00C17D31" w:rsidRPr="00C8034B">
              <w:t xml:space="preserve"> </w:t>
            </w:r>
            <w:r w:rsidRPr="00C8034B">
              <w:t>of</w:t>
            </w:r>
            <w:r w:rsidR="00C17D31" w:rsidRPr="00C8034B">
              <w:t xml:space="preserve"> </w:t>
            </w:r>
            <w:r w:rsidRPr="00C8034B">
              <w:t>birth;</w:t>
            </w:r>
            <w:r w:rsidR="00C17D31" w:rsidRPr="00C8034B">
              <w:t xml:space="preserve"> </w:t>
            </w:r>
            <w:r w:rsidRPr="00C8034B">
              <w:t>and</w:t>
            </w:r>
          </w:p>
          <w:p w14:paraId="5E4C655F" w14:textId="65382900" w:rsidR="00514A46" w:rsidRPr="00C8034B" w:rsidRDefault="00514A46" w:rsidP="00702C44">
            <w:pPr>
              <w:pStyle w:val="COTCOCLV4-ASDEFCON"/>
              <w:tabs>
                <w:tab w:val="clear" w:pos="1418"/>
                <w:tab w:val="num" w:pos="650"/>
              </w:tabs>
              <w:ind w:left="650"/>
            </w:pPr>
            <w:r w:rsidRPr="00C8034B">
              <w:t>current</w:t>
            </w:r>
            <w:r w:rsidR="00C17D31" w:rsidRPr="00C8034B">
              <w:t xml:space="preserve"> </w:t>
            </w:r>
            <w:r w:rsidRPr="00C8034B">
              <w:t>security</w:t>
            </w:r>
            <w:r w:rsidR="00C17D31" w:rsidRPr="00C8034B">
              <w:t xml:space="preserve"> </w:t>
            </w:r>
            <w:r w:rsidRPr="00C8034B">
              <w:t>clearance</w:t>
            </w:r>
            <w:r w:rsidR="00C17D31" w:rsidRPr="00C8034B">
              <w:t xml:space="preserve"> </w:t>
            </w:r>
            <w:r w:rsidRPr="00C8034B">
              <w:t>and</w:t>
            </w:r>
            <w:r w:rsidR="00C17D31" w:rsidRPr="00C8034B">
              <w:t xml:space="preserve"> </w:t>
            </w:r>
            <w:r w:rsidRPr="00C8034B">
              <w:t>the</w:t>
            </w:r>
            <w:r w:rsidR="00C17D31" w:rsidRPr="00C8034B">
              <w:t xml:space="preserve"> </w:t>
            </w:r>
            <w:r w:rsidRPr="00C8034B">
              <w:t>Department</w:t>
            </w:r>
            <w:r w:rsidR="00C17D31" w:rsidRPr="00C8034B">
              <w:t xml:space="preserve"> </w:t>
            </w:r>
            <w:r w:rsidRPr="00C8034B">
              <w:t>which</w:t>
            </w:r>
            <w:r w:rsidR="00C17D31" w:rsidRPr="00C8034B">
              <w:t xml:space="preserve"> </w:t>
            </w:r>
            <w:r w:rsidRPr="00C8034B">
              <w:t>issued</w:t>
            </w:r>
            <w:r w:rsidR="00C17D31" w:rsidRPr="00C8034B">
              <w:t xml:space="preserve"> </w:t>
            </w:r>
            <w:r w:rsidRPr="00C8034B">
              <w:t>the</w:t>
            </w:r>
            <w:r w:rsidR="00C17D31" w:rsidRPr="00C8034B">
              <w:t xml:space="preserve"> </w:t>
            </w:r>
            <w:r w:rsidRPr="00C8034B">
              <w:t>clearance.</w:t>
            </w:r>
          </w:p>
        </w:tc>
      </w:tr>
      <w:tr w:rsidR="00F84DC7" w14:paraId="7E44B70D" w14:textId="77777777" w:rsidTr="007C67ED">
        <w:tc>
          <w:tcPr>
            <w:tcW w:w="2206" w:type="dxa"/>
            <w:shd w:val="solid" w:color="F4F1EE" w:fill="auto"/>
          </w:tcPr>
          <w:p w14:paraId="44922B8A" w14:textId="5D934DF7" w:rsidR="00514A46" w:rsidRPr="00C8034B" w:rsidRDefault="00514A46" w:rsidP="00C8034B">
            <w:pPr>
              <w:pStyle w:val="ASDEFCONNormal"/>
              <w:rPr>
                <w:b/>
              </w:rPr>
            </w:pPr>
            <w:r w:rsidRPr="00C8034B">
              <w:rPr>
                <w:b/>
              </w:rPr>
              <w:t>Closing</w:t>
            </w:r>
            <w:r w:rsidR="00C17D31" w:rsidRPr="00C8034B">
              <w:rPr>
                <w:b/>
              </w:rPr>
              <w:t xml:space="preserve"> </w:t>
            </w:r>
            <w:r w:rsidRPr="00C8034B">
              <w:rPr>
                <w:b/>
              </w:rPr>
              <w:t>Time:</w:t>
            </w:r>
          </w:p>
          <w:p w14:paraId="369D2147" w14:textId="3E521A4E" w:rsidR="00514A46" w:rsidRPr="00642FBC" w:rsidRDefault="00514A46" w:rsidP="00C8034B">
            <w:pPr>
              <w:pStyle w:val="ASDEFCONNormal"/>
            </w:pPr>
            <w:r>
              <w:t>(clause</w:t>
            </w:r>
            <w:r w:rsidR="00C17D31">
              <w:t xml:space="preserve"> </w:t>
            </w:r>
            <w:r w:rsidR="00C73F3A">
              <w:fldChar w:fldCharType="begin"/>
            </w:r>
            <w:r w:rsidR="00C73F3A">
              <w:instrText xml:space="preserve"> REF _Ref436747464 \r \h </w:instrText>
            </w:r>
            <w:r w:rsidR="00C73F3A">
              <w:fldChar w:fldCharType="separate"/>
            </w:r>
            <w:r w:rsidR="00857305">
              <w:t>2.7.3</w:t>
            </w:r>
            <w:r w:rsidR="00C73F3A">
              <w:fldChar w:fldCharType="end"/>
            </w:r>
            <w:r>
              <w:t>)</w:t>
            </w:r>
          </w:p>
        </w:tc>
        <w:tc>
          <w:tcPr>
            <w:tcW w:w="7849" w:type="dxa"/>
            <w:gridSpan w:val="2"/>
          </w:tcPr>
          <w:p w14:paraId="007A9047" w14:textId="694832C7" w:rsidR="00D5686F" w:rsidRDefault="00514A46" w:rsidP="00C8034B">
            <w:pPr>
              <w:pStyle w:val="ASDEFCONNormal"/>
            </w:pPr>
            <w:r w:rsidRPr="001135CD">
              <w:t>Note</w:t>
            </w:r>
            <w:r w:rsidR="00C17D31">
              <w:t xml:space="preserve"> </w:t>
            </w:r>
            <w:r w:rsidRPr="001135CD">
              <w:t>to</w:t>
            </w:r>
            <w:r w:rsidR="00C17D31">
              <w:t xml:space="preserve"> </w:t>
            </w:r>
            <w:r w:rsidRPr="001135CD">
              <w:t>drafters:</w:t>
            </w:r>
            <w:r w:rsidR="00C17D31">
              <w:t xml:space="preserve">  </w:t>
            </w:r>
            <w:r w:rsidRPr="00C75D1C">
              <w:t>Closing</w:t>
            </w:r>
            <w:r w:rsidR="00C17D31">
              <w:t xml:space="preserve"> </w:t>
            </w:r>
            <w:r w:rsidRPr="00C75D1C">
              <w:t>Time</w:t>
            </w:r>
            <w:r w:rsidR="00C17D31">
              <w:t xml:space="preserve"> </w:t>
            </w:r>
            <w:r>
              <w:t>must</w:t>
            </w:r>
            <w:r w:rsidR="00C17D31">
              <w:t xml:space="preserve"> </w:t>
            </w:r>
            <w:r w:rsidRPr="00C75D1C">
              <w:t>be</w:t>
            </w:r>
            <w:r w:rsidR="00C17D31">
              <w:t xml:space="preserve"> </w:t>
            </w:r>
            <w:r w:rsidRPr="00C75D1C">
              <w:t>between</w:t>
            </w:r>
            <w:r w:rsidR="00C17D31">
              <w:t xml:space="preserve"> </w:t>
            </w:r>
            <w:r w:rsidRPr="00C75D1C">
              <w:t>10</w:t>
            </w:r>
            <w:r>
              <w:t>am</w:t>
            </w:r>
            <w:r w:rsidR="00C17D31">
              <w:t xml:space="preserve"> </w:t>
            </w:r>
            <w:r>
              <w:t>-</w:t>
            </w:r>
            <w:r w:rsidR="00C17D31">
              <w:t xml:space="preserve"> </w:t>
            </w:r>
            <w:r>
              <w:t>4pm</w:t>
            </w:r>
            <w:r w:rsidR="00C17D31">
              <w:t xml:space="preserve"> </w:t>
            </w:r>
            <w:r>
              <w:t>ACT</w:t>
            </w:r>
            <w:r w:rsidR="00C17D31">
              <w:t xml:space="preserve"> </w:t>
            </w:r>
            <w:r>
              <w:t>local</w:t>
            </w:r>
            <w:r w:rsidR="00C17D31">
              <w:t xml:space="preserve"> </w:t>
            </w:r>
            <w:r>
              <w:t>time</w:t>
            </w:r>
            <w:r w:rsidR="00C17D31">
              <w:t xml:space="preserve"> </w:t>
            </w:r>
            <w:r w:rsidRPr="00C75D1C">
              <w:t>and</w:t>
            </w:r>
            <w:r w:rsidR="00C17D31">
              <w:t xml:space="preserve"> </w:t>
            </w:r>
            <w:r w:rsidRPr="00C75D1C">
              <w:t>not</w:t>
            </w:r>
            <w:r w:rsidR="00C17D31">
              <w:t xml:space="preserve"> </w:t>
            </w:r>
            <w:r w:rsidRPr="00C75D1C">
              <w:t>fall</w:t>
            </w:r>
            <w:r w:rsidR="00C17D31">
              <w:t xml:space="preserve"> </w:t>
            </w:r>
            <w:r w:rsidRPr="00C75D1C">
              <w:t>on</w:t>
            </w:r>
            <w:r w:rsidR="00C17D31">
              <w:t xml:space="preserve"> </w:t>
            </w:r>
            <w:r w:rsidRPr="00C75D1C">
              <w:t>a</w:t>
            </w:r>
            <w:r w:rsidR="00C17D31">
              <w:t xml:space="preserve"> </w:t>
            </w:r>
            <w:r w:rsidRPr="00C75D1C">
              <w:t>national</w:t>
            </w:r>
            <w:r w:rsidR="00C17D31">
              <w:t xml:space="preserve"> </w:t>
            </w:r>
            <w:r w:rsidRPr="00C75D1C">
              <w:t>or</w:t>
            </w:r>
            <w:r w:rsidR="00C17D31">
              <w:t xml:space="preserve"> </w:t>
            </w:r>
            <w:r w:rsidRPr="00C75D1C">
              <w:t>local</w:t>
            </w:r>
            <w:r w:rsidR="00C17D31">
              <w:t xml:space="preserve"> </w:t>
            </w:r>
            <w:r w:rsidRPr="00C75D1C">
              <w:t>ACT</w:t>
            </w:r>
            <w:r w:rsidR="00C17D31">
              <w:t xml:space="preserve"> </w:t>
            </w:r>
            <w:r>
              <w:t>public</w:t>
            </w:r>
            <w:r w:rsidR="00C17D31">
              <w:t xml:space="preserve"> </w:t>
            </w:r>
            <w:r w:rsidRPr="00C75D1C">
              <w:t>holiday</w:t>
            </w:r>
            <w:r w:rsidRPr="001135CD">
              <w:t>.</w:t>
            </w:r>
            <w:r w:rsidR="00C17D31">
              <w:t xml:space="preserve">  </w:t>
            </w:r>
            <w:r>
              <w:t>This</w:t>
            </w:r>
            <w:r w:rsidR="00C17D31">
              <w:t xml:space="preserve"> </w:t>
            </w:r>
            <w:r>
              <w:t>is</w:t>
            </w:r>
            <w:r w:rsidR="00C17D31">
              <w:t xml:space="preserve"> </w:t>
            </w:r>
            <w:r>
              <w:t>to</w:t>
            </w:r>
            <w:r w:rsidR="00C17D31">
              <w:t xml:space="preserve"> </w:t>
            </w:r>
            <w:r>
              <w:t>ensure</w:t>
            </w:r>
            <w:r w:rsidR="00C17D31">
              <w:t xml:space="preserve"> </w:t>
            </w:r>
            <w:r>
              <w:t>that</w:t>
            </w:r>
            <w:r w:rsidR="00C17D31">
              <w:t xml:space="preserve"> </w:t>
            </w:r>
            <w:r>
              <w:t>the</w:t>
            </w:r>
            <w:r w:rsidR="00C17D31">
              <w:t xml:space="preserve"> </w:t>
            </w:r>
            <w:r>
              <w:t>AusTender</w:t>
            </w:r>
            <w:r w:rsidR="00C17D31">
              <w:t xml:space="preserve"> </w:t>
            </w:r>
            <w:r>
              <w:t>Help</w:t>
            </w:r>
            <w:r w:rsidR="00C17D31">
              <w:t xml:space="preserve"> </w:t>
            </w:r>
            <w:r>
              <w:t>Desk</w:t>
            </w:r>
            <w:r w:rsidR="00C17D31">
              <w:t xml:space="preserve"> </w:t>
            </w:r>
            <w:r w:rsidR="00F66B26">
              <w:t>f</w:t>
            </w:r>
            <w:r>
              <w:t>unction</w:t>
            </w:r>
            <w:r w:rsidR="00C17D31">
              <w:t xml:space="preserve"> </w:t>
            </w:r>
            <w:r>
              <w:t>is</w:t>
            </w:r>
            <w:r w:rsidR="00C17D31">
              <w:t xml:space="preserve"> </w:t>
            </w:r>
            <w:r>
              <w:t>available</w:t>
            </w:r>
            <w:r w:rsidR="00C17D31">
              <w:t xml:space="preserve"> </w:t>
            </w:r>
            <w:r>
              <w:t>to</w:t>
            </w:r>
            <w:r w:rsidR="00C17D31">
              <w:t xml:space="preserve"> </w:t>
            </w:r>
            <w:r>
              <w:t>tenderers</w:t>
            </w:r>
            <w:r w:rsidR="00C17D31">
              <w:t xml:space="preserve"> </w:t>
            </w:r>
            <w:r>
              <w:t>during</w:t>
            </w:r>
            <w:r w:rsidR="00C17D31">
              <w:t xml:space="preserve"> </w:t>
            </w:r>
            <w:r>
              <w:t>the</w:t>
            </w:r>
            <w:r w:rsidR="00C17D31">
              <w:t xml:space="preserve"> </w:t>
            </w:r>
            <w:r>
              <w:t>Closing</w:t>
            </w:r>
            <w:r w:rsidR="00C17D31">
              <w:t xml:space="preserve"> </w:t>
            </w:r>
            <w:r>
              <w:t>Time.</w:t>
            </w:r>
          </w:p>
          <w:p w14:paraId="70DD8BAF" w14:textId="5F6243F9" w:rsidR="00514A46" w:rsidRPr="006C2253" w:rsidRDefault="00514A46" w:rsidP="00C8034B">
            <w:pPr>
              <w:pStyle w:val="ASDEFCONNormal"/>
              <w:rPr>
                <w:b/>
              </w:rPr>
            </w:pPr>
            <w:r w:rsidRPr="006C2253">
              <w:rPr>
                <w:b/>
                <w:lang w:eastAsia="zh-C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INSERT TIME]"/>
                  </w:textInput>
                </w:ffData>
              </w:fldChar>
            </w:r>
            <w:r w:rsidRPr="006C2253">
              <w:rPr>
                <w:b/>
                <w:lang w:eastAsia="zh-CN"/>
              </w:rPr>
              <w:instrText xml:space="preserve"> FORMTEXT </w:instrText>
            </w:r>
            <w:r w:rsidRPr="006C2253">
              <w:rPr>
                <w:b/>
                <w:lang w:eastAsia="zh-CN"/>
              </w:rPr>
            </w:r>
            <w:r w:rsidRPr="006C2253">
              <w:rPr>
                <w:b/>
                <w:lang w:eastAsia="zh-CN"/>
              </w:rPr>
              <w:fldChar w:fldCharType="separate"/>
            </w:r>
            <w:r w:rsidR="00266516">
              <w:rPr>
                <w:b/>
                <w:noProof/>
                <w:lang w:eastAsia="zh-CN"/>
              </w:rPr>
              <w:t>[INSERT TIME]</w:t>
            </w:r>
            <w:r w:rsidRPr="006C2253">
              <w:rPr>
                <w:b/>
                <w:lang w:eastAsia="zh-CN"/>
              </w:rPr>
              <w:fldChar w:fldCharType="end"/>
            </w:r>
            <w:r w:rsidR="00C17D31">
              <w:rPr>
                <w:lang w:eastAsia="zh-CN"/>
              </w:rPr>
              <w:t xml:space="preserve"> </w:t>
            </w:r>
            <w:r w:rsidRPr="00C75D1C">
              <w:rPr>
                <w:lang w:eastAsia="zh-CN"/>
              </w:rPr>
              <w:t>local</w:t>
            </w:r>
            <w:r w:rsidR="00C17D31">
              <w:rPr>
                <w:lang w:eastAsia="zh-CN"/>
              </w:rPr>
              <w:t xml:space="preserve"> </w:t>
            </w:r>
            <w:r w:rsidRPr="00C75D1C">
              <w:rPr>
                <w:lang w:eastAsia="zh-CN"/>
              </w:rPr>
              <w:t>time</w:t>
            </w:r>
            <w:r w:rsidR="00C17D31">
              <w:rPr>
                <w:lang w:eastAsia="zh-CN"/>
              </w:rPr>
              <w:t xml:space="preserve"> </w:t>
            </w:r>
            <w:r w:rsidRPr="00C75D1C">
              <w:rPr>
                <w:lang w:eastAsia="zh-CN"/>
              </w:rPr>
              <w:t>in</w:t>
            </w:r>
            <w:r w:rsidR="00C17D31">
              <w:rPr>
                <w:lang w:eastAsia="zh-CN"/>
              </w:rPr>
              <w:t xml:space="preserve"> </w:t>
            </w:r>
            <w:r w:rsidRPr="00C75D1C">
              <w:rPr>
                <w:lang w:eastAsia="zh-CN"/>
              </w:rPr>
              <w:t>the</w:t>
            </w:r>
            <w:r w:rsidR="00C17D31">
              <w:rPr>
                <w:lang w:eastAsia="zh-CN"/>
              </w:rPr>
              <w:t xml:space="preserve"> </w:t>
            </w:r>
            <w:r w:rsidRPr="00C75D1C">
              <w:rPr>
                <w:lang w:eastAsia="zh-CN"/>
              </w:rPr>
              <w:t>Australian</w:t>
            </w:r>
            <w:r w:rsidR="00C17D31">
              <w:rPr>
                <w:lang w:eastAsia="zh-CN"/>
              </w:rPr>
              <w:t xml:space="preserve"> </w:t>
            </w:r>
            <w:r w:rsidRPr="00C75D1C">
              <w:rPr>
                <w:lang w:eastAsia="zh-CN"/>
              </w:rPr>
              <w:t>Capital</w:t>
            </w:r>
            <w:r w:rsidR="00C17D31">
              <w:rPr>
                <w:lang w:eastAsia="zh-CN"/>
              </w:rPr>
              <w:t xml:space="preserve"> </w:t>
            </w:r>
            <w:r w:rsidRPr="00C75D1C">
              <w:rPr>
                <w:lang w:eastAsia="zh-CN"/>
              </w:rPr>
              <w:t>Territory</w:t>
            </w:r>
            <w:r w:rsidR="00C17D31">
              <w:rPr>
                <w:lang w:eastAsia="zh-CN"/>
              </w:rPr>
              <w:t xml:space="preserve"> </w:t>
            </w:r>
            <w:r w:rsidRPr="00C75D1C">
              <w:rPr>
                <w:lang w:eastAsia="zh-CN"/>
              </w:rPr>
              <w:t>(A</w:t>
            </w:r>
            <w:r>
              <w:rPr>
                <w:lang w:eastAsia="zh-CN"/>
              </w:rPr>
              <w:t>CT</w:t>
            </w:r>
            <w:r w:rsidRPr="00C75D1C">
              <w:rPr>
                <w:lang w:eastAsia="zh-CN"/>
              </w:rPr>
              <w:t>)</w:t>
            </w:r>
            <w:r w:rsidR="00C17D31">
              <w:rPr>
                <w:lang w:eastAsia="zh-CN"/>
              </w:rPr>
              <w:t xml:space="preserve"> </w:t>
            </w:r>
            <w:r w:rsidRPr="00C75D1C">
              <w:rPr>
                <w:lang w:eastAsia="zh-CN"/>
              </w:rPr>
              <w:t>on</w:t>
            </w:r>
            <w:r w:rsidR="00C17D31">
              <w:rPr>
                <w:lang w:eastAsia="zh-CN"/>
              </w:rPr>
              <w:t xml:space="preserve"> </w:t>
            </w:r>
            <w:r w:rsidRPr="006C2253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INSERT DATE]"/>
                  </w:textInput>
                </w:ffData>
              </w:fldChar>
            </w:r>
            <w:r w:rsidRPr="006C2253">
              <w:rPr>
                <w:b/>
              </w:rPr>
              <w:instrText xml:space="preserve"> FORMTEXT </w:instrText>
            </w:r>
            <w:r w:rsidRPr="006C2253">
              <w:rPr>
                <w:b/>
              </w:rPr>
            </w:r>
            <w:r w:rsidRPr="006C2253">
              <w:rPr>
                <w:b/>
              </w:rPr>
              <w:fldChar w:fldCharType="separate"/>
            </w:r>
            <w:r w:rsidR="00266516">
              <w:rPr>
                <w:b/>
                <w:noProof/>
              </w:rPr>
              <w:t>[INSERT DATE]</w:t>
            </w:r>
            <w:r w:rsidRPr="006C2253">
              <w:rPr>
                <w:b/>
              </w:rPr>
              <w:fldChar w:fldCharType="end"/>
            </w:r>
            <w:r w:rsidRPr="00C75D1C">
              <w:rPr>
                <w:i/>
              </w:rPr>
              <w:t>.</w:t>
            </w:r>
          </w:p>
        </w:tc>
      </w:tr>
      <w:tr w:rsidR="00F84DC7" w14:paraId="56FA4A91" w14:textId="77777777" w:rsidTr="007C67ED">
        <w:tc>
          <w:tcPr>
            <w:tcW w:w="2206" w:type="dxa"/>
            <w:shd w:val="solid" w:color="F4F1EE" w:fill="auto"/>
          </w:tcPr>
          <w:p w14:paraId="2D2F5EF1" w14:textId="77777777" w:rsidR="00514A46" w:rsidRPr="00C8034B" w:rsidRDefault="00514A46" w:rsidP="00C8034B">
            <w:pPr>
              <w:pStyle w:val="ASDEFCONNormal"/>
              <w:rPr>
                <w:b/>
                <w:lang w:eastAsia="zh-CN"/>
              </w:rPr>
            </w:pPr>
            <w:r w:rsidRPr="00C8034B">
              <w:rPr>
                <w:b/>
                <w:lang w:eastAsia="zh-CN"/>
              </w:rPr>
              <w:t>Format:</w:t>
            </w:r>
          </w:p>
          <w:p w14:paraId="0D5A08B7" w14:textId="0B24A4E0" w:rsidR="00514A46" w:rsidRDefault="00514A46" w:rsidP="00C8034B">
            <w:pPr>
              <w:pStyle w:val="ASDEFCONNormal"/>
              <w:rPr>
                <w:b/>
                <w:lang w:eastAsia="zh-CN"/>
              </w:rPr>
            </w:pPr>
            <w:r>
              <w:rPr>
                <w:lang w:eastAsia="zh-CN"/>
              </w:rPr>
              <w:t>(clause</w:t>
            </w:r>
            <w:r w:rsidR="00C17D31">
              <w:rPr>
                <w:lang w:eastAsia="zh-CN"/>
              </w:rPr>
              <w:t xml:space="preserve"> </w:t>
            </w:r>
            <w:r w:rsidR="00C73F3A">
              <w:rPr>
                <w:lang w:eastAsia="zh-CN"/>
              </w:rPr>
              <w:fldChar w:fldCharType="begin"/>
            </w:r>
            <w:r w:rsidR="00C73F3A">
              <w:rPr>
                <w:lang w:eastAsia="zh-CN"/>
              </w:rPr>
              <w:instrText xml:space="preserve"> REF _Ref434498777 \r \h </w:instrText>
            </w:r>
            <w:r w:rsidR="00C73F3A">
              <w:rPr>
                <w:lang w:eastAsia="zh-CN"/>
              </w:rPr>
            </w:r>
            <w:r w:rsidR="00C73F3A">
              <w:rPr>
                <w:lang w:eastAsia="zh-CN"/>
              </w:rPr>
              <w:fldChar w:fldCharType="separate"/>
            </w:r>
            <w:r w:rsidR="00857305">
              <w:rPr>
                <w:lang w:eastAsia="zh-CN"/>
              </w:rPr>
              <w:t>2.7.4</w:t>
            </w:r>
            <w:r w:rsidR="00C73F3A">
              <w:rPr>
                <w:lang w:eastAsia="zh-CN"/>
              </w:rPr>
              <w:fldChar w:fldCharType="end"/>
            </w:r>
            <w:r>
              <w:rPr>
                <w:lang w:eastAsia="zh-CN"/>
              </w:rPr>
              <w:t>)</w:t>
            </w:r>
          </w:p>
        </w:tc>
        <w:tc>
          <w:tcPr>
            <w:tcW w:w="7849" w:type="dxa"/>
            <w:gridSpan w:val="2"/>
          </w:tcPr>
          <w:p w14:paraId="520CFAB1" w14:textId="72A6842A" w:rsidR="00514A46" w:rsidRPr="00C8034B" w:rsidRDefault="00514A46" w:rsidP="00C8034B">
            <w:pPr>
              <w:pStyle w:val="ASDEFCONNormal"/>
              <w:rPr>
                <w:rFonts w:eastAsia="Calibri"/>
                <w:b/>
              </w:rPr>
            </w:pPr>
            <w:r w:rsidRPr="00C8034B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INSERT FORMAT]"/>
                  </w:textInput>
                </w:ffData>
              </w:fldChar>
            </w:r>
            <w:r w:rsidRPr="00C8034B">
              <w:rPr>
                <w:b/>
              </w:rPr>
              <w:instrText xml:space="preserve"> FORMTEXT </w:instrText>
            </w:r>
            <w:r w:rsidRPr="00C8034B">
              <w:rPr>
                <w:b/>
              </w:rPr>
            </w:r>
            <w:r w:rsidRPr="00C8034B">
              <w:rPr>
                <w:b/>
              </w:rPr>
              <w:fldChar w:fldCharType="separate"/>
            </w:r>
            <w:r w:rsidR="00266516">
              <w:rPr>
                <w:b/>
                <w:noProof/>
              </w:rPr>
              <w:t>[INSERT FORMAT]</w:t>
            </w:r>
            <w:r w:rsidRPr="00C8034B">
              <w:rPr>
                <w:b/>
              </w:rPr>
              <w:fldChar w:fldCharType="end"/>
            </w:r>
          </w:p>
        </w:tc>
      </w:tr>
      <w:tr w:rsidR="00F84DC7" w14:paraId="7415FC61" w14:textId="77777777" w:rsidTr="007C67ED">
        <w:tc>
          <w:tcPr>
            <w:tcW w:w="2206" w:type="dxa"/>
            <w:shd w:val="solid" w:color="F4F1EE" w:fill="auto"/>
          </w:tcPr>
          <w:p w14:paraId="5B0B7697" w14:textId="3C5E6DED" w:rsidR="00514A46" w:rsidRPr="00C8034B" w:rsidRDefault="00514A46" w:rsidP="00C8034B">
            <w:pPr>
              <w:pStyle w:val="ASDEFCONNormal"/>
              <w:jc w:val="left"/>
              <w:rPr>
                <w:b/>
                <w:lang w:eastAsia="zh-CN"/>
              </w:rPr>
            </w:pPr>
            <w:r w:rsidRPr="00C8034B">
              <w:rPr>
                <w:b/>
                <w:lang w:eastAsia="zh-CN"/>
              </w:rPr>
              <w:t>Tender</w:t>
            </w:r>
            <w:r w:rsidR="00C17D31" w:rsidRPr="00C8034B">
              <w:rPr>
                <w:b/>
                <w:lang w:eastAsia="zh-CN"/>
              </w:rPr>
              <w:t xml:space="preserve"> </w:t>
            </w:r>
            <w:r w:rsidRPr="00C8034B">
              <w:rPr>
                <w:b/>
                <w:lang w:eastAsia="zh-CN"/>
              </w:rPr>
              <w:t>Validity</w:t>
            </w:r>
            <w:r w:rsidR="00C17D31" w:rsidRPr="00C8034B">
              <w:rPr>
                <w:b/>
                <w:lang w:eastAsia="zh-CN"/>
              </w:rPr>
              <w:t xml:space="preserve"> </w:t>
            </w:r>
            <w:r w:rsidRPr="00C8034B">
              <w:rPr>
                <w:b/>
                <w:lang w:eastAsia="zh-CN"/>
              </w:rPr>
              <w:t>Period:</w:t>
            </w:r>
          </w:p>
          <w:p w14:paraId="61D1577E" w14:textId="008E44A6" w:rsidR="00514A46" w:rsidRDefault="00514A46" w:rsidP="00C8034B">
            <w:pPr>
              <w:pStyle w:val="ASDEFCONNormal"/>
              <w:rPr>
                <w:lang w:eastAsia="zh-CN"/>
              </w:rPr>
            </w:pPr>
            <w:r>
              <w:rPr>
                <w:lang w:eastAsia="zh-CN"/>
              </w:rPr>
              <w:t>(clause</w:t>
            </w:r>
            <w:r w:rsidR="00C17D31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fldChar w:fldCharType="begin"/>
            </w:r>
            <w:r>
              <w:rPr>
                <w:lang w:eastAsia="zh-CN"/>
              </w:rPr>
              <w:instrText xml:space="preserve"> REF _Ref95287570 \w \h </w:instrText>
            </w:r>
            <w:r>
              <w:rPr>
                <w:lang w:eastAsia="zh-CN"/>
              </w:rPr>
            </w:r>
            <w:r>
              <w:rPr>
                <w:lang w:eastAsia="zh-CN"/>
              </w:rPr>
              <w:fldChar w:fldCharType="separate"/>
            </w:r>
            <w:r w:rsidR="00857305">
              <w:rPr>
                <w:lang w:eastAsia="zh-CN"/>
              </w:rPr>
              <w:t>2.8</w:t>
            </w:r>
            <w:r>
              <w:rPr>
                <w:lang w:eastAsia="zh-CN"/>
              </w:rPr>
              <w:fldChar w:fldCharType="end"/>
            </w:r>
            <w:r>
              <w:rPr>
                <w:lang w:eastAsia="zh-CN"/>
              </w:rPr>
              <w:t>)</w:t>
            </w:r>
          </w:p>
        </w:tc>
        <w:tc>
          <w:tcPr>
            <w:tcW w:w="7849" w:type="dxa"/>
            <w:gridSpan w:val="2"/>
          </w:tcPr>
          <w:p w14:paraId="37167868" w14:textId="40148F1F" w:rsidR="00514A46" w:rsidRPr="006C2253" w:rsidRDefault="00514A46" w:rsidP="00C8034B">
            <w:pPr>
              <w:pStyle w:val="ASDEFCONNormal"/>
            </w:pPr>
            <w:r w:rsidRPr="009937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INSERT PERIOD]"/>
                  </w:textInput>
                </w:ffData>
              </w:fldChar>
            </w:r>
            <w:r w:rsidRPr="0099375D">
              <w:rPr>
                <w:b/>
              </w:rPr>
              <w:instrText xml:space="preserve"> FORMTEXT </w:instrText>
            </w:r>
            <w:r w:rsidRPr="0099375D">
              <w:rPr>
                <w:b/>
              </w:rPr>
            </w:r>
            <w:r w:rsidRPr="0099375D">
              <w:rPr>
                <w:b/>
              </w:rPr>
              <w:fldChar w:fldCharType="separate"/>
            </w:r>
            <w:r w:rsidR="00266516">
              <w:rPr>
                <w:b/>
                <w:noProof/>
              </w:rPr>
              <w:t>[INSERT PERIOD]</w:t>
            </w:r>
            <w:r w:rsidRPr="0099375D">
              <w:rPr>
                <w:b/>
              </w:rPr>
              <w:fldChar w:fldCharType="end"/>
            </w:r>
            <w:r w:rsidR="00C17D31">
              <w:rPr>
                <w:i/>
              </w:rPr>
              <w:t xml:space="preserve"> </w:t>
            </w:r>
            <w:r>
              <w:rPr>
                <w:lang w:eastAsia="zh-CN"/>
              </w:rPr>
              <w:t>after</w:t>
            </w:r>
            <w:r w:rsidR="00C17D31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the</w:t>
            </w:r>
            <w:r w:rsidR="00C17D31">
              <w:rPr>
                <w:lang w:eastAsia="zh-CN"/>
              </w:rPr>
              <w:t xml:space="preserve"> </w:t>
            </w:r>
            <w:r w:rsidRPr="00FD4DA6">
              <w:rPr>
                <w:lang w:eastAsia="zh-CN"/>
              </w:rPr>
              <w:t>Closing</w:t>
            </w:r>
            <w:r w:rsidR="00C17D31">
              <w:rPr>
                <w:lang w:eastAsia="zh-CN"/>
              </w:rPr>
              <w:t xml:space="preserve"> </w:t>
            </w:r>
            <w:r w:rsidRPr="00FD4DA6">
              <w:rPr>
                <w:lang w:eastAsia="zh-CN"/>
              </w:rPr>
              <w:t>Time</w:t>
            </w:r>
            <w:r w:rsidR="00C17D31">
              <w:rPr>
                <w:lang w:eastAsia="zh-CN"/>
              </w:rPr>
              <w:t xml:space="preserve"> </w:t>
            </w:r>
            <w:r w:rsidRPr="0091554E">
              <w:rPr>
                <w:lang w:eastAsia="zh-CN"/>
              </w:rPr>
              <w:t>(as</w:t>
            </w:r>
            <w:r w:rsidR="00C17D31">
              <w:rPr>
                <w:lang w:eastAsia="zh-CN"/>
              </w:rPr>
              <w:t xml:space="preserve"> </w:t>
            </w:r>
            <w:r w:rsidRPr="0091554E">
              <w:rPr>
                <w:lang w:eastAsia="zh-CN"/>
              </w:rPr>
              <w:t>extended</w:t>
            </w:r>
            <w:r w:rsidR="00C17D31">
              <w:rPr>
                <w:lang w:eastAsia="zh-CN"/>
              </w:rPr>
              <w:t xml:space="preserve"> </w:t>
            </w:r>
            <w:r w:rsidRPr="0091554E">
              <w:rPr>
                <w:lang w:eastAsia="zh-CN"/>
              </w:rPr>
              <w:t>under</w:t>
            </w:r>
            <w:r w:rsidR="00C17D31">
              <w:rPr>
                <w:lang w:eastAsia="zh-CN"/>
              </w:rPr>
              <w:t xml:space="preserve"> </w:t>
            </w:r>
            <w:r w:rsidRPr="0091554E">
              <w:rPr>
                <w:lang w:eastAsia="zh-CN"/>
              </w:rPr>
              <w:t>clause</w:t>
            </w:r>
            <w:r w:rsidR="00C17D31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fldChar w:fldCharType="begin"/>
            </w:r>
            <w:r>
              <w:rPr>
                <w:lang w:eastAsia="zh-CN"/>
              </w:rPr>
              <w:instrText xml:space="preserve"> REF _Ref95287570 \r \h </w:instrText>
            </w:r>
            <w:r>
              <w:rPr>
                <w:lang w:eastAsia="zh-CN"/>
              </w:rPr>
            </w:r>
            <w:r>
              <w:rPr>
                <w:lang w:eastAsia="zh-CN"/>
              </w:rPr>
              <w:fldChar w:fldCharType="separate"/>
            </w:r>
            <w:r w:rsidR="00857305">
              <w:rPr>
                <w:lang w:eastAsia="zh-CN"/>
              </w:rPr>
              <w:t>2.8</w:t>
            </w:r>
            <w:r>
              <w:rPr>
                <w:lang w:eastAsia="zh-CN"/>
              </w:rPr>
              <w:fldChar w:fldCharType="end"/>
            </w:r>
            <w:r w:rsidRPr="0091554E">
              <w:rPr>
                <w:lang w:eastAsia="zh-CN"/>
              </w:rPr>
              <w:t>,</w:t>
            </w:r>
            <w:r w:rsidR="00C17D31">
              <w:rPr>
                <w:lang w:eastAsia="zh-CN"/>
              </w:rPr>
              <w:t xml:space="preserve"> </w:t>
            </w:r>
            <w:r w:rsidRPr="0091554E">
              <w:rPr>
                <w:lang w:eastAsia="zh-CN"/>
              </w:rPr>
              <w:t>if</w:t>
            </w:r>
            <w:r w:rsidR="00C17D31">
              <w:rPr>
                <w:lang w:eastAsia="zh-CN"/>
              </w:rPr>
              <w:t xml:space="preserve"> </w:t>
            </w:r>
            <w:r w:rsidRPr="0091554E">
              <w:rPr>
                <w:lang w:eastAsia="zh-CN"/>
              </w:rPr>
              <w:t>applicable)</w:t>
            </w:r>
            <w:r>
              <w:rPr>
                <w:lang w:eastAsia="zh-CN"/>
              </w:rPr>
              <w:t>.</w:t>
            </w:r>
          </w:p>
        </w:tc>
      </w:tr>
      <w:tr w:rsidR="00F84DC7" w14:paraId="502A3363" w14:textId="77777777" w:rsidTr="007C67ED">
        <w:tc>
          <w:tcPr>
            <w:tcW w:w="2206" w:type="dxa"/>
            <w:shd w:val="solid" w:color="F4F1EE" w:fill="auto"/>
          </w:tcPr>
          <w:p w14:paraId="0A8003D6" w14:textId="77B45457" w:rsidR="00514A46" w:rsidRPr="00C8034B" w:rsidRDefault="00514A46" w:rsidP="00C8034B">
            <w:pPr>
              <w:pStyle w:val="ASDEFCONNormal"/>
              <w:rPr>
                <w:b/>
                <w:lang w:eastAsia="zh-CN"/>
              </w:rPr>
            </w:pPr>
            <w:r w:rsidRPr="00C8034B">
              <w:rPr>
                <w:b/>
                <w:lang w:eastAsia="zh-CN"/>
              </w:rPr>
              <w:t>Minimum</w:t>
            </w:r>
            <w:r w:rsidR="00C17D31" w:rsidRPr="00C8034B">
              <w:rPr>
                <w:b/>
                <w:lang w:eastAsia="zh-CN"/>
              </w:rPr>
              <w:t xml:space="preserve"> </w:t>
            </w:r>
            <w:r w:rsidRPr="00C8034B">
              <w:rPr>
                <w:b/>
                <w:lang w:eastAsia="zh-CN"/>
              </w:rPr>
              <w:t>Content</w:t>
            </w:r>
            <w:r w:rsidR="00C17D31" w:rsidRPr="00C8034B">
              <w:rPr>
                <w:b/>
                <w:lang w:eastAsia="zh-CN"/>
              </w:rPr>
              <w:t xml:space="preserve"> </w:t>
            </w:r>
            <w:r w:rsidRPr="00C8034B">
              <w:rPr>
                <w:b/>
                <w:lang w:eastAsia="zh-CN"/>
              </w:rPr>
              <w:t>and</w:t>
            </w:r>
            <w:r w:rsidR="00C17D31" w:rsidRPr="00C8034B">
              <w:rPr>
                <w:b/>
                <w:lang w:eastAsia="zh-CN"/>
              </w:rPr>
              <w:t xml:space="preserve"> </w:t>
            </w:r>
            <w:r w:rsidRPr="00C8034B">
              <w:rPr>
                <w:b/>
                <w:lang w:eastAsia="zh-CN"/>
              </w:rPr>
              <w:t>Format</w:t>
            </w:r>
            <w:r w:rsidR="00C17D31" w:rsidRPr="00C8034B">
              <w:rPr>
                <w:b/>
                <w:lang w:eastAsia="zh-CN"/>
              </w:rPr>
              <w:t xml:space="preserve"> </w:t>
            </w:r>
            <w:r w:rsidRPr="00C8034B">
              <w:rPr>
                <w:b/>
                <w:lang w:eastAsia="zh-CN"/>
              </w:rPr>
              <w:t>Requirements:</w:t>
            </w:r>
          </w:p>
          <w:p w14:paraId="6C1FE01D" w14:textId="38C09853" w:rsidR="00514A46" w:rsidRDefault="00514A46" w:rsidP="00C8034B">
            <w:pPr>
              <w:pStyle w:val="ASDEFCONNormal"/>
              <w:rPr>
                <w:b/>
                <w:lang w:eastAsia="zh-CN"/>
              </w:rPr>
            </w:pPr>
            <w:r>
              <w:rPr>
                <w:lang w:eastAsia="zh-CN"/>
              </w:rPr>
              <w:t>(clause</w:t>
            </w:r>
            <w:r w:rsidR="00C17D31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fldChar w:fldCharType="begin"/>
            </w:r>
            <w:r>
              <w:rPr>
                <w:lang w:eastAsia="zh-CN"/>
              </w:rPr>
              <w:instrText xml:space="preserve"> REF _Ref436661773 \w \h </w:instrText>
            </w:r>
            <w:r>
              <w:rPr>
                <w:lang w:eastAsia="zh-CN"/>
              </w:rPr>
            </w:r>
            <w:r>
              <w:rPr>
                <w:lang w:eastAsia="zh-CN"/>
              </w:rPr>
              <w:fldChar w:fldCharType="separate"/>
            </w:r>
            <w:r w:rsidR="00857305">
              <w:rPr>
                <w:lang w:eastAsia="zh-CN"/>
              </w:rPr>
              <w:t>3.2</w:t>
            </w:r>
            <w:r>
              <w:rPr>
                <w:lang w:eastAsia="zh-CN"/>
              </w:rPr>
              <w:fldChar w:fldCharType="end"/>
            </w:r>
            <w:r>
              <w:rPr>
                <w:lang w:eastAsia="zh-CN"/>
              </w:rPr>
              <w:t>)</w:t>
            </w:r>
          </w:p>
        </w:tc>
        <w:tc>
          <w:tcPr>
            <w:tcW w:w="7849" w:type="dxa"/>
            <w:gridSpan w:val="2"/>
          </w:tcPr>
          <w:p w14:paraId="1DE59B4B" w14:textId="31F848B2" w:rsidR="00514A46" w:rsidRDefault="00514A46" w:rsidP="00C8034B">
            <w:pPr>
              <w:pStyle w:val="ASDEFCONNormal"/>
            </w:pPr>
            <w:r>
              <w:t>Tenders</w:t>
            </w:r>
            <w:r w:rsidR="00C17D31">
              <w:t xml:space="preserve"> </w:t>
            </w:r>
            <w:r>
              <w:t>(including</w:t>
            </w:r>
            <w:r w:rsidR="00C17D31">
              <w:t xml:space="preserve"> </w:t>
            </w:r>
            <w:r>
              <w:t>all</w:t>
            </w:r>
            <w:r w:rsidR="00C17D31">
              <w:t xml:space="preserve"> </w:t>
            </w:r>
            <w:r>
              <w:t>attachments,</w:t>
            </w:r>
            <w:r w:rsidR="00C17D31">
              <w:t xml:space="preserve"> </w:t>
            </w:r>
            <w:r>
              <w:t>annexes</w:t>
            </w:r>
            <w:r w:rsidR="00C17D31">
              <w:t xml:space="preserve"> </w:t>
            </w:r>
            <w:r>
              <w:t>and</w:t>
            </w:r>
            <w:r w:rsidR="00C17D31">
              <w:t xml:space="preserve"> </w:t>
            </w:r>
            <w:r>
              <w:t>supporting</w:t>
            </w:r>
            <w:r w:rsidR="00C17D31">
              <w:t xml:space="preserve"> </w:t>
            </w:r>
            <w:r>
              <w:t>documentation),</w:t>
            </w:r>
            <w:r w:rsidR="00C17D31">
              <w:t xml:space="preserve"> </w:t>
            </w:r>
            <w:r>
              <w:t>are</w:t>
            </w:r>
            <w:r w:rsidR="00C17D31">
              <w:t xml:space="preserve"> </w:t>
            </w:r>
            <w:r>
              <w:t>to</w:t>
            </w:r>
            <w:r w:rsidR="00C17D31">
              <w:t xml:space="preserve"> </w:t>
            </w:r>
            <w:r>
              <w:t>be</w:t>
            </w:r>
            <w:r w:rsidR="00C17D31">
              <w:t xml:space="preserve"> </w:t>
            </w:r>
            <w:r>
              <w:t>written</w:t>
            </w:r>
            <w:r w:rsidR="00C17D31">
              <w:t xml:space="preserve"> </w:t>
            </w:r>
            <w:r>
              <w:t>in</w:t>
            </w:r>
            <w:r w:rsidR="00C17D31">
              <w:t xml:space="preserve"> </w:t>
            </w:r>
            <w:r>
              <w:t>English.</w:t>
            </w:r>
          </w:p>
          <w:p w14:paraId="0C834F4F" w14:textId="24993A9B" w:rsidR="00514A46" w:rsidRDefault="00514A46" w:rsidP="00C8034B">
            <w:pPr>
              <w:pStyle w:val="ASDEFCONNormal"/>
            </w:pPr>
            <w:r>
              <w:t>All</w:t>
            </w:r>
            <w:r w:rsidR="00C17D31">
              <w:t xml:space="preserve"> </w:t>
            </w:r>
            <w:r>
              <w:t>measurements</w:t>
            </w:r>
            <w:r w:rsidR="00C17D31">
              <w:t xml:space="preserve"> </w:t>
            </w:r>
            <w:r>
              <w:t>in</w:t>
            </w:r>
            <w:r w:rsidR="00C17D31">
              <w:t xml:space="preserve"> </w:t>
            </w:r>
            <w:r>
              <w:t>tenders</w:t>
            </w:r>
            <w:r w:rsidR="00C17D31">
              <w:t xml:space="preserve"> </w:t>
            </w:r>
            <w:r>
              <w:t>are</w:t>
            </w:r>
            <w:r w:rsidR="00C17D31">
              <w:t xml:space="preserve"> </w:t>
            </w:r>
            <w:r>
              <w:t>to</w:t>
            </w:r>
            <w:r w:rsidR="00C17D31">
              <w:t xml:space="preserve"> </w:t>
            </w:r>
            <w:r>
              <w:t>be</w:t>
            </w:r>
            <w:r w:rsidR="00C17D31">
              <w:t xml:space="preserve"> </w:t>
            </w:r>
            <w:r>
              <w:t>expressed</w:t>
            </w:r>
            <w:r w:rsidR="00C17D31">
              <w:t xml:space="preserve"> </w:t>
            </w:r>
            <w:r>
              <w:t>in</w:t>
            </w:r>
            <w:r w:rsidR="00C17D31">
              <w:t xml:space="preserve"> </w:t>
            </w:r>
            <w:r>
              <w:t>Australian</w:t>
            </w:r>
            <w:r w:rsidR="00C17D31">
              <w:t xml:space="preserve"> </w:t>
            </w:r>
            <w:r>
              <w:t>legal</w:t>
            </w:r>
            <w:r w:rsidR="00C17D31">
              <w:t xml:space="preserve"> </w:t>
            </w:r>
            <w:r>
              <w:t>units</w:t>
            </w:r>
            <w:r w:rsidR="00C17D31">
              <w:t xml:space="preserve"> </w:t>
            </w:r>
            <w:r>
              <w:t>of</w:t>
            </w:r>
            <w:r w:rsidR="00C17D31">
              <w:t xml:space="preserve"> </w:t>
            </w:r>
            <w:r>
              <w:t>measurement</w:t>
            </w:r>
            <w:r w:rsidR="00C17D31">
              <w:t xml:space="preserve"> </w:t>
            </w:r>
            <w:r>
              <w:t>unless</w:t>
            </w:r>
            <w:r w:rsidR="00C17D31">
              <w:t xml:space="preserve"> </w:t>
            </w:r>
            <w:r>
              <w:t>otherwise</w:t>
            </w:r>
            <w:r w:rsidR="00C17D31">
              <w:t xml:space="preserve"> </w:t>
            </w:r>
            <w:r>
              <w:t>specified.</w:t>
            </w:r>
          </w:p>
          <w:p w14:paraId="248652FB" w14:textId="5B69981A" w:rsidR="00514A46" w:rsidRPr="00B52767" w:rsidRDefault="00514A46" w:rsidP="00C8034B">
            <w:pPr>
              <w:pStyle w:val="ASDEFCONNormal"/>
              <w:rPr>
                <w:b/>
              </w:rPr>
            </w:pPr>
            <w:r>
              <w:t>Tenders</w:t>
            </w:r>
            <w:r w:rsidR="00C17D31">
              <w:t xml:space="preserve"> </w:t>
            </w:r>
            <w:r>
              <w:t>are</w:t>
            </w:r>
            <w:r w:rsidR="00C17D31">
              <w:t xml:space="preserve"> </w:t>
            </w:r>
            <w:r>
              <w:t>to</w:t>
            </w:r>
            <w:r w:rsidR="00C17D31">
              <w:t xml:space="preserve"> </w:t>
            </w:r>
            <w:r>
              <w:t>include</w:t>
            </w:r>
            <w:r w:rsidR="00C17D31">
              <w:t xml:space="preserve"> </w:t>
            </w:r>
            <w:r>
              <w:t>a</w:t>
            </w:r>
            <w:r w:rsidR="00C17D31">
              <w:t xml:space="preserve"> </w:t>
            </w:r>
            <w:r>
              <w:t>PDF</w:t>
            </w:r>
            <w:r w:rsidR="00C17D31">
              <w:t xml:space="preserve"> </w:t>
            </w:r>
            <w:r>
              <w:t>copy</w:t>
            </w:r>
            <w:r w:rsidR="00C17D31">
              <w:t xml:space="preserve"> </w:t>
            </w:r>
            <w:r>
              <w:t>of</w:t>
            </w:r>
            <w:r w:rsidR="00C17D31">
              <w:t xml:space="preserve"> </w:t>
            </w:r>
            <w:r>
              <w:t>the</w:t>
            </w:r>
            <w:r w:rsidR="00C17D31">
              <w:t xml:space="preserve"> </w:t>
            </w:r>
            <w:r>
              <w:t>Tenderer’s</w:t>
            </w:r>
            <w:r w:rsidR="00C17D31">
              <w:t xml:space="preserve"> </w:t>
            </w:r>
            <w:r>
              <w:t>Deed</w:t>
            </w:r>
            <w:r w:rsidR="00C17D31">
              <w:t xml:space="preserve"> </w:t>
            </w:r>
            <w:r>
              <w:t>of</w:t>
            </w:r>
            <w:r w:rsidR="00C17D31">
              <w:t xml:space="preserve"> </w:t>
            </w:r>
            <w:r>
              <w:t>Undertaking</w:t>
            </w:r>
            <w:r w:rsidR="00C17D31">
              <w:t xml:space="preserve"> </w:t>
            </w:r>
            <w:r>
              <w:t>in</w:t>
            </w:r>
            <w:r w:rsidR="00C17D31">
              <w:t xml:space="preserve"> </w:t>
            </w:r>
            <w:r>
              <w:t>the</w:t>
            </w:r>
            <w:r w:rsidR="00C17D31">
              <w:t xml:space="preserve"> </w:t>
            </w:r>
            <w:r>
              <w:t>form</w:t>
            </w:r>
            <w:r w:rsidR="00C17D31">
              <w:t xml:space="preserve"> </w:t>
            </w:r>
            <w:r>
              <w:t>of</w:t>
            </w:r>
            <w:r w:rsidR="00C17D31">
              <w:t xml:space="preserve"> </w:t>
            </w:r>
            <w:r>
              <w:t>Annex</w:t>
            </w:r>
            <w:r w:rsidR="00C17D31">
              <w:t xml:space="preserve"> </w:t>
            </w:r>
            <w:r>
              <w:t>A</w:t>
            </w:r>
            <w:r w:rsidR="00C17D31">
              <w:t xml:space="preserve"> </w:t>
            </w:r>
            <w:r>
              <w:t>to</w:t>
            </w:r>
            <w:r w:rsidR="00C17D31">
              <w:t xml:space="preserve"> </w:t>
            </w:r>
            <w:r>
              <w:t>the</w:t>
            </w:r>
            <w:r w:rsidR="00C17D31">
              <w:t xml:space="preserve"> </w:t>
            </w:r>
            <w:r>
              <w:t>TDRL</w:t>
            </w:r>
            <w:r w:rsidR="00C17D31">
              <w:t xml:space="preserve"> </w:t>
            </w:r>
            <w:r>
              <w:t>duly</w:t>
            </w:r>
            <w:r w:rsidR="00C17D31">
              <w:t xml:space="preserve"> </w:t>
            </w:r>
            <w:r>
              <w:t>signed</w:t>
            </w:r>
            <w:r w:rsidR="00C17D31">
              <w:t xml:space="preserve"> </w:t>
            </w:r>
            <w:r>
              <w:t>by</w:t>
            </w:r>
            <w:r w:rsidR="00C17D31">
              <w:t xml:space="preserve"> </w:t>
            </w:r>
            <w:r>
              <w:t>the</w:t>
            </w:r>
            <w:r w:rsidR="00C17D31">
              <w:t xml:space="preserve"> </w:t>
            </w:r>
            <w:r>
              <w:t>tenderer.</w:t>
            </w:r>
          </w:p>
        </w:tc>
      </w:tr>
      <w:tr w:rsidR="00F84DC7" w14:paraId="51843D4E" w14:textId="77777777" w:rsidTr="007C67ED">
        <w:tc>
          <w:tcPr>
            <w:tcW w:w="2206" w:type="dxa"/>
            <w:shd w:val="solid" w:color="F4F1EE" w:fill="auto"/>
          </w:tcPr>
          <w:p w14:paraId="7E022C63" w14:textId="6426EBBF" w:rsidR="00514A46" w:rsidRPr="00C8034B" w:rsidRDefault="00514A46" w:rsidP="00C8034B">
            <w:pPr>
              <w:pStyle w:val="ASDEFCONNormal"/>
              <w:jc w:val="left"/>
              <w:rPr>
                <w:b/>
                <w:lang w:eastAsia="zh-CN"/>
              </w:rPr>
            </w:pPr>
            <w:r w:rsidRPr="00C8034B">
              <w:rPr>
                <w:b/>
                <w:lang w:eastAsia="zh-CN"/>
              </w:rPr>
              <w:lastRenderedPageBreak/>
              <w:t>Conditions</w:t>
            </w:r>
            <w:r w:rsidR="00C17D31" w:rsidRPr="00C8034B">
              <w:rPr>
                <w:b/>
                <w:lang w:eastAsia="zh-CN"/>
              </w:rPr>
              <w:t xml:space="preserve"> </w:t>
            </w:r>
            <w:r w:rsidRPr="00C8034B">
              <w:rPr>
                <w:b/>
                <w:lang w:eastAsia="zh-CN"/>
              </w:rPr>
              <w:t>for</w:t>
            </w:r>
            <w:r w:rsidR="00C17D31" w:rsidRPr="00C8034B">
              <w:rPr>
                <w:b/>
                <w:lang w:eastAsia="zh-CN"/>
              </w:rPr>
              <w:t xml:space="preserve"> </w:t>
            </w:r>
            <w:r w:rsidRPr="00C8034B">
              <w:rPr>
                <w:b/>
                <w:lang w:eastAsia="zh-CN"/>
              </w:rPr>
              <w:t>Participation:</w:t>
            </w:r>
          </w:p>
          <w:p w14:paraId="346DC07C" w14:textId="77777777" w:rsidR="00514A46" w:rsidRPr="00CD0DEC" w:rsidRDefault="00514A46" w:rsidP="00C8034B">
            <w:pPr>
              <w:pStyle w:val="ASDEFCONNormal"/>
              <w:rPr>
                <w:lang w:eastAsia="zh-CN"/>
              </w:rPr>
            </w:pPr>
            <w:r w:rsidRPr="00CD0DEC">
              <w:rPr>
                <w:lang w:eastAsia="zh-CN"/>
              </w:rPr>
              <w:t>(Optional)</w:t>
            </w:r>
          </w:p>
          <w:p w14:paraId="717E2BE3" w14:textId="59DBD3A3" w:rsidR="00514A46" w:rsidRPr="00FF3DE9" w:rsidRDefault="00514A46" w:rsidP="00C8034B">
            <w:pPr>
              <w:pStyle w:val="ASDEFCONNormal"/>
              <w:rPr>
                <w:lang w:eastAsia="zh-CN"/>
              </w:rPr>
            </w:pPr>
            <w:r w:rsidRPr="00FF3DE9">
              <w:rPr>
                <w:lang w:eastAsia="zh-CN"/>
              </w:rPr>
              <w:t>(clause</w:t>
            </w:r>
            <w:r w:rsidR="00C17D31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fldChar w:fldCharType="begin"/>
            </w:r>
            <w:r>
              <w:rPr>
                <w:lang w:eastAsia="zh-CN"/>
              </w:rPr>
              <w:instrText xml:space="preserve"> REF _Ref436299906 \r \h </w:instrText>
            </w:r>
            <w:r>
              <w:rPr>
                <w:lang w:eastAsia="zh-CN"/>
              </w:rPr>
            </w:r>
            <w:r>
              <w:rPr>
                <w:lang w:eastAsia="zh-CN"/>
              </w:rPr>
              <w:fldChar w:fldCharType="separate"/>
            </w:r>
            <w:r w:rsidR="00857305">
              <w:rPr>
                <w:lang w:eastAsia="zh-CN"/>
              </w:rPr>
              <w:t>3.3</w:t>
            </w:r>
            <w:r>
              <w:rPr>
                <w:lang w:eastAsia="zh-CN"/>
              </w:rPr>
              <w:fldChar w:fldCharType="end"/>
            </w:r>
            <w:r>
              <w:rPr>
                <w:lang w:eastAsia="zh-CN"/>
              </w:rPr>
              <w:t>)</w:t>
            </w:r>
          </w:p>
        </w:tc>
        <w:tc>
          <w:tcPr>
            <w:tcW w:w="7849" w:type="dxa"/>
            <w:gridSpan w:val="2"/>
          </w:tcPr>
          <w:p w14:paraId="6A65B98F" w14:textId="2D6C258C" w:rsidR="00DA637A" w:rsidRDefault="00514A46" w:rsidP="00C8034B">
            <w:pPr>
              <w:pStyle w:val="NoteToDrafters-ASDEFCON"/>
              <w:rPr>
                <w:rStyle w:val="NoteToDrafters-ASDEFCONChar"/>
                <w:b/>
                <w:i/>
                <w:shd w:val="clear" w:color="auto" w:fill="auto"/>
              </w:rPr>
            </w:pPr>
            <w:r w:rsidRPr="006B3176">
              <w:rPr>
                <w:rStyle w:val="NoteToDrafters-ASDEFCONChar"/>
                <w:b/>
                <w:i/>
                <w:shd w:val="clear" w:color="auto" w:fill="auto"/>
              </w:rPr>
              <w:t>Note</w:t>
            </w:r>
            <w:r w:rsidR="00C17D31">
              <w:rPr>
                <w:rStyle w:val="NoteToDrafters-ASDEFCONChar"/>
                <w:b/>
                <w:i/>
                <w:shd w:val="clear" w:color="auto" w:fill="auto"/>
              </w:rPr>
              <w:t xml:space="preserve"> </w:t>
            </w:r>
            <w:r w:rsidRPr="006B3176">
              <w:rPr>
                <w:rStyle w:val="NoteToDrafters-ASDEFCONChar"/>
                <w:b/>
                <w:i/>
                <w:shd w:val="clear" w:color="auto" w:fill="auto"/>
              </w:rPr>
              <w:t>to</w:t>
            </w:r>
            <w:r w:rsidR="00C17D31">
              <w:rPr>
                <w:rStyle w:val="NoteToDrafters-ASDEFCONChar"/>
                <w:b/>
                <w:i/>
                <w:shd w:val="clear" w:color="auto" w:fill="auto"/>
              </w:rPr>
              <w:t xml:space="preserve"> </w:t>
            </w:r>
            <w:r w:rsidRPr="006B3176">
              <w:rPr>
                <w:rStyle w:val="NoteToDrafters-ASDEFCONChar"/>
                <w:b/>
                <w:i/>
                <w:shd w:val="clear" w:color="auto" w:fill="auto"/>
              </w:rPr>
              <w:t>drafters:</w:t>
            </w:r>
            <w:r w:rsidR="00C17D31">
              <w:rPr>
                <w:rStyle w:val="NoteToDrafters-ASDEFCONChar"/>
                <w:b/>
                <w:i/>
                <w:shd w:val="clear" w:color="auto" w:fill="auto"/>
              </w:rPr>
              <w:t xml:space="preserve">  </w:t>
            </w:r>
            <w:r w:rsidRPr="006B3176">
              <w:rPr>
                <w:rStyle w:val="NoteToDrafters-ASDEFCONChar"/>
                <w:b/>
                <w:i/>
                <w:shd w:val="clear" w:color="auto" w:fill="auto"/>
              </w:rPr>
              <w:t>Clause</w:t>
            </w:r>
            <w:r w:rsidR="00C17D31">
              <w:rPr>
                <w:rStyle w:val="NoteToDrafters-ASDEFCONChar"/>
                <w:b/>
                <w:i/>
                <w:shd w:val="clear" w:color="auto" w:fill="auto"/>
              </w:rPr>
              <w:t xml:space="preserve"> </w:t>
            </w:r>
            <w:r w:rsidR="00266516">
              <w:rPr>
                <w:rStyle w:val="NoteToDrafters-ASDEFCONChar"/>
                <w:b/>
                <w:i/>
                <w:shd w:val="clear" w:color="auto" w:fill="auto"/>
              </w:rPr>
              <w:fldChar w:fldCharType="begin"/>
            </w:r>
            <w:r w:rsidR="00266516">
              <w:rPr>
                <w:rStyle w:val="NoteToDrafters-ASDEFCONChar"/>
                <w:b/>
                <w:i/>
                <w:shd w:val="clear" w:color="auto" w:fill="auto"/>
              </w:rPr>
              <w:instrText xml:space="preserve"> REF _Ref138258658 \w \h </w:instrText>
            </w:r>
            <w:r w:rsidR="00266516">
              <w:rPr>
                <w:rStyle w:val="NoteToDrafters-ASDEFCONChar"/>
                <w:b/>
                <w:i/>
                <w:shd w:val="clear" w:color="auto" w:fill="auto"/>
              </w:rPr>
            </w:r>
            <w:r w:rsidR="00266516">
              <w:rPr>
                <w:rStyle w:val="NoteToDrafters-ASDEFCONChar"/>
                <w:b/>
                <w:i/>
                <w:shd w:val="clear" w:color="auto" w:fill="auto"/>
              </w:rPr>
              <w:fldChar w:fldCharType="separate"/>
            </w:r>
            <w:r w:rsidR="00857305">
              <w:rPr>
                <w:rStyle w:val="NoteToDrafters-ASDEFCONChar"/>
                <w:b/>
                <w:i/>
                <w:shd w:val="clear" w:color="auto" w:fill="auto"/>
              </w:rPr>
              <w:t>1.8</w:t>
            </w:r>
            <w:r w:rsidR="00266516">
              <w:rPr>
                <w:rStyle w:val="NoteToDrafters-ASDEFCONChar"/>
                <w:b/>
                <w:i/>
                <w:shd w:val="clear" w:color="auto" w:fill="auto"/>
              </w:rPr>
              <w:fldChar w:fldCharType="end"/>
            </w:r>
            <w:r w:rsidR="00C17D31">
              <w:rPr>
                <w:rStyle w:val="NoteToDrafters-ASDEFCONChar"/>
                <w:b/>
                <w:i/>
                <w:shd w:val="clear" w:color="auto" w:fill="auto"/>
              </w:rPr>
              <w:t xml:space="preserve"> </w:t>
            </w:r>
            <w:r w:rsidRPr="006B3176">
              <w:rPr>
                <w:rStyle w:val="NoteToDrafters-ASDEFCONChar"/>
                <w:b/>
                <w:i/>
                <w:shd w:val="clear" w:color="auto" w:fill="auto"/>
              </w:rPr>
              <w:t>should</w:t>
            </w:r>
            <w:r w:rsidR="00C17D31">
              <w:rPr>
                <w:rStyle w:val="NoteToDrafters-ASDEFCONChar"/>
                <w:b/>
                <w:i/>
                <w:shd w:val="clear" w:color="auto" w:fill="auto"/>
              </w:rPr>
              <w:t xml:space="preserve"> </w:t>
            </w:r>
            <w:r w:rsidRPr="006B3176">
              <w:rPr>
                <w:rStyle w:val="NoteToDrafters-ASDEFCONChar"/>
                <w:b/>
                <w:i/>
                <w:shd w:val="clear" w:color="auto" w:fill="auto"/>
              </w:rPr>
              <w:t>be</w:t>
            </w:r>
            <w:r w:rsidR="00C17D31">
              <w:rPr>
                <w:rStyle w:val="NoteToDrafters-ASDEFCONChar"/>
                <w:b/>
                <w:i/>
                <w:shd w:val="clear" w:color="auto" w:fill="auto"/>
              </w:rPr>
              <w:t xml:space="preserve"> </w:t>
            </w:r>
            <w:r w:rsidRPr="006B3176">
              <w:rPr>
                <w:rStyle w:val="NoteToDrafters-ASDEFCONChar"/>
                <w:b/>
                <w:i/>
                <w:shd w:val="clear" w:color="auto" w:fill="auto"/>
              </w:rPr>
              <w:t>used</w:t>
            </w:r>
            <w:r w:rsidR="00C17D31">
              <w:rPr>
                <w:rStyle w:val="NoteToDrafters-ASDEFCONChar"/>
                <w:b/>
                <w:i/>
                <w:shd w:val="clear" w:color="auto" w:fill="auto"/>
              </w:rPr>
              <w:t xml:space="preserve"> </w:t>
            </w:r>
            <w:r w:rsidRPr="006B3176">
              <w:rPr>
                <w:rStyle w:val="NoteToDrafters-ASDEFCONChar"/>
                <w:b/>
                <w:i/>
                <w:shd w:val="clear" w:color="auto" w:fill="auto"/>
              </w:rPr>
              <w:t>if</w:t>
            </w:r>
            <w:r w:rsidR="00C17D31">
              <w:rPr>
                <w:rStyle w:val="NoteToDrafters-ASDEFCONChar"/>
                <w:b/>
                <w:i/>
                <w:shd w:val="clear" w:color="auto" w:fill="auto"/>
              </w:rPr>
              <w:t xml:space="preserve"> </w:t>
            </w:r>
            <w:r w:rsidRPr="006B3176">
              <w:rPr>
                <w:rStyle w:val="NoteToDrafters-ASDEFCONChar"/>
                <w:b/>
                <w:i/>
                <w:shd w:val="clear" w:color="auto" w:fill="auto"/>
              </w:rPr>
              <w:t>the</w:t>
            </w:r>
            <w:r w:rsidR="00C17D31">
              <w:rPr>
                <w:rStyle w:val="NoteToDrafters-ASDEFCONChar"/>
                <w:b/>
                <w:i/>
                <w:shd w:val="clear" w:color="auto" w:fill="auto"/>
              </w:rPr>
              <w:t xml:space="preserve"> </w:t>
            </w:r>
            <w:r w:rsidRPr="006B3176">
              <w:rPr>
                <w:rStyle w:val="NoteToDrafters-ASDEFCONChar"/>
                <w:b/>
                <w:i/>
                <w:shd w:val="clear" w:color="auto" w:fill="auto"/>
              </w:rPr>
              <w:t>procurement</w:t>
            </w:r>
            <w:r w:rsidR="00C17D31">
              <w:rPr>
                <w:rStyle w:val="NoteToDrafters-ASDEFCONChar"/>
                <w:b/>
                <w:i/>
                <w:shd w:val="clear" w:color="auto" w:fill="auto"/>
              </w:rPr>
              <w:t xml:space="preserve"> </w:t>
            </w:r>
            <w:r w:rsidRPr="006B3176">
              <w:rPr>
                <w:rStyle w:val="NoteToDrafters-ASDEFCONChar"/>
                <w:b/>
                <w:i/>
                <w:shd w:val="clear" w:color="auto" w:fill="auto"/>
              </w:rPr>
              <w:t>is</w:t>
            </w:r>
            <w:r w:rsidR="00C17D31">
              <w:rPr>
                <w:rStyle w:val="NoteToDrafters-ASDEFCONChar"/>
                <w:b/>
                <w:i/>
                <w:shd w:val="clear" w:color="auto" w:fill="auto"/>
              </w:rPr>
              <w:t xml:space="preserve"> </w:t>
            </w:r>
            <w:r w:rsidRPr="006B3176">
              <w:rPr>
                <w:rStyle w:val="NoteToDrafters-ASDEFCONChar"/>
                <w:b/>
                <w:i/>
                <w:shd w:val="clear" w:color="auto" w:fill="auto"/>
              </w:rPr>
              <w:t>undertaken</w:t>
            </w:r>
            <w:r w:rsidR="00C17D31">
              <w:rPr>
                <w:rStyle w:val="NoteToDrafters-ASDEFCONChar"/>
                <w:b/>
                <w:i/>
                <w:shd w:val="clear" w:color="auto" w:fill="auto"/>
              </w:rPr>
              <w:t xml:space="preserve"> </w:t>
            </w:r>
            <w:r w:rsidRPr="006B3176">
              <w:rPr>
                <w:rStyle w:val="NoteToDrafters-ASDEFCONChar"/>
                <w:b/>
                <w:i/>
                <w:shd w:val="clear" w:color="auto" w:fill="auto"/>
              </w:rPr>
              <w:t>as</w:t>
            </w:r>
            <w:r w:rsidR="00C17D31">
              <w:rPr>
                <w:rStyle w:val="NoteToDrafters-ASDEFCONChar"/>
                <w:b/>
                <w:i/>
                <w:shd w:val="clear" w:color="auto" w:fill="auto"/>
              </w:rPr>
              <w:t xml:space="preserve"> </w:t>
            </w:r>
            <w:r w:rsidRPr="006B3176">
              <w:rPr>
                <w:rStyle w:val="NoteToDrafters-ASDEFCONChar"/>
                <w:b/>
                <w:i/>
                <w:shd w:val="clear" w:color="auto" w:fill="auto"/>
              </w:rPr>
              <w:t>an</w:t>
            </w:r>
            <w:r w:rsidR="00C17D31">
              <w:rPr>
                <w:rStyle w:val="NoteToDrafters-ASDEFCONChar"/>
                <w:b/>
                <w:i/>
                <w:shd w:val="clear" w:color="auto" w:fill="auto"/>
              </w:rPr>
              <w:t xml:space="preserve"> </w:t>
            </w:r>
            <w:r w:rsidRPr="006B3176">
              <w:rPr>
                <w:rStyle w:val="NoteToDrafters-ASDEFCONChar"/>
                <w:b/>
                <w:i/>
                <w:shd w:val="clear" w:color="auto" w:fill="auto"/>
              </w:rPr>
              <w:t>open</w:t>
            </w:r>
            <w:r w:rsidR="00C17D31">
              <w:rPr>
                <w:rStyle w:val="NoteToDrafters-ASDEFCONChar"/>
                <w:b/>
                <w:i/>
                <w:shd w:val="clear" w:color="auto" w:fill="auto"/>
              </w:rPr>
              <w:t xml:space="preserve"> </w:t>
            </w:r>
            <w:r w:rsidRPr="006B3176">
              <w:rPr>
                <w:rStyle w:val="NoteToDrafters-ASDEFCONChar"/>
                <w:b/>
                <w:i/>
                <w:shd w:val="clear" w:color="auto" w:fill="auto"/>
              </w:rPr>
              <w:t>tender,</w:t>
            </w:r>
            <w:r w:rsidR="00C17D31">
              <w:rPr>
                <w:rStyle w:val="NoteToDrafters-ASDEFCONChar"/>
                <w:b/>
                <w:i/>
                <w:shd w:val="clear" w:color="auto" w:fill="auto"/>
              </w:rPr>
              <w:t xml:space="preserve"> </w:t>
            </w:r>
            <w:r w:rsidRPr="006B3176">
              <w:rPr>
                <w:rStyle w:val="NoteToDrafters-ASDEFCONChar"/>
                <w:b/>
                <w:i/>
                <w:shd w:val="clear" w:color="auto" w:fill="auto"/>
              </w:rPr>
              <w:t>subject</w:t>
            </w:r>
            <w:r w:rsidR="00C17D31">
              <w:rPr>
                <w:rStyle w:val="NoteToDrafters-ASDEFCONChar"/>
                <w:b/>
                <w:i/>
                <w:shd w:val="clear" w:color="auto" w:fill="auto"/>
              </w:rPr>
              <w:t xml:space="preserve"> </w:t>
            </w:r>
            <w:r w:rsidRPr="006B3176">
              <w:rPr>
                <w:rStyle w:val="NoteToDrafters-ASDEFCONChar"/>
                <w:b/>
                <w:i/>
                <w:shd w:val="clear" w:color="auto" w:fill="auto"/>
              </w:rPr>
              <w:t>to</w:t>
            </w:r>
            <w:r w:rsidR="00C17D31">
              <w:rPr>
                <w:rStyle w:val="NoteToDrafters-ASDEFCONChar"/>
                <w:b/>
                <w:i/>
                <w:shd w:val="clear" w:color="auto" w:fill="auto"/>
              </w:rPr>
              <w:t xml:space="preserve"> </w:t>
            </w:r>
            <w:r w:rsidRPr="006B3176">
              <w:rPr>
                <w:rStyle w:val="NoteToDrafters-ASDEFCONChar"/>
                <w:b/>
                <w:i/>
                <w:shd w:val="clear" w:color="auto" w:fill="auto"/>
              </w:rPr>
              <w:t>the</w:t>
            </w:r>
            <w:r w:rsidR="00C17D31">
              <w:rPr>
                <w:rStyle w:val="NoteToDrafters-ASDEFCONChar"/>
                <w:b/>
                <w:i/>
                <w:shd w:val="clear" w:color="auto" w:fill="auto"/>
              </w:rPr>
              <w:t xml:space="preserve"> </w:t>
            </w:r>
            <w:r w:rsidRPr="006B3176">
              <w:rPr>
                <w:rStyle w:val="NoteToDrafters-ASDEFCONChar"/>
                <w:b/>
                <w:i/>
                <w:shd w:val="clear" w:color="auto" w:fill="auto"/>
              </w:rPr>
              <w:t>CPRs</w:t>
            </w:r>
            <w:r w:rsidR="00C17D31">
              <w:rPr>
                <w:rStyle w:val="NoteToDrafters-ASDEFCONChar"/>
                <w:b/>
                <w:i/>
                <w:shd w:val="clear" w:color="auto" w:fill="auto"/>
              </w:rPr>
              <w:t xml:space="preserve"> </w:t>
            </w:r>
            <w:r w:rsidRPr="006B3176">
              <w:rPr>
                <w:rStyle w:val="NoteToDrafters-ASDEFCONChar"/>
                <w:b/>
                <w:i/>
                <w:shd w:val="clear" w:color="auto" w:fill="auto"/>
              </w:rPr>
              <w:t>and</w:t>
            </w:r>
            <w:r w:rsidR="00C17D31">
              <w:rPr>
                <w:rStyle w:val="NoteToDrafters-ASDEFCONChar"/>
                <w:b/>
                <w:i/>
                <w:shd w:val="clear" w:color="auto" w:fill="auto"/>
              </w:rPr>
              <w:t xml:space="preserve"> </w:t>
            </w:r>
            <w:r w:rsidRPr="006B3176">
              <w:rPr>
                <w:rStyle w:val="NoteToDrafters-ASDEFCONChar"/>
                <w:b/>
                <w:i/>
                <w:shd w:val="clear" w:color="auto" w:fill="auto"/>
              </w:rPr>
              <w:t>valued</w:t>
            </w:r>
            <w:r w:rsidR="00C17D31">
              <w:rPr>
                <w:rStyle w:val="NoteToDrafters-ASDEFCONChar"/>
                <w:b/>
                <w:i/>
                <w:shd w:val="clear" w:color="auto" w:fill="auto"/>
              </w:rPr>
              <w:t xml:space="preserve"> </w:t>
            </w:r>
            <w:r w:rsidRPr="006B3176">
              <w:rPr>
                <w:rStyle w:val="NoteToDrafters-ASDEFCONChar"/>
                <w:b/>
                <w:i/>
                <w:shd w:val="clear" w:color="auto" w:fill="auto"/>
              </w:rPr>
              <w:t>over</w:t>
            </w:r>
            <w:r w:rsidR="00C17D31">
              <w:rPr>
                <w:rStyle w:val="NoteToDrafters-ASDEFCONChar"/>
                <w:b/>
                <w:i/>
                <w:shd w:val="clear" w:color="auto" w:fill="auto"/>
              </w:rPr>
              <w:t xml:space="preserve"> </w:t>
            </w:r>
            <w:r w:rsidRPr="006B3176">
              <w:rPr>
                <w:rStyle w:val="NoteToDrafters-ASDEFCONChar"/>
                <w:b/>
                <w:i/>
                <w:shd w:val="clear" w:color="auto" w:fill="auto"/>
              </w:rPr>
              <w:t>$4</w:t>
            </w:r>
            <w:r w:rsidR="00C17D31">
              <w:rPr>
                <w:rStyle w:val="NoteToDrafters-ASDEFCONChar"/>
                <w:b/>
                <w:i/>
                <w:shd w:val="clear" w:color="auto" w:fill="auto"/>
              </w:rPr>
              <w:t xml:space="preserve"> </w:t>
            </w:r>
            <w:r w:rsidRPr="006B3176">
              <w:rPr>
                <w:rStyle w:val="NoteToDrafters-ASDEFCONChar"/>
                <w:b/>
                <w:i/>
                <w:shd w:val="clear" w:color="auto" w:fill="auto"/>
              </w:rPr>
              <w:t>million</w:t>
            </w:r>
            <w:r w:rsidR="00C17D31">
              <w:rPr>
                <w:rStyle w:val="NoteToDrafters-ASDEFCONChar"/>
                <w:b/>
                <w:i/>
                <w:shd w:val="clear" w:color="auto" w:fill="auto"/>
              </w:rPr>
              <w:t xml:space="preserve"> </w:t>
            </w:r>
            <w:r w:rsidRPr="006B3176">
              <w:rPr>
                <w:rStyle w:val="NoteToDrafters-ASDEFCONChar"/>
                <w:b/>
                <w:i/>
                <w:shd w:val="clear" w:color="auto" w:fill="auto"/>
              </w:rPr>
              <w:t>(GST</w:t>
            </w:r>
            <w:r w:rsidR="00C17D31">
              <w:rPr>
                <w:rStyle w:val="NoteToDrafters-ASDEFCONChar"/>
                <w:b/>
                <w:i/>
                <w:shd w:val="clear" w:color="auto" w:fill="auto"/>
              </w:rPr>
              <w:t xml:space="preserve"> </w:t>
            </w:r>
            <w:r w:rsidRPr="006B3176">
              <w:rPr>
                <w:rStyle w:val="NoteToDrafters-ASDEFCONChar"/>
                <w:b/>
                <w:i/>
                <w:shd w:val="clear" w:color="auto" w:fill="auto"/>
              </w:rPr>
              <w:t>inclusive).</w:t>
            </w:r>
            <w:r w:rsidR="00C17D31">
              <w:rPr>
                <w:rStyle w:val="NoteToDrafters-ASDEFCONChar"/>
                <w:b/>
                <w:i/>
                <w:shd w:val="clear" w:color="auto" w:fill="auto"/>
              </w:rPr>
              <w:t xml:space="preserve">  </w:t>
            </w:r>
            <w:r w:rsidRPr="006B3176">
              <w:rPr>
                <w:rStyle w:val="NoteToDrafters-ASDEFCONChar"/>
                <w:b/>
                <w:i/>
                <w:shd w:val="clear" w:color="auto" w:fill="auto"/>
              </w:rPr>
              <w:t>Clauses</w:t>
            </w:r>
            <w:r w:rsidR="00C17D31">
              <w:rPr>
                <w:rStyle w:val="NoteToDrafters-ASDEFCONChar"/>
                <w:b/>
                <w:i/>
                <w:shd w:val="clear" w:color="auto" w:fill="auto"/>
              </w:rPr>
              <w:t xml:space="preserve"> </w:t>
            </w:r>
            <w:r w:rsidRPr="006B3176">
              <w:rPr>
                <w:rStyle w:val="NoteToDrafters-ASDEFCONChar"/>
                <w:b/>
                <w:i/>
                <w:shd w:val="clear" w:color="auto" w:fill="auto"/>
              </w:rPr>
              <w:fldChar w:fldCharType="begin"/>
            </w:r>
            <w:r w:rsidRPr="006B3176">
              <w:rPr>
                <w:rStyle w:val="NoteToDrafters-ASDEFCONChar"/>
                <w:b/>
                <w:i/>
                <w:shd w:val="clear" w:color="auto" w:fill="auto"/>
              </w:rPr>
              <w:instrText xml:space="preserve"> REF _Ref96416882 \w \h </w:instrText>
            </w:r>
            <w:r w:rsidR="00CD0DEC" w:rsidRPr="006B3176">
              <w:rPr>
                <w:rStyle w:val="NoteToDrafters-ASDEFCONChar"/>
                <w:b/>
                <w:i/>
                <w:shd w:val="clear" w:color="auto" w:fill="auto"/>
              </w:rPr>
              <w:instrText xml:space="preserve"> \* MERGEFORMAT </w:instrText>
            </w:r>
            <w:r w:rsidRPr="006B3176">
              <w:rPr>
                <w:rStyle w:val="NoteToDrafters-ASDEFCONChar"/>
                <w:b/>
                <w:i/>
                <w:shd w:val="clear" w:color="auto" w:fill="auto"/>
              </w:rPr>
            </w:r>
            <w:r w:rsidRPr="006B3176">
              <w:rPr>
                <w:rStyle w:val="NoteToDrafters-ASDEFCONChar"/>
                <w:b/>
                <w:i/>
                <w:shd w:val="clear" w:color="auto" w:fill="auto"/>
              </w:rPr>
              <w:fldChar w:fldCharType="separate"/>
            </w:r>
            <w:r w:rsidR="00857305">
              <w:rPr>
                <w:rStyle w:val="NoteToDrafters-ASDEFCONChar"/>
                <w:b/>
                <w:i/>
                <w:shd w:val="clear" w:color="auto" w:fill="auto"/>
              </w:rPr>
              <w:t>2.4</w:t>
            </w:r>
            <w:r w:rsidRPr="006B3176">
              <w:rPr>
                <w:rStyle w:val="NoteToDrafters-ASDEFCONChar"/>
                <w:b/>
                <w:i/>
                <w:shd w:val="clear" w:color="auto" w:fill="auto"/>
              </w:rPr>
              <w:fldChar w:fldCharType="end"/>
            </w:r>
            <w:r w:rsidR="00C17D31">
              <w:rPr>
                <w:rStyle w:val="NoteToDrafters-ASDEFCONChar"/>
                <w:b/>
                <w:i/>
                <w:shd w:val="clear" w:color="auto" w:fill="auto"/>
              </w:rPr>
              <w:t xml:space="preserve"> </w:t>
            </w:r>
            <w:r w:rsidRPr="006B3176">
              <w:rPr>
                <w:rStyle w:val="NoteToDrafters-ASDEFCONChar"/>
                <w:b/>
                <w:i/>
                <w:shd w:val="clear" w:color="auto" w:fill="auto"/>
              </w:rPr>
              <w:t>and</w:t>
            </w:r>
            <w:r w:rsidR="00C17D31">
              <w:rPr>
                <w:rStyle w:val="NoteToDrafters-ASDEFCONChar"/>
                <w:b/>
                <w:i/>
                <w:shd w:val="clear" w:color="auto" w:fill="auto"/>
              </w:rPr>
              <w:t xml:space="preserve"> </w:t>
            </w:r>
            <w:r w:rsidRPr="006B3176">
              <w:rPr>
                <w:rStyle w:val="NoteToDrafters-ASDEFCONChar"/>
                <w:b/>
                <w:i/>
                <w:shd w:val="clear" w:color="auto" w:fill="auto"/>
              </w:rPr>
              <w:fldChar w:fldCharType="begin"/>
            </w:r>
            <w:r w:rsidRPr="006B3176">
              <w:rPr>
                <w:rStyle w:val="NoteToDrafters-ASDEFCONChar"/>
                <w:b/>
                <w:i/>
                <w:shd w:val="clear" w:color="auto" w:fill="auto"/>
              </w:rPr>
              <w:instrText xml:space="preserve"> REF _Ref96416898 \w \h  \* MERGEFORMAT </w:instrText>
            </w:r>
            <w:r w:rsidRPr="006B3176">
              <w:rPr>
                <w:rStyle w:val="NoteToDrafters-ASDEFCONChar"/>
                <w:b/>
                <w:i/>
                <w:shd w:val="clear" w:color="auto" w:fill="auto"/>
              </w:rPr>
            </w:r>
            <w:r w:rsidRPr="006B3176">
              <w:rPr>
                <w:rStyle w:val="NoteToDrafters-ASDEFCONChar"/>
                <w:b/>
                <w:i/>
                <w:shd w:val="clear" w:color="auto" w:fill="auto"/>
              </w:rPr>
              <w:fldChar w:fldCharType="separate"/>
            </w:r>
            <w:r w:rsidR="00857305">
              <w:rPr>
                <w:rStyle w:val="NoteToDrafters-ASDEFCONChar"/>
                <w:b/>
                <w:i/>
                <w:shd w:val="clear" w:color="auto" w:fill="auto"/>
              </w:rPr>
              <w:t>2.5</w:t>
            </w:r>
            <w:r w:rsidRPr="006B3176">
              <w:rPr>
                <w:rStyle w:val="NoteToDrafters-ASDEFCONChar"/>
                <w:b/>
                <w:i/>
                <w:shd w:val="clear" w:color="auto" w:fill="auto"/>
              </w:rPr>
              <w:fldChar w:fldCharType="end"/>
            </w:r>
            <w:r w:rsidR="00C17D31">
              <w:rPr>
                <w:rStyle w:val="NoteToDrafters-ASDEFCONChar"/>
                <w:b/>
                <w:i/>
                <w:shd w:val="clear" w:color="auto" w:fill="auto"/>
              </w:rPr>
              <w:t xml:space="preserve"> </w:t>
            </w:r>
            <w:r w:rsidRPr="006B3176">
              <w:rPr>
                <w:rStyle w:val="NoteToDrafters-ASDEFCONChar"/>
                <w:b/>
                <w:i/>
                <w:shd w:val="clear" w:color="auto" w:fill="auto"/>
              </w:rPr>
              <w:t>should</w:t>
            </w:r>
            <w:r w:rsidR="00C17D31">
              <w:rPr>
                <w:rStyle w:val="NoteToDrafters-ASDEFCONChar"/>
                <w:b/>
                <w:i/>
                <w:shd w:val="clear" w:color="auto" w:fill="auto"/>
              </w:rPr>
              <w:t xml:space="preserve"> </w:t>
            </w:r>
            <w:r w:rsidRPr="006B3176">
              <w:rPr>
                <w:rStyle w:val="NoteToDrafters-ASDEFCONChar"/>
                <w:b/>
                <w:i/>
                <w:shd w:val="clear" w:color="auto" w:fill="auto"/>
              </w:rPr>
              <w:t>be</w:t>
            </w:r>
            <w:r w:rsidR="00C17D31">
              <w:rPr>
                <w:rStyle w:val="NoteToDrafters-ASDEFCONChar"/>
                <w:b/>
                <w:i/>
                <w:shd w:val="clear" w:color="auto" w:fill="auto"/>
              </w:rPr>
              <w:t xml:space="preserve"> </w:t>
            </w:r>
            <w:r w:rsidRPr="006B3176">
              <w:rPr>
                <w:rStyle w:val="NoteToDrafters-ASDEFCONChar"/>
                <w:b/>
                <w:i/>
                <w:shd w:val="clear" w:color="auto" w:fill="auto"/>
              </w:rPr>
              <w:t>used</w:t>
            </w:r>
            <w:r w:rsidR="00C17D31">
              <w:rPr>
                <w:rStyle w:val="NoteToDrafters-ASDEFCONChar"/>
                <w:b/>
                <w:i/>
                <w:shd w:val="clear" w:color="auto" w:fill="auto"/>
              </w:rPr>
              <w:t xml:space="preserve"> </w:t>
            </w:r>
            <w:r w:rsidRPr="006B3176">
              <w:rPr>
                <w:rStyle w:val="NoteToDrafters-ASDEFCONChar"/>
                <w:b/>
                <w:i/>
                <w:shd w:val="clear" w:color="auto" w:fill="auto"/>
              </w:rPr>
              <w:t>when</w:t>
            </w:r>
            <w:r w:rsidR="00C17D31">
              <w:rPr>
                <w:rStyle w:val="NoteToDrafters-ASDEFCONChar"/>
                <w:b/>
                <w:i/>
                <w:shd w:val="clear" w:color="auto" w:fill="auto"/>
              </w:rPr>
              <w:t xml:space="preserve"> </w:t>
            </w:r>
            <w:r w:rsidRPr="006B3176">
              <w:rPr>
                <w:rStyle w:val="NoteToDrafters-ASDEFCONChar"/>
                <w:b/>
                <w:i/>
                <w:shd w:val="clear" w:color="auto" w:fill="auto"/>
              </w:rPr>
              <w:t>the</w:t>
            </w:r>
            <w:r w:rsidR="00C17D31">
              <w:rPr>
                <w:rStyle w:val="NoteToDrafters-ASDEFCONChar"/>
                <w:b/>
                <w:i/>
                <w:shd w:val="clear" w:color="auto" w:fill="auto"/>
              </w:rPr>
              <w:t xml:space="preserve"> </w:t>
            </w:r>
            <w:r w:rsidRPr="006B3176">
              <w:rPr>
                <w:rStyle w:val="NoteToDrafters-ASDEFCONChar"/>
                <w:b/>
                <w:i/>
                <w:shd w:val="clear" w:color="auto" w:fill="auto"/>
              </w:rPr>
              <w:t>procurement</w:t>
            </w:r>
            <w:r w:rsidR="00C17D31">
              <w:rPr>
                <w:rStyle w:val="NoteToDrafters-ASDEFCONChar"/>
                <w:b/>
                <w:i/>
                <w:shd w:val="clear" w:color="auto" w:fill="auto"/>
              </w:rPr>
              <w:t xml:space="preserve"> </w:t>
            </w:r>
            <w:r w:rsidRPr="006B3176">
              <w:rPr>
                <w:rStyle w:val="NoteToDrafters-ASDEFCONChar"/>
                <w:b/>
                <w:i/>
                <w:shd w:val="clear" w:color="auto" w:fill="auto"/>
              </w:rPr>
              <w:t>is</w:t>
            </w:r>
            <w:r w:rsidR="00C17D31">
              <w:rPr>
                <w:rStyle w:val="NoteToDrafters-ASDEFCONChar"/>
                <w:b/>
                <w:i/>
                <w:shd w:val="clear" w:color="auto" w:fill="auto"/>
              </w:rPr>
              <w:t xml:space="preserve"> </w:t>
            </w:r>
            <w:r w:rsidRPr="006B3176">
              <w:rPr>
                <w:rStyle w:val="NoteToDrafters-ASDEFCONChar"/>
                <w:b/>
                <w:i/>
                <w:shd w:val="clear" w:color="auto" w:fill="auto"/>
              </w:rPr>
              <w:t>subject</w:t>
            </w:r>
            <w:r w:rsidR="00C17D31">
              <w:rPr>
                <w:rStyle w:val="NoteToDrafters-ASDEFCONChar"/>
                <w:b/>
                <w:i/>
                <w:shd w:val="clear" w:color="auto" w:fill="auto"/>
              </w:rPr>
              <w:t xml:space="preserve"> </w:t>
            </w:r>
            <w:r w:rsidRPr="006B3176">
              <w:rPr>
                <w:rStyle w:val="NoteToDrafters-ASDEFCONChar"/>
                <w:b/>
                <w:i/>
                <w:shd w:val="clear" w:color="auto" w:fill="auto"/>
              </w:rPr>
              <w:t>to</w:t>
            </w:r>
            <w:r w:rsidR="00C17D31">
              <w:rPr>
                <w:rStyle w:val="NoteToDrafters-ASDEFCONChar"/>
                <w:b/>
                <w:i/>
                <w:shd w:val="clear" w:color="auto" w:fill="auto"/>
              </w:rPr>
              <w:t xml:space="preserve"> </w:t>
            </w:r>
            <w:r w:rsidRPr="006B3176">
              <w:rPr>
                <w:rStyle w:val="NoteToDrafters-ASDEFCONChar"/>
                <w:b/>
                <w:i/>
                <w:shd w:val="clear" w:color="auto" w:fill="auto"/>
              </w:rPr>
              <w:t>the</w:t>
            </w:r>
            <w:r w:rsidR="00C17D31">
              <w:rPr>
                <w:rStyle w:val="NoteToDrafters-ASDEFCONChar"/>
                <w:b/>
                <w:i/>
                <w:shd w:val="clear" w:color="auto" w:fill="auto"/>
              </w:rPr>
              <w:t xml:space="preserve"> </w:t>
            </w:r>
            <w:r w:rsidRPr="006B3176">
              <w:rPr>
                <w:rStyle w:val="NoteToDrafters-ASDEFCONChar"/>
                <w:b/>
                <w:i/>
                <w:shd w:val="clear" w:color="auto" w:fill="auto"/>
              </w:rPr>
              <w:t>additional</w:t>
            </w:r>
            <w:r w:rsidR="00C17D31">
              <w:rPr>
                <w:rStyle w:val="NoteToDrafters-ASDEFCONChar"/>
                <w:b/>
                <w:i/>
                <w:shd w:val="clear" w:color="auto" w:fill="auto"/>
              </w:rPr>
              <w:t xml:space="preserve"> </w:t>
            </w:r>
            <w:r w:rsidRPr="006B3176">
              <w:rPr>
                <w:rStyle w:val="NoteToDrafters-ASDEFCONChar"/>
                <w:b/>
                <w:i/>
                <w:shd w:val="clear" w:color="auto" w:fill="auto"/>
              </w:rPr>
              <w:t>rules</w:t>
            </w:r>
            <w:r w:rsidR="00C17D31">
              <w:rPr>
                <w:rStyle w:val="NoteToDrafters-ASDEFCONChar"/>
                <w:b/>
                <w:i/>
                <w:shd w:val="clear" w:color="auto" w:fill="auto"/>
              </w:rPr>
              <w:t xml:space="preserve"> </w:t>
            </w:r>
            <w:r w:rsidRPr="006B3176">
              <w:rPr>
                <w:rStyle w:val="NoteToDrafters-ASDEFCONChar"/>
                <w:b/>
                <w:i/>
                <w:shd w:val="clear" w:color="auto" w:fill="auto"/>
              </w:rPr>
              <w:t>detailed</w:t>
            </w:r>
            <w:r w:rsidR="00C17D31">
              <w:rPr>
                <w:rStyle w:val="NoteToDrafters-ASDEFCONChar"/>
                <w:b/>
                <w:i/>
                <w:shd w:val="clear" w:color="auto" w:fill="auto"/>
              </w:rPr>
              <w:t xml:space="preserve"> </w:t>
            </w:r>
            <w:r w:rsidRPr="006B3176">
              <w:rPr>
                <w:rStyle w:val="NoteToDrafters-ASDEFCONChar"/>
                <w:b/>
                <w:i/>
                <w:shd w:val="clear" w:color="auto" w:fill="auto"/>
              </w:rPr>
              <w:t>in</w:t>
            </w:r>
            <w:r w:rsidR="00C17D31">
              <w:rPr>
                <w:rStyle w:val="NoteToDrafters-ASDEFCONChar"/>
                <w:b/>
                <w:i/>
                <w:shd w:val="clear" w:color="auto" w:fill="auto"/>
              </w:rPr>
              <w:t xml:space="preserve"> </w:t>
            </w:r>
            <w:r w:rsidRPr="006B3176">
              <w:rPr>
                <w:rStyle w:val="NoteToDrafters-ASDEFCONChar"/>
                <w:b/>
                <w:i/>
                <w:shd w:val="clear" w:color="auto" w:fill="auto"/>
              </w:rPr>
              <w:t>the</w:t>
            </w:r>
            <w:r w:rsidR="00C17D31">
              <w:rPr>
                <w:rStyle w:val="NoteToDrafters-ASDEFCONChar"/>
                <w:b/>
                <w:i/>
                <w:shd w:val="clear" w:color="auto" w:fill="auto"/>
              </w:rPr>
              <w:t xml:space="preserve"> </w:t>
            </w:r>
            <w:r w:rsidRPr="006B3176">
              <w:rPr>
                <w:rStyle w:val="NoteToDrafters-ASDEFCONChar"/>
                <w:b/>
                <w:i/>
                <w:shd w:val="clear" w:color="auto" w:fill="auto"/>
              </w:rPr>
              <w:t>CPRs.</w:t>
            </w:r>
          </w:p>
          <w:p w14:paraId="10669150" w14:textId="44B4E298" w:rsidR="00514A46" w:rsidRPr="006B3176" w:rsidRDefault="00514A46" w:rsidP="00C8034B">
            <w:pPr>
              <w:pStyle w:val="NoteToDrafters-ASDEFCON"/>
            </w:pPr>
            <w:r w:rsidRPr="006B3176">
              <w:rPr>
                <w:rStyle w:val="NoteToDrafters-ASDEFCONChar"/>
                <w:b/>
                <w:i/>
                <w:shd w:val="clear" w:color="auto" w:fill="auto"/>
              </w:rPr>
              <w:t>Conditions</w:t>
            </w:r>
            <w:r w:rsidR="00C17D31">
              <w:rPr>
                <w:rStyle w:val="NoteToDrafters-ASDEFCONChar"/>
                <w:b/>
                <w:i/>
                <w:shd w:val="clear" w:color="auto" w:fill="auto"/>
              </w:rPr>
              <w:t xml:space="preserve"> </w:t>
            </w:r>
            <w:r w:rsidRPr="006B3176">
              <w:rPr>
                <w:rStyle w:val="NoteToDrafters-ASDEFCONChar"/>
                <w:b/>
                <w:i/>
                <w:shd w:val="clear" w:color="auto" w:fill="auto"/>
              </w:rPr>
              <w:t>for</w:t>
            </w:r>
            <w:r w:rsidR="00C17D31">
              <w:rPr>
                <w:rStyle w:val="NoteToDrafters-ASDEFCONChar"/>
                <w:b/>
                <w:i/>
                <w:shd w:val="clear" w:color="auto" w:fill="auto"/>
              </w:rPr>
              <w:t xml:space="preserve"> </w:t>
            </w:r>
            <w:r w:rsidRPr="006B3176">
              <w:rPr>
                <w:rStyle w:val="NoteToDrafters-ASDEFCONChar"/>
                <w:b/>
                <w:i/>
                <w:shd w:val="clear" w:color="auto" w:fill="auto"/>
              </w:rPr>
              <w:t>participation</w:t>
            </w:r>
            <w:r w:rsidR="00C17D31">
              <w:rPr>
                <w:rStyle w:val="NoteToDrafters-ASDEFCONChar"/>
                <w:b/>
                <w:i/>
                <w:shd w:val="clear" w:color="auto" w:fill="auto"/>
              </w:rPr>
              <w:t xml:space="preserve"> </w:t>
            </w:r>
            <w:r w:rsidRPr="006B3176">
              <w:rPr>
                <w:rStyle w:val="NoteToDrafters-ASDEFCONChar"/>
                <w:b/>
                <w:i/>
                <w:shd w:val="clear" w:color="auto" w:fill="auto"/>
              </w:rPr>
              <w:t>must</w:t>
            </w:r>
            <w:r w:rsidR="00C17D31">
              <w:rPr>
                <w:rStyle w:val="NoteToDrafters-ASDEFCONChar"/>
                <w:b/>
                <w:i/>
                <w:shd w:val="clear" w:color="auto" w:fill="auto"/>
              </w:rPr>
              <w:t xml:space="preserve"> </w:t>
            </w:r>
            <w:r w:rsidRPr="006B3176">
              <w:rPr>
                <w:rStyle w:val="NoteToDrafters-ASDEFCONChar"/>
                <w:b/>
                <w:i/>
                <w:shd w:val="clear" w:color="auto" w:fill="auto"/>
              </w:rPr>
              <w:t>be</w:t>
            </w:r>
            <w:r w:rsidR="00C17D31">
              <w:rPr>
                <w:rStyle w:val="NoteToDrafters-ASDEFCONChar"/>
                <w:b/>
                <w:i/>
                <w:shd w:val="clear" w:color="auto" w:fill="auto"/>
              </w:rPr>
              <w:t xml:space="preserve"> </w:t>
            </w:r>
            <w:r w:rsidRPr="006B3176">
              <w:rPr>
                <w:rStyle w:val="NoteToDrafters-ASDEFCONChar"/>
                <w:b/>
                <w:i/>
                <w:shd w:val="clear" w:color="auto" w:fill="auto"/>
              </w:rPr>
              <w:t>limited</w:t>
            </w:r>
            <w:r w:rsidR="00C17D31">
              <w:rPr>
                <w:rStyle w:val="NoteToDrafters-ASDEFCONChar"/>
                <w:b/>
                <w:i/>
                <w:shd w:val="clear" w:color="auto" w:fill="auto"/>
              </w:rPr>
              <w:t xml:space="preserve"> </w:t>
            </w:r>
            <w:r w:rsidRPr="006B3176">
              <w:rPr>
                <w:rStyle w:val="NoteToDrafters-ASDEFCONChar"/>
                <w:b/>
                <w:i/>
                <w:shd w:val="clear" w:color="auto" w:fill="auto"/>
              </w:rPr>
              <w:t>to</w:t>
            </w:r>
            <w:r w:rsidR="00C17D31">
              <w:rPr>
                <w:rStyle w:val="NoteToDrafters-ASDEFCONChar"/>
                <w:b/>
                <w:i/>
                <w:shd w:val="clear" w:color="auto" w:fill="auto"/>
              </w:rPr>
              <w:t xml:space="preserve"> </w:t>
            </w:r>
            <w:r w:rsidRPr="006B3176">
              <w:rPr>
                <w:rStyle w:val="NoteToDrafters-ASDEFCONChar"/>
                <w:b/>
                <w:i/>
                <w:shd w:val="clear" w:color="auto" w:fill="auto"/>
              </w:rPr>
              <w:t>those</w:t>
            </w:r>
            <w:r w:rsidR="00C17D31">
              <w:rPr>
                <w:rStyle w:val="NoteToDrafters-ASDEFCONChar"/>
                <w:b/>
                <w:i/>
                <w:shd w:val="clear" w:color="auto" w:fill="auto"/>
              </w:rPr>
              <w:t xml:space="preserve"> </w:t>
            </w:r>
            <w:r w:rsidRPr="006B3176">
              <w:rPr>
                <w:rStyle w:val="NoteToDrafters-ASDEFCONChar"/>
                <w:b/>
                <w:i/>
                <w:shd w:val="clear" w:color="auto" w:fill="auto"/>
              </w:rPr>
              <w:t>that</w:t>
            </w:r>
            <w:r w:rsidR="00C17D31">
              <w:rPr>
                <w:rStyle w:val="NoteToDrafters-ASDEFCONChar"/>
                <w:b/>
                <w:i/>
                <w:shd w:val="clear" w:color="auto" w:fill="auto"/>
              </w:rPr>
              <w:t xml:space="preserve"> </w:t>
            </w:r>
            <w:r w:rsidRPr="006B3176">
              <w:rPr>
                <w:rStyle w:val="NoteToDrafters-ASDEFCONChar"/>
                <w:b/>
                <w:i/>
                <w:shd w:val="clear" w:color="auto" w:fill="auto"/>
              </w:rPr>
              <w:t>will</w:t>
            </w:r>
            <w:r w:rsidR="00C17D31">
              <w:rPr>
                <w:rStyle w:val="NoteToDrafters-ASDEFCONChar"/>
                <w:b/>
                <w:i/>
                <w:shd w:val="clear" w:color="auto" w:fill="auto"/>
              </w:rPr>
              <w:t xml:space="preserve"> </w:t>
            </w:r>
            <w:r w:rsidRPr="006B3176">
              <w:rPr>
                <w:rStyle w:val="NoteToDrafters-ASDEFCONChar"/>
                <w:b/>
                <w:i/>
                <w:shd w:val="clear" w:color="auto" w:fill="auto"/>
              </w:rPr>
              <w:t>ensure</w:t>
            </w:r>
            <w:r w:rsidR="00C17D31">
              <w:rPr>
                <w:rStyle w:val="NoteToDrafters-ASDEFCONChar"/>
                <w:b/>
                <w:i/>
                <w:shd w:val="clear" w:color="auto" w:fill="auto"/>
              </w:rPr>
              <w:t xml:space="preserve"> </w:t>
            </w:r>
            <w:r w:rsidRPr="006B3176">
              <w:rPr>
                <w:rStyle w:val="NoteToDrafters-ASDEFCONChar"/>
                <w:b/>
                <w:i/>
                <w:shd w:val="clear" w:color="auto" w:fill="auto"/>
              </w:rPr>
              <w:t>that</w:t>
            </w:r>
            <w:r w:rsidR="00C17D31">
              <w:rPr>
                <w:rStyle w:val="NoteToDrafters-ASDEFCONChar"/>
                <w:b/>
                <w:i/>
                <w:shd w:val="clear" w:color="auto" w:fill="auto"/>
              </w:rPr>
              <w:t xml:space="preserve"> </w:t>
            </w:r>
            <w:r w:rsidRPr="006B3176">
              <w:rPr>
                <w:rStyle w:val="NoteToDrafters-ASDEFCONChar"/>
                <w:b/>
                <w:i/>
                <w:shd w:val="clear" w:color="auto" w:fill="auto"/>
              </w:rPr>
              <w:t>a</w:t>
            </w:r>
            <w:r w:rsidR="00C17D31">
              <w:rPr>
                <w:rStyle w:val="NoteToDrafters-ASDEFCONChar"/>
                <w:b/>
                <w:i/>
                <w:shd w:val="clear" w:color="auto" w:fill="auto"/>
              </w:rPr>
              <w:t xml:space="preserve"> </w:t>
            </w:r>
            <w:r w:rsidRPr="006B3176">
              <w:rPr>
                <w:rStyle w:val="NoteToDrafters-ASDEFCONChar"/>
                <w:b/>
                <w:i/>
                <w:shd w:val="clear" w:color="auto" w:fill="auto"/>
              </w:rPr>
              <w:t>potential</w:t>
            </w:r>
            <w:r w:rsidR="00C17D31">
              <w:rPr>
                <w:rStyle w:val="NoteToDrafters-ASDEFCONChar"/>
                <w:b/>
                <w:i/>
                <w:shd w:val="clear" w:color="auto" w:fill="auto"/>
              </w:rPr>
              <w:t xml:space="preserve"> </w:t>
            </w:r>
            <w:r w:rsidRPr="006B3176">
              <w:rPr>
                <w:rStyle w:val="NoteToDrafters-ASDEFCONChar"/>
                <w:b/>
                <w:i/>
                <w:shd w:val="clear" w:color="auto" w:fill="auto"/>
              </w:rPr>
              <w:t>supplier</w:t>
            </w:r>
            <w:r w:rsidR="00C17D31">
              <w:rPr>
                <w:rStyle w:val="NoteToDrafters-ASDEFCONChar"/>
                <w:b/>
                <w:i/>
                <w:shd w:val="clear" w:color="auto" w:fill="auto"/>
              </w:rPr>
              <w:t xml:space="preserve"> </w:t>
            </w:r>
            <w:r w:rsidRPr="006B3176">
              <w:rPr>
                <w:rStyle w:val="NoteToDrafters-ASDEFCONChar"/>
                <w:b/>
                <w:i/>
                <w:shd w:val="clear" w:color="auto" w:fill="auto"/>
              </w:rPr>
              <w:t>has</w:t>
            </w:r>
            <w:r w:rsidR="00C17D31">
              <w:rPr>
                <w:rStyle w:val="NoteToDrafters-ASDEFCONChar"/>
                <w:b/>
                <w:i/>
                <w:shd w:val="clear" w:color="auto" w:fill="auto"/>
              </w:rPr>
              <w:t xml:space="preserve"> </w:t>
            </w:r>
            <w:r w:rsidRPr="006B3176">
              <w:rPr>
                <w:rStyle w:val="NoteToDrafters-ASDEFCONChar"/>
                <w:b/>
                <w:i/>
                <w:shd w:val="clear" w:color="auto" w:fill="auto"/>
              </w:rPr>
              <w:t>the</w:t>
            </w:r>
            <w:r w:rsidR="00C17D31">
              <w:rPr>
                <w:rStyle w:val="NoteToDrafters-ASDEFCONChar"/>
                <w:b/>
                <w:i/>
                <w:shd w:val="clear" w:color="auto" w:fill="auto"/>
              </w:rPr>
              <w:t xml:space="preserve"> </w:t>
            </w:r>
            <w:r w:rsidRPr="006B3176">
              <w:rPr>
                <w:rStyle w:val="NoteToDrafters-ASDEFCONChar"/>
                <w:b/>
                <w:i/>
                <w:shd w:val="clear" w:color="auto" w:fill="auto"/>
              </w:rPr>
              <w:t>legal,</w:t>
            </w:r>
            <w:r w:rsidR="00C17D31">
              <w:rPr>
                <w:rStyle w:val="NoteToDrafters-ASDEFCONChar"/>
                <w:b/>
                <w:i/>
                <w:shd w:val="clear" w:color="auto" w:fill="auto"/>
              </w:rPr>
              <w:t xml:space="preserve"> </w:t>
            </w:r>
            <w:r w:rsidRPr="006B3176">
              <w:rPr>
                <w:rStyle w:val="NoteToDrafters-ASDEFCONChar"/>
                <w:b/>
                <w:i/>
                <w:shd w:val="clear" w:color="auto" w:fill="auto"/>
              </w:rPr>
              <w:t>commercial,</w:t>
            </w:r>
            <w:r w:rsidR="00C17D31">
              <w:rPr>
                <w:rStyle w:val="NoteToDrafters-ASDEFCONChar"/>
                <w:b/>
                <w:i/>
                <w:shd w:val="clear" w:color="auto" w:fill="auto"/>
              </w:rPr>
              <w:t xml:space="preserve"> </w:t>
            </w:r>
            <w:r w:rsidRPr="006B3176">
              <w:rPr>
                <w:rStyle w:val="NoteToDrafters-ASDEFCONChar"/>
                <w:b/>
                <w:i/>
                <w:shd w:val="clear" w:color="auto" w:fill="auto"/>
              </w:rPr>
              <w:t>technical</w:t>
            </w:r>
            <w:r w:rsidR="00C17D31">
              <w:rPr>
                <w:rStyle w:val="NoteToDrafters-ASDEFCONChar"/>
                <w:b/>
                <w:i/>
                <w:shd w:val="clear" w:color="auto" w:fill="auto"/>
              </w:rPr>
              <w:t xml:space="preserve"> </w:t>
            </w:r>
            <w:r w:rsidRPr="006B3176">
              <w:rPr>
                <w:rStyle w:val="NoteToDrafters-ASDEFCONChar"/>
                <w:b/>
                <w:i/>
                <w:shd w:val="clear" w:color="auto" w:fill="auto"/>
              </w:rPr>
              <w:t>and</w:t>
            </w:r>
            <w:r w:rsidR="00C17D31">
              <w:rPr>
                <w:rStyle w:val="NoteToDrafters-ASDEFCONChar"/>
                <w:b/>
                <w:i/>
                <w:shd w:val="clear" w:color="auto" w:fill="auto"/>
              </w:rPr>
              <w:t xml:space="preserve"> </w:t>
            </w:r>
            <w:r w:rsidRPr="006B3176">
              <w:rPr>
                <w:rStyle w:val="NoteToDrafters-ASDEFCONChar"/>
                <w:b/>
                <w:i/>
                <w:shd w:val="clear" w:color="auto" w:fill="auto"/>
              </w:rPr>
              <w:t>financial</w:t>
            </w:r>
            <w:r w:rsidR="00C17D31">
              <w:rPr>
                <w:rStyle w:val="NoteToDrafters-ASDEFCONChar"/>
                <w:b/>
                <w:i/>
                <w:shd w:val="clear" w:color="auto" w:fill="auto"/>
              </w:rPr>
              <w:t xml:space="preserve"> </w:t>
            </w:r>
            <w:r w:rsidRPr="006B3176">
              <w:rPr>
                <w:rStyle w:val="NoteToDrafters-ASDEFCONChar"/>
                <w:b/>
                <w:i/>
                <w:shd w:val="clear" w:color="auto" w:fill="auto"/>
              </w:rPr>
              <w:t>abilities</w:t>
            </w:r>
            <w:r w:rsidR="00C17D31">
              <w:rPr>
                <w:rStyle w:val="NoteToDrafters-ASDEFCONChar"/>
                <w:b/>
                <w:i/>
                <w:shd w:val="clear" w:color="auto" w:fill="auto"/>
              </w:rPr>
              <w:t xml:space="preserve"> </w:t>
            </w:r>
            <w:r w:rsidRPr="006B3176">
              <w:rPr>
                <w:rStyle w:val="NoteToDrafters-ASDEFCONChar"/>
                <w:b/>
                <w:i/>
                <w:shd w:val="clear" w:color="auto" w:fill="auto"/>
              </w:rPr>
              <w:t>to</w:t>
            </w:r>
            <w:r w:rsidR="00C17D31">
              <w:rPr>
                <w:rStyle w:val="NoteToDrafters-ASDEFCONChar"/>
                <w:b/>
                <w:i/>
                <w:shd w:val="clear" w:color="auto" w:fill="auto"/>
              </w:rPr>
              <w:t xml:space="preserve"> </w:t>
            </w:r>
            <w:r w:rsidRPr="006B3176">
              <w:rPr>
                <w:rStyle w:val="NoteToDrafters-ASDEFCONChar"/>
                <w:b/>
                <w:i/>
                <w:shd w:val="clear" w:color="auto" w:fill="auto"/>
              </w:rPr>
              <w:t>fulfil</w:t>
            </w:r>
            <w:r w:rsidR="00C17D31">
              <w:rPr>
                <w:rStyle w:val="NoteToDrafters-ASDEFCONChar"/>
                <w:b/>
                <w:i/>
                <w:shd w:val="clear" w:color="auto" w:fill="auto"/>
              </w:rPr>
              <w:t xml:space="preserve"> </w:t>
            </w:r>
            <w:r w:rsidRPr="006B3176">
              <w:rPr>
                <w:rStyle w:val="NoteToDrafters-ASDEFCONChar"/>
                <w:b/>
                <w:i/>
                <w:shd w:val="clear" w:color="auto" w:fill="auto"/>
              </w:rPr>
              <w:t>the</w:t>
            </w:r>
            <w:r w:rsidR="00C17D31">
              <w:rPr>
                <w:rStyle w:val="NoteToDrafters-ASDEFCONChar"/>
                <w:b/>
                <w:i/>
                <w:shd w:val="clear" w:color="auto" w:fill="auto"/>
              </w:rPr>
              <w:t xml:space="preserve"> </w:t>
            </w:r>
            <w:r w:rsidRPr="006B3176">
              <w:rPr>
                <w:rStyle w:val="NoteToDrafters-ASDEFCONChar"/>
                <w:b/>
                <w:i/>
                <w:shd w:val="clear" w:color="auto" w:fill="auto"/>
              </w:rPr>
              <w:t>requirements</w:t>
            </w:r>
            <w:r w:rsidR="00C17D31">
              <w:rPr>
                <w:rStyle w:val="NoteToDrafters-ASDEFCONChar"/>
                <w:b/>
                <w:i/>
                <w:shd w:val="clear" w:color="auto" w:fill="auto"/>
              </w:rPr>
              <w:t xml:space="preserve"> </w:t>
            </w:r>
            <w:r w:rsidRPr="006B3176">
              <w:rPr>
                <w:rStyle w:val="NoteToDrafters-ASDEFCONChar"/>
                <w:b/>
                <w:i/>
                <w:shd w:val="clear" w:color="auto" w:fill="auto"/>
              </w:rPr>
              <w:t>of</w:t>
            </w:r>
            <w:r w:rsidR="00C17D31">
              <w:rPr>
                <w:rStyle w:val="NoteToDrafters-ASDEFCONChar"/>
                <w:b/>
                <w:i/>
                <w:shd w:val="clear" w:color="auto" w:fill="auto"/>
              </w:rPr>
              <w:t xml:space="preserve"> </w:t>
            </w:r>
            <w:r w:rsidRPr="006B3176">
              <w:rPr>
                <w:rStyle w:val="NoteToDrafters-ASDEFCONChar"/>
                <w:b/>
                <w:i/>
                <w:shd w:val="clear" w:color="auto" w:fill="auto"/>
              </w:rPr>
              <w:t>the</w:t>
            </w:r>
            <w:r w:rsidR="00C17D31">
              <w:rPr>
                <w:rStyle w:val="NoteToDrafters-ASDEFCONChar"/>
                <w:b/>
                <w:i/>
                <w:shd w:val="clear" w:color="auto" w:fill="auto"/>
              </w:rPr>
              <w:t xml:space="preserve"> </w:t>
            </w:r>
            <w:r w:rsidRPr="006B3176">
              <w:rPr>
                <w:rStyle w:val="NoteToDrafters-ASDEFCONChar"/>
                <w:b/>
                <w:i/>
                <w:shd w:val="clear" w:color="auto" w:fill="auto"/>
              </w:rPr>
              <w:t>RFT</w:t>
            </w:r>
            <w:r w:rsidRPr="006B3176">
              <w:t>.</w:t>
            </w:r>
          </w:p>
          <w:p w14:paraId="49E168A1" w14:textId="15B6D1A3" w:rsidR="00514A46" w:rsidRDefault="00514A46" w:rsidP="00C8034B">
            <w:pPr>
              <w:pStyle w:val="ASDEFCONNormal"/>
            </w:pPr>
            <w:r>
              <w:t>Clause</w:t>
            </w:r>
            <w:r w:rsidR="00C17D31">
              <w:t xml:space="preserve"> </w:t>
            </w:r>
            <w:r w:rsidR="00266516">
              <w:fldChar w:fldCharType="begin"/>
            </w:r>
            <w:r w:rsidR="00266516">
              <w:instrText xml:space="preserve"> REF _Ref138258670 \w \h </w:instrText>
            </w:r>
            <w:r w:rsidR="00266516">
              <w:fldChar w:fldCharType="separate"/>
            </w:r>
            <w:r w:rsidR="00857305">
              <w:t>1.8</w:t>
            </w:r>
            <w:r w:rsidR="00266516">
              <w:fldChar w:fldCharType="end"/>
            </w:r>
            <w:r w:rsidR="00C17D31">
              <w:t xml:space="preserve"> </w:t>
            </w:r>
            <w:r>
              <w:t>Statement</w:t>
            </w:r>
            <w:r w:rsidR="00C17D31">
              <w:t xml:space="preserve"> </w:t>
            </w:r>
            <w:r>
              <w:t>of</w:t>
            </w:r>
            <w:r w:rsidR="00C17D31">
              <w:t xml:space="preserve"> </w:t>
            </w:r>
            <w:r>
              <w:t>Tax</w:t>
            </w:r>
            <w:r w:rsidR="00C17D31">
              <w:t xml:space="preserve"> </w:t>
            </w:r>
            <w:r>
              <w:t>Record;</w:t>
            </w:r>
          </w:p>
          <w:p w14:paraId="6777B5AA" w14:textId="6F54C44C" w:rsidR="00514A46" w:rsidRDefault="00514A46" w:rsidP="00C8034B">
            <w:pPr>
              <w:pStyle w:val="ASDEFCONNormal"/>
            </w:pPr>
            <w:r>
              <w:t>Clause</w:t>
            </w:r>
            <w:r w:rsidR="00C17D31">
              <w:t xml:space="preserve"> </w:t>
            </w:r>
            <w:r>
              <w:fldChar w:fldCharType="begin"/>
            </w:r>
            <w:r>
              <w:instrText xml:space="preserve"> REF _Ref96416882 \w \h </w:instrText>
            </w:r>
            <w:r>
              <w:fldChar w:fldCharType="separate"/>
            </w:r>
            <w:r w:rsidR="00857305">
              <w:t>2.4</w:t>
            </w:r>
            <w:r>
              <w:fldChar w:fldCharType="end"/>
            </w:r>
            <w:r w:rsidR="00C17D31">
              <w:t xml:space="preserve"> </w:t>
            </w:r>
            <w:r>
              <w:t>Preparation</w:t>
            </w:r>
            <w:r w:rsidR="00C17D31">
              <w:t xml:space="preserve"> </w:t>
            </w:r>
            <w:r>
              <w:t>and</w:t>
            </w:r>
            <w:r w:rsidR="00C17D31">
              <w:t xml:space="preserve"> </w:t>
            </w:r>
            <w:r>
              <w:t>Transmission</w:t>
            </w:r>
            <w:r w:rsidR="00C17D31">
              <w:t xml:space="preserve"> </w:t>
            </w:r>
            <w:r>
              <w:t>of</w:t>
            </w:r>
            <w:r w:rsidR="00C17D31">
              <w:t xml:space="preserve"> </w:t>
            </w:r>
            <w:r>
              <w:t>Classified</w:t>
            </w:r>
            <w:r w:rsidR="00C17D31">
              <w:t xml:space="preserve"> </w:t>
            </w:r>
            <w:r>
              <w:t>Tenders;</w:t>
            </w:r>
            <w:r w:rsidR="00C17D31">
              <w:t xml:space="preserve"> </w:t>
            </w:r>
            <w:r>
              <w:t>and</w:t>
            </w:r>
          </w:p>
          <w:p w14:paraId="7681180A" w14:textId="48E27C01" w:rsidR="00514A46" w:rsidRPr="001846DD" w:rsidRDefault="00514A46" w:rsidP="00C8034B">
            <w:pPr>
              <w:pStyle w:val="ASDEFCONNormal"/>
              <w:rPr>
                <w:lang w:eastAsia="en-US"/>
              </w:rPr>
            </w:pPr>
            <w:r w:rsidRPr="001846DD">
              <w:t>Clause</w:t>
            </w:r>
            <w:r w:rsidR="00C17D31">
              <w:t xml:space="preserve"> </w:t>
            </w:r>
            <w:r w:rsidRPr="001846DD">
              <w:fldChar w:fldCharType="begin"/>
            </w:r>
            <w:r w:rsidRPr="001846DD">
              <w:instrText xml:space="preserve"> REF _Ref96416898 \w \h </w:instrText>
            </w:r>
            <w:r>
              <w:instrText xml:space="preserve"> \* MERGEFORMAT </w:instrText>
            </w:r>
            <w:r w:rsidRPr="001846DD">
              <w:fldChar w:fldCharType="separate"/>
            </w:r>
            <w:r w:rsidR="00857305">
              <w:t>2.5</w:t>
            </w:r>
            <w:r w:rsidRPr="001846DD">
              <w:fldChar w:fldCharType="end"/>
            </w:r>
            <w:r w:rsidR="00C17D31">
              <w:t xml:space="preserve"> </w:t>
            </w:r>
            <w:r w:rsidRPr="001846DD">
              <w:t>Defence</w:t>
            </w:r>
            <w:r w:rsidR="00C17D31">
              <w:t xml:space="preserve"> </w:t>
            </w:r>
            <w:r w:rsidRPr="001846DD">
              <w:t>Security</w:t>
            </w:r>
            <w:r w:rsidR="00C17D31">
              <w:t xml:space="preserve"> </w:t>
            </w:r>
            <w:r w:rsidRPr="001846DD">
              <w:t>Requirements.</w:t>
            </w:r>
          </w:p>
        </w:tc>
      </w:tr>
    </w:tbl>
    <w:p w14:paraId="5930B4F9" w14:textId="77777777" w:rsidR="00514A46" w:rsidRDefault="00514A46" w:rsidP="00C8034B">
      <w:pPr>
        <w:pStyle w:val="ASDEFCONNormal"/>
        <w:sectPr w:rsidR="00514A46" w:rsidSect="00514A46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191" w:right="1418" w:bottom="964" w:left="1418" w:header="567" w:footer="567" w:gutter="0"/>
          <w:pgNumType w:start="1"/>
          <w:cols w:space="720"/>
        </w:sectPr>
      </w:pPr>
    </w:p>
    <w:p w14:paraId="3C9B93EB" w14:textId="272BB349" w:rsidR="00514A46" w:rsidRDefault="00514A46" w:rsidP="00C8034B">
      <w:pPr>
        <w:pStyle w:val="ASDEFCONTitle"/>
      </w:pPr>
      <w:r w:rsidRPr="00BC1156">
        <w:lastRenderedPageBreak/>
        <w:t>TABLE</w:t>
      </w:r>
      <w:r w:rsidR="00C17D31">
        <w:t xml:space="preserve"> </w:t>
      </w:r>
      <w:r w:rsidRPr="00BC1156">
        <w:t>OF</w:t>
      </w:r>
      <w:r w:rsidR="00C17D31">
        <w:t xml:space="preserve"> </w:t>
      </w:r>
      <w:r w:rsidRPr="00BC1156">
        <w:t>CONTENTS</w:t>
      </w:r>
    </w:p>
    <w:p w14:paraId="5E7A7AF2" w14:textId="62902678" w:rsidR="00857305" w:rsidRDefault="00BB5D36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rPr>
          <w:b w:val="0"/>
          <w:bCs/>
        </w:rPr>
        <w:fldChar w:fldCharType="begin"/>
      </w:r>
      <w:r>
        <w:rPr>
          <w:b w:val="0"/>
          <w:bCs/>
        </w:rPr>
        <w:instrText xml:space="preserve"> TOC \o "1-2" \h \z \t "COT/COC LV1 - ASDEFCON,1,COT/COC LV2 - ASDEFCON,2,ATT/ANN LV1 - ASDEFCON,1,ATT/ANN LV2 - ASDEFCON,2,SOW HL1 - ASDEFCON,1,SOW HL2 - ASDEFCON,2" </w:instrText>
      </w:r>
      <w:r>
        <w:rPr>
          <w:b w:val="0"/>
          <w:bCs/>
        </w:rPr>
        <w:fldChar w:fldCharType="separate"/>
      </w:r>
      <w:hyperlink w:anchor="_Toc175208032" w:history="1">
        <w:r w:rsidR="00857305" w:rsidRPr="00B30E84">
          <w:rPr>
            <w:rStyle w:val="Hyperlink"/>
          </w:rPr>
          <w:t>1</w:t>
        </w:r>
        <w:r w:rsidR="00857305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857305" w:rsidRPr="00B30E84">
          <w:rPr>
            <w:rStyle w:val="Hyperlink"/>
          </w:rPr>
          <w:t>GENERAL CONDITIONS</w:t>
        </w:r>
        <w:r w:rsidR="00857305">
          <w:rPr>
            <w:webHidden/>
          </w:rPr>
          <w:tab/>
        </w:r>
        <w:r w:rsidR="00857305">
          <w:rPr>
            <w:webHidden/>
          </w:rPr>
          <w:fldChar w:fldCharType="begin"/>
        </w:r>
        <w:r w:rsidR="00857305">
          <w:rPr>
            <w:webHidden/>
          </w:rPr>
          <w:instrText xml:space="preserve"> PAGEREF _Toc175208032 \h </w:instrText>
        </w:r>
        <w:r w:rsidR="00857305">
          <w:rPr>
            <w:webHidden/>
          </w:rPr>
        </w:r>
        <w:r w:rsidR="00857305">
          <w:rPr>
            <w:webHidden/>
          </w:rPr>
          <w:fldChar w:fldCharType="separate"/>
        </w:r>
        <w:r w:rsidR="00857305">
          <w:rPr>
            <w:webHidden/>
          </w:rPr>
          <w:t>1</w:t>
        </w:r>
        <w:r w:rsidR="00857305">
          <w:rPr>
            <w:webHidden/>
          </w:rPr>
          <w:fldChar w:fldCharType="end"/>
        </w:r>
      </w:hyperlink>
    </w:p>
    <w:p w14:paraId="1BCB71EE" w14:textId="72ADD77A" w:rsidR="00857305" w:rsidRDefault="00857305">
      <w:pPr>
        <w:pStyle w:val="TOC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08033" w:history="1">
        <w:r w:rsidRPr="00B30E84">
          <w:rPr>
            <w:rStyle w:val="Hyperlink"/>
            <w:noProof/>
          </w:rPr>
          <w:t>1.1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B30E84">
          <w:rPr>
            <w:rStyle w:val="Hyperlink"/>
            <w:noProof/>
          </w:rPr>
          <w:t>Interpretation of Request for Tender (Core)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_Toc175208033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66DE6D08" w14:textId="3C415077" w:rsidR="00857305" w:rsidRDefault="00857305">
      <w:pPr>
        <w:pStyle w:val="TOC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08034" w:history="1">
        <w:r w:rsidRPr="00B30E84">
          <w:rPr>
            <w:rStyle w:val="Hyperlink"/>
            <w:noProof/>
          </w:rPr>
          <w:t>1.2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B30E84">
          <w:rPr>
            <w:rStyle w:val="Hyperlink"/>
            <w:noProof/>
          </w:rPr>
          <w:t>Amendment of RFT (Core)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_Toc175208034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7E09C73C" w14:textId="2FF44995" w:rsidR="00857305" w:rsidRDefault="00857305">
      <w:pPr>
        <w:pStyle w:val="TOC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08035" w:history="1">
        <w:r w:rsidRPr="00B30E84">
          <w:rPr>
            <w:rStyle w:val="Hyperlink"/>
            <w:noProof/>
          </w:rPr>
          <w:t>1.3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B30E84">
          <w:rPr>
            <w:rStyle w:val="Hyperlink"/>
            <w:noProof/>
          </w:rPr>
          <w:t>Termination, Suspension or Deferral of RFT (Core)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_Toc175208035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582D4840" w14:textId="77B1D92F" w:rsidR="00857305" w:rsidRDefault="00857305">
      <w:pPr>
        <w:pStyle w:val="TOC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08036" w:history="1">
        <w:r w:rsidRPr="00B30E84">
          <w:rPr>
            <w:rStyle w:val="Hyperlink"/>
            <w:noProof/>
          </w:rPr>
          <w:t>1.4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B30E84">
          <w:rPr>
            <w:rStyle w:val="Hyperlink"/>
            <w:noProof/>
          </w:rPr>
          <w:t>Other Commonwealth Rights (Core)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_Toc175208036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5C39980A" w14:textId="7048EE40" w:rsidR="00857305" w:rsidRDefault="00857305">
      <w:pPr>
        <w:pStyle w:val="TOC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08037" w:history="1">
        <w:r w:rsidRPr="00B30E84">
          <w:rPr>
            <w:rStyle w:val="Hyperlink"/>
            <w:noProof/>
          </w:rPr>
          <w:t>1.5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B30E84">
          <w:rPr>
            <w:rStyle w:val="Hyperlink"/>
            <w:noProof/>
          </w:rPr>
          <w:t>Australian Government Requirements (Core)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_Toc175208037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288A9AD7" w14:textId="0A2D061E" w:rsidR="00857305" w:rsidRDefault="00857305">
      <w:pPr>
        <w:pStyle w:val="TOC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08038" w:history="1">
        <w:r w:rsidRPr="00B30E84">
          <w:rPr>
            <w:rStyle w:val="Hyperlink"/>
            <w:noProof/>
          </w:rPr>
          <w:t>1.6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B30E84">
          <w:rPr>
            <w:rStyle w:val="Hyperlink"/>
            <w:noProof/>
          </w:rPr>
          <w:t>Workplace Gender Equality (Optional)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_Toc175208038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862F076" w14:textId="42F1E195" w:rsidR="00857305" w:rsidRDefault="00857305">
      <w:pPr>
        <w:pStyle w:val="TOC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08039" w:history="1">
        <w:r w:rsidRPr="00B30E84">
          <w:rPr>
            <w:rStyle w:val="Hyperlink"/>
            <w:noProof/>
          </w:rPr>
          <w:t>1.7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B30E84">
          <w:rPr>
            <w:rStyle w:val="Hyperlink"/>
            <w:noProof/>
          </w:rPr>
          <w:t>Procurement Complaints (Core)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_Toc175208039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6AFCE36" w14:textId="330BBA11" w:rsidR="00857305" w:rsidRDefault="00857305">
      <w:pPr>
        <w:pStyle w:val="TOC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08040" w:history="1">
        <w:r w:rsidRPr="00B30E84">
          <w:rPr>
            <w:rStyle w:val="Hyperlink"/>
            <w:noProof/>
          </w:rPr>
          <w:t>1.8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B30E84">
          <w:rPr>
            <w:rStyle w:val="Hyperlink"/>
            <w:noProof/>
          </w:rPr>
          <w:t>Statement of Tax Record (Optional)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_Toc175208040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186C450" w14:textId="697589F0" w:rsidR="00857305" w:rsidRDefault="00857305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75208041" w:history="1">
        <w:r w:rsidRPr="00B30E84">
          <w:rPr>
            <w:rStyle w:val="Hyperlink"/>
          </w:rPr>
          <w:t>2</w:t>
        </w:r>
        <w:r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Pr="00B30E84">
          <w:rPr>
            <w:rStyle w:val="Hyperlink"/>
          </w:rPr>
          <w:t>TENDER PREPARATION AND LODGEMENT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_Toc175208041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7A25EA9B" w14:textId="28537C3F" w:rsidR="00857305" w:rsidRDefault="00857305">
      <w:pPr>
        <w:pStyle w:val="TOC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08042" w:history="1">
        <w:r w:rsidRPr="00B30E84">
          <w:rPr>
            <w:rStyle w:val="Hyperlink"/>
            <w:noProof/>
          </w:rPr>
          <w:t>2.1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B30E84">
          <w:rPr>
            <w:rStyle w:val="Hyperlink"/>
            <w:noProof/>
          </w:rPr>
          <w:t>Tenderers to Inform Themselves (Core)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_Toc175208042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BA62955" w14:textId="111CD199" w:rsidR="00857305" w:rsidRDefault="00857305">
      <w:pPr>
        <w:pStyle w:val="TOC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08043" w:history="1">
        <w:r w:rsidRPr="00B30E84">
          <w:rPr>
            <w:rStyle w:val="Hyperlink"/>
            <w:noProof/>
          </w:rPr>
          <w:t>2.2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B30E84">
          <w:rPr>
            <w:rStyle w:val="Hyperlink"/>
            <w:noProof/>
          </w:rPr>
          <w:t>Tender Preparation (Core)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_Toc175208043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08C6071" w14:textId="39021161" w:rsidR="00857305" w:rsidRDefault="00857305">
      <w:pPr>
        <w:pStyle w:val="TOC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08044" w:history="1">
        <w:r w:rsidRPr="00B30E84">
          <w:rPr>
            <w:rStyle w:val="Hyperlink"/>
            <w:noProof/>
          </w:rPr>
          <w:t>2.3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B30E84">
          <w:rPr>
            <w:rStyle w:val="Hyperlink"/>
            <w:noProof/>
          </w:rPr>
          <w:t>Contact Officer and RFT Inquiries (Core)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_Toc175208044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45CC297" w14:textId="36FE549E" w:rsidR="00857305" w:rsidRDefault="00857305">
      <w:pPr>
        <w:pStyle w:val="TOC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08045" w:history="1">
        <w:r w:rsidRPr="00B30E84">
          <w:rPr>
            <w:rStyle w:val="Hyperlink"/>
            <w:noProof/>
          </w:rPr>
          <w:t>2.4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B30E84">
          <w:rPr>
            <w:rStyle w:val="Hyperlink"/>
            <w:noProof/>
          </w:rPr>
          <w:t>Preparation and Transmission of Classified Tenders (Optional)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_Toc175208045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5A1F824" w14:textId="1B7E1F74" w:rsidR="00857305" w:rsidRDefault="00857305">
      <w:pPr>
        <w:pStyle w:val="TOC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08046" w:history="1">
        <w:r w:rsidRPr="00B30E84">
          <w:rPr>
            <w:rStyle w:val="Hyperlink"/>
            <w:noProof/>
          </w:rPr>
          <w:t>2.5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B30E84">
          <w:rPr>
            <w:rStyle w:val="Hyperlink"/>
            <w:noProof/>
          </w:rPr>
          <w:t>Defence Security Requirements (Core)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_Toc175208046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1B95C64" w14:textId="3C5F680A" w:rsidR="00857305" w:rsidRDefault="00857305">
      <w:pPr>
        <w:pStyle w:val="TOC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08047" w:history="1">
        <w:r w:rsidRPr="00B30E84">
          <w:rPr>
            <w:rStyle w:val="Hyperlink"/>
            <w:noProof/>
          </w:rPr>
          <w:t>2.6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B30E84">
          <w:rPr>
            <w:rStyle w:val="Hyperlink"/>
            <w:noProof/>
          </w:rPr>
          <w:t>Industry Briefing (Optional)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_Toc175208047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F1A1D9B" w14:textId="79908DD7" w:rsidR="00857305" w:rsidRDefault="00857305">
      <w:pPr>
        <w:pStyle w:val="TOC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08048" w:history="1">
        <w:r w:rsidRPr="00B30E84">
          <w:rPr>
            <w:rStyle w:val="Hyperlink"/>
            <w:noProof/>
          </w:rPr>
          <w:t>2.7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B30E84">
          <w:rPr>
            <w:rStyle w:val="Hyperlink"/>
            <w:noProof/>
          </w:rPr>
          <w:t>Lodgement of Tenders (Core)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_Toc175208048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7EE7C67" w14:textId="217F7F37" w:rsidR="00857305" w:rsidRDefault="00857305">
      <w:pPr>
        <w:pStyle w:val="TOC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08049" w:history="1">
        <w:r w:rsidRPr="00B30E84">
          <w:rPr>
            <w:rStyle w:val="Hyperlink"/>
            <w:noProof/>
          </w:rPr>
          <w:t>2.8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B30E84">
          <w:rPr>
            <w:rStyle w:val="Hyperlink"/>
            <w:noProof/>
          </w:rPr>
          <w:t>Tender Validity Period (Core)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_Toc175208049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32764FF" w14:textId="5FFFD564" w:rsidR="00857305" w:rsidRDefault="00857305">
      <w:pPr>
        <w:pStyle w:val="TOC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08050" w:history="1">
        <w:r w:rsidRPr="00B30E84">
          <w:rPr>
            <w:rStyle w:val="Hyperlink"/>
            <w:noProof/>
          </w:rPr>
          <w:t>2.9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B30E84">
          <w:rPr>
            <w:rStyle w:val="Hyperlink"/>
            <w:noProof/>
          </w:rPr>
          <w:t>Alterations, Erasures and Illegibility (Core)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_Toc175208050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95A3B90" w14:textId="099E0439" w:rsidR="00857305" w:rsidRDefault="00857305">
      <w:pPr>
        <w:pStyle w:val="TOC2"/>
        <w:tabs>
          <w:tab w:val="left" w:pos="1417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08051" w:history="1">
        <w:r w:rsidRPr="00B30E84">
          <w:rPr>
            <w:rStyle w:val="Hyperlink"/>
            <w:noProof/>
          </w:rPr>
          <w:t>2.10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B30E84">
          <w:rPr>
            <w:rStyle w:val="Hyperlink"/>
            <w:noProof/>
          </w:rPr>
          <w:t>Unintentional Errors of Form (Optional)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_Toc175208051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5ABF49B" w14:textId="7BE57BF6" w:rsidR="00857305" w:rsidRDefault="00857305">
      <w:pPr>
        <w:pStyle w:val="TOC2"/>
        <w:tabs>
          <w:tab w:val="left" w:pos="1417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08052" w:history="1">
        <w:r w:rsidRPr="00B30E84">
          <w:rPr>
            <w:rStyle w:val="Hyperlink"/>
            <w:noProof/>
          </w:rPr>
          <w:t>2.11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B30E84">
          <w:rPr>
            <w:rStyle w:val="Hyperlink"/>
            <w:noProof/>
          </w:rPr>
          <w:t>Confidentiality (Core)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_Toc175208052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0D3AA5C" w14:textId="66DDD594" w:rsidR="00857305" w:rsidRDefault="00857305">
      <w:pPr>
        <w:pStyle w:val="TOC2"/>
        <w:tabs>
          <w:tab w:val="left" w:pos="1417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08053" w:history="1">
        <w:r w:rsidRPr="00B30E84">
          <w:rPr>
            <w:rStyle w:val="Hyperlink"/>
            <w:noProof/>
            <w:lang w:eastAsia="zh-CN"/>
          </w:rPr>
          <w:t>2.12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B30E84">
          <w:rPr>
            <w:rStyle w:val="Hyperlink"/>
            <w:noProof/>
            <w:lang w:eastAsia="zh-CN"/>
          </w:rPr>
          <w:t>Probity Assurance (Core)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_Toc175208053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033B7347" w14:textId="55843C6D" w:rsidR="00857305" w:rsidRDefault="00857305">
      <w:pPr>
        <w:pStyle w:val="TOC2"/>
        <w:tabs>
          <w:tab w:val="left" w:pos="1417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08054" w:history="1">
        <w:r w:rsidRPr="00B30E84">
          <w:rPr>
            <w:rStyle w:val="Hyperlink"/>
            <w:noProof/>
          </w:rPr>
          <w:t>2.13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B30E84">
          <w:rPr>
            <w:rStyle w:val="Hyperlink"/>
            <w:noProof/>
          </w:rPr>
          <w:t>Use of Tender Documents (Core)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_Toc175208054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AC214FB" w14:textId="1D88A9DE" w:rsidR="00857305" w:rsidRDefault="00857305">
      <w:pPr>
        <w:pStyle w:val="TOC2"/>
        <w:tabs>
          <w:tab w:val="left" w:pos="1417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08055" w:history="1">
        <w:r w:rsidRPr="00B30E84">
          <w:rPr>
            <w:rStyle w:val="Hyperlink"/>
            <w:noProof/>
          </w:rPr>
          <w:t>2.14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B30E84">
          <w:rPr>
            <w:rStyle w:val="Hyperlink"/>
            <w:noProof/>
          </w:rPr>
          <w:t>Part and Joint Tenders (Core)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_Toc175208055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2AB9EC7" w14:textId="558522EC" w:rsidR="00857305" w:rsidRDefault="00857305">
      <w:pPr>
        <w:pStyle w:val="TOC2"/>
        <w:tabs>
          <w:tab w:val="left" w:pos="1417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08056" w:history="1">
        <w:r w:rsidRPr="00B30E84">
          <w:rPr>
            <w:rStyle w:val="Hyperlink"/>
            <w:noProof/>
          </w:rPr>
          <w:t>2.15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B30E84">
          <w:rPr>
            <w:rStyle w:val="Hyperlink"/>
            <w:noProof/>
          </w:rPr>
          <w:t>Alternative Proposals (Core)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_Toc175208056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CF70E9D" w14:textId="700229D2" w:rsidR="00857305" w:rsidRDefault="00857305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75208057" w:history="1">
        <w:r w:rsidRPr="00B30E84">
          <w:rPr>
            <w:rStyle w:val="Hyperlink"/>
          </w:rPr>
          <w:t>3</w:t>
        </w:r>
        <w:r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Pr="00B30E84">
          <w:rPr>
            <w:rStyle w:val="Hyperlink"/>
          </w:rPr>
          <w:t>EVALUATION OF TENDERS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_Toc175208057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1CF85A1B" w14:textId="4C408899" w:rsidR="00857305" w:rsidRDefault="00857305">
      <w:pPr>
        <w:pStyle w:val="TOC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08058" w:history="1">
        <w:r w:rsidRPr="00B30E84">
          <w:rPr>
            <w:rStyle w:val="Hyperlink"/>
            <w:noProof/>
          </w:rPr>
          <w:t>3.1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B30E84">
          <w:rPr>
            <w:rStyle w:val="Hyperlink"/>
            <w:noProof/>
          </w:rPr>
          <w:t>Evaluation and Process (Core)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_Toc175208058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EA572B4" w14:textId="308E9A47" w:rsidR="00857305" w:rsidRDefault="00857305">
      <w:pPr>
        <w:pStyle w:val="TOC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08059" w:history="1">
        <w:r w:rsidRPr="00B30E84">
          <w:rPr>
            <w:rStyle w:val="Hyperlink"/>
            <w:noProof/>
          </w:rPr>
          <w:t>3.2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B30E84">
          <w:rPr>
            <w:rStyle w:val="Hyperlink"/>
            <w:noProof/>
          </w:rPr>
          <w:t>Minimum Content and Format Requirements (Core)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_Toc175208059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C2E6CBC" w14:textId="7EDFD80C" w:rsidR="00857305" w:rsidRDefault="00857305">
      <w:pPr>
        <w:pStyle w:val="TOC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08060" w:history="1">
        <w:r w:rsidRPr="00B30E84">
          <w:rPr>
            <w:rStyle w:val="Hyperlink"/>
            <w:noProof/>
          </w:rPr>
          <w:t>3.3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B30E84">
          <w:rPr>
            <w:rStyle w:val="Hyperlink"/>
            <w:noProof/>
          </w:rPr>
          <w:t>Conditions for Participation (Optional)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_Toc175208060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0C0E4031" w14:textId="36CF7A69" w:rsidR="00857305" w:rsidRDefault="00857305">
      <w:pPr>
        <w:pStyle w:val="TOC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08061" w:history="1">
        <w:r w:rsidRPr="00B30E84">
          <w:rPr>
            <w:rStyle w:val="Hyperlink"/>
            <w:noProof/>
          </w:rPr>
          <w:t>3.4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B30E84">
          <w:rPr>
            <w:rStyle w:val="Hyperlink"/>
            <w:noProof/>
          </w:rPr>
          <w:t>Essential Requirements (Optional)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_Toc175208061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19C14DC0" w14:textId="2AAD2EDF" w:rsidR="00857305" w:rsidRDefault="00857305">
      <w:pPr>
        <w:pStyle w:val="TOC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08062" w:history="1">
        <w:r w:rsidRPr="00B30E84">
          <w:rPr>
            <w:rStyle w:val="Hyperlink"/>
            <w:noProof/>
          </w:rPr>
          <w:t>3.5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B30E84">
          <w:rPr>
            <w:rStyle w:val="Hyperlink"/>
            <w:noProof/>
          </w:rPr>
          <w:t>Negotiation (Core)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_Toc175208062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7D09033" w14:textId="67191D34" w:rsidR="00857305" w:rsidRDefault="00857305">
      <w:pPr>
        <w:pStyle w:val="TOC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08063" w:history="1">
        <w:r w:rsidRPr="00B30E84">
          <w:rPr>
            <w:rStyle w:val="Hyperlink"/>
            <w:noProof/>
          </w:rPr>
          <w:t>3.6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B30E84">
          <w:rPr>
            <w:rStyle w:val="Hyperlink"/>
            <w:noProof/>
          </w:rPr>
          <w:t>Preferred Tenderer Status (Core)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_Toc175208063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0738B904" w14:textId="2B79DF5A" w:rsidR="00857305" w:rsidRDefault="00857305">
      <w:pPr>
        <w:pStyle w:val="TOC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08064" w:history="1">
        <w:r w:rsidRPr="00B30E84">
          <w:rPr>
            <w:rStyle w:val="Hyperlink"/>
            <w:noProof/>
          </w:rPr>
          <w:t>3.7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B30E84">
          <w:rPr>
            <w:rStyle w:val="Hyperlink"/>
            <w:noProof/>
          </w:rPr>
          <w:t>Cost Investigation of Tenders (Core)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_Toc175208064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61E82AE" w14:textId="06296DA1" w:rsidR="00857305" w:rsidRDefault="00857305">
      <w:pPr>
        <w:pStyle w:val="TOC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08065" w:history="1">
        <w:r w:rsidRPr="00B30E84">
          <w:rPr>
            <w:rStyle w:val="Hyperlink"/>
            <w:noProof/>
          </w:rPr>
          <w:t>3.8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B30E84">
          <w:rPr>
            <w:rStyle w:val="Hyperlink"/>
            <w:noProof/>
          </w:rPr>
          <w:t>Debriefing of Tenderers (Core)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_Toc175208065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7B8817D6" w14:textId="327294DB" w:rsidR="00857305" w:rsidRDefault="00857305">
      <w:pPr>
        <w:pStyle w:val="TOC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08066" w:history="1">
        <w:r w:rsidRPr="00B30E84">
          <w:rPr>
            <w:rStyle w:val="Hyperlink"/>
            <w:noProof/>
          </w:rPr>
          <w:t>3.9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B30E84">
          <w:rPr>
            <w:rStyle w:val="Hyperlink"/>
            <w:noProof/>
          </w:rPr>
          <w:t>Tender Evaluation Criteria (Core)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_Toc175208066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4574E977" w14:textId="113D6357" w:rsidR="00514A46" w:rsidRPr="003D2B37" w:rsidRDefault="00BB5D36" w:rsidP="00C8034B">
      <w:pPr>
        <w:pStyle w:val="ASDEFCONOptionSpace"/>
      </w:pPr>
      <w:r>
        <w:rPr>
          <w:rFonts w:cs="Arial"/>
          <w:b/>
          <w:bCs w:val="0"/>
          <w:noProof/>
          <w:color w:val="auto"/>
          <w:sz w:val="20"/>
          <w:szCs w:val="24"/>
        </w:rPr>
        <w:fldChar w:fldCharType="end"/>
      </w:r>
    </w:p>
    <w:p w14:paraId="312D4F80" w14:textId="77777777" w:rsidR="00514A46" w:rsidRPr="006C3AA1" w:rsidRDefault="00514A46" w:rsidP="00C8034B">
      <w:pPr>
        <w:pStyle w:val="ASDEFCONNormal"/>
        <w:rPr>
          <w:b/>
        </w:rPr>
      </w:pPr>
      <w:r w:rsidRPr="006C3AA1">
        <w:rPr>
          <w:b/>
        </w:rPr>
        <w:t>ATTACHMENTS</w:t>
      </w:r>
    </w:p>
    <w:p w14:paraId="324FB01A" w14:textId="4850E41A" w:rsidR="00514A46" w:rsidRPr="003D2B37" w:rsidRDefault="00514A46" w:rsidP="00C8034B">
      <w:pPr>
        <w:pStyle w:val="ATTANNListTableofContents-ASDEFCON"/>
        <w:rPr>
          <w:webHidden/>
        </w:rPr>
      </w:pPr>
      <w:r w:rsidRPr="003D2B37">
        <w:t>TENDER</w:t>
      </w:r>
      <w:r w:rsidR="00C17D31">
        <w:t xml:space="preserve"> </w:t>
      </w:r>
      <w:r w:rsidRPr="003D2B37">
        <w:t>DATA</w:t>
      </w:r>
      <w:r w:rsidR="00C17D31">
        <w:t xml:space="preserve"> </w:t>
      </w:r>
      <w:r w:rsidRPr="003D2B37">
        <w:t>REQUIREMENTS</w:t>
      </w:r>
      <w:r w:rsidR="00C17D31">
        <w:t xml:space="preserve"> </w:t>
      </w:r>
      <w:r w:rsidRPr="003D2B37">
        <w:t>LIST</w:t>
      </w:r>
      <w:r>
        <w:tab/>
      </w:r>
      <w:r w:rsidRPr="003D2B37">
        <w:t>A-1</w:t>
      </w:r>
    </w:p>
    <w:p w14:paraId="36239DAD" w14:textId="77777777" w:rsidR="00514A46" w:rsidRPr="006C3AA1" w:rsidRDefault="00514A46" w:rsidP="00C8034B">
      <w:pPr>
        <w:pStyle w:val="ASDEFCONNormal"/>
        <w:rPr>
          <w:b/>
        </w:rPr>
      </w:pPr>
      <w:r w:rsidRPr="006C3AA1">
        <w:rPr>
          <w:b/>
        </w:rPr>
        <w:t>ANNEXES</w:t>
      </w:r>
    </w:p>
    <w:p w14:paraId="0F64D396" w14:textId="605563DA" w:rsidR="00514A46" w:rsidRDefault="00514A46" w:rsidP="00BB5D36">
      <w:pPr>
        <w:pStyle w:val="ATTANNListTableofContents-ASDEFCON"/>
        <w:numPr>
          <w:ilvl w:val="0"/>
          <w:numId w:val="36"/>
        </w:numPr>
        <w:rPr>
          <w:rStyle w:val="ASDEFCONSublistChar"/>
        </w:rPr>
      </w:pPr>
      <w:r w:rsidRPr="003D2B37">
        <w:t>Tenderer’s</w:t>
      </w:r>
      <w:r w:rsidR="00C17D31">
        <w:t xml:space="preserve"> </w:t>
      </w:r>
      <w:r w:rsidRPr="003D2B37">
        <w:t>Deed</w:t>
      </w:r>
      <w:r w:rsidR="00C17D31">
        <w:t xml:space="preserve"> </w:t>
      </w:r>
      <w:r w:rsidRPr="003D2B37">
        <w:t>of</w:t>
      </w:r>
      <w:r w:rsidR="00C17D31">
        <w:t xml:space="preserve"> </w:t>
      </w:r>
      <w:r w:rsidRPr="003D2B37">
        <w:t>Undertaking</w:t>
      </w:r>
      <w:r w:rsidR="00C17D31">
        <w:t xml:space="preserve"> </w:t>
      </w:r>
      <w:r w:rsidRPr="003D2B37">
        <w:t>(Core)</w:t>
      </w:r>
      <w:r w:rsidRPr="003D2B37">
        <w:tab/>
      </w:r>
      <w:r w:rsidRPr="003D2B37">
        <w:rPr>
          <w:rStyle w:val="ASDEFCONSublistChar"/>
        </w:rPr>
        <w:t>A-</w:t>
      </w:r>
      <w:r>
        <w:rPr>
          <w:rStyle w:val="ASDEFCONSublistChar"/>
        </w:rPr>
        <w:t>A</w:t>
      </w:r>
      <w:r w:rsidRPr="003D2B37">
        <w:rPr>
          <w:rStyle w:val="ASDEFCONSublistChar"/>
        </w:rPr>
        <w:t>1</w:t>
      </w:r>
    </w:p>
    <w:p w14:paraId="2A15DDE3" w14:textId="107C72E2" w:rsidR="00514A46" w:rsidRPr="003D2B37" w:rsidRDefault="00514A46" w:rsidP="00C8034B">
      <w:pPr>
        <w:pStyle w:val="ATTANNListTableofContents-ASDEFCON"/>
        <w:rPr>
          <w:rStyle w:val="ASDEFCONSublistChar"/>
        </w:rPr>
      </w:pPr>
      <w:r>
        <w:rPr>
          <w:rStyle w:val="ASDEFCONSublistChar"/>
        </w:rPr>
        <w:t>Statement</w:t>
      </w:r>
      <w:r w:rsidR="00C17D31">
        <w:rPr>
          <w:rStyle w:val="ASDEFCONSublistChar"/>
        </w:rPr>
        <w:t xml:space="preserve"> </w:t>
      </w:r>
      <w:r>
        <w:rPr>
          <w:rStyle w:val="ASDEFCONSublistChar"/>
        </w:rPr>
        <w:t>of</w:t>
      </w:r>
      <w:r w:rsidR="00C17D31">
        <w:rPr>
          <w:rStyle w:val="ASDEFCONSublistChar"/>
        </w:rPr>
        <w:t xml:space="preserve"> </w:t>
      </w:r>
      <w:r>
        <w:rPr>
          <w:rStyle w:val="ASDEFCONSublistChar"/>
        </w:rPr>
        <w:t>Non-Compliance</w:t>
      </w:r>
      <w:r w:rsidR="00C17D31">
        <w:rPr>
          <w:rStyle w:val="ASDEFCONSublistChar"/>
        </w:rPr>
        <w:t xml:space="preserve"> </w:t>
      </w:r>
      <w:r>
        <w:rPr>
          <w:rStyle w:val="ASDEFCONSublistChar"/>
        </w:rPr>
        <w:t>(Core)</w:t>
      </w:r>
      <w:r>
        <w:rPr>
          <w:rStyle w:val="ASDEFCONSublistChar"/>
        </w:rPr>
        <w:tab/>
        <w:t>A-B1</w:t>
      </w:r>
    </w:p>
    <w:p w14:paraId="23EE1061" w14:textId="3C3CFEE6" w:rsidR="00514A46" w:rsidRPr="003D2B37" w:rsidRDefault="00514A46" w:rsidP="00C8034B">
      <w:pPr>
        <w:pStyle w:val="ATTANNListTableofContents-ASDEFCON"/>
      </w:pPr>
      <w:r w:rsidRPr="003D2B37">
        <w:t>Commercial</w:t>
      </w:r>
      <w:r w:rsidR="00C17D31">
        <w:t xml:space="preserve"> </w:t>
      </w:r>
      <w:r>
        <w:t>and</w:t>
      </w:r>
      <w:r w:rsidR="00C17D31">
        <w:t xml:space="preserve"> </w:t>
      </w:r>
      <w:r>
        <w:t>Financial</w:t>
      </w:r>
      <w:r w:rsidR="00C17D31">
        <w:t xml:space="preserve"> </w:t>
      </w:r>
      <w:r w:rsidRPr="003D2B37">
        <w:t>(Core)</w:t>
      </w:r>
      <w:r>
        <w:tab/>
      </w:r>
      <w:r w:rsidRPr="003D2B37">
        <w:t>A-C1</w:t>
      </w:r>
    </w:p>
    <w:p w14:paraId="7EF71494" w14:textId="5368F5A5" w:rsidR="00514A46" w:rsidRPr="003D2B37" w:rsidRDefault="00514A46" w:rsidP="00C8034B">
      <w:pPr>
        <w:pStyle w:val="ATTANNListTableofContents-ASDEFCON"/>
      </w:pPr>
      <w:r w:rsidRPr="003D2B37">
        <w:t>Technical</w:t>
      </w:r>
      <w:r w:rsidR="00C17D31">
        <w:t xml:space="preserve"> </w:t>
      </w:r>
      <w:r w:rsidRPr="003D2B37">
        <w:t>(Core)</w:t>
      </w:r>
      <w:r w:rsidRPr="003D2B37">
        <w:tab/>
        <w:t>A-D1</w:t>
      </w:r>
    </w:p>
    <w:p w14:paraId="349B1227" w14:textId="388BF813" w:rsidR="00514A46" w:rsidRPr="00BC1156" w:rsidRDefault="00514A46" w:rsidP="00C8034B">
      <w:pPr>
        <w:pStyle w:val="ATTANNListTableofContents-ASDEFCON"/>
      </w:pPr>
      <w:r w:rsidRPr="003D2B37">
        <w:t>Australian</w:t>
      </w:r>
      <w:r w:rsidR="00C17D31">
        <w:t xml:space="preserve"> </w:t>
      </w:r>
      <w:r w:rsidRPr="003D2B37">
        <w:t>Industry</w:t>
      </w:r>
      <w:r w:rsidR="00C17D31">
        <w:t xml:space="preserve"> </w:t>
      </w:r>
      <w:r w:rsidRPr="003D2B37">
        <w:t>Capability</w:t>
      </w:r>
      <w:r w:rsidR="00C17D31">
        <w:t xml:space="preserve"> </w:t>
      </w:r>
      <w:r w:rsidRPr="003D2B37">
        <w:t>(</w:t>
      </w:r>
      <w:r>
        <w:t>Optional</w:t>
      </w:r>
      <w:r w:rsidRPr="003D2B37">
        <w:t>)</w:t>
      </w:r>
      <w:r>
        <w:tab/>
      </w:r>
      <w:r w:rsidRPr="003D2B37">
        <w:t>A-E1</w:t>
      </w:r>
    </w:p>
    <w:p w14:paraId="3C143856" w14:textId="77777777" w:rsidR="00514A46" w:rsidRPr="00BC1156" w:rsidRDefault="00514A46" w:rsidP="00C8034B">
      <w:pPr>
        <w:pStyle w:val="ASDEFCONNormal"/>
        <w:sectPr w:rsidR="00514A46" w:rsidRPr="00BC1156" w:rsidSect="00514A46">
          <w:footerReference w:type="default" r:id="rId12"/>
          <w:pgSz w:w="11906" w:h="16838"/>
          <w:pgMar w:top="1191" w:right="1418" w:bottom="964" w:left="1418" w:header="567" w:footer="567" w:gutter="0"/>
          <w:pgNumType w:fmt="lowerRoman" w:start="1"/>
          <w:cols w:space="720"/>
        </w:sectPr>
      </w:pPr>
    </w:p>
    <w:p w14:paraId="6EC210BC" w14:textId="76E7161B" w:rsidR="00514A46" w:rsidRPr="00BC1156" w:rsidRDefault="00514A46" w:rsidP="00BB5D36">
      <w:pPr>
        <w:pStyle w:val="COTCOCLV1-ASDEFCON"/>
        <w:numPr>
          <w:ilvl w:val="0"/>
          <w:numId w:val="37"/>
        </w:numPr>
      </w:pPr>
      <w:bookmarkStart w:id="2" w:name="_Toc229445686"/>
      <w:bookmarkStart w:id="3" w:name="_Toc121903956"/>
      <w:bookmarkStart w:id="4" w:name="_Toc175208032"/>
      <w:r w:rsidRPr="00BC1156">
        <w:lastRenderedPageBreak/>
        <w:t>GENERAL</w:t>
      </w:r>
      <w:r w:rsidR="00C17D31">
        <w:t xml:space="preserve"> </w:t>
      </w:r>
      <w:r w:rsidRPr="00BC1156">
        <w:t>CONDITIONS</w:t>
      </w:r>
      <w:bookmarkEnd w:id="2"/>
      <w:bookmarkEnd w:id="3"/>
      <w:bookmarkEnd w:id="4"/>
    </w:p>
    <w:p w14:paraId="2608DFCE" w14:textId="177CD0DE" w:rsidR="00514A46" w:rsidRPr="00BC1156" w:rsidRDefault="00514A46" w:rsidP="00C8034B">
      <w:pPr>
        <w:pStyle w:val="COTCOCLV2-ASDEFCON"/>
      </w:pPr>
      <w:bookmarkStart w:id="5" w:name="_Toc434499479"/>
      <w:bookmarkStart w:id="6" w:name="_Toc434499551"/>
      <w:bookmarkStart w:id="7" w:name="_Toc434499624"/>
      <w:bookmarkStart w:id="8" w:name="_Toc434499698"/>
      <w:bookmarkStart w:id="9" w:name="_Toc434501830"/>
      <w:bookmarkStart w:id="10" w:name="_Toc435431208"/>
      <w:bookmarkStart w:id="11" w:name="_Toc435536692"/>
      <w:bookmarkStart w:id="12" w:name="_Toc436299913"/>
      <w:bookmarkStart w:id="13" w:name="_Toc436380529"/>
      <w:bookmarkStart w:id="14" w:name="_Toc436820356"/>
      <w:bookmarkStart w:id="15" w:name="_Toc436917235"/>
      <w:bookmarkStart w:id="16" w:name="_Toc229445688"/>
      <w:bookmarkStart w:id="17" w:name="_Toc121903957"/>
      <w:bookmarkStart w:id="18" w:name="_Toc175208033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r w:rsidRPr="00BC1156">
        <w:t>Interpretation</w:t>
      </w:r>
      <w:r w:rsidR="00C17D31">
        <w:t xml:space="preserve"> </w:t>
      </w:r>
      <w:r w:rsidRPr="00BC1156">
        <w:t>of</w:t>
      </w:r>
      <w:r w:rsidR="00C17D31">
        <w:t xml:space="preserve"> </w:t>
      </w:r>
      <w:r w:rsidRPr="00BC1156">
        <w:t>Request</w:t>
      </w:r>
      <w:r w:rsidR="00C17D31">
        <w:t xml:space="preserve"> </w:t>
      </w:r>
      <w:r>
        <w:t>f</w:t>
      </w:r>
      <w:r w:rsidRPr="00BC1156">
        <w:t>or</w:t>
      </w:r>
      <w:r w:rsidR="00C17D31">
        <w:t xml:space="preserve"> </w:t>
      </w:r>
      <w:r w:rsidRPr="00BC1156">
        <w:t>Tender</w:t>
      </w:r>
      <w:r w:rsidR="00C17D31">
        <w:t xml:space="preserve"> </w:t>
      </w:r>
      <w:r w:rsidRPr="00BC1156">
        <w:t>(Core)</w:t>
      </w:r>
      <w:bookmarkStart w:id="19" w:name="_Hlt95891136"/>
      <w:bookmarkEnd w:id="16"/>
      <w:bookmarkEnd w:id="17"/>
      <w:bookmarkEnd w:id="19"/>
      <w:bookmarkEnd w:id="18"/>
    </w:p>
    <w:p w14:paraId="3D7E9DB4" w14:textId="7C6B6337" w:rsidR="00514A46" w:rsidRDefault="00514A46" w:rsidP="00C8034B">
      <w:pPr>
        <w:pStyle w:val="COTCOCLV3-ASDEFCON"/>
      </w:pPr>
      <w:r>
        <w:t>The</w:t>
      </w:r>
      <w:r w:rsidR="00C17D31">
        <w:t xml:space="preserve"> </w:t>
      </w:r>
      <w:r>
        <w:t>Request</w:t>
      </w:r>
      <w:r w:rsidR="00C17D31">
        <w:t xml:space="preserve"> </w:t>
      </w:r>
      <w:r>
        <w:t>for</w:t>
      </w:r>
      <w:r w:rsidR="00C17D31">
        <w:t xml:space="preserve"> </w:t>
      </w:r>
      <w:r>
        <w:t>Tender</w:t>
      </w:r>
      <w:r w:rsidR="00C17D31">
        <w:t xml:space="preserve"> </w:t>
      </w:r>
      <w:r>
        <w:t>(RFT)</w:t>
      </w:r>
      <w:r w:rsidR="00C17D31">
        <w:t xml:space="preserve"> </w:t>
      </w:r>
      <w:r>
        <w:t>comprises:</w:t>
      </w:r>
    </w:p>
    <w:p w14:paraId="3D74E140" w14:textId="4F17D481" w:rsidR="00514A46" w:rsidRDefault="00514A46" w:rsidP="00C8034B">
      <w:pPr>
        <w:pStyle w:val="COTCOCLV4-ASDEFCON"/>
      </w:pPr>
      <w:r>
        <w:t>Part</w:t>
      </w:r>
      <w:r w:rsidR="00C17D31">
        <w:t xml:space="preserve"> </w:t>
      </w:r>
      <w:r>
        <w:t>1</w:t>
      </w:r>
      <w:r w:rsidR="00C17D31">
        <w:t xml:space="preserve"> </w:t>
      </w:r>
      <w:r>
        <w:t>–</w:t>
      </w:r>
      <w:r w:rsidR="00C17D31">
        <w:t xml:space="preserve"> </w:t>
      </w:r>
      <w:r>
        <w:t>Conditions</w:t>
      </w:r>
      <w:r w:rsidR="00C17D31">
        <w:t xml:space="preserve"> </w:t>
      </w:r>
      <w:r>
        <w:t>of</w:t>
      </w:r>
      <w:r w:rsidR="00C17D31">
        <w:t xml:space="preserve"> </w:t>
      </w:r>
      <w:r>
        <w:t>Tender</w:t>
      </w:r>
      <w:r w:rsidR="00C17D31">
        <w:t xml:space="preserve"> </w:t>
      </w:r>
      <w:r>
        <w:t>(COT)</w:t>
      </w:r>
      <w:r w:rsidR="00C17D31">
        <w:t xml:space="preserve"> </w:t>
      </w:r>
      <w:r>
        <w:t>(</w:t>
      </w:r>
      <w:r w:rsidRPr="008C1121">
        <w:t>including</w:t>
      </w:r>
      <w:r w:rsidR="00C17D31">
        <w:t xml:space="preserve"> </w:t>
      </w:r>
      <w:r w:rsidRPr="008C1121">
        <w:t>the</w:t>
      </w:r>
      <w:r w:rsidR="00C17D31">
        <w:t xml:space="preserve"> </w:t>
      </w:r>
      <w:r w:rsidRPr="008C1121">
        <w:t>Tender</w:t>
      </w:r>
      <w:r w:rsidR="00C17D31">
        <w:t xml:space="preserve"> </w:t>
      </w:r>
      <w:r w:rsidRPr="008C1121">
        <w:t>Details</w:t>
      </w:r>
      <w:r w:rsidR="00C17D31">
        <w:t xml:space="preserve"> </w:t>
      </w:r>
      <w:r w:rsidRPr="008C1121">
        <w:t>Schedule)</w:t>
      </w:r>
      <w:r>
        <w:t>,</w:t>
      </w:r>
      <w:r w:rsidR="00C17D31">
        <w:t xml:space="preserve"> </w:t>
      </w:r>
      <w:r>
        <w:t>the</w:t>
      </w:r>
      <w:r w:rsidR="00C17D31">
        <w:t xml:space="preserve"> </w:t>
      </w:r>
      <w:r>
        <w:t>TDRL</w:t>
      </w:r>
      <w:r w:rsidR="00C17D31">
        <w:t xml:space="preserve"> </w:t>
      </w:r>
      <w:r>
        <w:t>at</w:t>
      </w:r>
      <w:r w:rsidR="00C17D31">
        <w:t xml:space="preserve"> </w:t>
      </w:r>
      <w:r>
        <w:t>Attachment</w:t>
      </w:r>
      <w:r w:rsidR="00C17D31">
        <w:t xml:space="preserve"> </w:t>
      </w:r>
      <w:r>
        <w:t>A</w:t>
      </w:r>
      <w:r w:rsidR="00C17D31">
        <w:t xml:space="preserve"> </w:t>
      </w:r>
      <w:r>
        <w:t>to</w:t>
      </w:r>
      <w:r w:rsidR="00C17D31">
        <w:t xml:space="preserve"> </w:t>
      </w:r>
      <w:r>
        <w:t>the</w:t>
      </w:r>
      <w:r w:rsidR="00C17D31">
        <w:t xml:space="preserve"> </w:t>
      </w:r>
      <w:r>
        <w:t>COT</w:t>
      </w:r>
      <w:r w:rsidR="00C17D31">
        <w:t xml:space="preserve"> </w:t>
      </w:r>
      <w:r>
        <w:t>and</w:t>
      </w:r>
      <w:r w:rsidR="00C17D31">
        <w:t xml:space="preserve"> </w:t>
      </w:r>
      <w:r>
        <w:t>the</w:t>
      </w:r>
      <w:r w:rsidR="00C17D31">
        <w:t xml:space="preserve"> </w:t>
      </w:r>
      <w:r>
        <w:t>annexes</w:t>
      </w:r>
      <w:r w:rsidR="00C17D31">
        <w:t xml:space="preserve"> </w:t>
      </w:r>
      <w:r>
        <w:t>to</w:t>
      </w:r>
      <w:r w:rsidR="00C17D31">
        <w:t xml:space="preserve"> </w:t>
      </w:r>
      <w:r>
        <w:t>the</w:t>
      </w:r>
      <w:r w:rsidR="00C17D31">
        <w:t xml:space="preserve"> </w:t>
      </w:r>
      <w:r>
        <w:t>TDRL;</w:t>
      </w:r>
    </w:p>
    <w:p w14:paraId="47F22C71" w14:textId="73E7929D" w:rsidR="00514A46" w:rsidRDefault="00514A46" w:rsidP="00C8034B">
      <w:pPr>
        <w:pStyle w:val="COTCOCLV4-ASDEFCON"/>
      </w:pPr>
      <w:r>
        <w:t>Part</w:t>
      </w:r>
      <w:r w:rsidR="00C17D31">
        <w:t xml:space="preserve"> </w:t>
      </w:r>
      <w:r>
        <w:t>2</w:t>
      </w:r>
      <w:r w:rsidR="00C17D31">
        <w:t xml:space="preserve"> </w:t>
      </w:r>
      <w:r>
        <w:t>–</w:t>
      </w:r>
      <w:r w:rsidR="00C17D31">
        <w:t xml:space="preserve"> </w:t>
      </w:r>
      <w:r>
        <w:t>draft</w:t>
      </w:r>
      <w:r w:rsidR="00C17D31">
        <w:t xml:space="preserve"> </w:t>
      </w:r>
      <w:r>
        <w:t>COC</w:t>
      </w:r>
      <w:r w:rsidR="00C17D31">
        <w:t xml:space="preserve"> </w:t>
      </w:r>
      <w:r>
        <w:t>and</w:t>
      </w:r>
      <w:r w:rsidR="00C17D31">
        <w:t xml:space="preserve"> </w:t>
      </w:r>
      <w:r>
        <w:t>attachments;</w:t>
      </w:r>
      <w:r w:rsidR="00C17D31">
        <w:t xml:space="preserve"> </w:t>
      </w:r>
      <w:r>
        <w:t>and</w:t>
      </w:r>
    </w:p>
    <w:p w14:paraId="309FBCE0" w14:textId="519787AD" w:rsidR="00514A46" w:rsidRDefault="00514A46" w:rsidP="00C8034B">
      <w:pPr>
        <w:pStyle w:val="COTCOCLV4-ASDEFCON"/>
      </w:pPr>
      <w:r>
        <w:t>Part</w:t>
      </w:r>
      <w:r w:rsidR="00C17D31">
        <w:t xml:space="preserve"> </w:t>
      </w:r>
      <w:r>
        <w:t>3</w:t>
      </w:r>
      <w:r w:rsidR="00C17D31">
        <w:t xml:space="preserve"> </w:t>
      </w:r>
      <w:r>
        <w:t>–</w:t>
      </w:r>
      <w:r w:rsidR="00C17D31">
        <w:t xml:space="preserve"> </w:t>
      </w:r>
      <w:r>
        <w:t>draft</w:t>
      </w:r>
      <w:r w:rsidR="00C17D31">
        <w:t xml:space="preserve"> </w:t>
      </w:r>
      <w:r>
        <w:t>SOW</w:t>
      </w:r>
      <w:r w:rsidR="00C17D31">
        <w:t xml:space="preserve"> </w:t>
      </w:r>
      <w:r>
        <w:t>and</w:t>
      </w:r>
      <w:r w:rsidR="00C17D31">
        <w:t xml:space="preserve"> </w:t>
      </w:r>
      <w:r>
        <w:t>annexes.</w:t>
      </w:r>
    </w:p>
    <w:p w14:paraId="7B1D9E56" w14:textId="20FEE3AC" w:rsidR="00514A46" w:rsidRPr="00BC1156" w:rsidRDefault="00514A46" w:rsidP="00C8034B">
      <w:pPr>
        <w:pStyle w:val="COTCOCLV3-ASDEFCON"/>
      </w:pPr>
      <w:bookmarkStart w:id="20" w:name="_Ref434566260"/>
      <w:r w:rsidRPr="00BC1156">
        <w:t>This</w:t>
      </w:r>
      <w:r w:rsidR="00C17D31">
        <w:t xml:space="preserve"> </w:t>
      </w:r>
      <w:r>
        <w:t>RFT</w:t>
      </w:r>
      <w:r w:rsidR="00C17D31">
        <w:t xml:space="preserve"> </w:t>
      </w:r>
      <w:r w:rsidRPr="00BC1156">
        <w:t>is</w:t>
      </w:r>
      <w:r w:rsidR="00C17D31">
        <w:t xml:space="preserve"> </w:t>
      </w:r>
      <w:r w:rsidRPr="00BC1156">
        <w:t>an</w:t>
      </w:r>
      <w:r w:rsidR="00C17D31">
        <w:t xml:space="preserve"> </w:t>
      </w:r>
      <w:r w:rsidRPr="00BC1156">
        <w:t>invitation</w:t>
      </w:r>
      <w:r w:rsidR="00C17D31">
        <w:t xml:space="preserve"> </w:t>
      </w:r>
      <w:r w:rsidRPr="00BC1156">
        <w:t>to</w:t>
      </w:r>
      <w:r w:rsidR="00C17D31">
        <w:t xml:space="preserve"> </w:t>
      </w:r>
      <w:r w:rsidRPr="00BC1156">
        <w:t>treat</w:t>
      </w:r>
      <w:r w:rsidR="00C17D31">
        <w:t xml:space="preserve"> </w:t>
      </w:r>
      <w:r w:rsidRPr="00BC1156">
        <w:t>and</w:t>
      </w:r>
      <w:r>
        <w:t>,</w:t>
      </w:r>
      <w:r w:rsidR="00C17D31">
        <w:t xml:space="preserve"> </w:t>
      </w:r>
      <w:r>
        <w:t>to</w:t>
      </w:r>
      <w:r w:rsidR="00C17D31">
        <w:t xml:space="preserve"> </w:t>
      </w:r>
      <w:r>
        <w:t>the</w:t>
      </w:r>
      <w:r w:rsidR="00C17D31">
        <w:t xml:space="preserve"> </w:t>
      </w:r>
      <w:r>
        <w:t>extent</w:t>
      </w:r>
      <w:r w:rsidR="00C17D31">
        <w:t xml:space="preserve"> </w:t>
      </w:r>
      <w:r>
        <w:t>permitted</w:t>
      </w:r>
      <w:r w:rsidR="00C17D31">
        <w:t xml:space="preserve"> </w:t>
      </w:r>
      <w:r>
        <w:t>by</w:t>
      </w:r>
      <w:r w:rsidR="00C17D31">
        <w:t xml:space="preserve"> </w:t>
      </w:r>
      <w:r>
        <w:t>law,</w:t>
      </w:r>
      <w:r w:rsidR="00C17D31">
        <w:t xml:space="preserve"> </w:t>
      </w:r>
      <w:r>
        <w:t>no</w:t>
      </w:r>
      <w:r w:rsidR="00C17D31">
        <w:t xml:space="preserve"> </w:t>
      </w:r>
      <w:r>
        <w:t>binding</w:t>
      </w:r>
      <w:r w:rsidR="00C17D31">
        <w:t xml:space="preserve"> </w:t>
      </w:r>
      <w:r>
        <w:t>contract</w:t>
      </w:r>
      <w:r w:rsidR="00C17D31">
        <w:t xml:space="preserve"> </w:t>
      </w:r>
      <w:r>
        <w:t>(including</w:t>
      </w:r>
      <w:r w:rsidR="00C17D31">
        <w:t xml:space="preserve"> </w:t>
      </w:r>
      <w:r>
        <w:t>a</w:t>
      </w:r>
      <w:r w:rsidR="00C17D31">
        <w:t xml:space="preserve"> </w:t>
      </w:r>
      <w:r>
        <w:t>process</w:t>
      </w:r>
      <w:r w:rsidR="00C17D31">
        <w:t xml:space="preserve"> </w:t>
      </w:r>
      <w:r>
        <w:t>contract)</w:t>
      </w:r>
      <w:r w:rsidR="00C17D31">
        <w:t xml:space="preserve"> </w:t>
      </w:r>
      <w:r>
        <w:t>or</w:t>
      </w:r>
      <w:r w:rsidR="00C17D31">
        <w:t xml:space="preserve"> </w:t>
      </w:r>
      <w:r>
        <w:t>other</w:t>
      </w:r>
      <w:r w:rsidR="00C17D31">
        <w:t xml:space="preserve"> </w:t>
      </w:r>
      <w:r>
        <w:t>understanding</w:t>
      </w:r>
      <w:r w:rsidR="00C17D31">
        <w:t xml:space="preserve"> </w:t>
      </w:r>
      <w:r>
        <w:t>on</w:t>
      </w:r>
      <w:r w:rsidR="00C17D31">
        <w:t xml:space="preserve"> </w:t>
      </w:r>
      <w:r>
        <w:t>any</w:t>
      </w:r>
      <w:r w:rsidR="00C17D31">
        <w:t xml:space="preserve"> </w:t>
      </w:r>
      <w:r>
        <w:t>basis</w:t>
      </w:r>
      <w:r w:rsidR="00C17D31">
        <w:t xml:space="preserve"> </w:t>
      </w:r>
      <w:r>
        <w:t>whatsoever</w:t>
      </w:r>
      <w:r w:rsidR="00C17D31">
        <w:t xml:space="preserve"> </w:t>
      </w:r>
      <w:r>
        <w:t>will</w:t>
      </w:r>
      <w:r w:rsidR="00C17D31">
        <w:t xml:space="preserve"> </w:t>
      </w:r>
      <w:r>
        <w:t>exist</w:t>
      </w:r>
      <w:r w:rsidR="00C17D31">
        <w:t xml:space="preserve"> </w:t>
      </w:r>
      <w:r>
        <w:t>between</w:t>
      </w:r>
      <w:r w:rsidR="00C17D31">
        <w:t xml:space="preserve"> </w:t>
      </w:r>
      <w:r>
        <w:t>the</w:t>
      </w:r>
      <w:r w:rsidR="00C17D31">
        <w:t xml:space="preserve"> </w:t>
      </w:r>
      <w:r>
        <w:t>Commonwealth</w:t>
      </w:r>
      <w:r w:rsidR="00C17D31">
        <w:t xml:space="preserve"> </w:t>
      </w:r>
      <w:r>
        <w:t>and</w:t>
      </w:r>
      <w:r w:rsidR="00C17D31">
        <w:t xml:space="preserve"> </w:t>
      </w:r>
      <w:r>
        <w:t>a</w:t>
      </w:r>
      <w:r w:rsidR="00C17D31">
        <w:t xml:space="preserve"> </w:t>
      </w:r>
      <w:r>
        <w:t>tenderer</w:t>
      </w:r>
      <w:r w:rsidR="00C17D31">
        <w:t xml:space="preserve"> </w:t>
      </w:r>
      <w:r>
        <w:t>unless</w:t>
      </w:r>
      <w:r w:rsidR="00C17D31">
        <w:t xml:space="preserve"> </w:t>
      </w:r>
      <w:r>
        <w:t>and</w:t>
      </w:r>
      <w:r w:rsidR="00C17D31">
        <w:t xml:space="preserve"> </w:t>
      </w:r>
      <w:r>
        <w:t>until</w:t>
      </w:r>
      <w:r w:rsidR="00C17D31">
        <w:t xml:space="preserve"> </w:t>
      </w:r>
      <w:r>
        <w:t>a</w:t>
      </w:r>
      <w:r w:rsidR="00C17D31">
        <w:t xml:space="preserve"> </w:t>
      </w:r>
      <w:r>
        <w:t>contract</w:t>
      </w:r>
      <w:r w:rsidR="00C17D31">
        <w:t xml:space="preserve"> </w:t>
      </w:r>
      <w:r>
        <w:t>is</w:t>
      </w:r>
      <w:r w:rsidR="00C17D31">
        <w:t xml:space="preserve"> </w:t>
      </w:r>
      <w:r>
        <w:t>signed</w:t>
      </w:r>
      <w:r w:rsidR="00C17D31">
        <w:t xml:space="preserve"> </w:t>
      </w:r>
      <w:r>
        <w:t>by</w:t>
      </w:r>
      <w:r w:rsidR="00C17D31">
        <w:t xml:space="preserve"> </w:t>
      </w:r>
      <w:r>
        <w:t>the</w:t>
      </w:r>
      <w:r w:rsidR="00C17D31">
        <w:t xml:space="preserve"> </w:t>
      </w:r>
      <w:r>
        <w:t>Commonwealth</w:t>
      </w:r>
      <w:r w:rsidR="00C17D31">
        <w:t xml:space="preserve"> </w:t>
      </w:r>
      <w:r>
        <w:t>and</w:t>
      </w:r>
      <w:r w:rsidR="00C17D31">
        <w:t xml:space="preserve"> </w:t>
      </w:r>
      <w:r>
        <w:t>the</w:t>
      </w:r>
      <w:r w:rsidR="00C17D31">
        <w:t xml:space="preserve"> </w:t>
      </w:r>
      <w:r>
        <w:t>successful</w:t>
      </w:r>
      <w:r w:rsidR="00C17D31">
        <w:t xml:space="preserve"> </w:t>
      </w:r>
      <w:r>
        <w:t>tenderer</w:t>
      </w:r>
      <w:r w:rsidRPr="00BC1156">
        <w:t>.</w:t>
      </w:r>
      <w:bookmarkEnd w:id="20"/>
      <w:r w:rsidR="00C17D31">
        <w:t xml:space="preserve">  </w:t>
      </w:r>
      <w:r>
        <w:t>To</w:t>
      </w:r>
      <w:r w:rsidR="00C17D31">
        <w:t xml:space="preserve"> </w:t>
      </w:r>
      <w:r>
        <w:t>the</w:t>
      </w:r>
      <w:r w:rsidR="00C17D31">
        <w:t xml:space="preserve"> </w:t>
      </w:r>
      <w:r>
        <w:t>extent</w:t>
      </w:r>
      <w:r w:rsidR="00C17D31">
        <w:t xml:space="preserve"> </w:t>
      </w:r>
      <w:r>
        <w:t>permitted</w:t>
      </w:r>
      <w:r w:rsidR="00C17D31">
        <w:t xml:space="preserve"> </w:t>
      </w:r>
      <w:r>
        <w:t>by</w:t>
      </w:r>
      <w:r w:rsidR="00C17D31">
        <w:t xml:space="preserve"> </w:t>
      </w:r>
      <w:r>
        <w:t>law,</w:t>
      </w:r>
      <w:r w:rsidR="00C17D31">
        <w:t xml:space="preserve"> </w:t>
      </w:r>
      <w:r>
        <w:t>the</w:t>
      </w:r>
      <w:r w:rsidR="00C17D31">
        <w:t xml:space="preserve"> </w:t>
      </w:r>
      <w:r>
        <w:t>Commonwealth</w:t>
      </w:r>
      <w:r w:rsidR="00C17D31">
        <w:t xml:space="preserve"> </w:t>
      </w:r>
      <w:r>
        <w:t>has</w:t>
      </w:r>
      <w:r w:rsidR="00C17D31">
        <w:t xml:space="preserve"> </w:t>
      </w:r>
      <w:r>
        <w:t>no</w:t>
      </w:r>
      <w:r w:rsidR="00C17D31">
        <w:t xml:space="preserve"> </w:t>
      </w:r>
      <w:r>
        <w:t>liability</w:t>
      </w:r>
      <w:r w:rsidR="00C17D31">
        <w:t xml:space="preserve"> </w:t>
      </w:r>
      <w:r>
        <w:t>to</w:t>
      </w:r>
      <w:r w:rsidR="00C17D31">
        <w:t xml:space="preserve"> </w:t>
      </w:r>
      <w:r>
        <w:t>the</w:t>
      </w:r>
      <w:r w:rsidR="00C17D31">
        <w:t xml:space="preserve"> </w:t>
      </w:r>
      <w:r>
        <w:t>tenderer</w:t>
      </w:r>
      <w:r w:rsidR="00C17D31">
        <w:t xml:space="preserve"> </w:t>
      </w:r>
      <w:r>
        <w:t>for</w:t>
      </w:r>
      <w:r w:rsidR="00C17D31">
        <w:t xml:space="preserve"> </w:t>
      </w:r>
      <w:r>
        <w:t>any</w:t>
      </w:r>
      <w:r w:rsidR="00C17D31">
        <w:t xml:space="preserve"> </w:t>
      </w:r>
      <w:r>
        <w:t>compensation</w:t>
      </w:r>
      <w:r w:rsidR="00C17D31">
        <w:t xml:space="preserve"> </w:t>
      </w:r>
      <w:r>
        <w:t>on</w:t>
      </w:r>
      <w:r w:rsidR="00C17D31">
        <w:t xml:space="preserve"> </w:t>
      </w:r>
      <w:r>
        <w:t>any</w:t>
      </w:r>
      <w:r w:rsidR="00C17D31">
        <w:t xml:space="preserve"> </w:t>
      </w:r>
      <w:r>
        <w:t>basis</w:t>
      </w:r>
      <w:r w:rsidR="00C17D31">
        <w:t xml:space="preserve"> </w:t>
      </w:r>
      <w:r>
        <w:t>whatsoever</w:t>
      </w:r>
      <w:r w:rsidR="00C17D31">
        <w:t xml:space="preserve"> </w:t>
      </w:r>
      <w:r>
        <w:t>in</w:t>
      </w:r>
      <w:r w:rsidR="00C17D31">
        <w:t xml:space="preserve"> </w:t>
      </w:r>
      <w:r>
        <w:t>connection</w:t>
      </w:r>
      <w:r w:rsidR="00C17D31">
        <w:t xml:space="preserve"> </w:t>
      </w:r>
      <w:r>
        <w:t>with</w:t>
      </w:r>
      <w:r w:rsidR="00C17D31">
        <w:t xml:space="preserve"> </w:t>
      </w:r>
      <w:r>
        <w:t>the</w:t>
      </w:r>
      <w:r w:rsidR="00C17D31">
        <w:t xml:space="preserve"> </w:t>
      </w:r>
      <w:r>
        <w:t>tenderer’s</w:t>
      </w:r>
      <w:r w:rsidR="00C17D31">
        <w:t xml:space="preserve"> </w:t>
      </w:r>
      <w:r>
        <w:t>participation</w:t>
      </w:r>
      <w:r w:rsidR="00C17D31">
        <w:t xml:space="preserve"> </w:t>
      </w:r>
      <w:r>
        <w:t>in</w:t>
      </w:r>
      <w:r w:rsidR="00C17D31">
        <w:t xml:space="preserve"> </w:t>
      </w:r>
      <w:r>
        <w:t>this</w:t>
      </w:r>
      <w:r w:rsidR="00C17D31">
        <w:t xml:space="preserve"> </w:t>
      </w:r>
      <w:r>
        <w:t>RFT.</w:t>
      </w:r>
    </w:p>
    <w:p w14:paraId="3A503597" w14:textId="5FA8E0BC" w:rsidR="00514A46" w:rsidRDefault="00514A46" w:rsidP="00C8034B">
      <w:pPr>
        <w:pStyle w:val="COTCOCLV3-ASDEFCON"/>
      </w:pPr>
      <w:r>
        <w:t>Clause</w:t>
      </w:r>
      <w:r w:rsidR="00C17D31">
        <w:t xml:space="preserve"> </w:t>
      </w:r>
      <w:r>
        <w:fldChar w:fldCharType="begin"/>
      </w:r>
      <w:r>
        <w:instrText xml:space="preserve"> REF _Ref434566260 \w \h </w:instrText>
      </w:r>
      <w:r>
        <w:fldChar w:fldCharType="separate"/>
      </w:r>
      <w:r w:rsidR="00857305">
        <w:t>1.1.2</w:t>
      </w:r>
      <w:r>
        <w:fldChar w:fldCharType="end"/>
      </w:r>
      <w:r w:rsidR="00C17D31">
        <w:t xml:space="preserve"> </w:t>
      </w:r>
      <w:r w:rsidR="00CC7637">
        <w:t>does</w:t>
      </w:r>
      <w:r w:rsidR="00C17D31">
        <w:t xml:space="preserve"> </w:t>
      </w:r>
      <w:r w:rsidR="00CC7637">
        <w:t>not</w:t>
      </w:r>
      <w:r w:rsidR="00C17D31">
        <w:t xml:space="preserve"> </w:t>
      </w:r>
      <w:r w:rsidR="00CC7637">
        <w:t>apply</w:t>
      </w:r>
      <w:r w:rsidR="00C17D31">
        <w:t xml:space="preserve"> </w:t>
      </w:r>
      <w:r w:rsidR="00CC7637">
        <w:t>to:</w:t>
      </w:r>
    </w:p>
    <w:p w14:paraId="3224AE82" w14:textId="639C8EB0" w:rsidR="00514A46" w:rsidRPr="004E7045" w:rsidRDefault="00514A46" w:rsidP="00C8034B">
      <w:pPr>
        <w:pStyle w:val="COTCOCLV4-ASDEFCON"/>
      </w:pPr>
      <w:r>
        <w:t>the</w:t>
      </w:r>
      <w:r w:rsidR="00C17D31">
        <w:t xml:space="preserve"> </w:t>
      </w:r>
      <w:r>
        <w:t>Tenderer’s</w:t>
      </w:r>
      <w:r w:rsidR="00C17D31">
        <w:t xml:space="preserve"> </w:t>
      </w:r>
      <w:r w:rsidRPr="004E7045">
        <w:t>Deed</w:t>
      </w:r>
      <w:r w:rsidR="00C17D31">
        <w:t xml:space="preserve"> </w:t>
      </w:r>
      <w:r w:rsidRPr="004E7045">
        <w:t>of</w:t>
      </w:r>
      <w:r w:rsidR="00C17D31">
        <w:t xml:space="preserve"> </w:t>
      </w:r>
      <w:r w:rsidRPr="004E7045">
        <w:t>Undertaking</w:t>
      </w:r>
      <w:r w:rsidR="00C17D31">
        <w:t xml:space="preserve"> </w:t>
      </w:r>
      <w:r w:rsidRPr="004E7045">
        <w:t>executed</w:t>
      </w:r>
      <w:r w:rsidR="00C17D31">
        <w:t xml:space="preserve"> </w:t>
      </w:r>
      <w:r w:rsidRPr="004E7045">
        <w:t>by</w:t>
      </w:r>
      <w:r w:rsidR="00C17D31">
        <w:t xml:space="preserve"> </w:t>
      </w:r>
      <w:r w:rsidRPr="004E7045">
        <w:t>a</w:t>
      </w:r>
      <w:r w:rsidR="00C17D31">
        <w:t xml:space="preserve"> </w:t>
      </w:r>
      <w:r>
        <w:t>tenderer</w:t>
      </w:r>
      <w:r w:rsidRPr="004E7045">
        <w:t>;</w:t>
      </w:r>
    </w:p>
    <w:p w14:paraId="44478419" w14:textId="1C5A9071" w:rsidR="00514A46" w:rsidRPr="004E7045" w:rsidRDefault="00514A46" w:rsidP="00C8034B">
      <w:pPr>
        <w:pStyle w:val="COTCOCLV4-ASDEFCON"/>
      </w:pPr>
      <w:r w:rsidRPr="004E7045">
        <w:t>a</w:t>
      </w:r>
      <w:r w:rsidR="00C17D31">
        <w:t xml:space="preserve"> </w:t>
      </w:r>
      <w:r w:rsidRPr="004E7045">
        <w:t>confidentiality</w:t>
      </w:r>
      <w:r w:rsidR="00C17D31">
        <w:t xml:space="preserve"> </w:t>
      </w:r>
      <w:r w:rsidRPr="004E7045">
        <w:t>deed</w:t>
      </w:r>
      <w:r w:rsidR="00C17D31">
        <w:t xml:space="preserve"> </w:t>
      </w:r>
      <w:r w:rsidRPr="004E7045">
        <w:t>executed</w:t>
      </w:r>
      <w:r w:rsidR="00C17D31">
        <w:t xml:space="preserve"> </w:t>
      </w:r>
      <w:r w:rsidRPr="004E7045">
        <w:t>by</w:t>
      </w:r>
      <w:r w:rsidR="00C17D31">
        <w:t xml:space="preserve"> </w:t>
      </w:r>
      <w:r w:rsidRPr="004E7045">
        <w:t>a</w:t>
      </w:r>
      <w:r w:rsidR="00C17D31">
        <w:t xml:space="preserve"> </w:t>
      </w:r>
      <w:r>
        <w:t>tenderer</w:t>
      </w:r>
      <w:r w:rsidRPr="004E7045">
        <w:t>;</w:t>
      </w:r>
      <w:r w:rsidR="00C17D31">
        <w:t xml:space="preserve"> </w:t>
      </w:r>
      <w:r w:rsidRPr="004E7045">
        <w:t>or</w:t>
      </w:r>
    </w:p>
    <w:p w14:paraId="06A388E1" w14:textId="2327D367" w:rsidR="00514A46" w:rsidRDefault="00514A46" w:rsidP="00C8034B">
      <w:pPr>
        <w:pStyle w:val="COTCOCLV4-ASDEFCON"/>
      </w:pPr>
      <w:r w:rsidRPr="004E7045">
        <w:t>any</w:t>
      </w:r>
      <w:r w:rsidR="00C17D31">
        <w:t xml:space="preserve"> </w:t>
      </w:r>
      <w:r w:rsidRPr="004E7045">
        <w:t>other</w:t>
      </w:r>
      <w:r w:rsidR="00C17D31">
        <w:t xml:space="preserve"> </w:t>
      </w:r>
      <w:r w:rsidRPr="004E7045">
        <w:t>deed</w:t>
      </w:r>
      <w:r w:rsidR="00C17D31">
        <w:t xml:space="preserve"> </w:t>
      </w:r>
      <w:r w:rsidRPr="004E7045">
        <w:t>or</w:t>
      </w:r>
      <w:r w:rsidR="00C17D31">
        <w:t xml:space="preserve"> </w:t>
      </w:r>
      <w:r w:rsidRPr="004E7045">
        <w:t>contractual</w:t>
      </w:r>
      <w:r w:rsidR="00C17D31">
        <w:t xml:space="preserve"> </w:t>
      </w:r>
      <w:r w:rsidRPr="004E7045">
        <w:t>arrangement</w:t>
      </w:r>
      <w:r w:rsidR="00C17D31">
        <w:t xml:space="preserve"> </w:t>
      </w:r>
      <w:r w:rsidRPr="004E7045">
        <w:t>entered</w:t>
      </w:r>
      <w:r w:rsidR="00C17D31">
        <w:t xml:space="preserve"> </w:t>
      </w:r>
      <w:r w:rsidRPr="004E7045">
        <w:t>into</w:t>
      </w:r>
      <w:r w:rsidR="00C17D31">
        <w:t xml:space="preserve"> </w:t>
      </w:r>
      <w:r w:rsidRPr="004E7045">
        <w:t>by</w:t>
      </w:r>
      <w:r w:rsidR="00C17D31">
        <w:t xml:space="preserve"> </w:t>
      </w:r>
      <w:r w:rsidRPr="004E7045">
        <w:t>the</w:t>
      </w:r>
      <w:r w:rsidR="00C17D31">
        <w:t xml:space="preserve"> </w:t>
      </w:r>
      <w:r>
        <w:t>tenderer</w:t>
      </w:r>
      <w:r w:rsidRPr="004E7045">
        <w:t>,</w:t>
      </w:r>
      <w:r w:rsidR="00C17D31">
        <w:t xml:space="preserve"> </w:t>
      </w:r>
      <w:r w:rsidRPr="004E7045">
        <w:t>as</w:t>
      </w:r>
      <w:r w:rsidR="00C17D31">
        <w:t xml:space="preserve"> </w:t>
      </w:r>
      <w:r w:rsidRPr="004E7045">
        <w:t>required</w:t>
      </w:r>
      <w:r w:rsidR="00C17D31">
        <w:t xml:space="preserve"> </w:t>
      </w:r>
      <w:r w:rsidRPr="004E7045">
        <w:t>by</w:t>
      </w:r>
      <w:r w:rsidR="00C17D31">
        <w:t xml:space="preserve"> </w:t>
      </w:r>
      <w:r w:rsidRPr="004E7045">
        <w:t>the</w:t>
      </w:r>
      <w:r w:rsidR="00C17D31">
        <w:t xml:space="preserve"> </w:t>
      </w:r>
      <w:r w:rsidRPr="004E7045">
        <w:t>Commonwealth</w:t>
      </w:r>
      <w:r w:rsidR="00C17D31">
        <w:t xml:space="preserve"> </w:t>
      </w:r>
      <w:r w:rsidRPr="004E7045">
        <w:t>from</w:t>
      </w:r>
      <w:r w:rsidR="00C17D31">
        <w:t xml:space="preserve"> </w:t>
      </w:r>
      <w:r w:rsidRPr="004E7045">
        <w:t>time</w:t>
      </w:r>
      <w:r w:rsidR="00C17D31">
        <w:t xml:space="preserve"> </w:t>
      </w:r>
      <w:r w:rsidRPr="004E7045">
        <w:t>to</w:t>
      </w:r>
      <w:r w:rsidR="00C17D31">
        <w:t xml:space="preserve"> </w:t>
      </w:r>
      <w:r w:rsidRPr="004E7045">
        <w:t>time.</w:t>
      </w:r>
    </w:p>
    <w:p w14:paraId="4AC6D264" w14:textId="662B452F" w:rsidR="00514A46" w:rsidRDefault="00514A46" w:rsidP="00C8034B">
      <w:pPr>
        <w:pStyle w:val="COTCOCLV3-ASDEFCON"/>
      </w:pPr>
      <w:r>
        <w:t>The</w:t>
      </w:r>
      <w:r w:rsidR="00C17D31">
        <w:t xml:space="preserve"> </w:t>
      </w:r>
      <w:r>
        <w:t>Commonwealth</w:t>
      </w:r>
      <w:r w:rsidR="00C17D31">
        <w:t xml:space="preserve"> </w:t>
      </w:r>
      <w:r>
        <w:t>will</w:t>
      </w:r>
      <w:r w:rsidR="00C17D31">
        <w:t xml:space="preserve"> </w:t>
      </w:r>
      <w:r>
        <w:t>not</w:t>
      </w:r>
      <w:r w:rsidR="00C17D31">
        <w:t xml:space="preserve"> </w:t>
      </w:r>
      <w:r>
        <w:t>be</w:t>
      </w:r>
      <w:r w:rsidR="00C17D31">
        <w:t xml:space="preserve"> </w:t>
      </w:r>
      <w:r>
        <w:t>responsible</w:t>
      </w:r>
      <w:r w:rsidR="00C17D31">
        <w:t xml:space="preserve"> </w:t>
      </w:r>
      <w:r>
        <w:t>for</w:t>
      </w:r>
      <w:r w:rsidR="00C17D31">
        <w:t xml:space="preserve"> </w:t>
      </w:r>
      <w:r>
        <w:t>any</w:t>
      </w:r>
      <w:r w:rsidR="00C17D31">
        <w:t xml:space="preserve"> </w:t>
      </w:r>
      <w:r>
        <w:t>costs</w:t>
      </w:r>
      <w:r w:rsidR="00C17D31">
        <w:t xml:space="preserve"> </w:t>
      </w:r>
      <w:r>
        <w:t>or</w:t>
      </w:r>
      <w:r w:rsidR="00C17D31">
        <w:t xml:space="preserve"> </w:t>
      </w:r>
      <w:r>
        <w:t>expenses</w:t>
      </w:r>
      <w:r w:rsidR="00C17D31">
        <w:t xml:space="preserve"> </w:t>
      </w:r>
      <w:r>
        <w:t>incurred</w:t>
      </w:r>
      <w:r w:rsidR="00C17D31">
        <w:t xml:space="preserve"> </w:t>
      </w:r>
      <w:r>
        <w:t>by</w:t>
      </w:r>
      <w:r w:rsidR="00C17D31">
        <w:t xml:space="preserve"> </w:t>
      </w:r>
      <w:r>
        <w:t>any</w:t>
      </w:r>
      <w:r w:rsidR="00C17D31">
        <w:t xml:space="preserve"> </w:t>
      </w:r>
      <w:r>
        <w:t>tenderer</w:t>
      </w:r>
      <w:r w:rsidR="00C17D31">
        <w:t xml:space="preserve"> </w:t>
      </w:r>
      <w:r>
        <w:t>in</w:t>
      </w:r>
      <w:r w:rsidR="00C17D31">
        <w:t xml:space="preserve"> </w:t>
      </w:r>
      <w:r>
        <w:t>preparation</w:t>
      </w:r>
      <w:r w:rsidR="00C17D31">
        <w:t xml:space="preserve"> </w:t>
      </w:r>
      <w:r>
        <w:t>or</w:t>
      </w:r>
      <w:r w:rsidR="00C17D31">
        <w:t xml:space="preserve"> </w:t>
      </w:r>
      <w:r>
        <w:t>lodgement</w:t>
      </w:r>
      <w:r w:rsidR="00C17D31">
        <w:t xml:space="preserve"> </w:t>
      </w:r>
      <w:r>
        <w:t>of</w:t>
      </w:r>
      <w:r w:rsidR="00C17D31">
        <w:t xml:space="preserve"> </w:t>
      </w:r>
      <w:r>
        <w:t>a</w:t>
      </w:r>
      <w:r w:rsidR="00C17D31">
        <w:t xml:space="preserve"> </w:t>
      </w:r>
      <w:r>
        <w:t>tender</w:t>
      </w:r>
      <w:r w:rsidR="00C17D31">
        <w:t xml:space="preserve"> </w:t>
      </w:r>
      <w:r>
        <w:t>or</w:t>
      </w:r>
      <w:r w:rsidR="00C17D31">
        <w:t xml:space="preserve"> </w:t>
      </w:r>
      <w:r>
        <w:t>taking</w:t>
      </w:r>
      <w:r w:rsidR="00C17D31">
        <w:t xml:space="preserve"> </w:t>
      </w:r>
      <w:r>
        <w:t>part</w:t>
      </w:r>
      <w:r w:rsidR="00C17D31">
        <w:t xml:space="preserve"> </w:t>
      </w:r>
      <w:r>
        <w:t>in</w:t>
      </w:r>
      <w:r w:rsidR="00C17D31">
        <w:t xml:space="preserve"> </w:t>
      </w:r>
      <w:r>
        <w:t>the</w:t>
      </w:r>
      <w:r w:rsidR="00C17D31">
        <w:t xml:space="preserve"> </w:t>
      </w:r>
      <w:r>
        <w:t>RFT</w:t>
      </w:r>
      <w:r w:rsidR="00C17D31">
        <w:t xml:space="preserve"> </w:t>
      </w:r>
      <w:r>
        <w:t>process.</w:t>
      </w:r>
    </w:p>
    <w:p w14:paraId="48821813" w14:textId="0E83458C" w:rsidR="00514A46" w:rsidRDefault="00514A46" w:rsidP="00C8034B">
      <w:pPr>
        <w:pStyle w:val="COTCOCLV3-ASDEFCON"/>
      </w:pPr>
      <w:r>
        <w:t>In</w:t>
      </w:r>
      <w:r w:rsidR="00C17D31">
        <w:t xml:space="preserve"> </w:t>
      </w:r>
      <w:r>
        <w:t>this</w:t>
      </w:r>
      <w:r w:rsidR="00C17D31">
        <w:t xml:space="preserve"> </w:t>
      </w:r>
      <w:r w:rsidRPr="00321EB7">
        <w:t>RFT</w:t>
      </w:r>
      <w:r>
        <w:t>,</w:t>
      </w:r>
      <w:r w:rsidR="00C17D31">
        <w:t xml:space="preserve"> </w:t>
      </w:r>
      <w:r>
        <w:t>unless</w:t>
      </w:r>
      <w:r w:rsidR="00C17D31">
        <w:t xml:space="preserve"> </w:t>
      </w:r>
      <w:r>
        <w:t>the</w:t>
      </w:r>
      <w:r w:rsidR="00C17D31">
        <w:t xml:space="preserve"> </w:t>
      </w:r>
      <w:r>
        <w:t>contrary</w:t>
      </w:r>
      <w:r w:rsidR="00C17D31">
        <w:t xml:space="preserve"> </w:t>
      </w:r>
      <w:r>
        <w:t>intention</w:t>
      </w:r>
      <w:r w:rsidR="00C17D31">
        <w:t xml:space="preserve"> </w:t>
      </w:r>
      <w:r>
        <w:t>appears,</w:t>
      </w:r>
      <w:r w:rsidR="00C17D31">
        <w:t xml:space="preserve"> </w:t>
      </w:r>
      <w:r>
        <w:t>words,</w:t>
      </w:r>
      <w:r w:rsidR="00C17D31">
        <w:t xml:space="preserve"> </w:t>
      </w:r>
      <w:r>
        <w:t>abbreviations</w:t>
      </w:r>
      <w:r w:rsidR="00C17D31">
        <w:t xml:space="preserve"> </w:t>
      </w:r>
      <w:r>
        <w:t>and</w:t>
      </w:r>
      <w:r w:rsidR="00C17D31">
        <w:t xml:space="preserve"> </w:t>
      </w:r>
      <w:r>
        <w:t>acronyms</w:t>
      </w:r>
      <w:r w:rsidR="00C17D31">
        <w:t xml:space="preserve"> </w:t>
      </w:r>
      <w:r>
        <w:t>have</w:t>
      </w:r>
      <w:r w:rsidR="00C17D31">
        <w:t xml:space="preserve"> </w:t>
      </w:r>
      <w:r>
        <w:t>the</w:t>
      </w:r>
      <w:r w:rsidR="00C17D31">
        <w:t xml:space="preserve"> </w:t>
      </w:r>
      <w:r>
        <w:t>same</w:t>
      </w:r>
      <w:r w:rsidR="00C17D31">
        <w:t xml:space="preserve"> </w:t>
      </w:r>
      <w:r>
        <w:t>meaning</w:t>
      </w:r>
      <w:r w:rsidR="00C17D31">
        <w:t xml:space="preserve"> </w:t>
      </w:r>
      <w:r>
        <w:t>given</w:t>
      </w:r>
      <w:r w:rsidR="00C17D31">
        <w:t xml:space="preserve"> </w:t>
      </w:r>
      <w:r>
        <w:t>to</w:t>
      </w:r>
      <w:r w:rsidR="00C17D31">
        <w:t xml:space="preserve"> </w:t>
      </w:r>
      <w:r>
        <w:t>them</w:t>
      </w:r>
      <w:r w:rsidR="00C17D31">
        <w:t xml:space="preserve"> </w:t>
      </w:r>
      <w:r>
        <w:t>in</w:t>
      </w:r>
      <w:r w:rsidR="00C17D31">
        <w:t xml:space="preserve"> </w:t>
      </w:r>
      <w:r>
        <w:t>the</w:t>
      </w:r>
      <w:r w:rsidR="00C17D31">
        <w:t xml:space="preserve"> </w:t>
      </w:r>
      <w:r>
        <w:t>Tender</w:t>
      </w:r>
      <w:r w:rsidR="00C17D31">
        <w:t xml:space="preserve"> </w:t>
      </w:r>
      <w:r>
        <w:t>Details</w:t>
      </w:r>
      <w:r w:rsidR="00C17D31">
        <w:t xml:space="preserve"> </w:t>
      </w:r>
      <w:r>
        <w:t>Schedule</w:t>
      </w:r>
      <w:r w:rsidR="00C17D31">
        <w:t xml:space="preserve"> </w:t>
      </w:r>
      <w:r>
        <w:t>or</w:t>
      </w:r>
      <w:r w:rsidR="00C17D31">
        <w:t xml:space="preserve"> </w:t>
      </w:r>
      <w:r>
        <w:t>the</w:t>
      </w:r>
      <w:r w:rsidR="00C17D31">
        <w:t xml:space="preserve"> </w:t>
      </w:r>
      <w:r>
        <w:t>draft</w:t>
      </w:r>
      <w:r w:rsidR="00C17D31">
        <w:t xml:space="preserve"> </w:t>
      </w:r>
      <w:r>
        <w:t>Contract</w:t>
      </w:r>
      <w:r w:rsidRPr="00321EB7">
        <w:t>.</w:t>
      </w:r>
    </w:p>
    <w:p w14:paraId="41E27143" w14:textId="22C46751" w:rsidR="00514A46" w:rsidRPr="00BC1156" w:rsidRDefault="00514A46" w:rsidP="00C8034B">
      <w:pPr>
        <w:pStyle w:val="COTCOCLV3-ASDEFCON"/>
      </w:pPr>
      <w:r w:rsidRPr="00BC1156">
        <w:t>If</w:t>
      </w:r>
      <w:r w:rsidR="00C17D31">
        <w:t xml:space="preserve"> </w:t>
      </w:r>
      <w:r w:rsidRPr="00BC1156">
        <w:t>there</w:t>
      </w:r>
      <w:r w:rsidR="00C17D31">
        <w:t xml:space="preserve"> </w:t>
      </w:r>
      <w:r w:rsidRPr="00BC1156">
        <w:t>is</w:t>
      </w:r>
      <w:r w:rsidR="00C17D31">
        <w:t xml:space="preserve"> </w:t>
      </w:r>
      <w:r w:rsidRPr="00BC1156">
        <w:t>any</w:t>
      </w:r>
      <w:r w:rsidR="00C17D31">
        <w:t xml:space="preserve"> </w:t>
      </w:r>
      <w:r w:rsidRPr="00BC1156">
        <w:t>inconsistency</w:t>
      </w:r>
      <w:r w:rsidR="00C17D31">
        <w:t xml:space="preserve"> </w:t>
      </w:r>
      <w:r w:rsidRPr="00BC1156">
        <w:t>between</w:t>
      </w:r>
      <w:r w:rsidR="00C17D31">
        <w:t xml:space="preserve"> </w:t>
      </w:r>
      <w:r w:rsidRPr="00BC1156">
        <w:t>any</w:t>
      </w:r>
      <w:r w:rsidR="00C17D31">
        <w:t xml:space="preserve"> </w:t>
      </w:r>
      <w:r w:rsidRPr="00BC1156">
        <w:t>part</w:t>
      </w:r>
      <w:r>
        <w:t>s</w:t>
      </w:r>
      <w:r w:rsidR="00C17D31">
        <w:t xml:space="preserve"> </w:t>
      </w:r>
      <w:r w:rsidRPr="00BC1156">
        <w:t>of</w:t>
      </w:r>
      <w:r w:rsidR="00C17D31">
        <w:t xml:space="preserve"> </w:t>
      </w:r>
      <w:r w:rsidRPr="00BC1156">
        <w:t>this</w:t>
      </w:r>
      <w:r w:rsidR="00C17D31">
        <w:t xml:space="preserve"> </w:t>
      </w:r>
      <w:r w:rsidRPr="00BC1156">
        <w:t>RFT,</w:t>
      </w:r>
      <w:r w:rsidR="00C17D31">
        <w:t xml:space="preserve"> </w:t>
      </w:r>
      <w:r w:rsidRPr="00BC1156">
        <w:t>a</w:t>
      </w:r>
      <w:r w:rsidR="00C17D31">
        <w:t xml:space="preserve"> </w:t>
      </w:r>
      <w:r w:rsidRPr="00BC1156">
        <w:t>descending</w:t>
      </w:r>
      <w:r w:rsidR="00C17D31">
        <w:t xml:space="preserve"> </w:t>
      </w:r>
      <w:r w:rsidRPr="00BC1156">
        <w:t>order</w:t>
      </w:r>
      <w:r w:rsidR="00C17D31">
        <w:t xml:space="preserve"> </w:t>
      </w:r>
      <w:r w:rsidRPr="00BC1156">
        <w:t>of</w:t>
      </w:r>
      <w:r w:rsidR="00C17D31">
        <w:t xml:space="preserve"> </w:t>
      </w:r>
      <w:r w:rsidRPr="00BC1156">
        <w:t>precedence</w:t>
      </w:r>
      <w:r w:rsidR="00C17D31">
        <w:t xml:space="preserve"> </w:t>
      </w:r>
      <w:r>
        <w:t>is</w:t>
      </w:r>
      <w:r w:rsidR="00C17D31">
        <w:t xml:space="preserve"> </w:t>
      </w:r>
      <w:r>
        <w:t>to</w:t>
      </w:r>
      <w:r w:rsidR="00C17D31">
        <w:t xml:space="preserve"> </w:t>
      </w:r>
      <w:r w:rsidRPr="00BC1156">
        <w:t>be</w:t>
      </w:r>
      <w:r w:rsidR="00C17D31">
        <w:t xml:space="preserve"> </w:t>
      </w:r>
      <w:r w:rsidRPr="00BC1156">
        <w:t>accorded</w:t>
      </w:r>
      <w:r w:rsidR="00C17D31">
        <w:t xml:space="preserve"> </w:t>
      </w:r>
      <w:r w:rsidRPr="00BC1156">
        <w:t>to</w:t>
      </w:r>
      <w:r w:rsidR="00C17D31">
        <w:t xml:space="preserve"> </w:t>
      </w:r>
      <w:r>
        <w:t>the</w:t>
      </w:r>
      <w:r w:rsidRPr="00BC1156">
        <w:t>:</w:t>
      </w:r>
    </w:p>
    <w:p w14:paraId="271FE172" w14:textId="6221CE72" w:rsidR="00514A46" w:rsidRPr="00BC1156" w:rsidRDefault="00514A46" w:rsidP="00C8034B">
      <w:pPr>
        <w:pStyle w:val="COTCOCLV4-ASDEFCON"/>
      </w:pPr>
      <w:r>
        <w:t>COT</w:t>
      </w:r>
      <w:r w:rsidR="00C17D31">
        <w:t xml:space="preserve"> </w:t>
      </w:r>
      <w:r>
        <w:t>(including</w:t>
      </w:r>
      <w:r w:rsidR="00C17D31">
        <w:t xml:space="preserve"> </w:t>
      </w:r>
      <w:r>
        <w:t>the</w:t>
      </w:r>
      <w:r w:rsidR="00C17D31">
        <w:t xml:space="preserve"> </w:t>
      </w:r>
      <w:r>
        <w:t>Tender</w:t>
      </w:r>
      <w:r w:rsidR="00C17D31">
        <w:t xml:space="preserve"> </w:t>
      </w:r>
      <w:r>
        <w:t>Details</w:t>
      </w:r>
      <w:r w:rsidR="00C17D31">
        <w:t xml:space="preserve"> </w:t>
      </w:r>
      <w:r>
        <w:t>Schedule)</w:t>
      </w:r>
      <w:r w:rsidRPr="00BC1156">
        <w:t>;</w:t>
      </w:r>
    </w:p>
    <w:p w14:paraId="0D189E8B" w14:textId="0C4BE40B" w:rsidR="00514A46" w:rsidRPr="00BC1156" w:rsidRDefault="00514A46" w:rsidP="00C8034B">
      <w:pPr>
        <w:pStyle w:val="COTCOCLV4-ASDEFCON"/>
      </w:pPr>
      <w:r>
        <w:t>TDRL</w:t>
      </w:r>
      <w:r w:rsidR="00C17D31">
        <w:t xml:space="preserve"> </w:t>
      </w:r>
      <w:r>
        <w:t>and</w:t>
      </w:r>
      <w:r w:rsidR="00C17D31">
        <w:t xml:space="preserve"> </w:t>
      </w:r>
      <w:r>
        <w:t>the</w:t>
      </w:r>
      <w:r w:rsidR="00C17D31">
        <w:t xml:space="preserve"> </w:t>
      </w:r>
      <w:r>
        <w:t>annexes</w:t>
      </w:r>
      <w:r w:rsidR="00C17D31">
        <w:t xml:space="preserve"> </w:t>
      </w:r>
      <w:r>
        <w:t>to</w:t>
      </w:r>
      <w:r w:rsidR="00C17D31">
        <w:t xml:space="preserve"> </w:t>
      </w:r>
      <w:r>
        <w:t>the</w:t>
      </w:r>
      <w:r w:rsidR="00C17D31">
        <w:t xml:space="preserve"> </w:t>
      </w:r>
      <w:r>
        <w:t>TDRL</w:t>
      </w:r>
      <w:r w:rsidRPr="00BC1156">
        <w:t>;</w:t>
      </w:r>
      <w:r w:rsidR="00C17D31">
        <w:t xml:space="preserve"> </w:t>
      </w:r>
      <w:r>
        <w:t>and</w:t>
      </w:r>
    </w:p>
    <w:p w14:paraId="048702F5" w14:textId="7766CEC1" w:rsidR="00514A46" w:rsidRDefault="00514A46" w:rsidP="00C8034B">
      <w:pPr>
        <w:pStyle w:val="COTCOCLV4-ASDEFCON"/>
      </w:pPr>
      <w:bookmarkStart w:id="21" w:name="_the_draft_Contract"/>
      <w:bookmarkEnd w:id="21"/>
      <w:r w:rsidRPr="00BC1156">
        <w:t>draft</w:t>
      </w:r>
      <w:r w:rsidR="00C17D31">
        <w:t xml:space="preserve"> </w:t>
      </w:r>
      <w:r>
        <w:t>Contract</w:t>
      </w:r>
      <w:r w:rsidR="00C17D31">
        <w:t xml:space="preserve"> </w:t>
      </w:r>
      <w:r w:rsidRPr="00BC1156">
        <w:t>in</w:t>
      </w:r>
      <w:r w:rsidR="00C17D31">
        <w:t xml:space="preserve"> </w:t>
      </w:r>
      <w:r w:rsidRPr="00BC1156">
        <w:t>accordance</w:t>
      </w:r>
      <w:r w:rsidR="00C17D31">
        <w:t xml:space="preserve"> </w:t>
      </w:r>
      <w:r w:rsidRPr="00BC1156">
        <w:t>with</w:t>
      </w:r>
      <w:r w:rsidR="00C17D31">
        <w:t xml:space="preserve"> </w:t>
      </w:r>
      <w:r w:rsidRPr="00BC1156">
        <w:t>clause</w:t>
      </w:r>
      <w:r w:rsidR="00C17D31">
        <w:t xml:space="preserve"> </w:t>
      </w:r>
      <w:r>
        <w:t>1.5</w:t>
      </w:r>
      <w:r w:rsidR="00C17D31">
        <w:t xml:space="preserve"> </w:t>
      </w:r>
      <w:r w:rsidRPr="00BC1156">
        <w:t>of</w:t>
      </w:r>
      <w:r w:rsidR="00C17D31">
        <w:t xml:space="preserve"> </w:t>
      </w:r>
      <w:r w:rsidRPr="00BC1156">
        <w:t>the</w:t>
      </w:r>
      <w:r w:rsidR="00C17D31">
        <w:t xml:space="preserve"> </w:t>
      </w:r>
      <w:r w:rsidRPr="00BC1156">
        <w:t>draft</w:t>
      </w:r>
      <w:r w:rsidR="00C17D31">
        <w:t xml:space="preserve"> </w:t>
      </w:r>
      <w:r>
        <w:t>COC,</w:t>
      </w:r>
    </w:p>
    <w:p w14:paraId="4A8916EB" w14:textId="4E28DC2B" w:rsidR="00514A46" w:rsidRPr="00BC1156" w:rsidRDefault="00514A46" w:rsidP="00C8034B">
      <w:pPr>
        <w:pStyle w:val="COTCOCLV3NONUM-ASDEFCON"/>
      </w:pPr>
      <w:r>
        <w:t>so</w:t>
      </w:r>
      <w:r w:rsidR="00C17D31">
        <w:t xml:space="preserve"> </w:t>
      </w:r>
      <w:r>
        <w:t>that</w:t>
      </w:r>
      <w:r w:rsidR="00C17D31">
        <w:t xml:space="preserve"> </w:t>
      </w:r>
      <w:r>
        <w:t>the</w:t>
      </w:r>
      <w:r w:rsidR="00C17D31">
        <w:t xml:space="preserve"> </w:t>
      </w:r>
      <w:r>
        <w:t>provision</w:t>
      </w:r>
      <w:r w:rsidR="00C17D31">
        <w:t xml:space="preserve"> </w:t>
      </w:r>
      <w:r>
        <w:t>in</w:t>
      </w:r>
      <w:r w:rsidR="00C17D31">
        <w:t xml:space="preserve"> </w:t>
      </w:r>
      <w:r>
        <w:t>the</w:t>
      </w:r>
      <w:r w:rsidR="00C17D31">
        <w:t xml:space="preserve"> </w:t>
      </w:r>
      <w:r>
        <w:t>higher</w:t>
      </w:r>
      <w:r w:rsidR="00C17D31">
        <w:t xml:space="preserve"> </w:t>
      </w:r>
      <w:r>
        <w:t>ranked</w:t>
      </w:r>
      <w:r w:rsidR="00C17D31">
        <w:t xml:space="preserve"> </w:t>
      </w:r>
      <w:r>
        <w:t>document,</w:t>
      </w:r>
      <w:r w:rsidR="00C17D31">
        <w:t xml:space="preserve"> </w:t>
      </w:r>
      <w:r>
        <w:t>to</w:t>
      </w:r>
      <w:r w:rsidR="00C17D31">
        <w:t xml:space="preserve"> </w:t>
      </w:r>
      <w:r>
        <w:t>the</w:t>
      </w:r>
      <w:r w:rsidR="00C17D31">
        <w:t xml:space="preserve"> </w:t>
      </w:r>
      <w:r>
        <w:t>extent</w:t>
      </w:r>
      <w:r w:rsidR="00C17D31">
        <w:t xml:space="preserve"> </w:t>
      </w:r>
      <w:r>
        <w:t>of</w:t>
      </w:r>
      <w:r w:rsidR="00C17D31">
        <w:t xml:space="preserve"> </w:t>
      </w:r>
      <w:r>
        <w:t>the</w:t>
      </w:r>
      <w:r w:rsidR="00C17D31">
        <w:t xml:space="preserve"> </w:t>
      </w:r>
      <w:r>
        <w:t>inconsistency,</w:t>
      </w:r>
      <w:r w:rsidR="00C17D31">
        <w:t xml:space="preserve"> </w:t>
      </w:r>
      <w:r>
        <w:t>prevails.</w:t>
      </w:r>
    </w:p>
    <w:p w14:paraId="08410BC4" w14:textId="1DA0F646" w:rsidR="00514A46" w:rsidRPr="00BC1156" w:rsidRDefault="00514A46" w:rsidP="00C8034B">
      <w:pPr>
        <w:pStyle w:val="COTCOCLV2-ASDEFCON"/>
      </w:pPr>
      <w:bookmarkStart w:id="22" w:name="_Toc434501837"/>
      <w:bookmarkStart w:id="23" w:name="_Toc435431215"/>
      <w:bookmarkStart w:id="24" w:name="_Toc435536699"/>
      <w:bookmarkStart w:id="25" w:name="_Toc436299920"/>
      <w:bookmarkStart w:id="26" w:name="_Toc436380536"/>
      <w:bookmarkStart w:id="27" w:name="_Toc436820363"/>
      <w:bookmarkStart w:id="28" w:name="_Toc436917242"/>
      <w:bookmarkStart w:id="29" w:name="_Ref95203206"/>
      <w:bookmarkStart w:id="30" w:name="_Toc229445690"/>
      <w:bookmarkStart w:id="31" w:name="_Toc121903958"/>
      <w:bookmarkStart w:id="32" w:name="_Toc175208034"/>
      <w:bookmarkEnd w:id="22"/>
      <w:bookmarkEnd w:id="23"/>
      <w:bookmarkEnd w:id="24"/>
      <w:bookmarkEnd w:id="25"/>
      <w:bookmarkEnd w:id="26"/>
      <w:bookmarkEnd w:id="27"/>
      <w:bookmarkEnd w:id="28"/>
      <w:r w:rsidRPr="00BC1156">
        <w:t>Amendment</w:t>
      </w:r>
      <w:r w:rsidR="00C17D31">
        <w:t xml:space="preserve"> </w:t>
      </w:r>
      <w:r w:rsidRPr="00BC1156">
        <w:t>of</w:t>
      </w:r>
      <w:r w:rsidR="00C17D31">
        <w:t xml:space="preserve"> </w:t>
      </w:r>
      <w:r w:rsidRPr="00BC1156">
        <w:t>RFT</w:t>
      </w:r>
      <w:r w:rsidR="00C17D31">
        <w:t xml:space="preserve"> </w:t>
      </w:r>
      <w:r w:rsidRPr="00BC1156">
        <w:t>(Core)</w:t>
      </w:r>
      <w:bookmarkEnd w:id="29"/>
      <w:bookmarkEnd w:id="30"/>
      <w:bookmarkEnd w:id="31"/>
      <w:bookmarkEnd w:id="32"/>
    </w:p>
    <w:p w14:paraId="426D223D" w14:textId="7D52EAA7" w:rsidR="00514A46" w:rsidRDefault="00514A46" w:rsidP="00C8034B">
      <w:pPr>
        <w:pStyle w:val="NoteToTenderers-ASDEFCON"/>
        <w:rPr>
          <w:lang w:eastAsia="zh-CN"/>
        </w:rPr>
      </w:pPr>
      <w:bookmarkStart w:id="33" w:name="_Ref95201705"/>
      <w:r>
        <w:t>Note</w:t>
      </w:r>
      <w:r w:rsidR="00C17D31">
        <w:t xml:space="preserve"> </w:t>
      </w:r>
      <w:r>
        <w:t>to</w:t>
      </w:r>
      <w:r w:rsidR="00C17D31">
        <w:t xml:space="preserve"> </w:t>
      </w:r>
      <w:r>
        <w:t>tenderers:</w:t>
      </w:r>
      <w:r w:rsidR="00C17D31">
        <w:t xml:space="preserve">  </w:t>
      </w:r>
      <w:r>
        <w:t>When</w:t>
      </w:r>
      <w:r w:rsidR="00C17D31">
        <w:t xml:space="preserve"> </w:t>
      </w:r>
      <w:r>
        <w:t>an</w:t>
      </w:r>
      <w:r w:rsidR="00C17D31">
        <w:t xml:space="preserve"> </w:t>
      </w:r>
      <w:r>
        <w:t>amendment</w:t>
      </w:r>
      <w:r w:rsidR="00C17D31">
        <w:t xml:space="preserve"> </w:t>
      </w:r>
      <w:r>
        <w:t>to</w:t>
      </w:r>
      <w:r w:rsidR="00C17D31">
        <w:t xml:space="preserve"> </w:t>
      </w:r>
      <w:r>
        <w:t>the</w:t>
      </w:r>
      <w:r w:rsidR="00C17D31">
        <w:t xml:space="preserve"> </w:t>
      </w:r>
      <w:r>
        <w:t>RFT</w:t>
      </w:r>
      <w:r w:rsidR="00C17D31">
        <w:t xml:space="preserve"> </w:t>
      </w:r>
      <w:r>
        <w:t>is</w:t>
      </w:r>
      <w:r w:rsidR="00C17D31">
        <w:t xml:space="preserve"> </w:t>
      </w:r>
      <w:r>
        <w:t>issued</w:t>
      </w:r>
      <w:r w:rsidR="00C17D31">
        <w:t xml:space="preserve"> </w:t>
      </w:r>
      <w:r>
        <w:t>by</w:t>
      </w:r>
      <w:r w:rsidR="00C17D31">
        <w:t xml:space="preserve"> </w:t>
      </w:r>
      <w:r>
        <w:t>the</w:t>
      </w:r>
      <w:r w:rsidR="00C17D31">
        <w:t xml:space="preserve"> </w:t>
      </w:r>
      <w:r>
        <w:t>Commonwealth</w:t>
      </w:r>
      <w:r w:rsidR="00C17D31">
        <w:t xml:space="preserve"> </w:t>
      </w:r>
      <w:r>
        <w:t>it</w:t>
      </w:r>
      <w:r w:rsidR="00C17D31">
        <w:t xml:space="preserve"> </w:t>
      </w:r>
      <w:r>
        <w:t>will</w:t>
      </w:r>
      <w:r w:rsidR="00C17D31">
        <w:t xml:space="preserve"> </w:t>
      </w:r>
      <w:r>
        <w:t>be</w:t>
      </w:r>
      <w:r w:rsidR="00C17D31">
        <w:t xml:space="preserve"> </w:t>
      </w:r>
      <w:r>
        <w:t>through</w:t>
      </w:r>
      <w:r w:rsidR="00C17D31">
        <w:t xml:space="preserve"> </w:t>
      </w:r>
      <w:r>
        <w:t>AusTender.</w:t>
      </w:r>
      <w:r w:rsidR="00C17D31">
        <w:t xml:space="preserve">  </w:t>
      </w:r>
      <w:r>
        <w:t>Refer</w:t>
      </w:r>
      <w:r w:rsidR="00C17D31">
        <w:t xml:space="preserve"> </w:t>
      </w:r>
      <w:r>
        <w:t>to</w:t>
      </w:r>
      <w:r w:rsidR="00C17D31">
        <w:t xml:space="preserve"> </w:t>
      </w:r>
      <w:r>
        <w:t>clause</w:t>
      </w:r>
      <w:r w:rsidR="00C17D31">
        <w:t xml:space="preserve"> </w:t>
      </w:r>
      <w:r>
        <w:fldChar w:fldCharType="begin"/>
      </w:r>
      <w:r>
        <w:instrText xml:space="preserve"> REF _Ref96412357 \w \h </w:instrText>
      </w:r>
      <w:r>
        <w:fldChar w:fldCharType="separate"/>
      </w:r>
      <w:r w:rsidR="00857305">
        <w:t>2.7</w:t>
      </w:r>
      <w:r>
        <w:fldChar w:fldCharType="end"/>
      </w:r>
      <w:r w:rsidR="00C17D31">
        <w:t xml:space="preserve"> </w:t>
      </w:r>
      <w:r>
        <w:t>for</w:t>
      </w:r>
      <w:r w:rsidR="00C17D31">
        <w:t xml:space="preserve"> </w:t>
      </w:r>
      <w:r>
        <w:t>more</w:t>
      </w:r>
      <w:r w:rsidR="00C17D31">
        <w:t xml:space="preserve"> </w:t>
      </w:r>
      <w:r>
        <w:t>information</w:t>
      </w:r>
      <w:r w:rsidR="00C17D31">
        <w:t xml:space="preserve"> </w:t>
      </w:r>
      <w:r>
        <w:t>on</w:t>
      </w:r>
      <w:r w:rsidR="00C17D31">
        <w:t xml:space="preserve"> </w:t>
      </w:r>
      <w:r>
        <w:t>AusTender.</w:t>
      </w:r>
    </w:p>
    <w:p w14:paraId="6FC7554D" w14:textId="4FE0A335" w:rsidR="00514A46" w:rsidRDefault="00514A46" w:rsidP="00C8034B">
      <w:pPr>
        <w:pStyle w:val="COTCOCLV3-ASDEFCON"/>
      </w:pPr>
      <w:bookmarkStart w:id="34" w:name="_Ref435430914"/>
      <w:r w:rsidRPr="00BC1156">
        <w:t>The</w:t>
      </w:r>
      <w:r w:rsidR="00C17D31">
        <w:t xml:space="preserve"> </w:t>
      </w:r>
      <w:r w:rsidRPr="00BC1156">
        <w:t>Commonwealth</w:t>
      </w:r>
      <w:r w:rsidR="00C17D31">
        <w:t xml:space="preserve"> </w:t>
      </w:r>
      <w:r w:rsidRPr="00BC1156">
        <w:t>may</w:t>
      </w:r>
      <w:r w:rsidR="00C17D31">
        <w:t xml:space="preserve"> </w:t>
      </w:r>
      <w:r w:rsidRPr="00BC1156">
        <w:t>amend</w:t>
      </w:r>
      <w:r w:rsidR="00C17D31">
        <w:t xml:space="preserve"> </w:t>
      </w:r>
      <w:r w:rsidRPr="00BC1156">
        <w:t>th</w:t>
      </w:r>
      <w:r>
        <w:t>is</w:t>
      </w:r>
      <w:r w:rsidR="00C17D31">
        <w:t xml:space="preserve"> </w:t>
      </w:r>
      <w:r w:rsidRPr="00BC1156">
        <w:t>RFT</w:t>
      </w:r>
      <w:r w:rsidR="00C17D31">
        <w:t xml:space="preserve"> </w:t>
      </w:r>
      <w:r>
        <w:t>by</w:t>
      </w:r>
      <w:r w:rsidR="00C17D31">
        <w:t xml:space="preserve"> </w:t>
      </w:r>
      <w:r w:rsidRPr="00BC1156">
        <w:t>giving</w:t>
      </w:r>
      <w:r w:rsidR="00C17D31">
        <w:t xml:space="preserve"> </w:t>
      </w:r>
      <w:r w:rsidRPr="00BC1156">
        <w:t>tenderers</w:t>
      </w:r>
      <w:r w:rsidR="00C17D31">
        <w:t xml:space="preserve"> </w:t>
      </w:r>
      <w:r w:rsidRPr="00BC1156">
        <w:t>timely</w:t>
      </w:r>
      <w:r w:rsidR="00C17D31">
        <w:t xml:space="preserve"> </w:t>
      </w:r>
      <w:r w:rsidRPr="00BC1156">
        <w:t>written</w:t>
      </w:r>
      <w:r w:rsidR="00C17D31">
        <w:t xml:space="preserve"> </w:t>
      </w:r>
      <w:r w:rsidRPr="00BC1156">
        <w:t>notice</w:t>
      </w:r>
      <w:r w:rsidR="00C17D31">
        <w:t xml:space="preserve"> </w:t>
      </w:r>
      <w:r w:rsidRPr="00BC1156">
        <w:t>of</w:t>
      </w:r>
      <w:r w:rsidR="00C17D31">
        <w:t xml:space="preserve"> </w:t>
      </w:r>
      <w:r>
        <w:t>an</w:t>
      </w:r>
      <w:r w:rsidR="00C17D31">
        <w:t xml:space="preserve"> </w:t>
      </w:r>
      <w:r w:rsidRPr="00BC1156">
        <w:t>amendment.</w:t>
      </w:r>
      <w:r w:rsidR="00C17D31">
        <w:t xml:space="preserve">  </w:t>
      </w:r>
      <w:r w:rsidRPr="00BC1156">
        <w:t>If</w:t>
      </w:r>
      <w:r w:rsidR="00C17D31">
        <w:t xml:space="preserve"> </w:t>
      </w:r>
      <w:r w:rsidRPr="00BC1156">
        <w:t>the</w:t>
      </w:r>
      <w:r w:rsidR="00C17D31">
        <w:t xml:space="preserve"> </w:t>
      </w:r>
      <w:r w:rsidRPr="00BC1156">
        <w:t>Commonwealth</w:t>
      </w:r>
      <w:r w:rsidR="00C17D31">
        <w:t xml:space="preserve"> </w:t>
      </w:r>
      <w:r w:rsidRPr="00BC1156">
        <w:t>amends</w:t>
      </w:r>
      <w:r w:rsidR="00C17D31">
        <w:t xml:space="preserve"> </w:t>
      </w:r>
      <w:r w:rsidRPr="00BC1156">
        <w:t>this</w:t>
      </w:r>
      <w:r w:rsidR="00C17D31">
        <w:t xml:space="preserve"> </w:t>
      </w:r>
      <w:r w:rsidRPr="00BC1156">
        <w:t>RFT</w:t>
      </w:r>
      <w:r w:rsidR="00C17D31">
        <w:t xml:space="preserve"> </w:t>
      </w:r>
      <w:r w:rsidRPr="00BC1156">
        <w:t>under</w:t>
      </w:r>
      <w:r w:rsidR="00C17D31">
        <w:t xml:space="preserve"> </w:t>
      </w:r>
      <w:r>
        <w:t>this</w:t>
      </w:r>
      <w:r w:rsidR="00C17D31">
        <w:t xml:space="preserve"> </w:t>
      </w:r>
      <w:r w:rsidRPr="00BC1156">
        <w:t>clause</w:t>
      </w:r>
      <w:r w:rsidR="00C17D31">
        <w:t xml:space="preserve"> </w:t>
      </w:r>
      <w:r>
        <w:fldChar w:fldCharType="begin"/>
      </w:r>
      <w:r>
        <w:instrText xml:space="preserve"> REF _Ref435430914 \w \h </w:instrText>
      </w:r>
      <w:r>
        <w:fldChar w:fldCharType="separate"/>
      </w:r>
      <w:r w:rsidR="00857305">
        <w:t>1.2.1</w:t>
      </w:r>
      <w:r>
        <w:fldChar w:fldCharType="end"/>
      </w:r>
      <w:r w:rsidR="00C17D31">
        <w:t xml:space="preserve"> </w:t>
      </w:r>
      <w:r w:rsidRPr="00BC1156">
        <w:t>after</w:t>
      </w:r>
      <w:r w:rsidR="00C17D31">
        <w:t xml:space="preserve"> </w:t>
      </w:r>
      <w:r w:rsidRPr="00BC1156">
        <w:t>tenders</w:t>
      </w:r>
      <w:r w:rsidR="00C17D31">
        <w:t xml:space="preserve"> </w:t>
      </w:r>
      <w:r w:rsidRPr="00BC1156">
        <w:t>have</w:t>
      </w:r>
      <w:r w:rsidR="00C17D31">
        <w:t xml:space="preserve"> </w:t>
      </w:r>
      <w:r w:rsidRPr="00BC1156">
        <w:t>been</w:t>
      </w:r>
      <w:r w:rsidR="00C17D31">
        <w:t xml:space="preserve"> </w:t>
      </w:r>
      <w:r w:rsidRPr="00BC1156">
        <w:t>submitte</w:t>
      </w:r>
      <w:r>
        <w:t>d,</w:t>
      </w:r>
      <w:r w:rsidR="00C17D31">
        <w:t xml:space="preserve"> </w:t>
      </w:r>
      <w:r>
        <w:t>it</w:t>
      </w:r>
      <w:r w:rsidR="00C17D31">
        <w:t xml:space="preserve"> </w:t>
      </w:r>
      <w:r>
        <w:t>may</w:t>
      </w:r>
      <w:r w:rsidR="00C17D31">
        <w:t xml:space="preserve"> </w:t>
      </w:r>
      <w:r>
        <w:t>seek</w:t>
      </w:r>
      <w:r w:rsidR="00C17D31">
        <w:t xml:space="preserve"> </w:t>
      </w:r>
      <w:r>
        <w:t>amended</w:t>
      </w:r>
      <w:r w:rsidR="00C17D31">
        <w:t xml:space="preserve"> </w:t>
      </w:r>
      <w:r>
        <w:t>tenders.</w:t>
      </w:r>
      <w:bookmarkEnd w:id="34"/>
    </w:p>
    <w:p w14:paraId="4D204E54" w14:textId="7C5ED621" w:rsidR="00514A46" w:rsidRDefault="00514A46" w:rsidP="00C8034B">
      <w:pPr>
        <w:pStyle w:val="COTCOCLV3-ASDEFCON"/>
      </w:pPr>
      <w:r w:rsidRPr="00BC1156">
        <w:t>Tenderers</w:t>
      </w:r>
      <w:r w:rsidR="00C17D31">
        <w:t xml:space="preserve"> </w:t>
      </w:r>
      <w:r w:rsidRPr="00BC1156">
        <w:t>will</w:t>
      </w:r>
      <w:r w:rsidR="00C17D31">
        <w:t xml:space="preserve"> </w:t>
      </w:r>
      <w:r w:rsidRPr="00BC1156">
        <w:t>have</w:t>
      </w:r>
      <w:r w:rsidR="00C17D31">
        <w:t xml:space="preserve"> </w:t>
      </w:r>
      <w:r w:rsidRPr="00BC1156">
        <w:t>no</w:t>
      </w:r>
      <w:r w:rsidR="00C17D31">
        <w:t xml:space="preserve"> </w:t>
      </w:r>
      <w:r w:rsidRPr="00BC1156">
        <w:t>claim</w:t>
      </w:r>
      <w:r w:rsidR="00C17D31">
        <w:t xml:space="preserve"> </w:t>
      </w:r>
      <w:r w:rsidRPr="00BC1156">
        <w:t>against</w:t>
      </w:r>
      <w:r w:rsidR="00C17D31">
        <w:t xml:space="preserve"> </w:t>
      </w:r>
      <w:r w:rsidRPr="00BC1156">
        <w:t>the</w:t>
      </w:r>
      <w:r w:rsidR="00C17D31">
        <w:t xml:space="preserve"> </w:t>
      </w:r>
      <w:r w:rsidRPr="00BC1156">
        <w:t>Commonwealth</w:t>
      </w:r>
      <w:r w:rsidR="00C17D31">
        <w:t xml:space="preserve"> </w:t>
      </w:r>
      <w:r w:rsidRPr="00BC1156">
        <w:t>or</w:t>
      </w:r>
      <w:r w:rsidR="00C17D31">
        <w:t xml:space="preserve"> </w:t>
      </w:r>
      <w:r w:rsidR="00854860">
        <w:t>any</w:t>
      </w:r>
      <w:r w:rsidR="00C17D31">
        <w:t xml:space="preserve"> </w:t>
      </w:r>
      <w:r>
        <w:t>Commonwealth</w:t>
      </w:r>
      <w:r w:rsidR="00C17D31">
        <w:t xml:space="preserve"> </w:t>
      </w:r>
      <w:r>
        <w:t>Personnel</w:t>
      </w:r>
      <w:r w:rsidR="00C17D31">
        <w:t xml:space="preserve"> </w:t>
      </w:r>
      <w:r>
        <w:t>for</w:t>
      </w:r>
      <w:r w:rsidR="00C17D31">
        <w:t xml:space="preserve"> </w:t>
      </w:r>
      <w:r>
        <w:t>any</w:t>
      </w:r>
      <w:r w:rsidR="00C17D31">
        <w:t xml:space="preserve"> </w:t>
      </w:r>
      <w:r>
        <w:t>failure</w:t>
      </w:r>
      <w:r w:rsidR="00C17D31">
        <w:t xml:space="preserve"> </w:t>
      </w:r>
      <w:r>
        <w:t>to</w:t>
      </w:r>
      <w:r w:rsidR="00C17D31">
        <w:t xml:space="preserve"> </w:t>
      </w:r>
      <w:r>
        <w:t>inform</w:t>
      </w:r>
      <w:r w:rsidR="00C17D31">
        <w:t xml:space="preserve"> </w:t>
      </w:r>
      <w:r>
        <w:t>a</w:t>
      </w:r>
      <w:r w:rsidR="00C17D31">
        <w:t xml:space="preserve"> </w:t>
      </w:r>
      <w:r>
        <w:t>tenderer</w:t>
      </w:r>
      <w:r w:rsidR="00C17D31">
        <w:t xml:space="preserve"> </w:t>
      </w:r>
      <w:r>
        <w:t>of</w:t>
      </w:r>
      <w:r w:rsidR="00C17D31">
        <w:t xml:space="preserve"> </w:t>
      </w:r>
      <w:r>
        <w:t>an</w:t>
      </w:r>
      <w:r w:rsidR="00C17D31">
        <w:t xml:space="preserve"> </w:t>
      </w:r>
      <w:r>
        <w:t>amendment</w:t>
      </w:r>
      <w:r w:rsidR="00C17D31">
        <w:t xml:space="preserve"> </w:t>
      </w:r>
      <w:r>
        <w:t>to</w:t>
      </w:r>
      <w:r w:rsidR="00C17D31">
        <w:t xml:space="preserve"> </w:t>
      </w:r>
      <w:r w:rsidR="007B4148">
        <w:t xml:space="preserve">this </w:t>
      </w:r>
      <w:r>
        <w:t>RFT,</w:t>
      </w:r>
      <w:r w:rsidR="00C17D31">
        <w:t xml:space="preserve"> </w:t>
      </w:r>
      <w:r>
        <w:t>or</w:t>
      </w:r>
      <w:r w:rsidR="00C17D31">
        <w:t xml:space="preserve"> </w:t>
      </w:r>
      <w:r>
        <w:t>any</w:t>
      </w:r>
      <w:r w:rsidR="00C17D31">
        <w:t xml:space="preserve"> </w:t>
      </w:r>
      <w:r>
        <w:t>failure</w:t>
      </w:r>
      <w:r w:rsidR="00C17D31">
        <w:t xml:space="preserve"> </w:t>
      </w:r>
      <w:r>
        <w:t>to</w:t>
      </w:r>
      <w:r w:rsidR="00C17D31">
        <w:t xml:space="preserve"> </w:t>
      </w:r>
      <w:r>
        <w:t>seek</w:t>
      </w:r>
      <w:r w:rsidR="00C17D31">
        <w:t xml:space="preserve"> </w:t>
      </w:r>
      <w:r>
        <w:t>amended</w:t>
      </w:r>
      <w:r w:rsidR="00C17D31">
        <w:t xml:space="preserve"> </w:t>
      </w:r>
      <w:r>
        <w:t>tenders,</w:t>
      </w:r>
      <w:r w:rsidR="00C17D31">
        <w:t xml:space="preserve"> </w:t>
      </w:r>
      <w:r>
        <w:t>or</w:t>
      </w:r>
      <w:r w:rsidR="00C17D31">
        <w:t xml:space="preserve"> </w:t>
      </w:r>
      <w:r>
        <w:t>any</w:t>
      </w:r>
      <w:r w:rsidR="00C17D31">
        <w:t xml:space="preserve"> </w:t>
      </w:r>
      <w:r>
        <w:t>other</w:t>
      </w:r>
      <w:r w:rsidR="00C17D31">
        <w:t xml:space="preserve"> </w:t>
      </w:r>
      <w:r>
        <w:t>matter</w:t>
      </w:r>
      <w:r w:rsidR="00C17D31">
        <w:t xml:space="preserve"> </w:t>
      </w:r>
      <w:r>
        <w:t>arising</w:t>
      </w:r>
      <w:r w:rsidR="00C17D31">
        <w:rPr>
          <w:lang w:eastAsia="zh-CN"/>
        </w:rPr>
        <w:t xml:space="preserve"> </w:t>
      </w:r>
      <w:r w:rsidRPr="00B22EFB">
        <w:rPr>
          <w:lang w:eastAsia="zh-CN"/>
        </w:rPr>
        <w:t>in</w:t>
      </w:r>
      <w:r w:rsidR="00C17D31">
        <w:rPr>
          <w:lang w:eastAsia="zh-CN"/>
        </w:rPr>
        <w:t xml:space="preserve"> </w:t>
      </w:r>
      <w:r w:rsidRPr="00B22EFB">
        <w:rPr>
          <w:lang w:eastAsia="zh-CN"/>
        </w:rPr>
        <w:t>connection</w:t>
      </w:r>
      <w:r w:rsidR="00C17D31">
        <w:rPr>
          <w:lang w:eastAsia="zh-CN"/>
        </w:rPr>
        <w:t xml:space="preserve"> </w:t>
      </w:r>
      <w:r w:rsidRPr="00B22EFB">
        <w:rPr>
          <w:lang w:eastAsia="zh-CN"/>
        </w:rPr>
        <w:t>with</w:t>
      </w:r>
      <w:r w:rsidR="00C17D31">
        <w:rPr>
          <w:lang w:eastAsia="zh-CN"/>
        </w:rPr>
        <w:t xml:space="preserve"> </w:t>
      </w:r>
      <w:r>
        <w:rPr>
          <w:lang w:eastAsia="zh-CN"/>
        </w:rPr>
        <w:t>an</w:t>
      </w:r>
      <w:r w:rsidR="00C17D31">
        <w:rPr>
          <w:lang w:eastAsia="zh-CN"/>
        </w:rPr>
        <w:t xml:space="preserve"> </w:t>
      </w:r>
      <w:r>
        <w:rPr>
          <w:lang w:eastAsia="zh-CN"/>
        </w:rPr>
        <w:t>amendment</w:t>
      </w:r>
      <w:r w:rsidR="00C17D31">
        <w:rPr>
          <w:lang w:eastAsia="zh-CN"/>
        </w:rPr>
        <w:t xml:space="preserve"> </w:t>
      </w:r>
      <w:r>
        <w:rPr>
          <w:lang w:eastAsia="zh-CN"/>
        </w:rPr>
        <w:t>to</w:t>
      </w:r>
      <w:r w:rsidR="00C17D31">
        <w:rPr>
          <w:lang w:eastAsia="zh-CN"/>
        </w:rPr>
        <w:t xml:space="preserve"> </w:t>
      </w:r>
      <w:r>
        <w:rPr>
          <w:lang w:eastAsia="zh-CN"/>
        </w:rPr>
        <w:t>this</w:t>
      </w:r>
      <w:r w:rsidR="00C17D31">
        <w:rPr>
          <w:lang w:eastAsia="zh-CN"/>
        </w:rPr>
        <w:t xml:space="preserve"> </w:t>
      </w:r>
      <w:r>
        <w:rPr>
          <w:lang w:eastAsia="zh-CN"/>
        </w:rPr>
        <w:t>RFT</w:t>
      </w:r>
      <w:r w:rsidRPr="00B22EFB">
        <w:rPr>
          <w:lang w:eastAsia="zh-CN"/>
        </w:rPr>
        <w:t>.</w:t>
      </w:r>
    </w:p>
    <w:p w14:paraId="6B69C0F5" w14:textId="5DBBA411" w:rsidR="00514A46" w:rsidRDefault="00514A46" w:rsidP="00C8034B">
      <w:pPr>
        <w:pStyle w:val="COTCOCLV2-ASDEFCON"/>
      </w:pPr>
      <w:bookmarkStart w:id="35" w:name="_Toc434501842"/>
      <w:bookmarkStart w:id="36" w:name="_Toc435431220"/>
      <w:bookmarkStart w:id="37" w:name="_Toc435536704"/>
      <w:bookmarkStart w:id="38" w:name="_Toc436299925"/>
      <w:bookmarkStart w:id="39" w:name="_Toc436380541"/>
      <w:bookmarkStart w:id="40" w:name="_Toc436820368"/>
      <w:bookmarkStart w:id="41" w:name="_Toc436917247"/>
      <w:bookmarkStart w:id="42" w:name="_Ref207097254"/>
      <w:bookmarkStart w:id="43" w:name="_Toc229445691"/>
      <w:bookmarkStart w:id="44" w:name="_Toc121903959"/>
      <w:bookmarkStart w:id="45" w:name="_Toc175208035"/>
      <w:bookmarkEnd w:id="33"/>
      <w:bookmarkEnd w:id="35"/>
      <w:bookmarkEnd w:id="36"/>
      <w:bookmarkEnd w:id="37"/>
      <w:bookmarkEnd w:id="38"/>
      <w:bookmarkEnd w:id="39"/>
      <w:bookmarkEnd w:id="40"/>
      <w:bookmarkEnd w:id="41"/>
      <w:r w:rsidRPr="00BC1156">
        <w:t>Termination</w:t>
      </w:r>
      <w:r>
        <w:t>,</w:t>
      </w:r>
      <w:r w:rsidR="00C17D31">
        <w:t xml:space="preserve"> </w:t>
      </w:r>
      <w:r>
        <w:t>Suspension</w:t>
      </w:r>
      <w:r w:rsidR="00C17D31">
        <w:t xml:space="preserve"> </w:t>
      </w:r>
      <w:r>
        <w:t>or</w:t>
      </w:r>
      <w:r w:rsidR="00C17D31">
        <w:t xml:space="preserve"> </w:t>
      </w:r>
      <w:r>
        <w:t>Deferral</w:t>
      </w:r>
      <w:r w:rsidR="00C17D31">
        <w:t xml:space="preserve"> </w:t>
      </w:r>
      <w:r w:rsidRPr="00BC1156">
        <w:t>of</w:t>
      </w:r>
      <w:r w:rsidR="00C17D31">
        <w:t xml:space="preserve"> </w:t>
      </w:r>
      <w:r w:rsidRPr="00BC1156">
        <w:t>R</w:t>
      </w:r>
      <w:r>
        <w:t>F</w:t>
      </w:r>
      <w:r w:rsidRPr="00BC1156">
        <w:t>T</w:t>
      </w:r>
      <w:r w:rsidR="00C17D31">
        <w:t xml:space="preserve"> </w:t>
      </w:r>
      <w:r w:rsidRPr="00BC1156">
        <w:t>(Core)</w:t>
      </w:r>
      <w:bookmarkEnd w:id="42"/>
      <w:bookmarkEnd w:id="43"/>
      <w:bookmarkEnd w:id="44"/>
      <w:bookmarkEnd w:id="45"/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7"/>
      </w:tblGrid>
      <w:tr w:rsidR="00F84DC7" w14:paraId="65C56485" w14:textId="77777777" w:rsidTr="00514A46">
        <w:tc>
          <w:tcPr>
            <w:tcW w:w="9067" w:type="dxa"/>
            <w:shd w:val="clear" w:color="auto" w:fill="auto"/>
          </w:tcPr>
          <w:p w14:paraId="531C6C0B" w14:textId="2D527118" w:rsidR="00514A46" w:rsidRPr="00BC1156" w:rsidRDefault="00514A46" w:rsidP="0055771A">
            <w:pPr>
              <w:pStyle w:val="ASDEFCONOption"/>
            </w:pPr>
            <w:r w:rsidRPr="00BC1156">
              <w:t>Option</w:t>
            </w:r>
            <w:r w:rsidR="00C17D31">
              <w:t xml:space="preserve"> </w:t>
            </w:r>
            <w:r w:rsidRPr="00BC1156">
              <w:t>A:</w:t>
            </w:r>
            <w:r w:rsidR="00C17D31">
              <w:t xml:space="preserve">  </w:t>
            </w:r>
            <w:r w:rsidRPr="00BC1156">
              <w:t>For</w:t>
            </w:r>
            <w:r w:rsidR="00C17D31">
              <w:t xml:space="preserve"> </w:t>
            </w:r>
            <w:r w:rsidRPr="00BC1156">
              <w:t>when</w:t>
            </w:r>
            <w:r w:rsidR="00C17D31">
              <w:t xml:space="preserve"> </w:t>
            </w:r>
            <w:r w:rsidRPr="00BC1156">
              <w:t>the</w:t>
            </w:r>
            <w:r w:rsidR="00C17D31">
              <w:t xml:space="preserve"> </w:t>
            </w:r>
            <w:r w:rsidRPr="00BC1156">
              <w:t>procurement</w:t>
            </w:r>
            <w:r w:rsidR="00C17D31">
              <w:t xml:space="preserve"> </w:t>
            </w:r>
            <w:r w:rsidRPr="00BC1156">
              <w:t>is</w:t>
            </w:r>
            <w:r w:rsidR="00C17D31">
              <w:t xml:space="preserve"> </w:t>
            </w:r>
            <w:r w:rsidRPr="00BC1156">
              <w:t>not</w:t>
            </w:r>
            <w:r w:rsidR="00C17D31">
              <w:t xml:space="preserve"> </w:t>
            </w:r>
            <w:r w:rsidRPr="00BC1156">
              <w:t>subject</w:t>
            </w:r>
            <w:r w:rsidR="00C17D31">
              <w:t xml:space="preserve"> </w:t>
            </w:r>
            <w:r w:rsidRPr="00BC1156">
              <w:t>to</w:t>
            </w:r>
            <w:r w:rsidR="00C17D31">
              <w:t xml:space="preserve"> </w:t>
            </w:r>
            <w:r w:rsidRPr="00BC1156">
              <w:t>the</w:t>
            </w:r>
            <w:r w:rsidR="00C17D31">
              <w:t xml:space="preserve"> </w:t>
            </w:r>
            <w:r>
              <w:t>additional</w:t>
            </w:r>
            <w:r w:rsidR="00C17D31">
              <w:t xml:space="preserve"> </w:t>
            </w:r>
            <w:r>
              <w:t>rules</w:t>
            </w:r>
            <w:r w:rsidR="00C17D31">
              <w:t xml:space="preserve"> </w:t>
            </w:r>
            <w:r w:rsidR="008672FA">
              <w:t>detailed</w:t>
            </w:r>
            <w:r w:rsidR="00C17D31">
              <w:t xml:space="preserve"> </w:t>
            </w:r>
            <w:r w:rsidR="008672FA">
              <w:t>in</w:t>
            </w:r>
            <w:r w:rsidR="00C17D31">
              <w:t xml:space="preserve"> </w:t>
            </w:r>
            <w:r w:rsidRPr="00BC1156">
              <w:t>the</w:t>
            </w:r>
            <w:r w:rsidR="00C17D31">
              <w:t xml:space="preserve"> </w:t>
            </w:r>
            <w:r>
              <w:t>CPRs</w:t>
            </w:r>
            <w:r w:rsidRPr="00BC1156">
              <w:t>.</w:t>
            </w:r>
          </w:p>
          <w:p w14:paraId="0469B159" w14:textId="59C3A451" w:rsidR="00514A46" w:rsidRDefault="00514A46" w:rsidP="00C8034B">
            <w:pPr>
              <w:pStyle w:val="COTCOCLV3-ASDEFCON"/>
            </w:pPr>
            <w:r w:rsidRPr="00BC1156">
              <w:t>Without</w:t>
            </w:r>
            <w:r w:rsidR="00C17D31">
              <w:t xml:space="preserve"> </w:t>
            </w:r>
            <w:r w:rsidRPr="00BC1156">
              <w:t>limiting</w:t>
            </w:r>
            <w:r w:rsidR="00C17D31">
              <w:t xml:space="preserve"> </w:t>
            </w:r>
            <w:r w:rsidRPr="00BC1156">
              <w:t>its</w:t>
            </w:r>
            <w:r w:rsidR="00C17D31">
              <w:t xml:space="preserve"> </w:t>
            </w:r>
            <w:r w:rsidRPr="00BC1156">
              <w:t>rights</w:t>
            </w:r>
            <w:r w:rsidR="00C17D31">
              <w:t xml:space="preserve"> </w:t>
            </w:r>
            <w:r>
              <w:t>under</w:t>
            </w:r>
            <w:r w:rsidR="00C17D31">
              <w:t xml:space="preserve"> </w:t>
            </w:r>
            <w:r>
              <w:t>this</w:t>
            </w:r>
            <w:r w:rsidR="00C17D31">
              <w:t xml:space="preserve"> </w:t>
            </w:r>
            <w:r>
              <w:t>RFT,</w:t>
            </w:r>
            <w:r w:rsidR="00C17D31">
              <w:t xml:space="preserve"> </w:t>
            </w:r>
            <w:r w:rsidRPr="00BC1156">
              <w:t>at</w:t>
            </w:r>
            <w:r w:rsidR="00C17D31">
              <w:t xml:space="preserve"> </w:t>
            </w:r>
            <w:r w:rsidRPr="00BC1156">
              <w:t>law</w:t>
            </w:r>
            <w:r w:rsidR="00C17D31">
              <w:t xml:space="preserve"> </w:t>
            </w:r>
            <w:r w:rsidRPr="00BC1156">
              <w:t>or</w:t>
            </w:r>
            <w:r w:rsidR="00C17D31">
              <w:t xml:space="preserve"> </w:t>
            </w:r>
            <w:r w:rsidRPr="00BC1156">
              <w:t>otherwise,</w:t>
            </w:r>
            <w:r w:rsidR="00C17D31">
              <w:t xml:space="preserve"> </w:t>
            </w:r>
            <w:r w:rsidRPr="00BC1156">
              <w:t>the</w:t>
            </w:r>
            <w:r w:rsidR="00C17D31">
              <w:t xml:space="preserve"> </w:t>
            </w:r>
            <w:r w:rsidRPr="00BC1156">
              <w:t>Commonwealth</w:t>
            </w:r>
            <w:r w:rsidR="00C17D31">
              <w:t xml:space="preserve"> </w:t>
            </w:r>
            <w:r w:rsidRPr="00BC1156">
              <w:t>may</w:t>
            </w:r>
            <w:r w:rsidR="00C17D31">
              <w:t xml:space="preserve"> </w:t>
            </w:r>
            <w:r w:rsidRPr="00BC1156">
              <w:t>suspend,</w:t>
            </w:r>
            <w:r w:rsidR="00C17D31">
              <w:t xml:space="preserve"> </w:t>
            </w:r>
            <w:r w:rsidRPr="00BC1156">
              <w:t>defer</w:t>
            </w:r>
            <w:r w:rsidR="00C17D31">
              <w:t xml:space="preserve"> </w:t>
            </w:r>
            <w:r w:rsidRPr="00BC1156">
              <w:t>or</w:t>
            </w:r>
            <w:r w:rsidR="00C17D31">
              <w:t xml:space="preserve"> </w:t>
            </w:r>
            <w:r w:rsidRPr="00BC1156">
              <w:t>terminate</w:t>
            </w:r>
            <w:r w:rsidR="00C17D31">
              <w:t xml:space="preserve"> </w:t>
            </w:r>
            <w:r w:rsidRPr="00BC1156">
              <w:t>this</w:t>
            </w:r>
            <w:r w:rsidR="00C17D31">
              <w:t xml:space="preserve"> </w:t>
            </w:r>
            <w:r w:rsidRPr="00BC1156">
              <w:t>RFT</w:t>
            </w:r>
            <w:r w:rsidR="00C17D31">
              <w:t xml:space="preserve"> </w:t>
            </w:r>
            <w:r w:rsidRPr="00BC1156">
              <w:t>process</w:t>
            </w:r>
            <w:r w:rsidR="00C17D31">
              <w:t xml:space="preserve"> </w:t>
            </w:r>
            <w:r w:rsidRPr="00BC1156">
              <w:t>at</w:t>
            </w:r>
            <w:r w:rsidR="00C17D31">
              <w:t xml:space="preserve"> </w:t>
            </w:r>
            <w:r w:rsidRPr="00BC1156">
              <w:t>any</w:t>
            </w:r>
            <w:r w:rsidR="00C17D31">
              <w:t xml:space="preserve"> </w:t>
            </w:r>
            <w:r w:rsidRPr="00BC1156">
              <w:t>time.</w:t>
            </w:r>
            <w:r w:rsidR="00C17D31">
              <w:t xml:space="preserve">  </w:t>
            </w:r>
            <w:r w:rsidRPr="00BC1156">
              <w:t>The</w:t>
            </w:r>
            <w:r w:rsidR="00C17D31">
              <w:t xml:space="preserve"> </w:t>
            </w:r>
            <w:r w:rsidRPr="00BC1156">
              <w:t>Commonwealth</w:t>
            </w:r>
            <w:r w:rsidR="00C17D31">
              <w:t xml:space="preserve"> </w:t>
            </w:r>
            <w:r>
              <w:t>will</w:t>
            </w:r>
            <w:r w:rsidR="00C17D31">
              <w:t xml:space="preserve"> </w:t>
            </w:r>
            <w:r w:rsidRPr="00BC1156">
              <w:t>notify</w:t>
            </w:r>
            <w:r w:rsidR="00C17D31">
              <w:t xml:space="preserve"> </w:t>
            </w:r>
            <w:r w:rsidRPr="00BC1156">
              <w:t>tenderers</w:t>
            </w:r>
            <w:r w:rsidR="00C17D31">
              <w:t xml:space="preserve"> </w:t>
            </w:r>
            <w:r w:rsidRPr="00BC1156">
              <w:t>to</w:t>
            </w:r>
            <w:r w:rsidR="00C17D31">
              <w:t xml:space="preserve"> </w:t>
            </w:r>
            <w:r w:rsidRPr="00BC1156">
              <w:t>this</w:t>
            </w:r>
            <w:r w:rsidR="00C17D31">
              <w:t xml:space="preserve"> </w:t>
            </w:r>
            <w:r w:rsidRPr="00BC1156">
              <w:t>effect.</w:t>
            </w:r>
          </w:p>
        </w:tc>
      </w:tr>
    </w:tbl>
    <w:p w14:paraId="60AE1D34" w14:textId="77777777" w:rsidR="00514A46" w:rsidRPr="00BC1156" w:rsidRDefault="00514A46" w:rsidP="00C8034B">
      <w:pPr>
        <w:pStyle w:val="ASDEFCONOptionSpace"/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7"/>
      </w:tblGrid>
      <w:tr w:rsidR="00F84DC7" w14:paraId="36D09404" w14:textId="77777777" w:rsidTr="00514A46">
        <w:tc>
          <w:tcPr>
            <w:tcW w:w="9067" w:type="dxa"/>
          </w:tcPr>
          <w:p w14:paraId="12A33A65" w14:textId="4EC9675B" w:rsidR="00514A46" w:rsidRPr="00A60F10" w:rsidRDefault="00514A46" w:rsidP="0055771A">
            <w:pPr>
              <w:pStyle w:val="ASDEFCONOption"/>
            </w:pPr>
            <w:r w:rsidRPr="00A60F10">
              <w:lastRenderedPageBreak/>
              <w:t>Option</w:t>
            </w:r>
            <w:r w:rsidR="00C17D31">
              <w:t xml:space="preserve"> </w:t>
            </w:r>
            <w:r w:rsidRPr="00A60F10">
              <w:t>B:</w:t>
            </w:r>
            <w:r w:rsidR="00C17D31">
              <w:t xml:space="preserve">  </w:t>
            </w:r>
            <w:r w:rsidRPr="00A60F10">
              <w:t>For</w:t>
            </w:r>
            <w:r w:rsidR="00C17D31">
              <w:t xml:space="preserve"> </w:t>
            </w:r>
            <w:r w:rsidRPr="00A60F10">
              <w:t>when</w:t>
            </w:r>
            <w:r w:rsidR="00C17D31">
              <w:t xml:space="preserve"> </w:t>
            </w:r>
            <w:r w:rsidRPr="00A60F10">
              <w:t>the</w:t>
            </w:r>
            <w:r w:rsidR="00C17D31">
              <w:t xml:space="preserve"> </w:t>
            </w:r>
            <w:r w:rsidRPr="00A60F10">
              <w:t>procurement</w:t>
            </w:r>
            <w:r w:rsidR="00C17D31">
              <w:t xml:space="preserve"> </w:t>
            </w:r>
            <w:r w:rsidRPr="00A60F10">
              <w:t>is</w:t>
            </w:r>
            <w:r w:rsidR="00C17D31">
              <w:t xml:space="preserve"> </w:t>
            </w:r>
            <w:r w:rsidRPr="00A60F10">
              <w:t>subject</w:t>
            </w:r>
            <w:r w:rsidR="00C17D31">
              <w:t xml:space="preserve"> </w:t>
            </w:r>
            <w:r w:rsidRPr="00A60F10">
              <w:t>to</w:t>
            </w:r>
            <w:r w:rsidR="00C17D31">
              <w:t xml:space="preserve"> </w:t>
            </w:r>
            <w:r w:rsidRPr="00A60F10">
              <w:t>the</w:t>
            </w:r>
            <w:r w:rsidR="00C17D31">
              <w:t xml:space="preserve"> </w:t>
            </w:r>
            <w:r w:rsidRPr="00A60F10">
              <w:t>additional</w:t>
            </w:r>
            <w:r w:rsidR="00C17D31">
              <w:t xml:space="preserve"> </w:t>
            </w:r>
            <w:r w:rsidRPr="00A60F10">
              <w:t>rules</w:t>
            </w:r>
            <w:r w:rsidR="00C17D31">
              <w:t xml:space="preserve"> </w:t>
            </w:r>
            <w:r w:rsidR="00854860">
              <w:t>detailed</w:t>
            </w:r>
            <w:r w:rsidR="00C17D31">
              <w:t xml:space="preserve"> </w:t>
            </w:r>
            <w:r w:rsidR="00854860">
              <w:t>in</w:t>
            </w:r>
            <w:r w:rsidR="00C17D31">
              <w:t xml:space="preserve"> </w:t>
            </w:r>
            <w:r w:rsidRPr="00A60F10">
              <w:t>the</w:t>
            </w:r>
            <w:r w:rsidR="00C17D31">
              <w:t xml:space="preserve"> </w:t>
            </w:r>
            <w:r w:rsidRPr="00A60F10">
              <w:t>CPRs.</w:t>
            </w:r>
          </w:p>
          <w:p w14:paraId="34E760AC" w14:textId="5EF70578" w:rsidR="00D5686F" w:rsidRDefault="00514A46" w:rsidP="0055771A">
            <w:pPr>
              <w:pStyle w:val="COTCOCLV3-ASDEFCON"/>
            </w:pPr>
            <w:r w:rsidRPr="00BC1156">
              <w:t>Without</w:t>
            </w:r>
            <w:r w:rsidR="00C17D31">
              <w:t xml:space="preserve"> </w:t>
            </w:r>
            <w:r w:rsidRPr="00BC1156">
              <w:t>limiting</w:t>
            </w:r>
            <w:r w:rsidR="00C17D31">
              <w:t xml:space="preserve"> </w:t>
            </w:r>
            <w:r w:rsidRPr="00BC1156">
              <w:t>its</w:t>
            </w:r>
            <w:r w:rsidR="00C17D31">
              <w:t xml:space="preserve"> </w:t>
            </w:r>
            <w:r w:rsidRPr="00BC1156">
              <w:t>rights</w:t>
            </w:r>
            <w:r w:rsidR="00C17D31">
              <w:t xml:space="preserve"> </w:t>
            </w:r>
            <w:r>
              <w:t>under</w:t>
            </w:r>
            <w:r w:rsidR="00C17D31">
              <w:t xml:space="preserve"> </w:t>
            </w:r>
            <w:r>
              <w:t>this</w:t>
            </w:r>
            <w:r w:rsidR="00C17D31">
              <w:t xml:space="preserve"> </w:t>
            </w:r>
            <w:r>
              <w:t>RFT,</w:t>
            </w:r>
            <w:r w:rsidR="00C17D31">
              <w:t xml:space="preserve"> </w:t>
            </w:r>
            <w:r w:rsidRPr="00BC1156">
              <w:t>at</w:t>
            </w:r>
            <w:r w:rsidR="00C17D31">
              <w:t xml:space="preserve"> </w:t>
            </w:r>
            <w:r w:rsidRPr="00BC1156">
              <w:t>law</w:t>
            </w:r>
            <w:r w:rsidR="00C17D31">
              <w:t xml:space="preserve"> </w:t>
            </w:r>
            <w:r w:rsidRPr="00BC1156">
              <w:t>or</w:t>
            </w:r>
            <w:r w:rsidR="00C17D31">
              <w:t xml:space="preserve"> </w:t>
            </w:r>
            <w:r w:rsidRPr="00BC1156">
              <w:t>otherwise,</w:t>
            </w:r>
            <w:r w:rsidR="00C17D31">
              <w:t xml:space="preserve"> </w:t>
            </w:r>
            <w:r w:rsidRPr="00BC1156">
              <w:t>the</w:t>
            </w:r>
            <w:r w:rsidR="00C17D31">
              <w:t xml:space="preserve"> </w:t>
            </w:r>
            <w:r w:rsidRPr="00BC1156">
              <w:t>Commonwealth</w:t>
            </w:r>
            <w:r w:rsidR="00C17D31">
              <w:t xml:space="preserve"> </w:t>
            </w:r>
            <w:r w:rsidRPr="00BC1156">
              <w:t>may</w:t>
            </w:r>
            <w:r w:rsidR="00C17D31">
              <w:t xml:space="preserve"> </w:t>
            </w:r>
            <w:r w:rsidRPr="00BC1156">
              <w:t>suspend,</w:t>
            </w:r>
            <w:r w:rsidR="00C17D31">
              <w:t xml:space="preserve"> </w:t>
            </w:r>
            <w:r w:rsidRPr="00BC1156">
              <w:t>defer</w:t>
            </w:r>
            <w:r w:rsidR="00C17D31">
              <w:t xml:space="preserve"> </w:t>
            </w:r>
            <w:r w:rsidRPr="00BC1156">
              <w:t>or</w:t>
            </w:r>
            <w:r w:rsidR="00C17D31">
              <w:t xml:space="preserve"> </w:t>
            </w:r>
            <w:r w:rsidRPr="00BC1156">
              <w:t>terminate</w:t>
            </w:r>
            <w:r w:rsidR="00C17D31">
              <w:t xml:space="preserve"> </w:t>
            </w:r>
            <w:r w:rsidRPr="00BC1156">
              <w:t>this</w:t>
            </w:r>
            <w:r w:rsidR="00C17D31">
              <w:t xml:space="preserve"> </w:t>
            </w:r>
            <w:r w:rsidRPr="00BC1156">
              <w:t>RFT</w:t>
            </w:r>
            <w:r w:rsidR="00C17D31">
              <w:t xml:space="preserve"> </w:t>
            </w:r>
            <w:r w:rsidRPr="00BC1156">
              <w:t>process</w:t>
            </w:r>
            <w:r w:rsidR="00C17D31">
              <w:t xml:space="preserve"> </w:t>
            </w:r>
            <w:r w:rsidRPr="00BC1156">
              <w:t>where</w:t>
            </w:r>
            <w:r w:rsidR="00C17D31">
              <w:t xml:space="preserve"> </w:t>
            </w:r>
            <w:r>
              <w:t>the</w:t>
            </w:r>
            <w:r w:rsidR="00C17D31">
              <w:t xml:space="preserve"> </w:t>
            </w:r>
            <w:r>
              <w:t>Commonwealth</w:t>
            </w:r>
            <w:r w:rsidR="00C17D31">
              <w:t xml:space="preserve"> </w:t>
            </w:r>
            <w:r>
              <w:t>determines</w:t>
            </w:r>
            <w:r w:rsidR="00C17D31">
              <w:t xml:space="preserve"> </w:t>
            </w:r>
            <w:r>
              <w:t>that</w:t>
            </w:r>
            <w:r w:rsidRPr="00BC1156">
              <w:t>:</w:t>
            </w:r>
          </w:p>
          <w:p w14:paraId="02B76B39" w14:textId="4C0091D4" w:rsidR="00514A46" w:rsidRDefault="00514A46" w:rsidP="00C8034B">
            <w:pPr>
              <w:pStyle w:val="COTCOCLV4-ASDEFCON"/>
            </w:pPr>
            <w:r>
              <w:t>it</w:t>
            </w:r>
            <w:r w:rsidR="00C17D31">
              <w:t xml:space="preserve"> </w:t>
            </w:r>
            <w:r>
              <w:t>is</w:t>
            </w:r>
            <w:r w:rsidR="00C17D31">
              <w:t xml:space="preserve"> </w:t>
            </w:r>
            <w:r>
              <w:t>in</w:t>
            </w:r>
            <w:r w:rsidR="00C17D31">
              <w:t xml:space="preserve"> </w:t>
            </w:r>
            <w:r>
              <w:t>the</w:t>
            </w:r>
            <w:r w:rsidR="00C17D31">
              <w:t xml:space="preserve"> </w:t>
            </w:r>
            <w:r>
              <w:t>public</w:t>
            </w:r>
            <w:r w:rsidR="00C17D31">
              <w:t xml:space="preserve"> </w:t>
            </w:r>
            <w:r>
              <w:t>interest</w:t>
            </w:r>
            <w:r w:rsidR="00C17D31">
              <w:t xml:space="preserve"> </w:t>
            </w:r>
            <w:r>
              <w:t>to</w:t>
            </w:r>
            <w:r w:rsidR="00C17D31">
              <w:t xml:space="preserve"> </w:t>
            </w:r>
            <w:r>
              <w:t>do</w:t>
            </w:r>
            <w:r w:rsidR="00C17D31">
              <w:t xml:space="preserve"> </w:t>
            </w:r>
            <w:r>
              <w:t>so;</w:t>
            </w:r>
          </w:p>
          <w:p w14:paraId="51992A85" w14:textId="4CCF7090" w:rsidR="00514A46" w:rsidRDefault="00514A46" w:rsidP="00C8034B">
            <w:pPr>
              <w:pStyle w:val="COTCOCLV4-ASDEFCON"/>
            </w:pPr>
            <w:r w:rsidRPr="0091554E">
              <w:t>the</w:t>
            </w:r>
            <w:r w:rsidR="00C17D31">
              <w:t xml:space="preserve"> </w:t>
            </w:r>
            <w:r w:rsidRPr="0091554E">
              <w:t>Commonwealth</w:t>
            </w:r>
            <w:r w:rsidR="00C17D31">
              <w:t xml:space="preserve"> </w:t>
            </w:r>
            <w:r w:rsidRPr="0091554E">
              <w:t>is</w:t>
            </w:r>
            <w:r w:rsidR="00C17D31">
              <w:t xml:space="preserve"> </w:t>
            </w:r>
            <w:r w:rsidRPr="0091554E">
              <w:t>required</w:t>
            </w:r>
            <w:r w:rsidR="00C17D31">
              <w:t xml:space="preserve"> </w:t>
            </w:r>
            <w:r w:rsidRPr="0091554E">
              <w:t>by</w:t>
            </w:r>
            <w:r w:rsidR="00C17D31">
              <w:t xml:space="preserve"> </w:t>
            </w:r>
            <w:r w:rsidRPr="0091554E">
              <w:t>law</w:t>
            </w:r>
            <w:r w:rsidR="00C17D31">
              <w:t xml:space="preserve"> </w:t>
            </w:r>
            <w:r w:rsidRPr="0091554E">
              <w:t>to</w:t>
            </w:r>
            <w:r w:rsidR="00C17D31">
              <w:t xml:space="preserve"> </w:t>
            </w:r>
            <w:r w:rsidRPr="0091554E">
              <w:t>do</w:t>
            </w:r>
            <w:r w:rsidR="00C17D31">
              <w:t xml:space="preserve"> </w:t>
            </w:r>
            <w:r w:rsidRPr="0091554E">
              <w:t>so;</w:t>
            </w:r>
          </w:p>
          <w:p w14:paraId="7C010EBA" w14:textId="78F762C0" w:rsidR="00514A46" w:rsidRPr="00BC1156" w:rsidRDefault="00514A46" w:rsidP="00C8034B">
            <w:pPr>
              <w:pStyle w:val="COTCOCLV4-ASDEFCON"/>
            </w:pPr>
            <w:r w:rsidRPr="00BC1156">
              <w:t>no</w:t>
            </w:r>
            <w:r w:rsidR="00C17D31">
              <w:t xml:space="preserve"> </w:t>
            </w:r>
            <w:r w:rsidRPr="00BC1156">
              <w:t>tenderer</w:t>
            </w:r>
            <w:r w:rsidR="00C17D31">
              <w:t xml:space="preserve"> </w:t>
            </w:r>
            <w:r w:rsidRPr="00BC1156">
              <w:t>represents</w:t>
            </w:r>
            <w:r w:rsidR="00C17D31">
              <w:t xml:space="preserve"> </w:t>
            </w:r>
            <w:r w:rsidRPr="00BC1156">
              <w:t>value</w:t>
            </w:r>
            <w:r w:rsidR="00C17D31">
              <w:t xml:space="preserve"> </w:t>
            </w:r>
            <w:r w:rsidRPr="00BC1156">
              <w:t>for</w:t>
            </w:r>
            <w:r w:rsidR="00C17D31">
              <w:t xml:space="preserve"> </w:t>
            </w:r>
            <w:r w:rsidRPr="00BC1156">
              <w:t>money;</w:t>
            </w:r>
          </w:p>
          <w:p w14:paraId="4F9EE151" w14:textId="15B528C2" w:rsidR="00514A46" w:rsidRPr="00BC1156" w:rsidRDefault="00514A46" w:rsidP="00C8034B">
            <w:pPr>
              <w:pStyle w:val="COTCOCLV4-ASDEFCON"/>
            </w:pPr>
            <w:r w:rsidRPr="00BC1156">
              <w:t>no</w:t>
            </w:r>
            <w:r w:rsidR="00C17D31">
              <w:t xml:space="preserve"> </w:t>
            </w:r>
            <w:r>
              <w:t>tenderer</w:t>
            </w:r>
            <w:r w:rsidR="00C17D31">
              <w:t xml:space="preserve"> </w:t>
            </w:r>
            <w:r>
              <w:t>meets</w:t>
            </w:r>
            <w:r w:rsidR="00C17D31">
              <w:t xml:space="preserve"> </w:t>
            </w:r>
            <w:r>
              <w:t>the</w:t>
            </w:r>
            <w:r w:rsidR="00C17D31">
              <w:t xml:space="preserve"> </w:t>
            </w:r>
            <w:r>
              <w:t>Conditions</w:t>
            </w:r>
            <w:r w:rsidR="00C17D31">
              <w:t xml:space="preserve"> </w:t>
            </w:r>
            <w:r>
              <w:t>for</w:t>
            </w:r>
            <w:r w:rsidR="00C17D31">
              <w:t xml:space="preserve"> </w:t>
            </w:r>
            <w:r w:rsidRPr="00BC1156">
              <w:t>Participation</w:t>
            </w:r>
            <w:r w:rsidR="00C17D31">
              <w:t xml:space="preserve"> </w:t>
            </w:r>
            <w:r>
              <w:t>specified</w:t>
            </w:r>
            <w:r w:rsidR="00C17D31">
              <w:t xml:space="preserve"> </w:t>
            </w:r>
            <w:r>
              <w:t>in</w:t>
            </w:r>
            <w:r w:rsidR="00C17D31">
              <w:t xml:space="preserve"> </w:t>
            </w:r>
            <w:r>
              <w:t>the</w:t>
            </w:r>
            <w:r w:rsidR="00C17D31">
              <w:t xml:space="preserve"> </w:t>
            </w:r>
            <w:r>
              <w:t>Tender</w:t>
            </w:r>
            <w:r w:rsidR="00C17D31">
              <w:t xml:space="preserve"> </w:t>
            </w:r>
            <w:r>
              <w:t>Details</w:t>
            </w:r>
            <w:r w:rsidR="00C17D31">
              <w:t xml:space="preserve"> </w:t>
            </w:r>
            <w:r>
              <w:t>Schedule,</w:t>
            </w:r>
            <w:r w:rsidR="00C17D31">
              <w:t xml:space="preserve"> </w:t>
            </w:r>
            <w:r w:rsidRPr="00BC1156">
              <w:t>if</w:t>
            </w:r>
            <w:r w:rsidR="00C17D31">
              <w:t xml:space="preserve"> </w:t>
            </w:r>
            <w:r w:rsidRPr="00BC1156">
              <w:t>any;</w:t>
            </w:r>
          </w:p>
          <w:p w14:paraId="1D36C20F" w14:textId="33CAAC27" w:rsidR="00514A46" w:rsidRPr="00BC1156" w:rsidRDefault="00514A46" w:rsidP="00C8034B">
            <w:pPr>
              <w:pStyle w:val="COTCOCLV4-ASDEFCON"/>
            </w:pPr>
            <w:r w:rsidRPr="00BC1156">
              <w:t>no</w:t>
            </w:r>
            <w:r w:rsidR="00C17D31">
              <w:t xml:space="preserve"> </w:t>
            </w:r>
            <w:r w:rsidRPr="00BC1156">
              <w:t>tenderer</w:t>
            </w:r>
            <w:r w:rsidR="00C17D31">
              <w:t xml:space="preserve"> </w:t>
            </w:r>
            <w:r w:rsidRPr="00BC1156">
              <w:t>meets</w:t>
            </w:r>
            <w:r w:rsidR="00C17D31">
              <w:t xml:space="preserve"> </w:t>
            </w:r>
            <w:r w:rsidRPr="00BC1156">
              <w:t>the</w:t>
            </w:r>
            <w:r w:rsidR="00C17D31">
              <w:t xml:space="preserve"> </w:t>
            </w:r>
            <w:r>
              <w:t>e</w:t>
            </w:r>
            <w:r w:rsidRPr="00BC1156">
              <w:t>ssential</w:t>
            </w:r>
            <w:r w:rsidR="00C17D31">
              <w:t xml:space="preserve"> </w:t>
            </w:r>
            <w:r>
              <w:t>r</w:t>
            </w:r>
            <w:r w:rsidRPr="00BC1156">
              <w:t>equirements,</w:t>
            </w:r>
            <w:r w:rsidR="00C17D31">
              <w:t xml:space="preserve"> </w:t>
            </w:r>
            <w:r w:rsidRPr="00BC1156">
              <w:t>if</w:t>
            </w:r>
            <w:r w:rsidR="00C17D31">
              <w:t xml:space="preserve"> </w:t>
            </w:r>
            <w:r w:rsidRPr="00BC1156">
              <w:t>any,</w:t>
            </w:r>
            <w:r w:rsidR="00C17D31">
              <w:t xml:space="preserve"> </w:t>
            </w:r>
            <w:r w:rsidRPr="00BC1156">
              <w:t>at</w:t>
            </w:r>
            <w:r w:rsidR="00C17D31">
              <w:t xml:space="preserve"> </w:t>
            </w:r>
            <w:r w:rsidRPr="00BC1156">
              <w:t>clause</w:t>
            </w:r>
            <w:r w:rsidR="00C17D31">
              <w:t xml:space="preserve"> </w:t>
            </w:r>
            <w:r>
              <w:fldChar w:fldCharType="begin"/>
            </w:r>
            <w:r>
              <w:instrText xml:space="preserve"> REF _Ref434501157 \w \h </w:instrText>
            </w:r>
            <w:r w:rsidR="00444B84">
              <w:instrText xml:space="preserve"> \* MERGEFORMAT </w:instrText>
            </w:r>
            <w:r>
              <w:fldChar w:fldCharType="separate"/>
            </w:r>
            <w:r w:rsidR="00857305">
              <w:t>3.4</w:t>
            </w:r>
            <w:r>
              <w:fldChar w:fldCharType="end"/>
            </w:r>
            <w:r w:rsidRPr="00BC1156">
              <w:t>;</w:t>
            </w:r>
            <w:r w:rsidR="00C17D31">
              <w:t xml:space="preserve"> </w:t>
            </w:r>
            <w:r w:rsidRPr="00BC1156">
              <w:t>or</w:t>
            </w:r>
          </w:p>
          <w:p w14:paraId="2B748186" w14:textId="5902EBAC" w:rsidR="00D5686F" w:rsidRDefault="00514A46" w:rsidP="00C8034B">
            <w:pPr>
              <w:pStyle w:val="COTCOCLV4-ASDEFCON"/>
            </w:pPr>
            <w:r w:rsidRPr="00BC1156">
              <w:t>no</w:t>
            </w:r>
            <w:r w:rsidR="00C17D31">
              <w:t xml:space="preserve"> </w:t>
            </w:r>
            <w:r w:rsidRPr="00BC1156">
              <w:t>tenderer</w:t>
            </w:r>
            <w:r w:rsidR="00C17D31">
              <w:t xml:space="preserve"> </w:t>
            </w:r>
            <w:r w:rsidRPr="00BC1156">
              <w:t>is</w:t>
            </w:r>
            <w:r w:rsidR="00C17D31">
              <w:t xml:space="preserve"> </w:t>
            </w:r>
            <w:r w:rsidRPr="00BC1156">
              <w:t>fully</w:t>
            </w:r>
            <w:r w:rsidR="00C17D31">
              <w:t xml:space="preserve"> </w:t>
            </w:r>
            <w:r w:rsidRPr="00BC1156">
              <w:t>capable</w:t>
            </w:r>
            <w:r w:rsidR="00C17D31">
              <w:t xml:space="preserve"> </w:t>
            </w:r>
            <w:r w:rsidRPr="00BC1156">
              <w:t>of</w:t>
            </w:r>
            <w:r w:rsidR="00C17D31">
              <w:t xml:space="preserve"> </w:t>
            </w:r>
            <w:r w:rsidRPr="00BC1156">
              <w:t>undertaking</w:t>
            </w:r>
            <w:r w:rsidR="00C17D31">
              <w:t xml:space="preserve"> </w:t>
            </w:r>
            <w:r w:rsidRPr="00BC1156">
              <w:t>the</w:t>
            </w:r>
            <w:r w:rsidR="00C17D31">
              <w:t xml:space="preserve"> </w:t>
            </w:r>
            <w:r>
              <w:t>Contract</w:t>
            </w:r>
            <w:r w:rsidRPr="00BC1156">
              <w:t>,</w:t>
            </w:r>
          </w:p>
          <w:p w14:paraId="46A804E5" w14:textId="010C0A42" w:rsidR="00514A46" w:rsidRPr="0006545B" w:rsidRDefault="00514A46" w:rsidP="0055771A">
            <w:pPr>
              <w:pStyle w:val="COTCOCLV4-ASDEFCON"/>
              <w:numPr>
                <w:ilvl w:val="0"/>
                <w:numId w:val="0"/>
              </w:numPr>
              <w:ind w:left="851"/>
            </w:pPr>
            <w:r w:rsidRPr="0006545B">
              <w:t>a</w:t>
            </w:r>
            <w:r w:rsidRPr="00BC1156">
              <w:t>nd</w:t>
            </w:r>
            <w:r w:rsidR="00C17D31">
              <w:t xml:space="preserve"> </w:t>
            </w:r>
            <w:r w:rsidRPr="00BC1156">
              <w:t>the</w:t>
            </w:r>
            <w:r w:rsidR="00C17D31">
              <w:t xml:space="preserve"> </w:t>
            </w:r>
            <w:r w:rsidRPr="00BC1156">
              <w:t>Commonwealth</w:t>
            </w:r>
            <w:r w:rsidR="00C17D31">
              <w:t xml:space="preserve"> </w:t>
            </w:r>
            <w:r>
              <w:t>will</w:t>
            </w:r>
            <w:r w:rsidR="00C17D31">
              <w:t xml:space="preserve"> </w:t>
            </w:r>
            <w:r w:rsidRPr="00BC1156">
              <w:t>notify</w:t>
            </w:r>
            <w:r w:rsidR="00C17D31">
              <w:t xml:space="preserve"> </w:t>
            </w:r>
            <w:r w:rsidRPr="00BC1156">
              <w:t>tenderers</w:t>
            </w:r>
            <w:r w:rsidR="00C17D31">
              <w:t xml:space="preserve"> </w:t>
            </w:r>
            <w:r w:rsidRPr="00BC1156">
              <w:t>to</w:t>
            </w:r>
            <w:r w:rsidR="00C17D31">
              <w:t xml:space="preserve"> </w:t>
            </w:r>
            <w:r w:rsidRPr="00BC1156">
              <w:t>this</w:t>
            </w:r>
            <w:r w:rsidR="00C17D31">
              <w:t xml:space="preserve"> </w:t>
            </w:r>
            <w:r w:rsidRPr="00BC1156">
              <w:t>effect.</w:t>
            </w:r>
          </w:p>
        </w:tc>
      </w:tr>
    </w:tbl>
    <w:p w14:paraId="7ACB3A96" w14:textId="77777777" w:rsidR="00514A46" w:rsidRDefault="00514A46" w:rsidP="00C8034B">
      <w:pPr>
        <w:pStyle w:val="ASDEFCONOptionSpace"/>
      </w:pPr>
      <w:bookmarkStart w:id="46" w:name="_Toc104691701"/>
      <w:bookmarkStart w:id="47" w:name="_Toc231185413"/>
      <w:bookmarkStart w:id="48" w:name="_Ref392143852"/>
      <w:bookmarkStart w:id="49" w:name="_Toc424912698"/>
      <w:bookmarkStart w:id="50" w:name="_Toc229445692"/>
    </w:p>
    <w:p w14:paraId="6193843A" w14:textId="55555307" w:rsidR="00514A46" w:rsidRPr="00D23FED" w:rsidRDefault="00514A46" w:rsidP="00C8034B">
      <w:pPr>
        <w:pStyle w:val="COTCOCLV2-ASDEFCON"/>
      </w:pPr>
      <w:bookmarkStart w:id="51" w:name="_Toc121903960"/>
      <w:bookmarkStart w:id="52" w:name="_Toc175208036"/>
      <w:r w:rsidRPr="00D23FED">
        <w:t>Other</w:t>
      </w:r>
      <w:r w:rsidR="00C17D31">
        <w:t xml:space="preserve"> </w:t>
      </w:r>
      <w:r w:rsidRPr="00D23FED">
        <w:t>Commonwealth</w:t>
      </w:r>
      <w:r w:rsidR="00C17D31">
        <w:t xml:space="preserve"> </w:t>
      </w:r>
      <w:r w:rsidRPr="00D23FED">
        <w:t>Rights</w:t>
      </w:r>
      <w:r w:rsidR="00C17D31">
        <w:t xml:space="preserve"> </w:t>
      </w:r>
      <w:r w:rsidRPr="00D23FED">
        <w:t>(Core)</w:t>
      </w:r>
      <w:bookmarkEnd w:id="46"/>
      <w:bookmarkEnd w:id="47"/>
      <w:bookmarkEnd w:id="48"/>
      <w:bookmarkEnd w:id="49"/>
      <w:bookmarkEnd w:id="51"/>
      <w:bookmarkEnd w:id="52"/>
    </w:p>
    <w:p w14:paraId="73448919" w14:textId="4A57FC8B" w:rsidR="00514A46" w:rsidRDefault="00514A46" w:rsidP="00C8034B">
      <w:pPr>
        <w:pStyle w:val="COTCOCLV3-ASDEFCON"/>
        <w:rPr>
          <w:lang w:eastAsia="zh-CN"/>
        </w:rPr>
      </w:pPr>
      <w:bookmarkStart w:id="53" w:name="_Ref327301103"/>
      <w:r>
        <w:t>Without</w:t>
      </w:r>
      <w:r w:rsidR="00C17D31">
        <w:t xml:space="preserve"> </w:t>
      </w:r>
      <w:r>
        <w:t>limiting</w:t>
      </w:r>
      <w:r w:rsidR="00C17D31">
        <w:t xml:space="preserve"> </w:t>
      </w:r>
      <w:r>
        <w:t>its</w:t>
      </w:r>
      <w:r w:rsidR="00C17D31">
        <w:t xml:space="preserve"> </w:t>
      </w:r>
      <w:r>
        <w:t>rights</w:t>
      </w:r>
      <w:r w:rsidR="00C17D31">
        <w:t xml:space="preserve"> </w:t>
      </w:r>
      <w:r>
        <w:t>under</w:t>
      </w:r>
      <w:r w:rsidR="00C17D31">
        <w:t xml:space="preserve"> </w:t>
      </w:r>
      <w:r>
        <w:t>this</w:t>
      </w:r>
      <w:r w:rsidR="00C17D31">
        <w:t xml:space="preserve"> </w:t>
      </w:r>
      <w:r>
        <w:t>RFT,</w:t>
      </w:r>
      <w:r w:rsidR="00C17D31">
        <w:t xml:space="preserve"> </w:t>
      </w:r>
      <w:r>
        <w:t>at</w:t>
      </w:r>
      <w:r w:rsidR="00C17D31">
        <w:t xml:space="preserve"> </w:t>
      </w:r>
      <w:r>
        <w:t>law</w:t>
      </w:r>
      <w:r w:rsidR="00C17D31">
        <w:t xml:space="preserve"> </w:t>
      </w:r>
      <w:r>
        <w:t>or</w:t>
      </w:r>
      <w:r w:rsidR="00C17D31">
        <w:t xml:space="preserve"> </w:t>
      </w:r>
      <w:r>
        <w:t>otherwise,</w:t>
      </w:r>
      <w:r w:rsidR="00C17D31">
        <w:t xml:space="preserve"> </w:t>
      </w:r>
      <w:r>
        <w:t>the</w:t>
      </w:r>
      <w:r w:rsidR="00C17D31">
        <w:t xml:space="preserve"> </w:t>
      </w:r>
      <w:r>
        <w:t>Commonwealth</w:t>
      </w:r>
      <w:r w:rsidR="00C17D31">
        <w:t xml:space="preserve"> </w:t>
      </w:r>
      <w:r>
        <w:t>may</w:t>
      </w:r>
      <w:r w:rsidR="00C17D31">
        <w:t xml:space="preserve"> </w:t>
      </w:r>
      <w:r>
        <w:t>at</w:t>
      </w:r>
      <w:r w:rsidR="00C17D31">
        <w:t xml:space="preserve"> </w:t>
      </w:r>
      <w:r>
        <w:t>any</w:t>
      </w:r>
      <w:r w:rsidR="00C17D31">
        <w:t xml:space="preserve"> </w:t>
      </w:r>
      <w:r>
        <w:t>stage</w:t>
      </w:r>
      <w:r w:rsidR="00C17D31">
        <w:t xml:space="preserve"> </w:t>
      </w:r>
      <w:r>
        <w:t>of</w:t>
      </w:r>
      <w:r w:rsidR="00C17D31">
        <w:t xml:space="preserve"> </w:t>
      </w:r>
      <w:r>
        <w:t>the</w:t>
      </w:r>
      <w:r w:rsidR="00C17D31">
        <w:t xml:space="preserve"> </w:t>
      </w:r>
      <w:r>
        <w:t>RFT</w:t>
      </w:r>
      <w:r w:rsidR="00C17D31">
        <w:t xml:space="preserve"> </w:t>
      </w:r>
      <w:r>
        <w:t>process,</w:t>
      </w:r>
      <w:r w:rsidR="00C17D31">
        <w:t xml:space="preserve"> </w:t>
      </w:r>
      <w:r>
        <w:t>exclude</w:t>
      </w:r>
      <w:r w:rsidR="00C17D31">
        <w:t xml:space="preserve"> </w:t>
      </w:r>
      <w:r>
        <w:t>a</w:t>
      </w:r>
      <w:r w:rsidR="00C17D31">
        <w:t xml:space="preserve"> </w:t>
      </w:r>
      <w:r>
        <w:t>tenderer</w:t>
      </w:r>
      <w:r w:rsidR="00C17D31">
        <w:t xml:space="preserve"> </w:t>
      </w:r>
      <w:r>
        <w:t>from</w:t>
      </w:r>
      <w:r w:rsidR="00C17D31">
        <w:t xml:space="preserve"> </w:t>
      </w:r>
      <w:r>
        <w:t>further</w:t>
      </w:r>
      <w:r w:rsidR="00C17D31">
        <w:t xml:space="preserve"> </w:t>
      </w:r>
      <w:r>
        <w:t>participation</w:t>
      </w:r>
      <w:r w:rsidR="00C17D31">
        <w:t xml:space="preserve"> </w:t>
      </w:r>
      <w:r>
        <w:t>in</w:t>
      </w:r>
      <w:r w:rsidR="00C17D31">
        <w:t xml:space="preserve"> </w:t>
      </w:r>
      <w:r>
        <w:t>the</w:t>
      </w:r>
      <w:r w:rsidR="00C17D31">
        <w:t xml:space="preserve"> </w:t>
      </w:r>
      <w:r>
        <w:t>RFT</w:t>
      </w:r>
      <w:r w:rsidR="00C17D31">
        <w:t xml:space="preserve"> </w:t>
      </w:r>
      <w:r>
        <w:t>process:</w:t>
      </w:r>
      <w:bookmarkStart w:id="54" w:name="_Toc433962820"/>
      <w:bookmarkStart w:id="55" w:name="_Toc434226494"/>
      <w:bookmarkEnd w:id="54"/>
      <w:bookmarkEnd w:id="55"/>
    </w:p>
    <w:p w14:paraId="274C70BB" w14:textId="1A23AD48" w:rsidR="00514A46" w:rsidRDefault="00514A46" w:rsidP="00C8034B">
      <w:pPr>
        <w:pStyle w:val="COTCOCLV4-ASDEFCON"/>
        <w:rPr>
          <w:lang w:eastAsia="zh-CN"/>
        </w:rPr>
      </w:pPr>
      <w:r>
        <w:t>if</w:t>
      </w:r>
      <w:r w:rsidR="00C17D31">
        <w:t xml:space="preserve"> </w:t>
      </w:r>
      <w:r>
        <w:t>an</w:t>
      </w:r>
      <w:r w:rsidR="00C17D31">
        <w:t xml:space="preserve"> </w:t>
      </w:r>
      <w:r>
        <w:t>Insolvency</w:t>
      </w:r>
      <w:r w:rsidR="00C17D31">
        <w:t xml:space="preserve"> </w:t>
      </w:r>
      <w:r>
        <w:t>Event</w:t>
      </w:r>
      <w:r w:rsidR="00C17D31">
        <w:t xml:space="preserve"> </w:t>
      </w:r>
      <w:r>
        <w:t>occurs</w:t>
      </w:r>
      <w:r w:rsidR="00C17D31">
        <w:t xml:space="preserve"> </w:t>
      </w:r>
      <w:r>
        <w:t>in</w:t>
      </w:r>
      <w:r w:rsidR="00C17D31">
        <w:t xml:space="preserve"> </w:t>
      </w:r>
      <w:r>
        <w:t>relation</w:t>
      </w:r>
      <w:r w:rsidR="00C17D31">
        <w:t xml:space="preserve"> </w:t>
      </w:r>
      <w:r>
        <w:t>to</w:t>
      </w:r>
      <w:r w:rsidR="00C17D31">
        <w:t xml:space="preserve"> </w:t>
      </w:r>
      <w:r>
        <w:t>the</w:t>
      </w:r>
      <w:r w:rsidR="00C17D31">
        <w:t xml:space="preserve"> </w:t>
      </w:r>
      <w:r>
        <w:t>tenderer</w:t>
      </w:r>
      <w:r w:rsidR="00C17D31">
        <w:t xml:space="preserve"> </w:t>
      </w:r>
      <w:r>
        <w:t>or</w:t>
      </w:r>
      <w:r w:rsidR="00C17D31">
        <w:t xml:space="preserve"> </w:t>
      </w:r>
      <w:r>
        <w:t>any</w:t>
      </w:r>
      <w:r w:rsidR="00C17D31">
        <w:t xml:space="preserve"> </w:t>
      </w:r>
      <w:r>
        <w:t>of</w:t>
      </w:r>
      <w:r w:rsidR="00C17D31">
        <w:t xml:space="preserve"> </w:t>
      </w:r>
      <w:r>
        <w:t>its</w:t>
      </w:r>
      <w:r w:rsidR="00C17D31">
        <w:t xml:space="preserve"> </w:t>
      </w:r>
      <w:r>
        <w:t>Related</w:t>
      </w:r>
      <w:r w:rsidR="00C17D31">
        <w:t xml:space="preserve"> </w:t>
      </w:r>
      <w:r>
        <w:t>Bodies</w:t>
      </w:r>
      <w:r w:rsidR="00C17D31">
        <w:t xml:space="preserve"> </w:t>
      </w:r>
      <w:r>
        <w:t>Corporate</w:t>
      </w:r>
      <w:bookmarkEnd w:id="53"/>
      <w:r>
        <w:t>;</w:t>
      </w:r>
      <w:bookmarkStart w:id="56" w:name="_Toc433962821"/>
      <w:bookmarkStart w:id="57" w:name="_Toc434226495"/>
      <w:bookmarkEnd w:id="56"/>
      <w:bookmarkEnd w:id="57"/>
    </w:p>
    <w:p w14:paraId="3A8D7819" w14:textId="54067B15" w:rsidR="00514A46" w:rsidRDefault="00514A46" w:rsidP="00C8034B">
      <w:pPr>
        <w:pStyle w:val="COTCOCLV4-ASDEFCON"/>
        <w:rPr>
          <w:lang w:eastAsia="zh-CN"/>
        </w:rPr>
      </w:pPr>
      <w:r>
        <w:t>if</w:t>
      </w:r>
      <w:r w:rsidR="00C17D31">
        <w:t xml:space="preserve"> </w:t>
      </w:r>
      <w:r>
        <w:t>the</w:t>
      </w:r>
      <w:r w:rsidR="00C17D31">
        <w:t xml:space="preserve"> </w:t>
      </w:r>
      <w:r>
        <w:t>tender</w:t>
      </w:r>
      <w:r w:rsidR="00C17D31">
        <w:t xml:space="preserve"> </w:t>
      </w:r>
      <w:r>
        <w:t>is</w:t>
      </w:r>
      <w:r w:rsidR="00C17D31">
        <w:t xml:space="preserve"> </w:t>
      </w:r>
      <w:r w:rsidRPr="000935DB">
        <w:t>incomplete</w:t>
      </w:r>
      <w:r w:rsidR="00C17D31">
        <w:t xml:space="preserve"> </w:t>
      </w:r>
      <w:r>
        <w:t>or</w:t>
      </w:r>
      <w:r w:rsidR="00C17D31">
        <w:t xml:space="preserve"> </w:t>
      </w:r>
      <w:r>
        <w:t>clearly</w:t>
      </w:r>
      <w:r w:rsidR="00C17D31">
        <w:t xml:space="preserve"> </w:t>
      </w:r>
      <w:r w:rsidRPr="00A6191A">
        <w:t>non-c</w:t>
      </w:r>
      <w:r>
        <w:t>ompetitive;</w:t>
      </w:r>
      <w:bookmarkStart w:id="58" w:name="_Toc433962822"/>
      <w:bookmarkStart w:id="59" w:name="_Toc434226496"/>
      <w:bookmarkEnd w:id="58"/>
      <w:bookmarkEnd w:id="59"/>
      <w:r w:rsidR="00C17D31">
        <w:rPr>
          <w:lang w:eastAsia="zh-CN"/>
        </w:rPr>
        <w:t xml:space="preserve"> </w:t>
      </w:r>
      <w:r>
        <w:t>or</w:t>
      </w:r>
      <w:bookmarkStart w:id="60" w:name="_Toc433962823"/>
      <w:bookmarkStart w:id="61" w:name="_Toc434226497"/>
      <w:bookmarkEnd w:id="60"/>
      <w:bookmarkEnd w:id="61"/>
    </w:p>
    <w:p w14:paraId="39D5349D" w14:textId="1BF882EC" w:rsidR="00854860" w:rsidRDefault="00514A46" w:rsidP="00C8034B">
      <w:pPr>
        <w:pStyle w:val="COTCOCLV4-ASDEFCON"/>
      </w:pPr>
      <w:r>
        <w:rPr>
          <w:lang w:eastAsia="zh-CN"/>
        </w:rPr>
        <w:t>a</w:t>
      </w:r>
      <w:r w:rsidR="00C17D31">
        <w:rPr>
          <w:lang w:eastAsia="zh-CN"/>
        </w:rPr>
        <w:t xml:space="preserve"> </w:t>
      </w:r>
      <w:r>
        <w:rPr>
          <w:lang w:eastAsia="zh-CN"/>
        </w:rPr>
        <w:t>representation</w:t>
      </w:r>
      <w:r w:rsidR="00C17D31">
        <w:rPr>
          <w:lang w:eastAsia="zh-CN"/>
        </w:rPr>
        <w:t xml:space="preserve"> </w:t>
      </w:r>
      <w:r>
        <w:rPr>
          <w:lang w:eastAsia="zh-CN"/>
        </w:rPr>
        <w:t>or</w:t>
      </w:r>
      <w:r w:rsidR="00C17D31">
        <w:rPr>
          <w:lang w:eastAsia="zh-CN"/>
        </w:rPr>
        <w:t xml:space="preserve"> </w:t>
      </w:r>
      <w:r>
        <w:rPr>
          <w:lang w:eastAsia="zh-CN"/>
        </w:rPr>
        <w:t>warranty</w:t>
      </w:r>
      <w:r w:rsidR="00C17D31">
        <w:rPr>
          <w:lang w:eastAsia="zh-CN"/>
        </w:rPr>
        <w:t xml:space="preserve"> </w:t>
      </w:r>
      <w:r>
        <w:rPr>
          <w:lang w:eastAsia="zh-CN"/>
        </w:rPr>
        <w:t>given</w:t>
      </w:r>
      <w:r w:rsidR="00C17D31">
        <w:rPr>
          <w:lang w:eastAsia="zh-CN"/>
        </w:rPr>
        <w:t xml:space="preserve"> </w:t>
      </w:r>
      <w:r>
        <w:rPr>
          <w:lang w:eastAsia="zh-CN"/>
        </w:rPr>
        <w:t>by</w:t>
      </w:r>
      <w:r w:rsidR="00C17D31">
        <w:rPr>
          <w:lang w:eastAsia="zh-CN"/>
        </w:rPr>
        <w:t xml:space="preserve"> </w:t>
      </w:r>
      <w:r>
        <w:rPr>
          <w:lang w:eastAsia="zh-CN"/>
        </w:rPr>
        <w:t>the</w:t>
      </w:r>
      <w:r w:rsidR="00C17D31">
        <w:rPr>
          <w:lang w:eastAsia="zh-CN"/>
        </w:rPr>
        <w:t xml:space="preserve"> </w:t>
      </w:r>
      <w:r>
        <w:rPr>
          <w:lang w:eastAsia="zh-CN"/>
        </w:rPr>
        <w:t>tenderer</w:t>
      </w:r>
      <w:r w:rsidR="00C17D31">
        <w:rPr>
          <w:lang w:eastAsia="zh-CN"/>
        </w:rPr>
        <w:t xml:space="preserve"> </w:t>
      </w:r>
      <w:r>
        <w:rPr>
          <w:lang w:eastAsia="zh-CN"/>
        </w:rPr>
        <w:t>in</w:t>
      </w:r>
      <w:r w:rsidR="00C17D31">
        <w:rPr>
          <w:lang w:eastAsia="zh-CN"/>
        </w:rPr>
        <w:t xml:space="preserve"> </w:t>
      </w:r>
      <w:r>
        <w:rPr>
          <w:lang w:eastAsia="zh-CN"/>
        </w:rPr>
        <w:t>its</w:t>
      </w:r>
      <w:r w:rsidR="00C17D31">
        <w:rPr>
          <w:lang w:eastAsia="zh-CN"/>
        </w:rPr>
        <w:t xml:space="preserve"> </w:t>
      </w:r>
      <w:r>
        <w:rPr>
          <w:lang w:eastAsia="zh-CN"/>
        </w:rPr>
        <w:t>tender</w:t>
      </w:r>
      <w:r w:rsidR="00C17D31">
        <w:rPr>
          <w:lang w:eastAsia="zh-CN"/>
        </w:rPr>
        <w:t xml:space="preserve"> </w:t>
      </w:r>
      <w:r>
        <w:rPr>
          <w:lang w:eastAsia="zh-CN"/>
        </w:rPr>
        <w:t>is</w:t>
      </w:r>
      <w:r w:rsidR="00C17D31">
        <w:rPr>
          <w:lang w:eastAsia="zh-CN"/>
        </w:rPr>
        <w:t xml:space="preserve"> </w:t>
      </w:r>
      <w:r>
        <w:rPr>
          <w:lang w:eastAsia="zh-CN"/>
        </w:rPr>
        <w:t>false</w:t>
      </w:r>
      <w:r w:rsidR="00C17D31">
        <w:rPr>
          <w:lang w:eastAsia="zh-CN"/>
        </w:rPr>
        <w:t xml:space="preserve"> </w:t>
      </w:r>
      <w:r>
        <w:rPr>
          <w:lang w:eastAsia="zh-CN"/>
        </w:rPr>
        <w:t>or</w:t>
      </w:r>
      <w:r w:rsidR="00C17D31">
        <w:rPr>
          <w:lang w:eastAsia="zh-CN"/>
        </w:rPr>
        <w:t xml:space="preserve"> </w:t>
      </w:r>
      <w:r>
        <w:rPr>
          <w:lang w:eastAsia="zh-CN"/>
        </w:rPr>
        <w:t>misleading</w:t>
      </w:r>
      <w:bookmarkStart w:id="62" w:name="_Toc433962824"/>
      <w:bookmarkStart w:id="63" w:name="_Toc434226498"/>
      <w:bookmarkEnd w:id="62"/>
      <w:bookmarkEnd w:id="63"/>
      <w:r>
        <w:rPr>
          <w:lang w:eastAsia="zh-CN"/>
        </w:rPr>
        <w:t>.</w:t>
      </w:r>
    </w:p>
    <w:p w14:paraId="60451978" w14:textId="69ED8997" w:rsidR="00514A46" w:rsidRDefault="00854860" w:rsidP="00C8034B">
      <w:pPr>
        <w:pStyle w:val="COTCOCLV3-ASDEFCON"/>
      </w:pPr>
      <w:r>
        <w:t>Any</w:t>
      </w:r>
      <w:r w:rsidR="00C17D31">
        <w:t xml:space="preserve"> </w:t>
      </w:r>
      <w:r>
        <w:t>time</w:t>
      </w:r>
      <w:r w:rsidR="00C17D31">
        <w:t xml:space="preserve"> </w:t>
      </w:r>
      <w:r>
        <w:t>or</w:t>
      </w:r>
      <w:r w:rsidR="00C17D31">
        <w:t xml:space="preserve"> </w:t>
      </w:r>
      <w:r>
        <w:t>date</w:t>
      </w:r>
      <w:r w:rsidR="00C17D31">
        <w:t xml:space="preserve"> </w:t>
      </w:r>
      <w:r>
        <w:t>in</w:t>
      </w:r>
      <w:r w:rsidR="00C17D31">
        <w:t xml:space="preserve"> </w:t>
      </w:r>
      <w:r>
        <w:t>this</w:t>
      </w:r>
      <w:r w:rsidR="00C17D31">
        <w:t xml:space="preserve"> </w:t>
      </w:r>
      <w:r>
        <w:t>RFT</w:t>
      </w:r>
      <w:r w:rsidR="00C17D31">
        <w:t xml:space="preserve"> </w:t>
      </w:r>
      <w:r>
        <w:t>is</w:t>
      </w:r>
      <w:r w:rsidR="00C17D31">
        <w:t xml:space="preserve"> </w:t>
      </w:r>
      <w:r>
        <w:t>for</w:t>
      </w:r>
      <w:r w:rsidR="00C17D31">
        <w:t xml:space="preserve"> </w:t>
      </w:r>
      <w:r>
        <w:t>the</w:t>
      </w:r>
      <w:r w:rsidR="00C17D31">
        <w:t xml:space="preserve"> </w:t>
      </w:r>
      <w:r>
        <w:t>convenience</w:t>
      </w:r>
      <w:r w:rsidR="00C17D31">
        <w:t xml:space="preserve"> </w:t>
      </w:r>
      <w:r>
        <w:t>of</w:t>
      </w:r>
      <w:r w:rsidR="00C17D31">
        <w:t xml:space="preserve"> </w:t>
      </w:r>
      <w:r>
        <w:t>the</w:t>
      </w:r>
      <w:r w:rsidR="00C17D31">
        <w:t xml:space="preserve"> </w:t>
      </w:r>
      <w:r>
        <w:t>Commonwealth.</w:t>
      </w:r>
      <w:r w:rsidR="00C17D31">
        <w:t xml:space="preserve">  </w:t>
      </w:r>
      <w:r>
        <w:t>The</w:t>
      </w:r>
      <w:r w:rsidR="00C17D31">
        <w:t xml:space="preserve"> </w:t>
      </w:r>
      <w:r>
        <w:t>establishment</w:t>
      </w:r>
      <w:r w:rsidR="00C17D31">
        <w:t xml:space="preserve"> </w:t>
      </w:r>
      <w:r>
        <w:t>of</w:t>
      </w:r>
      <w:r w:rsidR="00C17D31">
        <w:t xml:space="preserve"> </w:t>
      </w:r>
      <w:r>
        <w:t>a</w:t>
      </w:r>
      <w:r w:rsidR="00C17D31">
        <w:t xml:space="preserve"> </w:t>
      </w:r>
      <w:r>
        <w:t>time</w:t>
      </w:r>
      <w:r w:rsidR="00C17D31">
        <w:t xml:space="preserve"> </w:t>
      </w:r>
      <w:r>
        <w:t>or</w:t>
      </w:r>
      <w:r w:rsidR="00C17D31">
        <w:t xml:space="preserve"> </w:t>
      </w:r>
      <w:r>
        <w:t>date</w:t>
      </w:r>
      <w:r w:rsidR="00C17D31">
        <w:t xml:space="preserve"> </w:t>
      </w:r>
      <w:r>
        <w:t>in</w:t>
      </w:r>
      <w:r w:rsidR="00C17D31">
        <w:t xml:space="preserve"> </w:t>
      </w:r>
      <w:r>
        <w:t>this</w:t>
      </w:r>
      <w:r w:rsidR="00C17D31">
        <w:t xml:space="preserve"> </w:t>
      </w:r>
      <w:r>
        <w:t>RFT</w:t>
      </w:r>
      <w:r w:rsidR="00C17D31">
        <w:t xml:space="preserve"> </w:t>
      </w:r>
      <w:r>
        <w:t>does</w:t>
      </w:r>
      <w:r w:rsidR="00C17D31">
        <w:t xml:space="preserve"> </w:t>
      </w:r>
      <w:r>
        <w:t>not</w:t>
      </w:r>
      <w:r w:rsidR="00C17D31">
        <w:t xml:space="preserve"> </w:t>
      </w:r>
      <w:r>
        <w:t>create</w:t>
      </w:r>
      <w:r w:rsidR="00C17D31">
        <w:t xml:space="preserve"> </w:t>
      </w:r>
      <w:r>
        <w:t>an</w:t>
      </w:r>
      <w:r w:rsidR="00C17D31">
        <w:t xml:space="preserve"> </w:t>
      </w:r>
      <w:r>
        <w:t>obligation</w:t>
      </w:r>
      <w:r w:rsidR="00C17D31">
        <w:t xml:space="preserve"> </w:t>
      </w:r>
      <w:r>
        <w:t>on</w:t>
      </w:r>
      <w:r w:rsidR="00C17D31">
        <w:t xml:space="preserve"> </w:t>
      </w:r>
      <w:r>
        <w:t>the</w:t>
      </w:r>
      <w:r w:rsidR="00C17D31">
        <w:t xml:space="preserve"> </w:t>
      </w:r>
      <w:r>
        <w:t>part</w:t>
      </w:r>
      <w:r w:rsidR="00C17D31">
        <w:t xml:space="preserve"> </w:t>
      </w:r>
      <w:r>
        <w:t>of</w:t>
      </w:r>
      <w:r w:rsidR="00C17D31">
        <w:t xml:space="preserve"> </w:t>
      </w:r>
      <w:r>
        <w:t>the</w:t>
      </w:r>
      <w:r w:rsidR="00C17D31">
        <w:t xml:space="preserve"> </w:t>
      </w:r>
      <w:r>
        <w:t>Commonwealth</w:t>
      </w:r>
      <w:r w:rsidR="00C17D31">
        <w:t xml:space="preserve"> </w:t>
      </w:r>
      <w:r>
        <w:t>to</w:t>
      </w:r>
      <w:r w:rsidR="00C17D31">
        <w:t xml:space="preserve"> </w:t>
      </w:r>
      <w:r>
        <w:t>take</w:t>
      </w:r>
      <w:r w:rsidR="00C17D31">
        <w:t xml:space="preserve"> </w:t>
      </w:r>
      <w:r>
        <w:t>any</w:t>
      </w:r>
      <w:r w:rsidR="00C17D31">
        <w:t xml:space="preserve"> </w:t>
      </w:r>
      <w:r>
        <w:t>action</w:t>
      </w:r>
      <w:r w:rsidR="00C17D31">
        <w:t xml:space="preserve"> </w:t>
      </w:r>
      <w:r>
        <w:t>or</w:t>
      </w:r>
      <w:r w:rsidR="00C17D31">
        <w:t xml:space="preserve"> </w:t>
      </w:r>
      <w:r>
        <w:t>exercise</w:t>
      </w:r>
      <w:r w:rsidR="00C17D31">
        <w:t xml:space="preserve"> </w:t>
      </w:r>
      <w:r>
        <w:t>any</w:t>
      </w:r>
      <w:r w:rsidR="00C17D31">
        <w:t xml:space="preserve"> </w:t>
      </w:r>
      <w:r>
        <w:t>right</w:t>
      </w:r>
      <w:r w:rsidR="00C17D31">
        <w:t xml:space="preserve"> </w:t>
      </w:r>
      <w:r>
        <w:t>established</w:t>
      </w:r>
      <w:r w:rsidR="00C17D31">
        <w:t xml:space="preserve"> </w:t>
      </w:r>
      <w:r>
        <w:t>in</w:t>
      </w:r>
      <w:r w:rsidR="00C17D31">
        <w:t xml:space="preserve"> </w:t>
      </w:r>
      <w:r>
        <w:t>the</w:t>
      </w:r>
      <w:r w:rsidR="00C17D31">
        <w:t xml:space="preserve"> </w:t>
      </w:r>
      <w:r>
        <w:t>RFT</w:t>
      </w:r>
      <w:r w:rsidR="00C17D31">
        <w:t xml:space="preserve"> </w:t>
      </w:r>
      <w:r>
        <w:t>or</w:t>
      </w:r>
      <w:r w:rsidR="00C17D31">
        <w:t xml:space="preserve"> </w:t>
      </w:r>
      <w:r>
        <w:t>otherwise.</w:t>
      </w:r>
    </w:p>
    <w:p w14:paraId="55EEE7E2" w14:textId="73A0E0C0" w:rsidR="00514A46" w:rsidRPr="00BC1156" w:rsidRDefault="00514A46" w:rsidP="00C8034B">
      <w:pPr>
        <w:pStyle w:val="COTCOCLV2-ASDEFCON"/>
      </w:pPr>
      <w:bookmarkStart w:id="64" w:name="_Toc121903961"/>
      <w:bookmarkStart w:id="65" w:name="_Toc175208037"/>
      <w:r w:rsidRPr="00BC1156">
        <w:t>Australian</w:t>
      </w:r>
      <w:r w:rsidR="00C17D31">
        <w:t xml:space="preserve"> </w:t>
      </w:r>
      <w:r w:rsidRPr="00BC1156">
        <w:t>Government</w:t>
      </w:r>
      <w:r w:rsidR="00C17D31">
        <w:t xml:space="preserve"> </w:t>
      </w:r>
      <w:r w:rsidRPr="00BC1156">
        <w:t>Requirements</w:t>
      </w:r>
      <w:r w:rsidR="00C17D31">
        <w:t xml:space="preserve"> </w:t>
      </w:r>
      <w:r w:rsidRPr="00BC1156">
        <w:t>(Core)</w:t>
      </w:r>
      <w:bookmarkEnd w:id="50"/>
      <w:bookmarkEnd w:id="64"/>
      <w:bookmarkEnd w:id="65"/>
    </w:p>
    <w:p w14:paraId="4942BA65" w14:textId="535A1502" w:rsidR="00514A46" w:rsidRDefault="00514A46" w:rsidP="00C8034B">
      <w:pPr>
        <w:pStyle w:val="NoteToDrafters-ASDEFCON"/>
      </w:pPr>
      <w:r>
        <w:t>Note</w:t>
      </w:r>
      <w:r w:rsidR="00C17D31">
        <w:t xml:space="preserve"> </w:t>
      </w:r>
      <w:r>
        <w:t>to</w:t>
      </w:r>
      <w:r w:rsidR="00C17D31">
        <w:t xml:space="preserve"> </w:t>
      </w:r>
      <w:r>
        <w:t>drafters:</w:t>
      </w:r>
      <w:r w:rsidR="00C17D31">
        <w:t xml:space="preserve">  </w:t>
      </w:r>
      <w:r w:rsidRPr="0061743E">
        <w:t>Prior</w:t>
      </w:r>
      <w:r w:rsidR="00C17D31">
        <w:t xml:space="preserve"> </w:t>
      </w:r>
      <w:r w:rsidRPr="0061743E">
        <w:t>to</w:t>
      </w:r>
      <w:r w:rsidR="00C17D31">
        <w:t xml:space="preserve"> </w:t>
      </w:r>
      <w:r w:rsidRPr="0061743E">
        <w:t>RFT</w:t>
      </w:r>
      <w:r w:rsidR="00C17D31">
        <w:t xml:space="preserve"> </w:t>
      </w:r>
      <w:r w:rsidRPr="0061743E">
        <w:t>release,</w:t>
      </w:r>
      <w:r w:rsidR="00C17D31">
        <w:t xml:space="preserve"> </w:t>
      </w:r>
      <w:r w:rsidRPr="0061743E">
        <w:t>the</w:t>
      </w:r>
      <w:r w:rsidR="00C17D31">
        <w:t xml:space="preserve"> </w:t>
      </w:r>
      <w:r w:rsidRPr="0061743E">
        <w:t>Glossary</w:t>
      </w:r>
      <w:r w:rsidR="00C17D31">
        <w:t xml:space="preserve"> </w:t>
      </w:r>
      <w:r w:rsidRPr="0061743E">
        <w:t>should</w:t>
      </w:r>
      <w:r w:rsidR="00C17D31">
        <w:t xml:space="preserve"> </w:t>
      </w:r>
      <w:r w:rsidRPr="0061743E">
        <w:t>be</w:t>
      </w:r>
      <w:r w:rsidR="00C17D31">
        <w:t xml:space="preserve"> </w:t>
      </w:r>
      <w:r w:rsidRPr="0061743E">
        <w:t>updated</w:t>
      </w:r>
      <w:r w:rsidR="00C17D31">
        <w:t xml:space="preserve"> </w:t>
      </w:r>
      <w:r w:rsidRPr="0061743E">
        <w:t>to</w:t>
      </w:r>
      <w:r w:rsidR="00C17D31">
        <w:t xml:space="preserve"> </w:t>
      </w:r>
      <w:r w:rsidRPr="0061743E">
        <w:t>reflect</w:t>
      </w:r>
      <w:r w:rsidR="00C17D31">
        <w:t xml:space="preserve"> </w:t>
      </w:r>
      <w:r w:rsidRPr="0061743E">
        <w:t>the</w:t>
      </w:r>
      <w:r w:rsidR="00C17D31">
        <w:t xml:space="preserve"> </w:t>
      </w:r>
      <w:r w:rsidRPr="0061743E">
        <w:t>version</w:t>
      </w:r>
      <w:r w:rsidR="00C17D31">
        <w:t xml:space="preserve"> </w:t>
      </w:r>
      <w:r w:rsidRPr="0061743E">
        <w:t>of</w:t>
      </w:r>
      <w:r w:rsidR="00C17D31">
        <w:t xml:space="preserve"> </w:t>
      </w:r>
      <w:r w:rsidRPr="0061743E">
        <w:t>the</w:t>
      </w:r>
      <w:r w:rsidR="00C17D31">
        <w:t xml:space="preserve"> </w:t>
      </w:r>
      <w:r w:rsidRPr="0061743E">
        <w:t>following</w:t>
      </w:r>
      <w:r w:rsidR="00C17D31">
        <w:t xml:space="preserve"> </w:t>
      </w:r>
      <w:r w:rsidRPr="0061743E">
        <w:t>documents</w:t>
      </w:r>
      <w:r w:rsidR="00C17D31">
        <w:t xml:space="preserve"> </w:t>
      </w:r>
      <w:r w:rsidRPr="0061743E">
        <w:t>and</w:t>
      </w:r>
      <w:r w:rsidR="00C17D31">
        <w:t xml:space="preserve"> </w:t>
      </w:r>
      <w:r w:rsidRPr="0061743E">
        <w:t>policies</w:t>
      </w:r>
      <w:r w:rsidR="00C17D31">
        <w:t xml:space="preserve"> </w:t>
      </w:r>
      <w:r w:rsidRPr="0061743E">
        <w:t>current</w:t>
      </w:r>
      <w:r w:rsidR="00C17D31">
        <w:t xml:space="preserve"> </w:t>
      </w:r>
      <w:r w:rsidRPr="0061743E">
        <w:t>at</w:t>
      </w:r>
      <w:r w:rsidR="00C17D31">
        <w:t xml:space="preserve"> </w:t>
      </w:r>
      <w:r w:rsidRPr="0061743E">
        <w:t>the</w:t>
      </w:r>
      <w:r w:rsidR="00C17D31">
        <w:t xml:space="preserve"> </w:t>
      </w:r>
      <w:r w:rsidRPr="0061743E">
        <w:t>time</w:t>
      </w:r>
      <w:r w:rsidR="00C17D31">
        <w:t xml:space="preserve"> </w:t>
      </w:r>
      <w:r w:rsidRPr="0061743E">
        <w:t>of</w:t>
      </w:r>
      <w:r w:rsidR="00C17D31">
        <w:t xml:space="preserve"> </w:t>
      </w:r>
      <w:r w:rsidRPr="0061743E">
        <w:t>RFT</w:t>
      </w:r>
      <w:r w:rsidR="00C17D31">
        <w:t xml:space="preserve"> </w:t>
      </w:r>
      <w:r w:rsidRPr="0061743E">
        <w:t>release.</w:t>
      </w:r>
    </w:p>
    <w:p w14:paraId="1FF580BF" w14:textId="5B9E3361" w:rsidR="00514A46" w:rsidRDefault="00514A46" w:rsidP="00C8034B">
      <w:pPr>
        <w:pStyle w:val="NoteToDrafters-ASDEFCON"/>
      </w:pPr>
      <w:r>
        <w:t>If</w:t>
      </w:r>
      <w:r w:rsidR="00C17D31">
        <w:t xml:space="preserve"> </w:t>
      </w:r>
      <w:r>
        <w:t>there</w:t>
      </w:r>
      <w:r w:rsidR="00C17D31">
        <w:t xml:space="preserve"> </w:t>
      </w:r>
      <w:r>
        <w:t>are</w:t>
      </w:r>
      <w:r w:rsidR="00C17D31">
        <w:t xml:space="preserve"> </w:t>
      </w:r>
      <w:r w:rsidRPr="00DA53A9">
        <w:t>other</w:t>
      </w:r>
      <w:r w:rsidR="00C17D31">
        <w:t xml:space="preserve"> </w:t>
      </w:r>
      <w:r w:rsidRPr="00DA53A9">
        <w:t>Commonwealth</w:t>
      </w:r>
      <w:r w:rsidR="00C17D31">
        <w:t xml:space="preserve"> </w:t>
      </w:r>
      <w:r w:rsidRPr="00DA53A9">
        <w:t>or</w:t>
      </w:r>
      <w:r w:rsidR="00C17D31">
        <w:t xml:space="preserve"> </w:t>
      </w:r>
      <w:r w:rsidRPr="00DA53A9">
        <w:t>Defence</w:t>
      </w:r>
      <w:r w:rsidR="00C17D31">
        <w:t xml:space="preserve"> </w:t>
      </w:r>
      <w:r>
        <w:t>policies</w:t>
      </w:r>
      <w:r w:rsidR="00C17D31">
        <w:t xml:space="preserve"> </w:t>
      </w:r>
      <w:r w:rsidRPr="003D2B37">
        <w:t>relevant</w:t>
      </w:r>
      <w:r w:rsidR="00C17D31">
        <w:t xml:space="preserve"> </w:t>
      </w:r>
      <w:r w:rsidRPr="003D2B37">
        <w:t>to</w:t>
      </w:r>
      <w:r w:rsidR="00C17D31">
        <w:t xml:space="preserve"> </w:t>
      </w:r>
      <w:r w:rsidRPr="003D2B37">
        <w:t>the</w:t>
      </w:r>
      <w:r w:rsidR="00C17D31">
        <w:t xml:space="preserve"> </w:t>
      </w:r>
      <w:r w:rsidRPr="003D2B37">
        <w:t>procurement</w:t>
      </w:r>
      <w:r w:rsidR="00C17D31">
        <w:t xml:space="preserve"> </w:t>
      </w:r>
      <w:r>
        <w:t>activity,</w:t>
      </w:r>
      <w:r w:rsidR="00C17D31">
        <w:t xml:space="preserve"> </w:t>
      </w:r>
      <w:r>
        <w:t>that</w:t>
      </w:r>
      <w:r w:rsidR="00C17D31">
        <w:t xml:space="preserve"> </w:t>
      </w:r>
      <w:r>
        <w:t>are</w:t>
      </w:r>
      <w:r w:rsidR="00C17D31">
        <w:t xml:space="preserve"> </w:t>
      </w:r>
      <w:r>
        <w:t>not</w:t>
      </w:r>
      <w:r w:rsidR="00C17D31">
        <w:t xml:space="preserve"> </w:t>
      </w:r>
      <w:r>
        <w:t>otherwise</w:t>
      </w:r>
      <w:r w:rsidR="00C17D31">
        <w:t xml:space="preserve"> </w:t>
      </w:r>
      <w:r>
        <w:t>referenced</w:t>
      </w:r>
      <w:r w:rsidR="00C17D31">
        <w:t xml:space="preserve"> </w:t>
      </w:r>
      <w:r>
        <w:t>in</w:t>
      </w:r>
      <w:r w:rsidR="00C17D31">
        <w:t xml:space="preserve"> </w:t>
      </w:r>
      <w:r>
        <w:t>the</w:t>
      </w:r>
      <w:r w:rsidR="00C17D31">
        <w:t xml:space="preserve"> </w:t>
      </w:r>
      <w:r>
        <w:t>RFT,</w:t>
      </w:r>
      <w:r w:rsidR="00C17D31">
        <w:t xml:space="preserve"> </w:t>
      </w:r>
      <w:r>
        <w:t>they</w:t>
      </w:r>
      <w:r w:rsidR="00C17D31">
        <w:t xml:space="preserve"> </w:t>
      </w:r>
      <w:r>
        <w:t>can</w:t>
      </w:r>
      <w:r w:rsidR="00C17D31">
        <w:t xml:space="preserve"> </w:t>
      </w:r>
      <w:r>
        <w:t>be</w:t>
      </w:r>
      <w:r w:rsidR="00C17D31">
        <w:t xml:space="preserve"> </w:t>
      </w:r>
      <w:r>
        <w:t>listed</w:t>
      </w:r>
      <w:r w:rsidR="00C17D31">
        <w:t xml:space="preserve"> </w:t>
      </w:r>
      <w:r>
        <w:t>below</w:t>
      </w:r>
      <w:r w:rsidRPr="003D2B37">
        <w:t>.</w:t>
      </w:r>
    </w:p>
    <w:p w14:paraId="710DE0F1" w14:textId="77777777" w:rsidR="00AE5844" w:rsidRDefault="00514A46" w:rsidP="00C8034B">
      <w:pPr>
        <w:pStyle w:val="NoteToTenderers-ASDEFCON"/>
      </w:pPr>
      <w:r>
        <w:t>Note</w:t>
      </w:r>
      <w:r w:rsidR="00C17D31">
        <w:t xml:space="preserve"> </w:t>
      </w:r>
      <w:r>
        <w:t>to</w:t>
      </w:r>
      <w:r w:rsidR="00C17D31">
        <w:t xml:space="preserve"> </w:t>
      </w:r>
      <w:r>
        <w:t>tenderers</w:t>
      </w:r>
      <w:r w:rsidRPr="00872311">
        <w:t>:</w:t>
      </w:r>
      <w:r w:rsidR="00C17D31">
        <w:t xml:space="preserve">  </w:t>
      </w:r>
      <w:r w:rsidRPr="00695DD4">
        <w:t>Electronic</w:t>
      </w:r>
      <w:r w:rsidR="00C17D31">
        <w:t xml:space="preserve"> </w:t>
      </w:r>
      <w:r w:rsidRPr="00695DD4">
        <w:t>copies</w:t>
      </w:r>
      <w:r w:rsidR="00C17D31">
        <w:t xml:space="preserve"> </w:t>
      </w:r>
      <w:r w:rsidRPr="00695DD4">
        <w:t>of</w:t>
      </w:r>
      <w:r w:rsidR="00C17D31">
        <w:t xml:space="preserve"> </w:t>
      </w:r>
      <w:r w:rsidRPr="00695DD4">
        <w:t>relevant</w:t>
      </w:r>
      <w:r w:rsidR="00C17D31">
        <w:t xml:space="preserve"> </w:t>
      </w:r>
      <w:r w:rsidRPr="00695DD4">
        <w:t>Defence</w:t>
      </w:r>
      <w:r w:rsidR="00C17D31">
        <w:t xml:space="preserve"> </w:t>
      </w:r>
      <w:r w:rsidRPr="00695DD4">
        <w:t>documents</w:t>
      </w:r>
      <w:r w:rsidR="00C17D31">
        <w:t xml:space="preserve"> </w:t>
      </w:r>
      <w:r w:rsidRPr="00695DD4">
        <w:t>are</w:t>
      </w:r>
      <w:r w:rsidR="00C17D31">
        <w:t xml:space="preserve"> </w:t>
      </w:r>
      <w:r w:rsidRPr="00695DD4">
        <w:t>available</w:t>
      </w:r>
      <w:r w:rsidR="00C17D31">
        <w:t xml:space="preserve"> </w:t>
      </w:r>
      <w:r w:rsidRPr="00695DD4">
        <w:t>on</w:t>
      </w:r>
      <w:r w:rsidR="00C17D31">
        <w:t xml:space="preserve"> </w:t>
      </w:r>
      <w:r w:rsidRPr="00695DD4">
        <w:t>the</w:t>
      </w:r>
      <w:r w:rsidR="00C17D31">
        <w:t xml:space="preserve"> </w:t>
      </w:r>
      <w:r w:rsidRPr="00695DD4">
        <w:t>internet</w:t>
      </w:r>
      <w:r w:rsidR="00C17D31">
        <w:t xml:space="preserve"> </w:t>
      </w:r>
      <w:r>
        <w:t>at:</w:t>
      </w:r>
    </w:p>
    <w:p w14:paraId="3CE2C7E2" w14:textId="013B186F" w:rsidR="00BB39C0" w:rsidRPr="00702C44" w:rsidRDefault="00857305" w:rsidP="00702C44">
      <w:pPr>
        <w:pStyle w:val="NoteToTenderersBullets-ASDEFCON"/>
        <w:rPr>
          <w:color w:val="000000" w:themeColor="text1"/>
        </w:rPr>
      </w:pPr>
      <w:hyperlink r:id="rId13" w:history="1">
        <w:r w:rsidR="00702C44" w:rsidRPr="00C119EC">
          <w:rPr>
            <w:rStyle w:val="Hyperlink"/>
          </w:rPr>
          <w:t>https://www.defence.gov.au/business-industry/procurement/contracting-templates/asdefcon-suite</w:t>
        </w:r>
      </w:hyperlink>
      <w:r w:rsidR="00702C44" w:rsidRPr="00702C44">
        <w:rPr>
          <w:rStyle w:val="Hyperlink"/>
          <w:color w:val="000000" w:themeColor="text1"/>
        </w:rPr>
        <w:t>.</w:t>
      </w:r>
    </w:p>
    <w:p w14:paraId="23D69013" w14:textId="5115E991" w:rsidR="00A17AE5" w:rsidRDefault="00514A46" w:rsidP="00C8034B">
      <w:pPr>
        <w:pStyle w:val="NoteToTenderers-ASDEFCON"/>
      </w:pPr>
      <w:r w:rsidRPr="00695DD4">
        <w:t>Any</w:t>
      </w:r>
      <w:r w:rsidR="00C17D31">
        <w:t xml:space="preserve"> </w:t>
      </w:r>
      <w:r w:rsidRPr="00695DD4">
        <w:t>other</w:t>
      </w:r>
      <w:r w:rsidR="00C17D31">
        <w:t xml:space="preserve"> </w:t>
      </w:r>
      <w:r w:rsidRPr="00695DD4">
        <w:t>documents</w:t>
      </w:r>
      <w:r w:rsidR="00C17D31">
        <w:t xml:space="preserve"> </w:t>
      </w:r>
      <w:r w:rsidRPr="00695DD4">
        <w:t>required</w:t>
      </w:r>
      <w:r w:rsidR="00C17D31">
        <w:t xml:space="preserve"> </w:t>
      </w:r>
      <w:r w:rsidRPr="00695DD4">
        <w:t>can</w:t>
      </w:r>
      <w:r w:rsidR="00C17D31">
        <w:t xml:space="preserve"> </w:t>
      </w:r>
      <w:r w:rsidRPr="00695DD4">
        <w:t>be</w:t>
      </w:r>
      <w:r w:rsidR="00C17D31">
        <w:t xml:space="preserve"> </w:t>
      </w:r>
      <w:r w:rsidRPr="00695DD4">
        <w:t>provided</w:t>
      </w:r>
      <w:r w:rsidR="00C17D31">
        <w:t xml:space="preserve"> </w:t>
      </w:r>
      <w:r w:rsidRPr="00695DD4">
        <w:t>by</w:t>
      </w:r>
      <w:r w:rsidR="00C17D31">
        <w:t xml:space="preserve"> </w:t>
      </w:r>
      <w:r w:rsidRPr="00695DD4">
        <w:t>the</w:t>
      </w:r>
      <w:r w:rsidR="00C17D31">
        <w:t xml:space="preserve"> </w:t>
      </w:r>
      <w:r w:rsidRPr="00695DD4">
        <w:t>Contact</w:t>
      </w:r>
      <w:r w:rsidR="00C17D31">
        <w:t xml:space="preserve"> </w:t>
      </w:r>
      <w:r w:rsidRPr="00695DD4">
        <w:t>Officer.</w:t>
      </w:r>
    </w:p>
    <w:p w14:paraId="2F99BFC2" w14:textId="0176BBC6" w:rsidR="00D5686F" w:rsidRDefault="00514A46" w:rsidP="00C8034B">
      <w:pPr>
        <w:pStyle w:val="COTCOCLV3-ASDEFCON"/>
      </w:pPr>
      <w:r w:rsidRPr="00CD4D42">
        <w:t>The</w:t>
      </w:r>
      <w:r w:rsidR="00C17D31">
        <w:t xml:space="preserve"> </w:t>
      </w:r>
      <w:r w:rsidRPr="00CD4D42">
        <w:t>Commonwealth</w:t>
      </w:r>
      <w:r w:rsidR="00C17D31">
        <w:t xml:space="preserve"> </w:t>
      </w:r>
      <w:r w:rsidRPr="00CD4D42">
        <w:t>will</w:t>
      </w:r>
      <w:r w:rsidR="00C17D31">
        <w:t xml:space="preserve"> </w:t>
      </w:r>
      <w:r>
        <w:t>not</w:t>
      </w:r>
      <w:r w:rsidR="00C17D31">
        <w:t xml:space="preserve"> </w:t>
      </w:r>
      <w:r>
        <w:t>enter</w:t>
      </w:r>
      <w:r w:rsidR="00C17D31">
        <w:t xml:space="preserve"> </w:t>
      </w:r>
      <w:r>
        <w:t>into</w:t>
      </w:r>
      <w:r w:rsidR="00C17D31">
        <w:t xml:space="preserve"> </w:t>
      </w:r>
      <w:r>
        <w:t>any</w:t>
      </w:r>
      <w:r w:rsidR="00C17D31">
        <w:t xml:space="preserve"> </w:t>
      </w:r>
      <w:r>
        <w:t>resultant</w:t>
      </w:r>
      <w:r w:rsidR="00C17D31">
        <w:t xml:space="preserve"> </w:t>
      </w:r>
      <w:r>
        <w:t>Contract</w:t>
      </w:r>
      <w:r w:rsidR="00C17D31">
        <w:t xml:space="preserve"> </w:t>
      </w:r>
      <w:r>
        <w:t>with</w:t>
      </w:r>
      <w:r w:rsidR="00C17D31">
        <w:t xml:space="preserve"> </w:t>
      </w:r>
      <w:r>
        <w:t>a</w:t>
      </w:r>
      <w:r w:rsidR="00C17D31">
        <w:t xml:space="preserve"> </w:t>
      </w:r>
      <w:r>
        <w:t>tenderer</w:t>
      </w:r>
      <w:r w:rsidR="00C17D31">
        <w:t xml:space="preserve"> </w:t>
      </w:r>
      <w:r>
        <w:t>which</w:t>
      </w:r>
      <w:r w:rsidR="00C17D31">
        <w:t xml:space="preserve"> </w:t>
      </w:r>
      <w:r>
        <w:t>has</w:t>
      </w:r>
      <w:r w:rsidR="00C17D31">
        <w:t xml:space="preserve"> </w:t>
      </w:r>
      <w:r>
        <w:t>a</w:t>
      </w:r>
      <w:r w:rsidR="00C17D31">
        <w:t xml:space="preserve"> </w:t>
      </w:r>
      <w:r>
        <w:t>judicial</w:t>
      </w:r>
      <w:r w:rsidR="00C17D31">
        <w:t xml:space="preserve"> </w:t>
      </w:r>
      <w:r>
        <w:t>decision</w:t>
      </w:r>
      <w:r w:rsidR="00C17D31">
        <w:t xml:space="preserve"> </w:t>
      </w:r>
      <w:r w:rsidRPr="00CD4D42">
        <w:t>against</w:t>
      </w:r>
      <w:r w:rsidR="00C17D31">
        <w:t xml:space="preserve"> </w:t>
      </w:r>
      <w:r w:rsidRPr="00CD4D42">
        <w:t>it</w:t>
      </w:r>
      <w:r w:rsidR="00C17D31">
        <w:t xml:space="preserve"> </w:t>
      </w:r>
      <w:r w:rsidRPr="00CD4D42">
        <w:t>(including</w:t>
      </w:r>
      <w:r w:rsidR="00C17D31">
        <w:t xml:space="preserve"> </w:t>
      </w:r>
      <w:r w:rsidRPr="00CD4D42">
        <w:t>overseas</w:t>
      </w:r>
      <w:r w:rsidR="00C17D31">
        <w:t xml:space="preserve"> </w:t>
      </w:r>
      <w:r w:rsidRPr="00CD4D42">
        <w:t>jurisdictions</w:t>
      </w:r>
      <w:r w:rsidR="00C17D31">
        <w:t xml:space="preserve"> </w:t>
      </w:r>
      <w:r w:rsidRPr="00CD4D42">
        <w:t>but</w:t>
      </w:r>
      <w:r w:rsidR="00C17D31">
        <w:t xml:space="preserve"> </w:t>
      </w:r>
      <w:r w:rsidRPr="00CD4D42">
        <w:t>excluding</w:t>
      </w:r>
      <w:r w:rsidR="00C17D31">
        <w:t xml:space="preserve"> </w:t>
      </w:r>
      <w:r>
        <w:t>decisions</w:t>
      </w:r>
      <w:r w:rsidR="00C17D31">
        <w:t xml:space="preserve"> </w:t>
      </w:r>
      <w:r w:rsidRPr="00CD4D42">
        <w:t>under</w:t>
      </w:r>
      <w:r w:rsidR="00C17D31">
        <w:t xml:space="preserve"> </w:t>
      </w:r>
      <w:r w:rsidRPr="00CD4D42">
        <w:t>appeal</w:t>
      </w:r>
      <w:r w:rsidR="00C17D31">
        <w:t xml:space="preserve"> </w:t>
      </w:r>
      <w:r w:rsidRPr="00CD4D42">
        <w:t>or</w:t>
      </w:r>
      <w:r w:rsidR="00C17D31">
        <w:t xml:space="preserve"> </w:t>
      </w:r>
      <w:r w:rsidRPr="00CD4D42">
        <w:t>instances</w:t>
      </w:r>
      <w:r w:rsidR="00C17D31">
        <w:t xml:space="preserve"> </w:t>
      </w:r>
      <w:r w:rsidRPr="00CD4D42">
        <w:t>where</w:t>
      </w:r>
      <w:r w:rsidR="00C17D31">
        <w:t xml:space="preserve"> </w:t>
      </w:r>
      <w:r w:rsidRPr="00CD4D42">
        <w:t>the</w:t>
      </w:r>
      <w:r w:rsidR="00C17D31">
        <w:t xml:space="preserve"> </w:t>
      </w:r>
      <w:r w:rsidRPr="00CD4D42">
        <w:t>period</w:t>
      </w:r>
      <w:r w:rsidR="00C17D31">
        <w:t xml:space="preserve"> </w:t>
      </w:r>
      <w:r w:rsidRPr="00CD4D42">
        <w:t>for</w:t>
      </w:r>
      <w:r w:rsidR="00C17D31">
        <w:t xml:space="preserve"> </w:t>
      </w:r>
      <w:r w:rsidRPr="00CD4D42">
        <w:t>appeal</w:t>
      </w:r>
      <w:r w:rsidR="00C17D31">
        <w:t xml:space="preserve"> </w:t>
      </w:r>
      <w:r w:rsidRPr="00CD4D42">
        <w:t>or</w:t>
      </w:r>
      <w:r w:rsidR="00C17D31">
        <w:t xml:space="preserve"> </w:t>
      </w:r>
      <w:r w:rsidRPr="00CD4D42">
        <w:t>payment/settlement</w:t>
      </w:r>
      <w:r w:rsidR="00C17D31">
        <w:t xml:space="preserve"> </w:t>
      </w:r>
      <w:r w:rsidRPr="00CD4D42">
        <w:t>has</w:t>
      </w:r>
      <w:r w:rsidR="00C17D31">
        <w:t xml:space="preserve"> </w:t>
      </w:r>
      <w:r w:rsidRPr="00CD4D42">
        <w:t>not</w:t>
      </w:r>
      <w:r w:rsidR="00C17D31">
        <w:t xml:space="preserve"> </w:t>
      </w:r>
      <w:r w:rsidRPr="00CD4D42">
        <w:t>expired)</w:t>
      </w:r>
      <w:r w:rsidR="00C17D31">
        <w:t xml:space="preserve"> </w:t>
      </w:r>
      <w:r w:rsidRPr="00CD4D42">
        <w:t>relating</w:t>
      </w:r>
      <w:r w:rsidR="00C17D31">
        <w:t xml:space="preserve"> </w:t>
      </w:r>
      <w:r w:rsidRPr="00CD4D42">
        <w:t>to</w:t>
      </w:r>
      <w:r w:rsidR="00C17D31">
        <w:t xml:space="preserve"> </w:t>
      </w:r>
      <w:r>
        <w:t>unpaid</w:t>
      </w:r>
      <w:r w:rsidR="00C17D31">
        <w:t xml:space="preserve"> </w:t>
      </w:r>
      <w:r>
        <w:t>employee</w:t>
      </w:r>
      <w:r w:rsidR="00C17D31">
        <w:t xml:space="preserve"> </w:t>
      </w:r>
      <w:r>
        <w:t>entitlements</w:t>
      </w:r>
      <w:r w:rsidR="00C17D31">
        <w:t xml:space="preserve"> </w:t>
      </w:r>
      <w:r>
        <w:t>where</w:t>
      </w:r>
      <w:r w:rsidR="00C17D31">
        <w:t xml:space="preserve"> </w:t>
      </w:r>
      <w:r>
        <w:t>the</w:t>
      </w:r>
      <w:r w:rsidR="00C17D31">
        <w:t xml:space="preserve"> </w:t>
      </w:r>
      <w:r>
        <w:t>entitlements</w:t>
      </w:r>
      <w:r w:rsidR="00C17D31">
        <w:t xml:space="preserve"> </w:t>
      </w:r>
      <w:r>
        <w:t>remain</w:t>
      </w:r>
      <w:r w:rsidR="00C17D31">
        <w:t xml:space="preserve"> </w:t>
      </w:r>
      <w:r>
        <w:t>unpaid</w:t>
      </w:r>
      <w:r w:rsidRPr="00CD4D42">
        <w:t>.</w:t>
      </w:r>
    </w:p>
    <w:p w14:paraId="274CB221" w14:textId="097252BB" w:rsidR="00514A46" w:rsidRDefault="00514A46" w:rsidP="00C8034B">
      <w:pPr>
        <w:pStyle w:val="COTCOCLV3-ASDEFCON"/>
      </w:pPr>
      <w:r w:rsidRPr="00BC1156">
        <w:t>Tenderers</w:t>
      </w:r>
      <w:r w:rsidR="00C17D31">
        <w:t xml:space="preserve"> </w:t>
      </w:r>
      <w:r w:rsidRPr="00BC1156">
        <w:t>should</w:t>
      </w:r>
      <w:r w:rsidR="00C17D31">
        <w:t xml:space="preserve"> </w:t>
      </w:r>
      <w:r w:rsidRPr="00BC1156">
        <w:t>familiarise</w:t>
      </w:r>
      <w:r w:rsidR="00C17D31">
        <w:t xml:space="preserve"> </w:t>
      </w:r>
      <w:r w:rsidRPr="00BC1156">
        <w:t>themselves</w:t>
      </w:r>
      <w:r w:rsidR="00C17D31">
        <w:t xml:space="preserve"> </w:t>
      </w:r>
      <w:r w:rsidRPr="00BC1156">
        <w:t>with</w:t>
      </w:r>
      <w:r w:rsidR="00C17D31">
        <w:t xml:space="preserve"> </w:t>
      </w:r>
      <w:r w:rsidRPr="00BC1156">
        <w:t>the</w:t>
      </w:r>
      <w:r w:rsidR="00C17D31">
        <w:t xml:space="preserve"> </w:t>
      </w:r>
      <w:r w:rsidRPr="00BC1156">
        <w:t>following</w:t>
      </w:r>
      <w:r w:rsidR="00C17D31">
        <w:t xml:space="preserve"> </w:t>
      </w:r>
      <w:r w:rsidRPr="00BC1156">
        <w:t>Commonwealth</w:t>
      </w:r>
      <w:r w:rsidR="00C17D31">
        <w:t xml:space="preserve"> </w:t>
      </w:r>
      <w:r w:rsidRPr="00BC1156">
        <w:t>policies:</w:t>
      </w:r>
    </w:p>
    <w:p w14:paraId="445A571B" w14:textId="776C1F51" w:rsidR="00514A46" w:rsidRDefault="00514A46" w:rsidP="00C8034B">
      <w:pPr>
        <w:pStyle w:val="COTCOCLV4-ASDEFCON"/>
      </w:pPr>
      <w:r>
        <w:t>DI</w:t>
      </w:r>
      <w:r w:rsidR="00C17D31">
        <w:t xml:space="preserve"> </w:t>
      </w:r>
      <w:r>
        <w:t>and</w:t>
      </w:r>
      <w:r w:rsidR="00C17D31">
        <w:t xml:space="preserve"> </w:t>
      </w:r>
      <w:r>
        <w:t>in</w:t>
      </w:r>
      <w:r w:rsidR="00C17D31">
        <w:t xml:space="preserve"> </w:t>
      </w:r>
      <w:r>
        <w:t>particular:</w:t>
      </w:r>
    </w:p>
    <w:p w14:paraId="79860FE6" w14:textId="77777777" w:rsidR="00DA637A" w:rsidRPr="00794A90" w:rsidRDefault="00DA637A" w:rsidP="00DA637A">
      <w:pPr>
        <w:pStyle w:val="COTCOCLV5-ASDEFCON"/>
      </w:pPr>
      <w:r>
        <w:t xml:space="preserve">Administration and Governance Provision 4 </w:t>
      </w:r>
      <w:r w:rsidRPr="00794A90">
        <w:t>AG4 – Incident reporting and management and the Incident Reporting and Management Manual;</w:t>
      </w:r>
    </w:p>
    <w:p w14:paraId="271CE36A" w14:textId="77777777" w:rsidR="00DA637A" w:rsidRPr="00794A90" w:rsidRDefault="00DA637A" w:rsidP="00DA637A">
      <w:pPr>
        <w:pStyle w:val="COTCOCLV5-ASDEFCON"/>
      </w:pPr>
      <w:r>
        <w:t>Administration and Governance Provision 5</w:t>
      </w:r>
      <w:r w:rsidRPr="00794A90">
        <w:t>, AG5 – Conflicts of interest and declarations of interest and the Integrity Policy Manual;</w:t>
      </w:r>
      <w:r>
        <w:t xml:space="preserve"> and</w:t>
      </w:r>
    </w:p>
    <w:p w14:paraId="1D82B59C" w14:textId="5783FCBB" w:rsidR="00514A46" w:rsidRDefault="00DA637A" w:rsidP="00C8034B">
      <w:pPr>
        <w:pStyle w:val="COTCOCLV5-ASDEFCON"/>
      </w:pPr>
      <w:r>
        <w:t>People Provision 7</w:t>
      </w:r>
      <w:r w:rsidRPr="00794A90">
        <w:t>, PPL 7 – Required behaviours in Defence and Chapter 3 of the Complaints and Alternative Resolutions Manual</w:t>
      </w:r>
      <w:r>
        <w:t>;</w:t>
      </w:r>
    </w:p>
    <w:p w14:paraId="3A7DDF7D" w14:textId="3B0DFA23" w:rsidR="00514A46" w:rsidRDefault="00A17AE5" w:rsidP="00C8034B">
      <w:pPr>
        <w:pStyle w:val="COTCOCLV4-ASDEFCON"/>
      </w:pPr>
      <w:r>
        <w:t>Financial</w:t>
      </w:r>
      <w:r w:rsidR="00C17D31">
        <w:t xml:space="preserve"> </w:t>
      </w:r>
      <w:r>
        <w:t>Policy</w:t>
      </w:r>
      <w:r w:rsidR="00C17D31">
        <w:t xml:space="preserve"> </w:t>
      </w:r>
      <w:r>
        <w:t>Gifts</w:t>
      </w:r>
      <w:r w:rsidR="00C17D31">
        <w:t xml:space="preserve"> </w:t>
      </w:r>
      <w:r>
        <w:t>and</w:t>
      </w:r>
      <w:r w:rsidR="00C17D31">
        <w:t xml:space="preserve"> </w:t>
      </w:r>
      <w:r>
        <w:t>Benefits</w:t>
      </w:r>
      <w:r w:rsidR="00514A46">
        <w:t>;</w:t>
      </w:r>
    </w:p>
    <w:p w14:paraId="2241ECA7" w14:textId="3D0F2A45" w:rsidR="00DA637A" w:rsidRDefault="00DA637A" w:rsidP="00C8034B">
      <w:pPr>
        <w:pStyle w:val="COTCOCLV4-ASDEFCON"/>
      </w:pPr>
      <w:r w:rsidRPr="00291936">
        <w:t>Financial Policy Sponsorship;</w:t>
      </w:r>
    </w:p>
    <w:p w14:paraId="115D6859" w14:textId="70907E52" w:rsidR="00C5341A" w:rsidRDefault="00C5341A" w:rsidP="00C8034B">
      <w:pPr>
        <w:pStyle w:val="COTCOCLV4-ASDEFCON"/>
      </w:pPr>
      <w:r>
        <w:lastRenderedPageBreak/>
        <w:t>Australian</w:t>
      </w:r>
      <w:r w:rsidR="00C17D31">
        <w:t xml:space="preserve"> </w:t>
      </w:r>
      <w:r>
        <w:t>Defence</w:t>
      </w:r>
      <w:r w:rsidR="00C17D31">
        <w:t xml:space="preserve"> </w:t>
      </w:r>
      <w:r>
        <w:t>Force</w:t>
      </w:r>
      <w:r w:rsidR="00C17D31">
        <w:t xml:space="preserve"> </w:t>
      </w:r>
      <w:r>
        <w:t>alcohol</w:t>
      </w:r>
      <w:r w:rsidR="00C17D31">
        <w:t xml:space="preserve"> </w:t>
      </w:r>
      <w:r>
        <w:t>policy</w:t>
      </w:r>
      <w:r w:rsidR="00C17D31">
        <w:t xml:space="preserve"> </w:t>
      </w:r>
      <w:r>
        <w:t>as</w:t>
      </w:r>
      <w:r w:rsidR="00C17D31">
        <w:t xml:space="preserve"> </w:t>
      </w:r>
      <w:r>
        <w:t>detailed</w:t>
      </w:r>
      <w:r w:rsidR="00C17D31">
        <w:t xml:space="preserve"> </w:t>
      </w:r>
      <w:r>
        <w:t>in</w:t>
      </w:r>
      <w:r w:rsidR="00C17D31">
        <w:t xml:space="preserve"> </w:t>
      </w:r>
      <w:r>
        <w:t>MILPERSMAN</w:t>
      </w:r>
      <w:r w:rsidR="00C17D31">
        <w:t xml:space="preserve"> </w:t>
      </w:r>
      <w:r>
        <w:t>Part</w:t>
      </w:r>
      <w:r w:rsidR="00C17D31">
        <w:t xml:space="preserve"> </w:t>
      </w:r>
      <w:r>
        <w:t>4</w:t>
      </w:r>
      <w:r w:rsidR="00C17D31">
        <w:t xml:space="preserve"> </w:t>
      </w:r>
      <w:r>
        <w:t>Chapter</w:t>
      </w:r>
      <w:r w:rsidR="00C17D31">
        <w:t xml:space="preserve"> </w:t>
      </w:r>
      <w:r>
        <w:t>1;</w:t>
      </w:r>
    </w:p>
    <w:p w14:paraId="604D0A9F" w14:textId="175717DD" w:rsidR="00514A46" w:rsidRDefault="00514A46" w:rsidP="00C8034B">
      <w:pPr>
        <w:pStyle w:val="COTCOCLV4-ASDEFCON"/>
      </w:pPr>
      <w:r w:rsidRPr="000604CE">
        <w:t>Public</w:t>
      </w:r>
      <w:r w:rsidR="00C17D31">
        <w:t xml:space="preserve"> </w:t>
      </w:r>
      <w:r w:rsidRPr="000604CE">
        <w:t>Interest</w:t>
      </w:r>
      <w:r w:rsidR="00C17D31">
        <w:t xml:space="preserve"> </w:t>
      </w:r>
      <w:r w:rsidRPr="000604CE">
        <w:t>Disclosure</w:t>
      </w:r>
      <w:r w:rsidR="00C17D31">
        <w:t xml:space="preserve"> </w:t>
      </w:r>
      <w:r>
        <w:t>policy</w:t>
      </w:r>
      <w:r w:rsidR="00C17D31">
        <w:t xml:space="preserve"> </w:t>
      </w:r>
      <w:r>
        <w:t>detailed</w:t>
      </w:r>
      <w:r w:rsidR="00C17D31">
        <w:t xml:space="preserve"> </w:t>
      </w:r>
      <w:r>
        <w:t>at:</w:t>
      </w:r>
    </w:p>
    <w:p w14:paraId="79564245" w14:textId="5324F9A5" w:rsidR="00514A46" w:rsidRPr="00246DD7" w:rsidRDefault="00857305" w:rsidP="00C8034B">
      <w:pPr>
        <w:pStyle w:val="ATTANNLV3NONUM-ASDEFCON"/>
      </w:pPr>
      <w:hyperlink r:id="rId14" w:history="1">
        <w:r w:rsidR="00514A46">
          <w:rPr>
            <w:rStyle w:val="Hyperlink"/>
          </w:rPr>
          <w:t>https://www.ombudsman.gov.au/Our-responsibilities/making-a-disclosure</w:t>
        </w:r>
      </w:hyperlink>
      <w:r w:rsidR="00514A46">
        <w:t>;</w:t>
      </w:r>
      <w:r w:rsidR="00DF6635">
        <w:t xml:space="preserve"> </w:t>
      </w:r>
      <w:r w:rsidR="00514A46">
        <w:t>and</w:t>
      </w:r>
    </w:p>
    <w:p w14:paraId="7D394E45" w14:textId="4C49A592" w:rsidR="00514A46" w:rsidRPr="00444B84" w:rsidRDefault="00514A46" w:rsidP="00C8034B">
      <w:pPr>
        <w:pStyle w:val="COTCOCLV4-ASDEFCON"/>
      </w:pPr>
      <w:r w:rsidRPr="0055771A">
        <w:rPr>
          <w:b/>
        </w:rPr>
        <w:fldChar w:fldCharType="begin">
          <w:ffData>
            <w:name w:val="Text2"/>
            <w:enabled/>
            <w:calcOnExit w:val="0"/>
            <w:textInput>
              <w:default w:val="[DRAFTERS TO INSERT ANY OTHER RELEVANT COMMONWEALTH AND DEFENCE POLICIES THAT REGULATE DELIVERY OF THE SUPPLIES]"/>
            </w:textInput>
          </w:ffData>
        </w:fldChar>
      </w:r>
      <w:r w:rsidRPr="0055771A">
        <w:rPr>
          <w:b/>
        </w:rPr>
        <w:instrText xml:space="preserve"> FORMTEXT </w:instrText>
      </w:r>
      <w:r w:rsidRPr="0055771A">
        <w:rPr>
          <w:b/>
        </w:rPr>
      </w:r>
      <w:r w:rsidRPr="0055771A">
        <w:rPr>
          <w:b/>
        </w:rPr>
        <w:fldChar w:fldCharType="separate"/>
      </w:r>
      <w:r w:rsidR="00266516">
        <w:rPr>
          <w:b/>
          <w:noProof/>
        </w:rPr>
        <w:t>[DRAFTERS TO INSERT ANY OTHER RELEVANT COMMONWEALTH AND DEFENCE POLICIES THAT REGULATE DELIVERY OF THE SUPPLIES]</w:t>
      </w:r>
      <w:r w:rsidRPr="0055771A">
        <w:rPr>
          <w:b/>
        </w:rPr>
        <w:fldChar w:fldCharType="end"/>
      </w:r>
      <w:r w:rsidRPr="00444B84">
        <w:t>.</w:t>
      </w:r>
    </w:p>
    <w:p w14:paraId="1A7C9AFD" w14:textId="20452094" w:rsidR="00514A46" w:rsidRDefault="00514A46" w:rsidP="00C8034B">
      <w:pPr>
        <w:pStyle w:val="COTCOCLV2-ASDEFCON"/>
      </w:pPr>
      <w:bookmarkStart w:id="66" w:name="_Toc383098484"/>
      <w:bookmarkStart w:id="67" w:name="_Toc384741918"/>
      <w:bookmarkStart w:id="68" w:name="_Toc384743135"/>
      <w:bookmarkStart w:id="69" w:name="_Toc384743294"/>
      <w:bookmarkStart w:id="70" w:name="_Toc384824607"/>
      <w:bookmarkStart w:id="71" w:name="_Toc384902148"/>
      <w:bookmarkStart w:id="72" w:name="_Toc384741919"/>
      <w:bookmarkStart w:id="73" w:name="_Toc384743136"/>
      <w:bookmarkStart w:id="74" w:name="_Toc384743295"/>
      <w:bookmarkStart w:id="75" w:name="_Toc384824608"/>
      <w:bookmarkStart w:id="76" w:name="_Toc384902149"/>
      <w:bookmarkStart w:id="77" w:name="_Toc384741921"/>
      <w:bookmarkStart w:id="78" w:name="_Toc384743138"/>
      <w:bookmarkStart w:id="79" w:name="_Toc384743297"/>
      <w:bookmarkStart w:id="80" w:name="_Toc384824610"/>
      <w:bookmarkStart w:id="81" w:name="_Toc384902151"/>
      <w:bookmarkStart w:id="82" w:name="_Toc384741922"/>
      <w:bookmarkStart w:id="83" w:name="_Toc384743139"/>
      <w:bookmarkStart w:id="84" w:name="_Toc384743298"/>
      <w:bookmarkStart w:id="85" w:name="_Toc384824611"/>
      <w:bookmarkStart w:id="86" w:name="_Toc384902152"/>
      <w:bookmarkStart w:id="87" w:name="_Toc384741923"/>
      <w:bookmarkStart w:id="88" w:name="_Toc384743140"/>
      <w:bookmarkStart w:id="89" w:name="_Toc384743299"/>
      <w:bookmarkStart w:id="90" w:name="_Toc384824612"/>
      <w:bookmarkStart w:id="91" w:name="_Toc384902153"/>
      <w:bookmarkStart w:id="92" w:name="_Toc384741925"/>
      <w:bookmarkStart w:id="93" w:name="_Toc384743142"/>
      <w:bookmarkStart w:id="94" w:name="_Toc384743301"/>
      <w:bookmarkStart w:id="95" w:name="_Toc384824614"/>
      <w:bookmarkStart w:id="96" w:name="_Toc384902155"/>
      <w:bookmarkStart w:id="97" w:name="_Toc306802674"/>
      <w:bookmarkStart w:id="98" w:name="_Toc308709957"/>
      <w:bookmarkStart w:id="99" w:name="_Toc315966545"/>
      <w:bookmarkStart w:id="100" w:name="_Toc316562842"/>
      <w:bookmarkStart w:id="101" w:name="_Toc317081623"/>
      <w:bookmarkStart w:id="102" w:name="_Toc351711261"/>
      <w:bookmarkStart w:id="103" w:name="_Toc355615655"/>
      <w:bookmarkStart w:id="104" w:name="_Toc360718135"/>
      <w:bookmarkStart w:id="105" w:name="_Toc381709586"/>
      <w:bookmarkStart w:id="106" w:name="_Toc381709828"/>
      <w:bookmarkStart w:id="107" w:name="_Toc381971202"/>
      <w:bookmarkStart w:id="108" w:name="_Toc384134021"/>
      <w:bookmarkStart w:id="109" w:name="_Toc384729927"/>
      <w:bookmarkStart w:id="110" w:name="_Toc384730033"/>
      <w:bookmarkStart w:id="111" w:name="_Toc384730139"/>
      <w:bookmarkStart w:id="112" w:name="_Toc384741927"/>
      <w:bookmarkStart w:id="113" w:name="_Toc384743144"/>
      <w:bookmarkStart w:id="114" w:name="_Toc384743303"/>
      <w:bookmarkStart w:id="115" w:name="_Toc384824616"/>
      <w:bookmarkStart w:id="116" w:name="_Toc384902157"/>
      <w:bookmarkStart w:id="117" w:name="_Toc434499493"/>
      <w:bookmarkStart w:id="118" w:name="_Toc434499566"/>
      <w:bookmarkStart w:id="119" w:name="_Toc434499640"/>
      <w:bookmarkStart w:id="120" w:name="_Toc434499714"/>
      <w:bookmarkStart w:id="121" w:name="_Toc434501848"/>
      <w:bookmarkStart w:id="122" w:name="_Toc435431226"/>
      <w:bookmarkStart w:id="123" w:name="_Toc435536710"/>
      <w:bookmarkStart w:id="124" w:name="_Toc436299930"/>
      <w:bookmarkStart w:id="125" w:name="_Toc436380546"/>
      <w:bookmarkStart w:id="126" w:name="_Toc436820373"/>
      <w:bookmarkStart w:id="127" w:name="_Toc436917252"/>
      <w:bookmarkStart w:id="128" w:name="_Toc434499494"/>
      <w:bookmarkStart w:id="129" w:name="_Toc434499567"/>
      <w:bookmarkStart w:id="130" w:name="_Toc434499641"/>
      <w:bookmarkStart w:id="131" w:name="_Toc434499715"/>
      <w:bookmarkStart w:id="132" w:name="_Toc434501849"/>
      <w:bookmarkStart w:id="133" w:name="_Toc435431227"/>
      <w:bookmarkStart w:id="134" w:name="_Toc435536711"/>
      <w:bookmarkStart w:id="135" w:name="_Toc436299931"/>
      <w:bookmarkStart w:id="136" w:name="_Toc436380547"/>
      <w:bookmarkStart w:id="137" w:name="_Toc436820374"/>
      <w:bookmarkStart w:id="138" w:name="_Toc436917253"/>
      <w:bookmarkStart w:id="139" w:name="_Toc384729951"/>
      <w:bookmarkStart w:id="140" w:name="_Toc384730057"/>
      <w:bookmarkStart w:id="141" w:name="_Toc384730163"/>
      <w:bookmarkStart w:id="142" w:name="_Toc384741952"/>
      <w:bookmarkStart w:id="143" w:name="_Toc384743169"/>
      <w:bookmarkStart w:id="144" w:name="_Toc384743328"/>
      <w:bookmarkStart w:id="145" w:name="_Toc384824641"/>
      <w:bookmarkStart w:id="146" w:name="_Toc384902182"/>
      <w:bookmarkStart w:id="147" w:name="_Toc384729952"/>
      <w:bookmarkStart w:id="148" w:name="_Toc384730058"/>
      <w:bookmarkStart w:id="149" w:name="_Toc384730164"/>
      <w:bookmarkStart w:id="150" w:name="_Toc384741953"/>
      <w:bookmarkStart w:id="151" w:name="_Toc384743170"/>
      <w:bookmarkStart w:id="152" w:name="_Toc384743329"/>
      <w:bookmarkStart w:id="153" w:name="_Toc384824642"/>
      <w:bookmarkStart w:id="154" w:name="_Toc384902183"/>
      <w:bookmarkStart w:id="155" w:name="_Toc435536718"/>
      <w:bookmarkStart w:id="156" w:name="_Toc436299938"/>
      <w:bookmarkStart w:id="157" w:name="_Toc436380554"/>
      <w:bookmarkStart w:id="158" w:name="_Toc436820381"/>
      <w:bookmarkStart w:id="159" w:name="_Toc436917260"/>
      <w:bookmarkStart w:id="160" w:name="_Toc434499502"/>
      <w:bookmarkStart w:id="161" w:name="_Toc434499575"/>
      <w:bookmarkStart w:id="162" w:name="_Toc434499649"/>
      <w:bookmarkStart w:id="163" w:name="_Toc434499723"/>
      <w:bookmarkStart w:id="164" w:name="_Toc434501857"/>
      <w:bookmarkStart w:id="165" w:name="_Toc435431235"/>
      <w:bookmarkStart w:id="166" w:name="_Toc435536719"/>
      <w:bookmarkStart w:id="167" w:name="_Toc436299939"/>
      <w:bookmarkStart w:id="168" w:name="_Toc436380555"/>
      <w:bookmarkStart w:id="169" w:name="_Toc436820382"/>
      <w:bookmarkStart w:id="170" w:name="_Toc436917261"/>
      <w:bookmarkStart w:id="171" w:name="_Toc434499503"/>
      <w:bookmarkStart w:id="172" w:name="_Toc434499576"/>
      <w:bookmarkStart w:id="173" w:name="_Toc434499650"/>
      <w:bookmarkStart w:id="174" w:name="_Toc434499724"/>
      <w:bookmarkStart w:id="175" w:name="_Toc434501858"/>
      <w:bookmarkStart w:id="176" w:name="_Toc435431236"/>
      <w:bookmarkStart w:id="177" w:name="_Toc435536720"/>
      <w:bookmarkStart w:id="178" w:name="_Toc436299940"/>
      <w:bookmarkStart w:id="179" w:name="_Toc436380556"/>
      <w:bookmarkStart w:id="180" w:name="_Toc436820383"/>
      <w:bookmarkStart w:id="181" w:name="_Toc436917262"/>
      <w:bookmarkStart w:id="182" w:name="_Toc434499508"/>
      <w:bookmarkStart w:id="183" w:name="_Toc434499581"/>
      <w:bookmarkStart w:id="184" w:name="_Toc434499655"/>
      <w:bookmarkStart w:id="185" w:name="_Toc434499729"/>
      <w:bookmarkStart w:id="186" w:name="_Toc434501863"/>
      <w:bookmarkStart w:id="187" w:name="_Toc435431241"/>
      <w:bookmarkStart w:id="188" w:name="_Toc435536725"/>
      <w:bookmarkStart w:id="189" w:name="_Toc436299945"/>
      <w:bookmarkStart w:id="190" w:name="_Toc436380561"/>
      <w:bookmarkStart w:id="191" w:name="_Toc436820388"/>
      <w:bookmarkStart w:id="192" w:name="_Toc436917267"/>
      <w:bookmarkStart w:id="193" w:name="_Ref381964534"/>
      <w:bookmarkStart w:id="194" w:name="_Toc381968781"/>
      <w:bookmarkStart w:id="195" w:name="_Toc121903962"/>
      <w:bookmarkStart w:id="196" w:name="_Toc175208038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r>
        <w:t>Workplace</w:t>
      </w:r>
      <w:r w:rsidR="00C17D31">
        <w:t xml:space="preserve"> </w:t>
      </w:r>
      <w:r>
        <w:t>Gender</w:t>
      </w:r>
      <w:r w:rsidR="00C17D31">
        <w:t xml:space="preserve"> </w:t>
      </w:r>
      <w:r>
        <w:t>Equality</w:t>
      </w:r>
      <w:r w:rsidR="00C17D31">
        <w:t xml:space="preserve"> </w:t>
      </w:r>
      <w:r>
        <w:t>(Optional)</w:t>
      </w:r>
      <w:bookmarkEnd w:id="193"/>
      <w:bookmarkEnd w:id="194"/>
      <w:bookmarkEnd w:id="195"/>
      <w:bookmarkEnd w:id="196"/>
    </w:p>
    <w:p w14:paraId="3952A15F" w14:textId="661282B4" w:rsidR="00514A46" w:rsidRPr="00DA7E5E" w:rsidRDefault="00514A46" w:rsidP="00C8034B">
      <w:pPr>
        <w:pStyle w:val="NoteToDrafters-ASDEFCON"/>
      </w:pPr>
      <w:r w:rsidRPr="00DA7E5E">
        <w:t>Note</w:t>
      </w:r>
      <w:r w:rsidR="00C17D31">
        <w:t xml:space="preserve"> </w:t>
      </w:r>
      <w:r w:rsidRPr="00DA7E5E">
        <w:t>to</w:t>
      </w:r>
      <w:r w:rsidR="00C17D31">
        <w:t xml:space="preserve"> </w:t>
      </w:r>
      <w:r w:rsidRPr="00DA7E5E">
        <w:t>drafters:</w:t>
      </w:r>
      <w:r w:rsidR="00C17D31">
        <w:t xml:space="preserve">  </w:t>
      </w:r>
      <w:r w:rsidRPr="00DA7E5E">
        <w:t>This</w:t>
      </w:r>
      <w:r w:rsidR="00C17D31">
        <w:t xml:space="preserve"> </w:t>
      </w:r>
      <w:r w:rsidRPr="00DA7E5E">
        <w:t>clause</w:t>
      </w:r>
      <w:r w:rsidR="00C17D31">
        <w:t xml:space="preserve"> </w:t>
      </w:r>
      <w:r w:rsidRPr="00DA7E5E">
        <w:fldChar w:fldCharType="begin"/>
      </w:r>
      <w:r w:rsidRPr="00DA7E5E">
        <w:instrText xml:space="preserve"> REF _Ref381964534 \w \h </w:instrText>
      </w:r>
      <w:r>
        <w:instrText xml:space="preserve"> \* MERGEFORMAT </w:instrText>
      </w:r>
      <w:r w:rsidRPr="00DA7E5E">
        <w:fldChar w:fldCharType="separate"/>
      </w:r>
      <w:r w:rsidR="00857305">
        <w:t>1.6</w:t>
      </w:r>
      <w:r w:rsidRPr="00DA7E5E">
        <w:fldChar w:fldCharType="end"/>
      </w:r>
      <w:r w:rsidR="00C17D31">
        <w:t xml:space="preserve"> </w:t>
      </w:r>
      <w:r w:rsidRPr="00DA7E5E">
        <w:t>must</w:t>
      </w:r>
      <w:r w:rsidR="00C17D31">
        <w:t xml:space="preserve"> </w:t>
      </w:r>
      <w:r w:rsidRPr="00DA7E5E">
        <w:t>be</w:t>
      </w:r>
      <w:r w:rsidR="00C17D31">
        <w:t xml:space="preserve"> </w:t>
      </w:r>
      <w:r w:rsidRPr="00DA7E5E">
        <w:t>used</w:t>
      </w:r>
      <w:r w:rsidR="00C17D31">
        <w:t xml:space="preserve"> </w:t>
      </w:r>
      <w:r w:rsidRPr="00DA7E5E">
        <w:t>for</w:t>
      </w:r>
      <w:r w:rsidR="00C17D31">
        <w:t xml:space="preserve"> </w:t>
      </w:r>
      <w:r w:rsidRPr="00DA7E5E">
        <w:t>procurements</w:t>
      </w:r>
      <w:r w:rsidR="00C17D31">
        <w:t xml:space="preserve"> </w:t>
      </w:r>
      <w:r w:rsidRPr="00DA7E5E">
        <w:t>at</w:t>
      </w:r>
      <w:r w:rsidR="00C17D31">
        <w:t xml:space="preserve"> </w:t>
      </w:r>
      <w:r w:rsidRPr="00DA7E5E">
        <w:t>or</w:t>
      </w:r>
      <w:r w:rsidR="00C17D31">
        <w:t xml:space="preserve"> </w:t>
      </w:r>
      <w:r w:rsidRPr="00DA7E5E">
        <w:t>above</w:t>
      </w:r>
      <w:r w:rsidR="00C17D31">
        <w:t xml:space="preserve"> </w:t>
      </w:r>
      <w:r w:rsidRPr="00DA7E5E">
        <w:t>the</w:t>
      </w:r>
      <w:r w:rsidR="00C17D31">
        <w:t xml:space="preserve"> </w:t>
      </w:r>
      <w:r w:rsidRPr="00DA7E5E">
        <w:t>relevant</w:t>
      </w:r>
      <w:r w:rsidR="00C17D31">
        <w:t xml:space="preserve"> </w:t>
      </w:r>
      <w:r w:rsidRPr="00DA7E5E">
        <w:t>procurement</w:t>
      </w:r>
      <w:r w:rsidR="00C17D31">
        <w:t xml:space="preserve"> </w:t>
      </w:r>
      <w:r w:rsidRPr="00DA7E5E">
        <w:t>threshold</w:t>
      </w:r>
      <w:r w:rsidR="00C17D31">
        <w:t xml:space="preserve"> </w:t>
      </w:r>
      <w:r w:rsidRPr="00DA7E5E">
        <w:t>and</w:t>
      </w:r>
      <w:r w:rsidR="00C17D31">
        <w:t xml:space="preserve"> </w:t>
      </w:r>
      <w:r w:rsidRPr="00DA7E5E">
        <w:t>that</w:t>
      </w:r>
      <w:r w:rsidR="00C17D31">
        <w:t xml:space="preserve"> </w:t>
      </w:r>
      <w:r w:rsidRPr="00DA7E5E">
        <w:t>do</w:t>
      </w:r>
      <w:r w:rsidR="00C17D31">
        <w:t xml:space="preserve"> </w:t>
      </w:r>
      <w:r w:rsidRPr="00DA7E5E">
        <w:t>not</w:t>
      </w:r>
      <w:r w:rsidR="00C17D31">
        <w:t xml:space="preserve"> </w:t>
      </w:r>
      <w:r w:rsidRPr="00DA7E5E">
        <w:t>meet</w:t>
      </w:r>
      <w:r w:rsidR="00C17D31">
        <w:t xml:space="preserve"> </w:t>
      </w:r>
      <w:r w:rsidRPr="00DA7E5E">
        <w:t>the</w:t>
      </w:r>
      <w:r w:rsidR="00C17D31">
        <w:t xml:space="preserve"> </w:t>
      </w:r>
      <w:r w:rsidRPr="00DA7E5E">
        <w:t>exemptions</w:t>
      </w:r>
      <w:r w:rsidR="00C17D31">
        <w:t xml:space="preserve"> </w:t>
      </w:r>
      <w:r w:rsidRPr="00DA7E5E">
        <w:t>set</w:t>
      </w:r>
      <w:r w:rsidR="00C17D31">
        <w:t xml:space="preserve"> </w:t>
      </w:r>
      <w:r w:rsidRPr="00DA7E5E">
        <w:t>out</w:t>
      </w:r>
      <w:r w:rsidR="00C17D31">
        <w:t xml:space="preserve"> </w:t>
      </w:r>
      <w:r w:rsidRPr="00DA7E5E">
        <w:t>at</w:t>
      </w:r>
      <w:r w:rsidR="00C17D31">
        <w:t xml:space="preserve"> </w:t>
      </w:r>
      <w:r w:rsidRPr="00DA7E5E">
        <w:t>Appendix</w:t>
      </w:r>
      <w:r w:rsidR="00C17D31">
        <w:t xml:space="preserve"> </w:t>
      </w:r>
      <w:r w:rsidRPr="00DA7E5E">
        <w:t>A</w:t>
      </w:r>
      <w:r w:rsidR="00C17D31">
        <w:t xml:space="preserve"> </w:t>
      </w:r>
      <w:r w:rsidRPr="00DA7E5E">
        <w:t>to</w:t>
      </w:r>
      <w:r w:rsidR="00C17D31">
        <w:t xml:space="preserve"> </w:t>
      </w:r>
      <w:r w:rsidRPr="00DA7E5E">
        <w:t>the</w:t>
      </w:r>
      <w:r w:rsidR="00C17D31">
        <w:t xml:space="preserve"> </w:t>
      </w:r>
      <w:r w:rsidRPr="00DA7E5E">
        <w:t>CPRs.</w:t>
      </w:r>
      <w:r w:rsidR="00C17D31">
        <w:t xml:space="preserve">  </w:t>
      </w:r>
      <w:r w:rsidRPr="00DA7E5E">
        <w:rPr>
          <w:rFonts w:eastAsia="Calibri"/>
        </w:rPr>
        <w:t>If</w:t>
      </w:r>
      <w:r w:rsidR="00C17D31">
        <w:rPr>
          <w:rFonts w:eastAsia="Calibri"/>
        </w:rPr>
        <w:t xml:space="preserve"> </w:t>
      </w:r>
      <w:r w:rsidRPr="00DA7E5E">
        <w:rPr>
          <w:rFonts w:eastAsia="Calibri"/>
        </w:rPr>
        <w:t>the</w:t>
      </w:r>
      <w:r w:rsidR="00C17D31">
        <w:rPr>
          <w:rFonts w:eastAsia="Calibri"/>
        </w:rPr>
        <w:t xml:space="preserve"> </w:t>
      </w:r>
      <w:r w:rsidRPr="00DA7E5E">
        <w:rPr>
          <w:rFonts w:eastAsia="Calibri"/>
        </w:rPr>
        <w:t>procurement</w:t>
      </w:r>
      <w:r w:rsidR="00C17D31">
        <w:rPr>
          <w:rFonts w:eastAsia="Calibri"/>
        </w:rPr>
        <w:t xml:space="preserve"> </w:t>
      </w:r>
      <w:r w:rsidRPr="00DA7E5E">
        <w:rPr>
          <w:rFonts w:eastAsia="Calibri"/>
        </w:rPr>
        <w:t>is</w:t>
      </w:r>
      <w:r w:rsidR="00C17D31">
        <w:rPr>
          <w:rFonts w:eastAsia="Calibri"/>
        </w:rPr>
        <w:t xml:space="preserve"> </w:t>
      </w:r>
      <w:r w:rsidRPr="00DA7E5E">
        <w:rPr>
          <w:rFonts w:eastAsia="Calibri"/>
        </w:rPr>
        <w:t>specifically</w:t>
      </w:r>
      <w:r w:rsidR="00C17D31">
        <w:rPr>
          <w:rFonts w:eastAsia="Calibri"/>
        </w:rPr>
        <w:t xml:space="preserve"> </w:t>
      </w:r>
      <w:r w:rsidRPr="00DA7E5E">
        <w:rPr>
          <w:rFonts w:eastAsia="Calibri"/>
        </w:rPr>
        <w:t>exempt</w:t>
      </w:r>
      <w:r w:rsidR="00C17D31">
        <w:rPr>
          <w:rFonts w:eastAsia="Calibri"/>
        </w:rPr>
        <w:t xml:space="preserve"> </w:t>
      </w:r>
      <w:r w:rsidRPr="00DA7E5E">
        <w:rPr>
          <w:rFonts w:eastAsia="Calibri"/>
        </w:rPr>
        <w:t>from</w:t>
      </w:r>
      <w:r w:rsidR="00C17D31">
        <w:rPr>
          <w:rFonts w:eastAsia="Calibri"/>
        </w:rPr>
        <w:t xml:space="preserve"> </w:t>
      </w:r>
      <w:r w:rsidRPr="00DA7E5E">
        <w:t>the</w:t>
      </w:r>
      <w:r w:rsidR="00C17D31">
        <w:t xml:space="preserve"> </w:t>
      </w:r>
      <w:r w:rsidRPr="00DA7E5E">
        <w:t>additional</w:t>
      </w:r>
      <w:r w:rsidR="00C17D31">
        <w:t xml:space="preserve"> </w:t>
      </w:r>
      <w:r w:rsidRPr="00DA7E5E">
        <w:t>rules</w:t>
      </w:r>
      <w:r w:rsidR="00C17D31">
        <w:t xml:space="preserve"> </w:t>
      </w:r>
      <w:r w:rsidRPr="00DA7E5E">
        <w:t>detailed</w:t>
      </w:r>
      <w:r w:rsidR="00C17D31">
        <w:t xml:space="preserve"> </w:t>
      </w:r>
      <w:r w:rsidRPr="00DA7E5E">
        <w:t>in</w:t>
      </w:r>
      <w:r w:rsidR="00C17D31">
        <w:t xml:space="preserve"> </w:t>
      </w:r>
      <w:r w:rsidR="00C5341A">
        <w:t>Division</w:t>
      </w:r>
      <w:r w:rsidR="00C17D31">
        <w:t xml:space="preserve"> </w:t>
      </w:r>
      <w:r w:rsidR="00C5341A">
        <w:t>2</w:t>
      </w:r>
      <w:r w:rsidR="00C17D31">
        <w:t xml:space="preserve"> </w:t>
      </w:r>
      <w:r w:rsidR="00C5341A">
        <w:t>of</w:t>
      </w:r>
      <w:r w:rsidR="00C17D31">
        <w:t xml:space="preserve"> </w:t>
      </w:r>
      <w:r w:rsidRPr="00DA7E5E">
        <w:t>the</w:t>
      </w:r>
      <w:r w:rsidR="00C17D31">
        <w:t xml:space="preserve"> </w:t>
      </w:r>
      <w:r w:rsidRPr="00DA7E5E">
        <w:t>CPRs</w:t>
      </w:r>
      <w:r w:rsidR="00C17D31">
        <w:rPr>
          <w:rFonts w:eastAsia="Calibri"/>
        </w:rPr>
        <w:t xml:space="preserve"> </w:t>
      </w:r>
      <w:r w:rsidRPr="00DA7E5E">
        <w:t>as</w:t>
      </w:r>
      <w:r w:rsidR="00C17D31">
        <w:t xml:space="preserve"> </w:t>
      </w:r>
      <w:r w:rsidRPr="00DA7E5E">
        <w:t>a</w:t>
      </w:r>
      <w:r w:rsidR="00C17D31">
        <w:t xml:space="preserve"> </w:t>
      </w:r>
      <w:r w:rsidRPr="00DA7E5E">
        <w:t>result</w:t>
      </w:r>
      <w:r w:rsidR="00C17D31">
        <w:t xml:space="preserve"> </w:t>
      </w:r>
      <w:r w:rsidRPr="00DA7E5E">
        <w:t>of</w:t>
      </w:r>
      <w:r w:rsidR="00C17D31">
        <w:rPr>
          <w:rFonts w:eastAsia="Calibri"/>
        </w:rPr>
        <w:t xml:space="preserve"> </w:t>
      </w:r>
      <w:r w:rsidRPr="00DA7E5E">
        <w:rPr>
          <w:rFonts w:eastAsia="Calibri"/>
        </w:rPr>
        <w:t>a</w:t>
      </w:r>
      <w:r w:rsidR="00C17D31">
        <w:rPr>
          <w:rFonts w:eastAsia="Calibri"/>
        </w:rPr>
        <w:t xml:space="preserve"> </w:t>
      </w:r>
      <w:r w:rsidRPr="00DA7E5E">
        <w:rPr>
          <w:rFonts w:eastAsia="Calibri"/>
        </w:rPr>
        <w:t>D</w:t>
      </w:r>
      <w:r w:rsidRPr="00DA7E5E">
        <w:t>efence</w:t>
      </w:r>
      <w:r w:rsidR="00C17D31">
        <w:t xml:space="preserve"> </w:t>
      </w:r>
      <w:r w:rsidRPr="00DA7E5E">
        <w:t>specific</w:t>
      </w:r>
      <w:r w:rsidR="00C17D31">
        <w:t xml:space="preserve"> </w:t>
      </w:r>
      <w:r w:rsidRPr="00DA7E5E">
        <w:t>exemption</w:t>
      </w:r>
      <w:r w:rsidR="00C17D31">
        <w:t xml:space="preserve"> </w:t>
      </w:r>
      <w:r w:rsidRPr="00DA7E5E">
        <w:t>(a</w:t>
      </w:r>
      <w:r w:rsidR="00C17D31">
        <w:rPr>
          <w:rFonts w:eastAsia="Calibri"/>
        </w:rPr>
        <w:t xml:space="preserve"> </w:t>
      </w:r>
      <w:r w:rsidRPr="00DA7E5E">
        <w:rPr>
          <w:rFonts w:eastAsia="Calibri"/>
        </w:rPr>
        <w:t>list</w:t>
      </w:r>
      <w:r w:rsidR="00C17D31">
        <w:rPr>
          <w:rFonts w:eastAsia="Calibri"/>
        </w:rPr>
        <w:t xml:space="preserve"> </w:t>
      </w:r>
      <w:r w:rsidRPr="00DA7E5E">
        <w:rPr>
          <w:rFonts w:eastAsia="Calibri"/>
        </w:rPr>
        <w:t>of</w:t>
      </w:r>
      <w:r w:rsidR="00C17D31">
        <w:rPr>
          <w:rFonts w:eastAsia="Calibri"/>
        </w:rPr>
        <w:t xml:space="preserve"> </w:t>
      </w:r>
      <w:r w:rsidRPr="00DA7E5E">
        <w:rPr>
          <w:rFonts w:eastAsia="Calibri"/>
        </w:rPr>
        <w:t>Defence</w:t>
      </w:r>
      <w:r w:rsidR="00C17D31">
        <w:rPr>
          <w:rFonts w:eastAsia="Calibri"/>
        </w:rPr>
        <w:t xml:space="preserve"> </w:t>
      </w:r>
      <w:r w:rsidRPr="00DA7E5E">
        <w:rPr>
          <w:rFonts w:eastAsia="Calibri"/>
        </w:rPr>
        <w:t>specific</w:t>
      </w:r>
      <w:r w:rsidR="00C17D31">
        <w:rPr>
          <w:rFonts w:eastAsia="Calibri"/>
        </w:rPr>
        <w:t xml:space="preserve"> </w:t>
      </w:r>
      <w:r w:rsidRPr="00DA7E5E">
        <w:rPr>
          <w:rFonts w:eastAsia="Calibri"/>
        </w:rPr>
        <w:t>exemptions</w:t>
      </w:r>
      <w:r w:rsidR="00C17D31">
        <w:rPr>
          <w:rFonts w:eastAsia="Calibri"/>
        </w:rPr>
        <w:t xml:space="preserve"> </w:t>
      </w:r>
      <w:r w:rsidRPr="00DA7E5E">
        <w:rPr>
          <w:rFonts w:eastAsia="Calibri"/>
        </w:rPr>
        <w:t>is</w:t>
      </w:r>
      <w:r w:rsidR="00C17D31">
        <w:rPr>
          <w:rFonts w:eastAsia="Calibri"/>
        </w:rPr>
        <w:t xml:space="preserve"> </w:t>
      </w:r>
      <w:r w:rsidRPr="00DA7E5E">
        <w:rPr>
          <w:rFonts w:eastAsia="Calibri"/>
        </w:rPr>
        <w:t>found</w:t>
      </w:r>
      <w:r w:rsidR="00C17D31">
        <w:rPr>
          <w:rFonts w:eastAsia="Calibri"/>
        </w:rPr>
        <w:t xml:space="preserve"> </w:t>
      </w:r>
      <w:r w:rsidRPr="00DA7E5E">
        <w:rPr>
          <w:rFonts w:eastAsia="Calibri"/>
        </w:rPr>
        <w:t>in</w:t>
      </w:r>
      <w:r w:rsidR="00C17D31">
        <w:rPr>
          <w:rFonts w:eastAsia="Calibri"/>
        </w:rPr>
        <w:t xml:space="preserve"> </w:t>
      </w:r>
      <w:r w:rsidRPr="00DA7E5E">
        <w:rPr>
          <w:rFonts w:eastAsia="Calibri"/>
        </w:rPr>
        <w:t>the</w:t>
      </w:r>
      <w:r w:rsidR="00C17D31">
        <w:rPr>
          <w:rFonts w:eastAsia="Calibri"/>
        </w:rPr>
        <w:t xml:space="preserve"> </w:t>
      </w:r>
      <w:r w:rsidRPr="00DA7E5E">
        <w:rPr>
          <w:rFonts w:eastAsia="Calibri"/>
        </w:rPr>
        <w:t>DPM</w:t>
      </w:r>
      <w:r w:rsidRPr="00DA7E5E">
        <w:t>)</w:t>
      </w:r>
      <w:r w:rsidR="00C17D31">
        <w:rPr>
          <w:rFonts w:eastAsia="Calibri"/>
        </w:rPr>
        <w:t xml:space="preserve"> </w:t>
      </w:r>
      <w:r w:rsidRPr="00DA7E5E">
        <w:rPr>
          <w:rFonts w:eastAsia="Calibri"/>
        </w:rPr>
        <w:t>the</w:t>
      </w:r>
      <w:r w:rsidR="00C17D31">
        <w:rPr>
          <w:rFonts w:eastAsia="Calibri"/>
        </w:rPr>
        <w:t xml:space="preserve"> </w:t>
      </w:r>
      <w:r w:rsidRPr="00DA7E5E">
        <w:rPr>
          <w:rFonts w:eastAsia="Calibri"/>
        </w:rPr>
        <w:t>procurement</w:t>
      </w:r>
      <w:r w:rsidR="00C17D31">
        <w:rPr>
          <w:rFonts w:eastAsia="Calibri"/>
        </w:rPr>
        <w:t xml:space="preserve"> </w:t>
      </w:r>
      <w:r w:rsidRPr="00DA7E5E">
        <w:rPr>
          <w:rFonts w:eastAsia="Calibri"/>
        </w:rPr>
        <w:t>will</w:t>
      </w:r>
      <w:r w:rsidR="00C17D31">
        <w:rPr>
          <w:rFonts w:eastAsia="Calibri"/>
        </w:rPr>
        <w:t xml:space="preserve"> </w:t>
      </w:r>
      <w:r w:rsidRPr="00DA7E5E">
        <w:rPr>
          <w:rFonts w:eastAsia="Calibri"/>
        </w:rPr>
        <w:t>still</w:t>
      </w:r>
      <w:r w:rsidR="00C17D31">
        <w:rPr>
          <w:rFonts w:eastAsia="Calibri"/>
        </w:rPr>
        <w:t xml:space="preserve"> </w:t>
      </w:r>
      <w:r w:rsidRPr="00DA7E5E">
        <w:rPr>
          <w:rFonts w:eastAsia="Calibri"/>
        </w:rPr>
        <w:t>be</w:t>
      </w:r>
      <w:r w:rsidR="00C17D31">
        <w:rPr>
          <w:rFonts w:eastAsia="Calibri"/>
        </w:rPr>
        <w:t xml:space="preserve"> </w:t>
      </w:r>
      <w:r w:rsidRPr="00DA7E5E">
        <w:t>subject</w:t>
      </w:r>
      <w:r w:rsidR="00C17D31">
        <w:t xml:space="preserve"> </w:t>
      </w:r>
      <w:r w:rsidRPr="00DA7E5E">
        <w:t>to</w:t>
      </w:r>
      <w:r w:rsidR="00C17D31">
        <w:t xml:space="preserve"> </w:t>
      </w:r>
      <w:r w:rsidRPr="00DA7E5E">
        <w:t>the</w:t>
      </w:r>
      <w:r w:rsidR="00C17D31">
        <w:t xml:space="preserve"> </w:t>
      </w:r>
      <w:r w:rsidRPr="00DA7E5E">
        <w:t>Workplace</w:t>
      </w:r>
      <w:r w:rsidR="00C17D31">
        <w:t xml:space="preserve"> </w:t>
      </w:r>
      <w:r w:rsidRPr="00DA7E5E">
        <w:t>Gender</w:t>
      </w:r>
      <w:r w:rsidR="00C17D31">
        <w:t xml:space="preserve"> </w:t>
      </w:r>
      <w:r w:rsidRPr="00DA7E5E">
        <w:t>Equality</w:t>
      </w:r>
      <w:r w:rsidR="00C17D31">
        <w:t xml:space="preserve"> </w:t>
      </w:r>
      <w:r w:rsidRPr="00DA7E5E">
        <w:t>Procurement</w:t>
      </w:r>
      <w:r w:rsidR="00C17D31">
        <w:t xml:space="preserve"> </w:t>
      </w:r>
      <w:r w:rsidRPr="00DA7E5E">
        <w:t>Principles</w:t>
      </w:r>
      <w:r w:rsidR="00C17D31">
        <w:t xml:space="preserve"> </w:t>
      </w:r>
      <w:r w:rsidRPr="00DA7E5E">
        <w:t>and</w:t>
      </w:r>
      <w:r w:rsidR="00C17D31">
        <w:t xml:space="preserve"> </w:t>
      </w:r>
      <w:r w:rsidRPr="00DA7E5E">
        <w:t>this</w:t>
      </w:r>
      <w:r w:rsidR="00C17D31">
        <w:t xml:space="preserve"> </w:t>
      </w:r>
      <w:r w:rsidRPr="00DA7E5E">
        <w:t>clause</w:t>
      </w:r>
      <w:r w:rsidR="00C17D31">
        <w:t xml:space="preserve"> </w:t>
      </w:r>
      <w:r w:rsidRPr="00DA7E5E">
        <w:t>is</w:t>
      </w:r>
      <w:r w:rsidR="00C17D31">
        <w:t xml:space="preserve"> </w:t>
      </w:r>
      <w:r w:rsidRPr="00DA7E5E">
        <w:t>to</w:t>
      </w:r>
      <w:r w:rsidR="00C17D31">
        <w:t xml:space="preserve"> </w:t>
      </w:r>
      <w:r w:rsidRPr="00DA7E5E">
        <w:t>be</w:t>
      </w:r>
      <w:r w:rsidR="00C17D31">
        <w:t xml:space="preserve"> </w:t>
      </w:r>
      <w:r w:rsidRPr="00DA7E5E">
        <w:t>used.</w:t>
      </w:r>
    </w:p>
    <w:p w14:paraId="3F468A0B" w14:textId="27ED6A2C" w:rsidR="00A91604" w:rsidRDefault="00514A46" w:rsidP="00C8034B">
      <w:pPr>
        <w:pStyle w:val="NoteToTenderers-ASDEFCON"/>
      </w:pPr>
      <w:r w:rsidRPr="001314B8">
        <w:t>Note</w:t>
      </w:r>
      <w:r w:rsidR="00C17D31">
        <w:t xml:space="preserve"> </w:t>
      </w:r>
      <w:r w:rsidRPr="001314B8">
        <w:t>to</w:t>
      </w:r>
      <w:r w:rsidR="00C17D31">
        <w:t xml:space="preserve"> </w:t>
      </w:r>
      <w:r>
        <w:t>tenderers</w:t>
      </w:r>
      <w:r w:rsidRPr="0002353F">
        <w:t>:</w:t>
      </w:r>
      <w:r w:rsidR="00C17D31">
        <w:t xml:space="preserve">  </w:t>
      </w:r>
      <w:r>
        <w:t>The</w:t>
      </w:r>
      <w:r w:rsidR="00C17D31">
        <w:t xml:space="preserve"> </w:t>
      </w:r>
      <w:r w:rsidRPr="0002353F">
        <w:t>Workplace</w:t>
      </w:r>
      <w:r w:rsidR="00C17D31">
        <w:t xml:space="preserve"> </w:t>
      </w:r>
      <w:r w:rsidRPr="0002353F">
        <w:t>Gender</w:t>
      </w:r>
      <w:r w:rsidR="00C17D31">
        <w:t xml:space="preserve"> </w:t>
      </w:r>
      <w:r w:rsidRPr="0002353F">
        <w:t>Equality</w:t>
      </w:r>
      <w:r w:rsidR="00C17D31">
        <w:t xml:space="preserve"> </w:t>
      </w:r>
      <w:r w:rsidRPr="0002353F">
        <w:t>Procurement</w:t>
      </w:r>
      <w:r w:rsidR="00C17D31">
        <w:t xml:space="preserve"> </w:t>
      </w:r>
      <w:r w:rsidRPr="0002353F">
        <w:t>Principles</w:t>
      </w:r>
      <w:r w:rsidR="00C17D31">
        <w:t xml:space="preserve"> </w:t>
      </w:r>
      <w:r w:rsidRPr="00AD29CD">
        <w:t>prevent</w:t>
      </w:r>
      <w:r w:rsidR="00C17D31">
        <w:t xml:space="preserve"> </w:t>
      </w:r>
      <w:r w:rsidRPr="00AD29CD">
        <w:t>the</w:t>
      </w:r>
      <w:r w:rsidR="00C17D31">
        <w:t xml:space="preserve"> </w:t>
      </w:r>
      <w:r w:rsidRPr="00AD29CD">
        <w:t>Commonwealth</w:t>
      </w:r>
      <w:r w:rsidR="00C17D31">
        <w:t xml:space="preserve"> </w:t>
      </w:r>
      <w:r w:rsidRPr="00AD29CD">
        <w:t>from</w:t>
      </w:r>
      <w:r w:rsidR="00C17D31">
        <w:t xml:space="preserve"> </w:t>
      </w:r>
      <w:r w:rsidRPr="00AD29CD">
        <w:t>entering</w:t>
      </w:r>
      <w:r w:rsidR="00C17D31">
        <w:t xml:space="preserve"> </w:t>
      </w:r>
      <w:r w:rsidRPr="00AD29CD">
        <w:t>into</w:t>
      </w:r>
      <w:r w:rsidR="00C17D31">
        <w:t xml:space="preserve"> </w:t>
      </w:r>
      <w:r w:rsidRPr="00AD29CD">
        <w:t>contracts</w:t>
      </w:r>
      <w:r w:rsidR="00C17D31">
        <w:t xml:space="preserve"> </w:t>
      </w:r>
      <w:r w:rsidRPr="00AD29CD">
        <w:t>with</w:t>
      </w:r>
      <w:r w:rsidR="00C17D31">
        <w:t xml:space="preserve"> </w:t>
      </w:r>
      <w:r w:rsidRPr="00AD29CD">
        <w:t>suppliers</w:t>
      </w:r>
      <w:r w:rsidR="00C17D31">
        <w:t xml:space="preserve"> </w:t>
      </w:r>
      <w:r w:rsidRPr="00AD29CD">
        <w:t>who</w:t>
      </w:r>
      <w:r w:rsidR="00C17D31">
        <w:t xml:space="preserve"> </w:t>
      </w:r>
      <w:r w:rsidRPr="00AD29CD">
        <w:t>are</w:t>
      </w:r>
      <w:r w:rsidR="00C17D31">
        <w:t xml:space="preserve"> </w:t>
      </w:r>
      <w:r w:rsidRPr="00AD29CD">
        <w:t>non-compliant</w:t>
      </w:r>
      <w:r w:rsidR="00C17D31">
        <w:t xml:space="preserve"> </w:t>
      </w:r>
      <w:r w:rsidRPr="00AD29CD">
        <w:t>under</w:t>
      </w:r>
      <w:r w:rsidR="00C17D31">
        <w:t xml:space="preserve"> </w:t>
      </w:r>
      <w:r w:rsidRPr="00AD29CD">
        <w:t>the</w:t>
      </w:r>
      <w:r w:rsidR="00C17D31">
        <w:t xml:space="preserve"> </w:t>
      </w:r>
      <w:r w:rsidRPr="00AD29CD">
        <w:t>Workplace</w:t>
      </w:r>
      <w:r w:rsidR="00C17D31">
        <w:t xml:space="preserve"> </w:t>
      </w:r>
      <w:r w:rsidRPr="00AD29CD">
        <w:t>Gender</w:t>
      </w:r>
      <w:r w:rsidR="00C17D31">
        <w:t xml:space="preserve"> </w:t>
      </w:r>
      <w:r w:rsidRPr="00AD29CD">
        <w:t>Equality</w:t>
      </w:r>
      <w:r w:rsidR="00C17D31">
        <w:t xml:space="preserve"> </w:t>
      </w:r>
      <w:r w:rsidRPr="00AD29CD">
        <w:t>Act</w:t>
      </w:r>
      <w:r w:rsidR="00C17D31">
        <w:t xml:space="preserve"> </w:t>
      </w:r>
      <w:r w:rsidRPr="00AD29CD">
        <w:t>2012</w:t>
      </w:r>
      <w:r w:rsidR="00C17D31">
        <w:t xml:space="preserve"> </w:t>
      </w:r>
      <w:r w:rsidRPr="00AD29CD">
        <w:t>(Cth)</w:t>
      </w:r>
      <w:r w:rsidR="00C17D31">
        <w:t xml:space="preserve"> </w:t>
      </w:r>
      <w:r>
        <w:t>(WGE</w:t>
      </w:r>
      <w:r w:rsidR="00C17D31">
        <w:t xml:space="preserve"> </w:t>
      </w:r>
      <w:r>
        <w:t>Act)</w:t>
      </w:r>
      <w:r w:rsidRPr="00AD29CD">
        <w:t>.</w:t>
      </w:r>
      <w:r w:rsidR="00C17D31">
        <w:t xml:space="preserve">  </w:t>
      </w:r>
      <w:r w:rsidRPr="007E31F9">
        <w:t>In</w:t>
      </w:r>
      <w:r w:rsidR="00C17D31">
        <w:t xml:space="preserve"> </w:t>
      </w:r>
      <w:r w:rsidRPr="007E31F9">
        <w:t>performing</w:t>
      </w:r>
      <w:r w:rsidR="00C17D31">
        <w:t xml:space="preserve"> </w:t>
      </w:r>
      <w:r>
        <w:t>any</w:t>
      </w:r>
      <w:r w:rsidR="00C17D31">
        <w:t xml:space="preserve"> </w:t>
      </w:r>
      <w:r>
        <w:t>resultant</w:t>
      </w:r>
      <w:r w:rsidR="00C17D31">
        <w:t xml:space="preserve"> </w:t>
      </w:r>
      <w:r w:rsidRPr="007E31F9">
        <w:t>Contract,</w:t>
      </w:r>
      <w:r w:rsidR="00C17D31">
        <w:t xml:space="preserve"> </w:t>
      </w:r>
      <w:r w:rsidRPr="007E31F9">
        <w:t>the</w:t>
      </w:r>
      <w:r w:rsidR="00C17D31">
        <w:t xml:space="preserve"> </w:t>
      </w:r>
      <w:r>
        <w:t>tenderer</w:t>
      </w:r>
      <w:r w:rsidR="00C17D31">
        <w:t xml:space="preserve"> </w:t>
      </w:r>
      <w:r>
        <w:t>is</w:t>
      </w:r>
      <w:r w:rsidR="00C17D31">
        <w:t xml:space="preserve"> </w:t>
      </w:r>
      <w:r>
        <w:t>to</w:t>
      </w:r>
      <w:r w:rsidR="00C17D31">
        <w:t xml:space="preserve"> </w:t>
      </w:r>
      <w:r w:rsidRPr="007E31F9">
        <w:t>comply</w:t>
      </w:r>
      <w:r w:rsidR="00C17D31">
        <w:t xml:space="preserve"> </w:t>
      </w:r>
      <w:r w:rsidRPr="007E31F9">
        <w:t>with</w:t>
      </w:r>
      <w:r w:rsidR="00C17D31">
        <w:t xml:space="preserve"> </w:t>
      </w:r>
      <w:r w:rsidRPr="007E31F9">
        <w:t>its</w:t>
      </w:r>
      <w:r w:rsidR="00C17D31">
        <w:t xml:space="preserve"> </w:t>
      </w:r>
      <w:r w:rsidRPr="007E31F9">
        <w:t>obligations</w:t>
      </w:r>
      <w:r w:rsidR="00C17D31">
        <w:t xml:space="preserve"> </w:t>
      </w:r>
      <w:r w:rsidRPr="007E31F9">
        <w:t>under</w:t>
      </w:r>
      <w:r w:rsidR="00C17D31">
        <w:t xml:space="preserve"> </w:t>
      </w:r>
      <w:r w:rsidRPr="007E31F9">
        <w:t>the</w:t>
      </w:r>
      <w:r w:rsidR="00C17D31">
        <w:t xml:space="preserve"> </w:t>
      </w:r>
      <w:r>
        <w:t>WGE</w:t>
      </w:r>
      <w:r w:rsidR="00C17D31">
        <w:t xml:space="preserve"> </w:t>
      </w:r>
      <w:r>
        <w:t>Act</w:t>
      </w:r>
      <w:r w:rsidRPr="00DC0F32">
        <w:t>.</w:t>
      </w:r>
      <w:r w:rsidR="00C17D31">
        <w:t xml:space="preserve">  </w:t>
      </w:r>
      <w:r>
        <w:t>Information</w:t>
      </w:r>
      <w:r w:rsidR="00C17D31">
        <w:t xml:space="preserve"> </w:t>
      </w:r>
      <w:r>
        <w:t>about</w:t>
      </w:r>
      <w:r w:rsidR="00C17D31">
        <w:t xml:space="preserve"> </w:t>
      </w:r>
      <w:r>
        <w:t>the</w:t>
      </w:r>
      <w:r w:rsidR="00C17D31">
        <w:t xml:space="preserve"> </w:t>
      </w:r>
      <w:r>
        <w:t>coverage</w:t>
      </w:r>
      <w:r w:rsidR="00C17D31">
        <w:t xml:space="preserve"> </w:t>
      </w:r>
      <w:r>
        <w:t>of</w:t>
      </w:r>
      <w:r w:rsidR="00C17D31">
        <w:t xml:space="preserve"> </w:t>
      </w:r>
      <w:r>
        <w:t>the</w:t>
      </w:r>
      <w:r w:rsidR="00C17D31">
        <w:t xml:space="preserve"> </w:t>
      </w:r>
      <w:r>
        <w:t>Workplace</w:t>
      </w:r>
      <w:r w:rsidR="00C17D31">
        <w:t xml:space="preserve"> </w:t>
      </w:r>
      <w:r>
        <w:t>Gender</w:t>
      </w:r>
      <w:r w:rsidR="00C17D31">
        <w:t xml:space="preserve"> </w:t>
      </w:r>
      <w:r>
        <w:t>Equality</w:t>
      </w:r>
      <w:r w:rsidR="00C17D31">
        <w:t xml:space="preserve"> </w:t>
      </w:r>
      <w:r>
        <w:t>Procurement</w:t>
      </w:r>
      <w:r w:rsidR="00C17D31">
        <w:t xml:space="preserve"> </w:t>
      </w:r>
      <w:r>
        <w:t>Principles</w:t>
      </w:r>
      <w:r w:rsidR="00C17D31">
        <w:t xml:space="preserve"> </w:t>
      </w:r>
      <w:r>
        <w:t>is</w:t>
      </w:r>
      <w:r w:rsidR="00C17D31">
        <w:t xml:space="preserve"> </w:t>
      </w:r>
      <w:r>
        <w:t>available</w:t>
      </w:r>
      <w:r w:rsidR="00C17D31">
        <w:t xml:space="preserve"> </w:t>
      </w:r>
      <w:r>
        <w:t>from</w:t>
      </w:r>
      <w:r w:rsidR="00C17D31">
        <w:t xml:space="preserve"> </w:t>
      </w:r>
      <w:r>
        <w:t>the</w:t>
      </w:r>
      <w:r w:rsidR="00C17D31">
        <w:t xml:space="preserve"> </w:t>
      </w:r>
      <w:r w:rsidR="00F76AD7" w:rsidRPr="00EA7CF8">
        <w:t>Workplace</w:t>
      </w:r>
      <w:r w:rsidR="00C17D31">
        <w:t xml:space="preserve"> </w:t>
      </w:r>
      <w:r w:rsidR="00F76AD7" w:rsidRPr="00EA7CF8">
        <w:t>Gender</w:t>
      </w:r>
      <w:r w:rsidR="00C17D31">
        <w:t xml:space="preserve"> </w:t>
      </w:r>
      <w:r w:rsidR="00F76AD7" w:rsidRPr="00EA7CF8">
        <w:t>Equality</w:t>
      </w:r>
      <w:r w:rsidR="00C17D31">
        <w:t xml:space="preserve"> </w:t>
      </w:r>
      <w:r w:rsidR="00F76AD7">
        <w:t>Agency</w:t>
      </w:r>
      <w:r w:rsidR="00C17D31">
        <w:t xml:space="preserve"> </w:t>
      </w:r>
      <w:r w:rsidR="00F76AD7" w:rsidRPr="00EA7CF8">
        <w:t>at:</w:t>
      </w:r>
    </w:p>
    <w:p w14:paraId="32057B9A" w14:textId="6F2D2E45" w:rsidR="00514A46" w:rsidRPr="00702C44" w:rsidRDefault="00857305" w:rsidP="00702C44">
      <w:pPr>
        <w:pStyle w:val="NoteToTenderersBullets-ASDEFCON"/>
        <w:rPr>
          <w:color w:val="000000" w:themeColor="text1"/>
        </w:rPr>
      </w:pPr>
      <w:hyperlink r:id="rId15" w:history="1">
        <w:r w:rsidR="00702C44" w:rsidRPr="00C119EC">
          <w:rPr>
            <w:rStyle w:val="Hyperlink"/>
          </w:rPr>
          <w:t>https://www.wgea.gov.au/about-us/workplace-gender-equality-procurement-principles</w:t>
        </w:r>
      </w:hyperlink>
      <w:r w:rsidR="00702C44">
        <w:rPr>
          <w:color w:val="000000" w:themeColor="text1"/>
        </w:rPr>
        <w:t>.</w:t>
      </w:r>
    </w:p>
    <w:p w14:paraId="17637E5E" w14:textId="2B2D5FBC" w:rsidR="00514A46" w:rsidRDefault="00514A46" w:rsidP="00C8034B">
      <w:pPr>
        <w:pStyle w:val="COTCOCLV3-ASDEFCON"/>
      </w:pPr>
      <w:r>
        <w:t>In</w:t>
      </w:r>
      <w:r w:rsidR="00C17D31">
        <w:t xml:space="preserve"> </w:t>
      </w:r>
      <w:r>
        <w:t>accordance</w:t>
      </w:r>
      <w:r w:rsidR="00C17D31">
        <w:t xml:space="preserve"> </w:t>
      </w:r>
      <w:r>
        <w:t>with</w:t>
      </w:r>
      <w:r w:rsidR="00C17D31">
        <w:t xml:space="preserve"> </w:t>
      </w:r>
      <w:r>
        <w:t>the</w:t>
      </w:r>
      <w:r w:rsidR="00C17D31">
        <w:t xml:space="preserve"> </w:t>
      </w:r>
      <w:r w:rsidRPr="00F00C50">
        <w:t>Workplace</w:t>
      </w:r>
      <w:r w:rsidR="00C17D31">
        <w:t xml:space="preserve"> </w:t>
      </w:r>
      <w:r w:rsidRPr="00F00C50">
        <w:t>Gender</w:t>
      </w:r>
      <w:r w:rsidR="00C17D31">
        <w:t xml:space="preserve"> </w:t>
      </w:r>
      <w:r w:rsidRPr="00F00C50">
        <w:t>Equality</w:t>
      </w:r>
      <w:r w:rsidR="00C17D31">
        <w:t xml:space="preserve"> </w:t>
      </w:r>
      <w:r w:rsidRPr="00F00C50">
        <w:t>Procurement</w:t>
      </w:r>
      <w:r w:rsidR="00C17D31">
        <w:t xml:space="preserve"> </w:t>
      </w:r>
      <w:r w:rsidRPr="00F00C50">
        <w:t>Principles</w:t>
      </w:r>
      <w:r>
        <w:t>,</w:t>
      </w:r>
      <w:r w:rsidR="00C17D31">
        <w:rPr>
          <w:bCs/>
        </w:rPr>
        <w:t xml:space="preserve"> </w:t>
      </w:r>
      <w:r>
        <w:rPr>
          <w:bCs/>
        </w:rPr>
        <w:t>the</w:t>
      </w:r>
      <w:r w:rsidR="00C17D31">
        <w:rPr>
          <w:bCs/>
        </w:rPr>
        <w:t xml:space="preserve"> </w:t>
      </w:r>
      <w:r w:rsidRPr="002660A0">
        <w:t>Commonwealth</w:t>
      </w:r>
      <w:r w:rsidR="00C17D31">
        <w:rPr>
          <w:bCs/>
        </w:rPr>
        <w:t xml:space="preserve"> </w:t>
      </w:r>
      <w:r w:rsidRPr="005475AD">
        <w:rPr>
          <w:bCs/>
        </w:rPr>
        <w:t>will</w:t>
      </w:r>
      <w:r w:rsidR="00C17D31">
        <w:rPr>
          <w:bCs/>
        </w:rPr>
        <w:t xml:space="preserve"> </w:t>
      </w:r>
      <w:r w:rsidRPr="005475AD">
        <w:rPr>
          <w:bCs/>
        </w:rPr>
        <w:t>no</w:t>
      </w:r>
      <w:r w:rsidRPr="00BF3D3C">
        <w:rPr>
          <w:bCs/>
        </w:rPr>
        <w:t>t</w:t>
      </w:r>
      <w:r w:rsidR="00C17D31">
        <w:rPr>
          <w:bCs/>
        </w:rPr>
        <w:t xml:space="preserve"> </w:t>
      </w:r>
      <w:r w:rsidRPr="00BF3D3C">
        <w:rPr>
          <w:bCs/>
        </w:rPr>
        <w:t>enter</w:t>
      </w:r>
      <w:r w:rsidR="00C17D31">
        <w:rPr>
          <w:bCs/>
        </w:rPr>
        <w:t xml:space="preserve"> </w:t>
      </w:r>
      <w:r w:rsidRPr="00BF3D3C">
        <w:rPr>
          <w:bCs/>
        </w:rPr>
        <w:t>into</w:t>
      </w:r>
      <w:r w:rsidR="00C17D31">
        <w:rPr>
          <w:bCs/>
        </w:rPr>
        <w:t xml:space="preserve"> </w:t>
      </w:r>
      <w:r>
        <w:rPr>
          <w:bCs/>
        </w:rPr>
        <w:t>any</w:t>
      </w:r>
      <w:r w:rsidR="00C17D31">
        <w:rPr>
          <w:bCs/>
        </w:rPr>
        <w:t xml:space="preserve"> </w:t>
      </w:r>
      <w:r>
        <w:rPr>
          <w:bCs/>
        </w:rPr>
        <w:t>resultant</w:t>
      </w:r>
      <w:r w:rsidR="00C17D31">
        <w:rPr>
          <w:bCs/>
        </w:rPr>
        <w:t xml:space="preserve"> </w:t>
      </w:r>
      <w:r>
        <w:rPr>
          <w:bCs/>
        </w:rPr>
        <w:t>Contract</w:t>
      </w:r>
      <w:r w:rsidR="00C17D31">
        <w:rPr>
          <w:bCs/>
        </w:rPr>
        <w:t xml:space="preserve"> </w:t>
      </w:r>
      <w:r>
        <w:rPr>
          <w:bCs/>
        </w:rPr>
        <w:t>with</w:t>
      </w:r>
      <w:r w:rsidR="00C17D31">
        <w:rPr>
          <w:bCs/>
        </w:rPr>
        <w:t xml:space="preserve"> </w:t>
      </w:r>
      <w:r>
        <w:rPr>
          <w:bCs/>
        </w:rPr>
        <w:t>a</w:t>
      </w:r>
      <w:r w:rsidR="00C17D31">
        <w:rPr>
          <w:bCs/>
        </w:rPr>
        <w:t xml:space="preserve"> </w:t>
      </w:r>
      <w:r>
        <w:rPr>
          <w:bCs/>
        </w:rPr>
        <w:t>tenderer</w:t>
      </w:r>
      <w:r w:rsidR="00C17D31">
        <w:rPr>
          <w:bCs/>
        </w:rPr>
        <w:t xml:space="preserve"> </w:t>
      </w:r>
      <w:r w:rsidRPr="00BF3D3C">
        <w:t>who</w:t>
      </w:r>
      <w:r w:rsidR="00C17D31">
        <w:t xml:space="preserve"> </w:t>
      </w:r>
      <w:r w:rsidRPr="00BF3D3C">
        <w:t>is</w:t>
      </w:r>
      <w:r w:rsidR="00C17D31">
        <w:t xml:space="preserve"> </w:t>
      </w:r>
      <w:r w:rsidRPr="00BF3D3C">
        <w:t>non-compliant</w:t>
      </w:r>
      <w:r w:rsidR="00C17D31">
        <w:t xml:space="preserve"> </w:t>
      </w:r>
      <w:r w:rsidRPr="00BF3D3C">
        <w:t>under</w:t>
      </w:r>
      <w:r w:rsidR="00C17D31">
        <w:t xml:space="preserve"> </w:t>
      </w:r>
      <w:r w:rsidRPr="00BF3D3C">
        <w:t>the</w:t>
      </w:r>
      <w:r w:rsidR="00C17D31">
        <w:t xml:space="preserve"> </w:t>
      </w:r>
      <w:r w:rsidRPr="00DA3211">
        <w:rPr>
          <w:i/>
        </w:rPr>
        <w:t>Workplace</w:t>
      </w:r>
      <w:r w:rsidR="00C17D31">
        <w:rPr>
          <w:i/>
        </w:rPr>
        <w:t xml:space="preserve"> </w:t>
      </w:r>
      <w:r w:rsidRPr="00DA3211">
        <w:rPr>
          <w:i/>
        </w:rPr>
        <w:t>Gender</w:t>
      </w:r>
      <w:r w:rsidR="00C17D31">
        <w:rPr>
          <w:i/>
        </w:rPr>
        <w:t xml:space="preserve"> </w:t>
      </w:r>
      <w:r w:rsidRPr="00DA3211">
        <w:rPr>
          <w:i/>
        </w:rPr>
        <w:t>Equality</w:t>
      </w:r>
      <w:r w:rsidR="00C17D31">
        <w:rPr>
          <w:i/>
        </w:rPr>
        <w:t xml:space="preserve"> </w:t>
      </w:r>
      <w:r w:rsidRPr="00DA3211">
        <w:rPr>
          <w:i/>
        </w:rPr>
        <w:t>Act</w:t>
      </w:r>
      <w:r w:rsidR="00C17D31">
        <w:t xml:space="preserve"> </w:t>
      </w:r>
      <w:r w:rsidRPr="00216757">
        <w:rPr>
          <w:i/>
        </w:rPr>
        <w:t>2012</w:t>
      </w:r>
      <w:r w:rsidR="00C17D31">
        <w:rPr>
          <w:i/>
        </w:rPr>
        <w:t xml:space="preserve"> </w:t>
      </w:r>
      <w:r>
        <w:t>(Cth).</w:t>
      </w:r>
      <w:bookmarkStart w:id="197" w:name="_Toc355615680"/>
      <w:bookmarkStart w:id="198" w:name="_Toc360718160"/>
      <w:bookmarkStart w:id="199" w:name="_Toc381709611"/>
      <w:bookmarkStart w:id="200" w:name="_Toc381709853"/>
      <w:bookmarkStart w:id="201" w:name="_Toc381971228"/>
      <w:bookmarkStart w:id="202" w:name="_Toc384134047"/>
      <w:bookmarkStart w:id="203" w:name="_Toc384729955"/>
      <w:bookmarkStart w:id="204" w:name="_Toc384730061"/>
      <w:bookmarkStart w:id="205" w:name="_Toc384730167"/>
      <w:bookmarkStart w:id="206" w:name="_Toc384741956"/>
      <w:bookmarkStart w:id="207" w:name="_Toc384743173"/>
      <w:bookmarkStart w:id="208" w:name="_Toc384743332"/>
      <w:bookmarkStart w:id="209" w:name="_Toc384824645"/>
      <w:bookmarkStart w:id="210" w:name="_Toc384902186"/>
      <w:bookmarkStart w:id="211" w:name="_Toc229445693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14:paraId="5EF39132" w14:textId="46F752C1" w:rsidR="00514A46" w:rsidRPr="00CF2417" w:rsidRDefault="00514A46" w:rsidP="00C8034B">
      <w:pPr>
        <w:pStyle w:val="COTCOCLV2-ASDEFCON"/>
      </w:pPr>
      <w:bookmarkStart w:id="212" w:name="_Toc121903963"/>
      <w:bookmarkStart w:id="213" w:name="_Toc175208039"/>
      <w:r>
        <w:t>Procurement</w:t>
      </w:r>
      <w:r w:rsidR="00C17D31">
        <w:t xml:space="preserve"> </w:t>
      </w:r>
      <w:r>
        <w:t>Complaints</w:t>
      </w:r>
      <w:r w:rsidR="00C17D31">
        <w:t xml:space="preserve"> </w:t>
      </w:r>
      <w:r w:rsidRPr="00CF2417">
        <w:t>(</w:t>
      </w:r>
      <w:r>
        <w:t>Core</w:t>
      </w:r>
      <w:r w:rsidRPr="00CF2417">
        <w:t>)</w:t>
      </w:r>
      <w:bookmarkEnd w:id="212"/>
      <w:bookmarkEnd w:id="213"/>
    </w:p>
    <w:p w14:paraId="41161C15" w14:textId="33550913" w:rsidR="00514A46" w:rsidRDefault="00514A46" w:rsidP="00C8034B">
      <w:pPr>
        <w:pStyle w:val="COTCOCLV3-ASDEFCON"/>
      </w:pPr>
      <w:r>
        <w:t>In</w:t>
      </w:r>
      <w:r w:rsidR="00C17D31">
        <w:t xml:space="preserve"> </w:t>
      </w:r>
      <w:r>
        <w:t>the</w:t>
      </w:r>
      <w:r w:rsidR="00C17D31">
        <w:t xml:space="preserve"> </w:t>
      </w:r>
      <w:r>
        <w:t>event</w:t>
      </w:r>
      <w:r w:rsidR="00C17D31">
        <w:t xml:space="preserve"> </w:t>
      </w:r>
      <w:r>
        <w:t>t</w:t>
      </w:r>
      <w:r w:rsidRPr="001638C8">
        <w:t>enderer</w:t>
      </w:r>
      <w:r>
        <w:t>s</w:t>
      </w:r>
      <w:r w:rsidR="00C17D31">
        <w:t xml:space="preserve"> </w:t>
      </w:r>
      <w:r>
        <w:t>wish</w:t>
      </w:r>
      <w:r w:rsidR="00C17D31">
        <w:t xml:space="preserve"> </w:t>
      </w:r>
      <w:r>
        <w:t>to</w:t>
      </w:r>
      <w:r w:rsidR="00C17D31">
        <w:t xml:space="preserve"> </w:t>
      </w:r>
      <w:r>
        <w:t>lodge</w:t>
      </w:r>
      <w:r w:rsidR="00C17D31">
        <w:t xml:space="preserve"> </w:t>
      </w:r>
      <w:r>
        <w:t>a</w:t>
      </w:r>
      <w:r w:rsidR="00C17D31">
        <w:t xml:space="preserve"> </w:t>
      </w:r>
      <w:r>
        <w:t>formal</w:t>
      </w:r>
      <w:r w:rsidR="00C17D31">
        <w:t xml:space="preserve"> </w:t>
      </w:r>
      <w:r>
        <w:t>complaint</w:t>
      </w:r>
      <w:r w:rsidR="00C17D31">
        <w:t xml:space="preserve"> </w:t>
      </w:r>
      <w:r>
        <w:t>regarding</w:t>
      </w:r>
      <w:r w:rsidR="00C17D31">
        <w:t xml:space="preserve"> </w:t>
      </w:r>
      <w:r>
        <w:t>this</w:t>
      </w:r>
      <w:r w:rsidR="00C17D31">
        <w:t xml:space="preserve"> </w:t>
      </w:r>
      <w:r>
        <w:t>procurement,</w:t>
      </w:r>
      <w:r w:rsidR="00C17D31">
        <w:t xml:space="preserve"> </w:t>
      </w:r>
      <w:r>
        <w:t>the</w:t>
      </w:r>
      <w:r w:rsidR="00C17D31">
        <w:t xml:space="preserve"> </w:t>
      </w:r>
      <w:r>
        <w:t>complaint</w:t>
      </w:r>
      <w:r w:rsidR="00C17D31">
        <w:t xml:space="preserve"> </w:t>
      </w:r>
      <w:r>
        <w:t>is</w:t>
      </w:r>
      <w:r w:rsidR="00C17D31">
        <w:t xml:space="preserve"> </w:t>
      </w:r>
      <w:r>
        <w:t>to</w:t>
      </w:r>
      <w:r w:rsidR="00C17D31">
        <w:t xml:space="preserve"> </w:t>
      </w:r>
      <w:r>
        <w:t>be</w:t>
      </w:r>
      <w:r w:rsidR="00C17D31">
        <w:t xml:space="preserve"> </w:t>
      </w:r>
      <w:r>
        <w:t>directed</w:t>
      </w:r>
      <w:r w:rsidR="00C17D31">
        <w:t xml:space="preserve"> </w:t>
      </w:r>
      <w:r>
        <w:t>in</w:t>
      </w:r>
      <w:r w:rsidR="00C17D31">
        <w:t xml:space="preserve"> </w:t>
      </w:r>
      <w:r>
        <w:t>writing</w:t>
      </w:r>
      <w:r w:rsidR="00C17D31">
        <w:t xml:space="preserve"> </w:t>
      </w:r>
      <w:r>
        <w:t>to:</w:t>
      </w:r>
      <w:r w:rsidR="00C17D31">
        <w:t xml:space="preserve"> </w:t>
      </w:r>
      <w:hyperlink r:id="rId16" w:history="1">
        <w:r w:rsidRPr="00B95CDB">
          <w:rPr>
            <w:rStyle w:val="Hyperlink"/>
          </w:rPr>
          <w:t>procurement.complaints@defence.gov.au</w:t>
        </w:r>
      </w:hyperlink>
      <w:r>
        <w:t>.</w:t>
      </w:r>
      <w:r w:rsidR="00C17D31">
        <w:t xml:space="preserve">  </w:t>
      </w:r>
      <w:r>
        <w:t>On</w:t>
      </w:r>
      <w:r w:rsidR="00C17D31">
        <w:t xml:space="preserve"> </w:t>
      </w:r>
      <w:r>
        <w:t>the</w:t>
      </w:r>
      <w:r w:rsidR="00C17D31">
        <w:t xml:space="preserve"> </w:t>
      </w:r>
      <w:r>
        <w:t>request</w:t>
      </w:r>
      <w:r w:rsidR="00C17D31">
        <w:t xml:space="preserve"> </w:t>
      </w:r>
      <w:r>
        <w:t>of</w:t>
      </w:r>
      <w:r w:rsidR="00C17D31">
        <w:t xml:space="preserve"> </w:t>
      </w:r>
      <w:r>
        <w:t>the</w:t>
      </w:r>
      <w:r w:rsidR="00C17D31">
        <w:t xml:space="preserve"> </w:t>
      </w:r>
      <w:r>
        <w:t>Commonwealth,</w:t>
      </w:r>
      <w:r w:rsidR="00C17D31">
        <w:t xml:space="preserve"> </w:t>
      </w:r>
      <w:r>
        <w:t>tenderers</w:t>
      </w:r>
      <w:r w:rsidR="00C17D31">
        <w:t xml:space="preserve"> </w:t>
      </w:r>
      <w:r>
        <w:t>are</w:t>
      </w:r>
      <w:r w:rsidR="00C17D31">
        <w:t xml:space="preserve"> </w:t>
      </w:r>
      <w:r>
        <w:t>to</w:t>
      </w:r>
      <w:r w:rsidR="00C17D31">
        <w:t xml:space="preserve"> </w:t>
      </w:r>
      <w:r w:rsidRPr="001638C8">
        <w:t>cooperate</w:t>
      </w:r>
      <w:r w:rsidR="00C17D31">
        <w:t xml:space="preserve"> </w:t>
      </w:r>
      <w:r w:rsidRPr="001638C8">
        <w:t>with</w:t>
      </w:r>
      <w:r w:rsidR="00C17D31">
        <w:t xml:space="preserve"> </w:t>
      </w:r>
      <w:r w:rsidRPr="001638C8">
        <w:t>the</w:t>
      </w:r>
      <w:r w:rsidR="00C17D31">
        <w:t xml:space="preserve"> </w:t>
      </w:r>
      <w:r w:rsidRPr="001638C8">
        <w:t>Commonwealth</w:t>
      </w:r>
      <w:r w:rsidR="00C17D31">
        <w:t xml:space="preserve"> </w:t>
      </w:r>
      <w:r w:rsidRPr="001638C8">
        <w:t>in</w:t>
      </w:r>
      <w:r w:rsidR="00C17D31">
        <w:t xml:space="preserve"> </w:t>
      </w:r>
      <w:r w:rsidRPr="001638C8">
        <w:t>the</w:t>
      </w:r>
      <w:r w:rsidR="00C17D31">
        <w:t xml:space="preserve"> </w:t>
      </w:r>
      <w:r w:rsidRPr="001638C8">
        <w:t>resolution</w:t>
      </w:r>
      <w:r w:rsidR="00C17D31">
        <w:t xml:space="preserve"> </w:t>
      </w:r>
      <w:r w:rsidRPr="001638C8">
        <w:t>of</w:t>
      </w:r>
      <w:r w:rsidR="00C17D31">
        <w:t xml:space="preserve"> </w:t>
      </w:r>
      <w:r w:rsidRPr="001638C8">
        <w:t>any</w:t>
      </w:r>
      <w:r w:rsidR="00C17D31">
        <w:t xml:space="preserve"> </w:t>
      </w:r>
      <w:r w:rsidRPr="001638C8">
        <w:t>complaint</w:t>
      </w:r>
      <w:r w:rsidR="00C17D31">
        <w:t xml:space="preserve"> </w:t>
      </w:r>
      <w:r>
        <w:t>regarding</w:t>
      </w:r>
      <w:r w:rsidR="00C17D31">
        <w:t xml:space="preserve"> </w:t>
      </w:r>
      <w:r w:rsidRPr="001638C8">
        <w:t>this</w:t>
      </w:r>
      <w:r w:rsidR="00C17D31">
        <w:t xml:space="preserve"> </w:t>
      </w:r>
      <w:r w:rsidRPr="001638C8">
        <w:t>procurement.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2"/>
      </w:tblGrid>
      <w:tr w:rsidR="00F84DC7" w14:paraId="73279B12" w14:textId="77777777" w:rsidTr="00514A46">
        <w:tc>
          <w:tcPr>
            <w:tcW w:w="9072" w:type="dxa"/>
            <w:shd w:val="clear" w:color="auto" w:fill="auto"/>
          </w:tcPr>
          <w:p w14:paraId="08402135" w14:textId="64559B94" w:rsidR="00514A46" w:rsidRDefault="00514A46" w:rsidP="008C4BB1">
            <w:pPr>
              <w:pStyle w:val="ASDEFCONOption"/>
            </w:pPr>
            <w:r>
              <w:t>Option:</w:t>
            </w:r>
            <w:r w:rsidR="00C17D31">
              <w:t xml:space="preserve">  </w:t>
            </w:r>
            <w:r>
              <w:t>For</w:t>
            </w:r>
            <w:r w:rsidR="00C17D31">
              <w:t xml:space="preserve"> </w:t>
            </w:r>
            <w:r>
              <w:t>an</w:t>
            </w:r>
            <w:r w:rsidR="00C17D31">
              <w:t xml:space="preserve"> </w:t>
            </w:r>
            <w:r>
              <w:t>RFT</w:t>
            </w:r>
            <w:r w:rsidR="00C17D31">
              <w:t xml:space="preserve"> </w:t>
            </w:r>
            <w:r>
              <w:t>covered</w:t>
            </w:r>
            <w:r w:rsidR="00C17D31">
              <w:t xml:space="preserve"> </w:t>
            </w:r>
            <w:r>
              <w:t>by</w:t>
            </w:r>
            <w:r w:rsidR="00C17D31">
              <w:t xml:space="preserve"> </w:t>
            </w:r>
            <w:r>
              <w:t>a</w:t>
            </w:r>
            <w:r w:rsidR="00C17D31">
              <w:t xml:space="preserve"> </w:t>
            </w:r>
            <w:r>
              <w:t>public</w:t>
            </w:r>
            <w:r w:rsidR="00C17D31">
              <w:t xml:space="preserve"> </w:t>
            </w:r>
            <w:r>
              <w:t>interest</w:t>
            </w:r>
            <w:r w:rsidR="00C17D31">
              <w:t xml:space="preserve"> </w:t>
            </w:r>
            <w:r>
              <w:t>certificate.</w:t>
            </w:r>
          </w:p>
          <w:p w14:paraId="1F469DFC" w14:textId="380F63F5" w:rsidR="00514A46" w:rsidRDefault="00514A46" w:rsidP="00C8034B">
            <w:pPr>
              <w:pStyle w:val="COTCOCLV3-ASDEFCON"/>
            </w:pPr>
            <w:r w:rsidRPr="00CF2417">
              <w:t>A</w:t>
            </w:r>
            <w:r w:rsidR="00C17D31">
              <w:t xml:space="preserve"> </w:t>
            </w:r>
            <w:r w:rsidRPr="00CF2417">
              <w:t>public</w:t>
            </w:r>
            <w:r w:rsidR="00C17D31">
              <w:t xml:space="preserve"> </w:t>
            </w:r>
            <w:r w:rsidRPr="00CF2417">
              <w:t>interest</w:t>
            </w:r>
            <w:r w:rsidR="00C17D31">
              <w:t xml:space="preserve"> </w:t>
            </w:r>
            <w:r w:rsidRPr="00CF2417">
              <w:t>certificate</w:t>
            </w:r>
            <w:r w:rsidR="00C17D31">
              <w:t xml:space="preserve"> </w:t>
            </w:r>
            <w:r w:rsidRPr="00CF2417">
              <w:t>under</w:t>
            </w:r>
            <w:r w:rsidR="00C17D31">
              <w:t xml:space="preserve"> </w:t>
            </w:r>
            <w:r w:rsidRPr="00CF2417">
              <w:t>the</w:t>
            </w:r>
            <w:r w:rsidR="00C17D31">
              <w:t xml:space="preserve"> </w:t>
            </w:r>
            <w:r w:rsidRPr="00293ECF">
              <w:rPr>
                <w:i/>
              </w:rPr>
              <w:t>Government</w:t>
            </w:r>
            <w:r w:rsidR="00C17D31">
              <w:rPr>
                <w:i/>
              </w:rPr>
              <w:t xml:space="preserve"> </w:t>
            </w:r>
            <w:r w:rsidRPr="00293ECF">
              <w:rPr>
                <w:i/>
              </w:rPr>
              <w:t>Procurement</w:t>
            </w:r>
            <w:r w:rsidR="00C17D31">
              <w:rPr>
                <w:i/>
              </w:rPr>
              <w:t xml:space="preserve"> </w:t>
            </w:r>
            <w:r w:rsidRPr="00293ECF">
              <w:rPr>
                <w:i/>
              </w:rPr>
              <w:t>(Judicial</w:t>
            </w:r>
            <w:r w:rsidR="00C17D31">
              <w:rPr>
                <w:i/>
              </w:rPr>
              <w:t xml:space="preserve"> </w:t>
            </w:r>
            <w:r w:rsidRPr="00293ECF">
              <w:rPr>
                <w:i/>
              </w:rPr>
              <w:t>Review)</w:t>
            </w:r>
            <w:r w:rsidR="00C17D31">
              <w:rPr>
                <w:i/>
              </w:rPr>
              <w:t xml:space="preserve"> </w:t>
            </w:r>
            <w:r w:rsidRPr="00293ECF">
              <w:rPr>
                <w:i/>
              </w:rPr>
              <w:t>Act</w:t>
            </w:r>
            <w:r w:rsidR="00C17D31">
              <w:rPr>
                <w:i/>
              </w:rPr>
              <w:t xml:space="preserve"> </w:t>
            </w:r>
            <w:r w:rsidRPr="00293ECF">
              <w:rPr>
                <w:i/>
              </w:rPr>
              <w:t>2018</w:t>
            </w:r>
            <w:r w:rsidR="00C17D31">
              <w:t xml:space="preserve"> </w:t>
            </w:r>
            <w:r w:rsidRPr="00CF2417">
              <w:t>(Cth)</w:t>
            </w:r>
            <w:r w:rsidR="00C17D31">
              <w:t xml:space="preserve"> </w:t>
            </w:r>
            <w:r w:rsidRPr="00CF2417">
              <w:t>covering</w:t>
            </w:r>
            <w:r w:rsidR="00C17D31">
              <w:t xml:space="preserve"> </w:t>
            </w:r>
            <w:r w:rsidRPr="00CF2417">
              <w:t>this</w:t>
            </w:r>
            <w:r w:rsidR="00C17D31">
              <w:t xml:space="preserve"> </w:t>
            </w:r>
            <w:r w:rsidRPr="00CF2417">
              <w:t>procurement</w:t>
            </w:r>
            <w:r w:rsidR="00C17D31">
              <w:t xml:space="preserve"> </w:t>
            </w:r>
            <w:r w:rsidRPr="00CF2417">
              <w:t>is</w:t>
            </w:r>
            <w:r w:rsidR="00C17D31">
              <w:t xml:space="preserve"> </w:t>
            </w:r>
            <w:r w:rsidRPr="00CF2417">
              <w:t>in</w:t>
            </w:r>
            <w:r w:rsidR="00C17D31">
              <w:t xml:space="preserve"> </w:t>
            </w:r>
            <w:r w:rsidRPr="00CF2417">
              <w:t>force.</w:t>
            </w:r>
          </w:p>
        </w:tc>
      </w:tr>
    </w:tbl>
    <w:p w14:paraId="3CDFA471" w14:textId="77777777" w:rsidR="006B3176" w:rsidRDefault="006B3176" w:rsidP="00C8034B">
      <w:pPr>
        <w:pStyle w:val="ASDEFCONOptionSpace"/>
      </w:pPr>
      <w:bookmarkStart w:id="214" w:name="_Toc6470526"/>
      <w:bookmarkStart w:id="215" w:name="_Toc6470527"/>
      <w:bookmarkStart w:id="216" w:name="_Toc6470528"/>
      <w:bookmarkStart w:id="217" w:name="_Ref11672750"/>
      <w:bookmarkEnd w:id="214"/>
      <w:bookmarkEnd w:id="215"/>
      <w:bookmarkEnd w:id="216"/>
    </w:p>
    <w:p w14:paraId="5174E92A" w14:textId="61E11CA1" w:rsidR="00514A46" w:rsidRDefault="00514A46" w:rsidP="00C8034B">
      <w:pPr>
        <w:pStyle w:val="COTCOCLV2-ASDEFCON"/>
      </w:pPr>
      <w:bookmarkStart w:id="218" w:name="_Toc121903964"/>
      <w:bookmarkStart w:id="219" w:name="_Ref138258658"/>
      <w:bookmarkStart w:id="220" w:name="_Ref138258670"/>
      <w:bookmarkStart w:id="221" w:name="_Toc175208040"/>
      <w:r>
        <w:t>Statement</w:t>
      </w:r>
      <w:r w:rsidR="00C17D31">
        <w:t xml:space="preserve"> </w:t>
      </w:r>
      <w:r>
        <w:t>of</w:t>
      </w:r>
      <w:r w:rsidR="00C17D31">
        <w:t xml:space="preserve"> </w:t>
      </w:r>
      <w:r>
        <w:t>Tax</w:t>
      </w:r>
      <w:r w:rsidR="00C17D31">
        <w:t xml:space="preserve"> </w:t>
      </w:r>
      <w:r>
        <w:t>Record</w:t>
      </w:r>
      <w:r w:rsidR="00C17D31">
        <w:t xml:space="preserve"> </w:t>
      </w:r>
      <w:r>
        <w:t>(Optional)</w:t>
      </w:r>
      <w:bookmarkEnd w:id="217"/>
      <w:bookmarkEnd w:id="218"/>
      <w:bookmarkEnd w:id="219"/>
      <w:bookmarkEnd w:id="220"/>
      <w:bookmarkEnd w:id="221"/>
    </w:p>
    <w:p w14:paraId="0D21D231" w14:textId="0E63A314" w:rsidR="00514A46" w:rsidRDefault="00514A46" w:rsidP="00C8034B">
      <w:pPr>
        <w:pStyle w:val="NoteToDrafters-ASDEFCON"/>
      </w:pPr>
      <w:r w:rsidRPr="00E9648A">
        <w:t>Note</w:t>
      </w:r>
      <w:r w:rsidR="00C17D31">
        <w:t xml:space="preserve"> </w:t>
      </w:r>
      <w:r w:rsidRPr="00E9648A">
        <w:t>to</w:t>
      </w:r>
      <w:r w:rsidR="00C17D31">
        <w:t xml:space="preserve"> </w:t>
      </w:r>
      <w:r w:rsidRPr="00E9648A">
        <w:t>drafters:</w:t>
      </w:r>
      <w:r w:rsidR="00C17D31">
        <w:t xml:space="preserve">  </w:t>
      </w:r>
      <w:r w:rsidRPr="00E9648A">
        <w:t>This</w:t>
      </w:r>
      <w:r w:rsidR="00C17D31">
        <w:t xml:space="preserve"> </w:t>
      </w:r>
      <w:r w:rsidRPr="00E9648A">
        <w:t>clause</w:t>
      </w:r>
      <w:r w:rsidR="00C17D31">
        <w:t xml:space="preserve"> </w:t>
      </w:r>
      <w:r w:rsidRPr="00E9648A">
        <w:t>must</w:t>
      </w:r>
      <w:r w:rsidR="00C17D31">
        <w:t xml:space="preserve"> </w:t>
      </w:r>
      <w:r w:rsidRPr="00E9648A">
        <w:t>be</w:t>
      </w:r>
      <w:r w:rsidR="00C17D31">
        <w:t xml:space="preserve"> </w:t>
      </w:r>
      <w:r w:rsidRPr="00E9648A">
        <w:t>used</w:t>
      </w:r>
      <w:r w:rsidR="00C17D31">
        <w:t xml:space="preserve"> </w:t>
      </w:r>
      <w:r w:rsidRPr="00E9648A">
        <w:t>when</w:t>
      </w:r>
      <w:r w:rsidR="00C17D31">
        <w:t xml:space="preserve"> </w:t>
      </w:r>
      <w:r w:rsidRPr="00E9648A">
        <w:t>a</w:t>
      </w:r>
      <w:r w:rsidR="00C17D31">
        <w:t xml:space="preserve"> </w:t>
      </w:r>
      <w:r w:rsidRPr="00E9648A">
        <w:t>procurement</w:t>
      </w:r>
      <w:r w:rsidR="00C17D31">
        <w:t xml:space="preserve"> </w:t>
      </w:r>
      <w:r w:rsidRPr="00E9648A">
        <w:t>is</w:t>
      </w:r>
      <w:r w:rsidR="00C17D31">
        <w:t xml:space="preserve"> </w:t>
      </w:r>
      <w:r w:rsidRPr="00E9648A">
        <w:t>conducted</w:t>
      </w:r>
      <w:r w:rsidR="00C17D31">
        <w:t xml:space="preserve"> </w:t>
      </w:r>
      <w:r w:rsidRPr="00E9648A">
        <w:t>by</w:t>
      </w:r>
      <w:r w:rsidR="00C17D31">
        <w:t xml:space="preserve"> </w:t>
      </w:r>
      <w:r w:rsidRPr="00E9648A">
        <w:t>open</w:t>
      </w:r>
      <w:r w:rsidR="00C17D31">
        <w:t xml:space="preserve"> </w:t>
      </w:r>
      <w:r w:rsidRPr="00E9648A">
        <w:t>tender,</w:t>
      </w:r>
      <w:r w:rsidR="00C17D31">
        <w:t xml:space="preserve"> </w:t>
      </w:r>
      <w:r w:rsidRPr="00E9648A">
        <w:t>is</w:t>
      </w:r>
      <w:r w:rsidR="00C17D31">
        <w:t xml:space="preserve"> </w:t>
      </w:r>
      <w:r w:rsidRPr="00E9648A">
        <w:t>subject</w:t>
      </w:r>
      <w:r w:rsidR="00C17D31">
        <w:t xml:space="preserve"> </w:t>
      </w:r>
      <w:r w:rsidRPr="00E9648A">
        <w:t>to</w:t>
      </w:r>
      <w:r w:rsidR="00C17D31">
        <w:t xml:space="preserve"> </w:t>
      </w:r>
      <w:r w:rsidRPr="00E9648A">
        <w:t>the</w:t>
      </w:r>
      <w:r w:rsidR="00C17D31">
        <w:t xml:space="preserve"> </w:t>
      </w:r>
      <w:r w:rsidRPr="00E9648A">
        <w:t>CPRs</w:t>
      </w:r>
      <w:r w:rsidR="00C17D31">
        <w:t xml:space="preserve"> </w:t>
      </w:r>
      <w:r w:rsidRPr="00E9648A">
        <w:t>and</w:t>
      </w:r>
      <w:r w:rsidR="00C17D31">
        <w:t xml:space="preserve"> </w:t>
      </w:r>
      <w:r w:rsidRPr="00E9648A">
        <w:t>has</w:t>
      </w:r>
      <w:r w:rsidR="00C17D31">
        <w:t xml:space="preserve"> </w:t>
      </w:r>
      <w:r w:rsidRPr="00E9648A">
        <w:t>an</w:t>
      </w:r>
      <w:r w:rsidR="00C17D31">
        <w:t xml:space="preserve"> </w:t>
      </w:r>
      <w:r w:rsidRPr="00E9648A">
        <w:t>estimated</w:t>
      </w:r>
      <w:r w:rsidR="00C17D31">
        <w:t xml:space="preserve"> </w:t>
      </w:r>
      <w:r w:rsidRPr="00E9648A">
        <w:t>value</w:t>
      </w:r>
      <w:r w:rsidR="00C17D31">
        <w:t xml:space="preserve"> </w:t>
      </w:r>
      <w:r w:rsidRPr="00E9648A">
        <w:t>over</w:t>
      </w:r>
      <w:r w:rsidR="00C17D31">
        <w:t xml:space="preserve"> </w:t>
      </w:r>
      <w:r w:rsidRPr="00E9648A">
        <w:t>$4</w:t>
      </w:r>
      <w:r w:rsidR="00C17D31">
        <w:t xml:space="preserve"> </w:t>
      </w:r>
      <w:r w:rsidRPr="00E9648A">
        <w:t>million</w:t>
      </w:r>
      <w:r w:rsidR="00C17D31">
        <w:t xml:space="preserve"> </w:t>
      </w:r>
      <w:r w:rsidRPr="00E9648A">
        <w:t>(inc</w:t>
      </w:r>
      <w:r w:rsidR="00C17D31">
        <w:t xml:space="preserve"> </w:t>
      </w:r>
      <w:r w:rsidRPr="00E9648A">
        <w:t>GST).</w:t>
      </w:r>
      <w:r w:rsidR="00C17D31">
        <w:t xml:space="preserve">  </w:t>
      </w:r>
      <w:r>
        <w:t>After</w:t>
      </w:r>
      <w:r w:rsidR="00C17D31">
        <w:t xml:space="preserve"> </w:t>
      </w:r>
      <w:r>
        <w:t>tailoring</w:t>
      </w:r>
      <w:r w:rsidR="00C17D31">
        <w:t xml:space="preserve"> </w:t>
      </w:r>
      <w:r>
        <w:t>Annex</w:t>
      </w:r>
      <w:r w:rsidR="00C17D31">
        <w:t xml:space="preserve"> </w:t>
      </w:r>
      <w:r>
        <w:t>C,</w:t>
      </w:r>
      <w:r w:rsidR="00C17D31">
        <w:t xml:space="preserve"> </w:t>
      </w:r>
      <w:r>
        <w:t>drafters</w:t>
      </w:r>
      <w:r w:rsidR="00C17D31">
        <w:t xml:space="preserve"> </w:t>
      </w:r>
      <w:r>
        <w:t>should</w:t>
      </w:r>
      <w:r w:rsidR="00C17D31">
        <w:t xml:space="preserve"> </w:t>
      </w:r>
      <w:r>
        <w:t>amend</w:t>
      </w:r>
      <w:r w:rsidR="00C17D31">
        <w:t xml:space="preserve"> </w:t>
      </w:r>
      <w:r>
        <w:t>the</w:t>
      </w:r>
      <w:r w:rsidR="00C17D31">
        <w:t xml:space="preserve"> </w:t>
      </w:r>
      <w:r>
        <w:t>references</w:t>
      </w:r>
      <w:r w:rsidR="00C17D31">
        <w:t xml:space="preserve"> </w:t>
      </w:r>
      <w:r>
        <w:t>in</w:t>
      </w:r>
      <w:r w:rsidR="00C17D31">
        <w:t xml:space="preserve"> </w:t>
      </w:r>
      <w:r>
        <w:t>the</w:t>
      </w:r>
      <w:r w:rsidR="00C17D31">
        <w:t xml:space="preserve"> </w:t>
      </w:r>
      <w:r>
        <w:t>clauses</w:t>
      </w:r>
      <w:r w:rsidR="00C17D31">
        <w:t xml:space="preserve"> </w:t>
      </w:r>
      <w:r>
        <w:t>below</w:t>
      </w:r>
      <w:r w:rsidR="00C17D31">
        <w:t xml:space="preserve"> </w:t>
      </w:r>
      <w:r>
        <w:t>to</w:t>
      </w:r>
      <w:r w:rsidR="00C17D31">
        <w:t xml:space="preserve"> </w:t>
      </w:r>
      <w:r>
        <w:t>Table</w:t>
      </w:r>
      <w:r w:rsidR="00C17D31">
        <w:t xml:space="preserve"> </w:t>
      </w:r>
      <w:r w:rsidR="00306516">
        <w:t xml:space="preserve">1 </w:t>
      </w:r>
      <w:r>
        <w:t>of</w:t>
      </w:r>
      <w:r w:rsidR="00C17D31">
        <w:t xml:space="preserve"> </w:t>
      </w:r>
      <w:r>
        <w:t>Annex</w:t>
      </w:r>
      <w:r w:rsidR="00C17D31">
        <w:t xml:space="preserve"> </w:t>
      </w:r>
      <w:r>
        <w:t>C,</w:t>
      </w:r>
      <w:r w:rsidR="00C17D31">
        <w:t xml:space="preserve"> </w:t>
      </w:r>
      <w:r>
        <w:t>if</w:t>
      </w:r>
      <w:r w:rsidR="00C17D31">
        <w:t xml:space="preserve"> </w:t>
      </w:r>
      <w:r>
        <w:t>necessary.</w:t>
      </w:r>
    </w:p>
    <w:p w14:paraId="4C20B15B" w14:textId="3324D707" w:rsidR="00A91604" w:rsidRDefault="00514A46" w:rsidP="00C8034B">
      <w:pPr>
        <w:pStyle w:val="NoteToTenderers-ASDEFCON"/>
      </w:pPr>
      <w:r w:rsidRPr="00E9648A">
        <w:t>Note</w:t>
      </w:r>
      <w:r w:rsidR="00C17D31">
        <w:t xml:space="preserve"> </w:t>
      </w:r>
      <w:r w:rsidRPr="00E9648A">
        <w:t>to</w:t>
      </w:r>
      <w:r w:rsidR="00C17D31">
        <w:t xml:space="preserve"> </w:t>
      </w:r>
      <w:r w:rsidRPr="00E9648A">
        <w:t>tenderers:</w:t>
      </w:r>
      <w:r w:rsidR="00C17D31">
        <w:t xml:space="preserve">  </w:t>
      </w:r>
      <w:r w:rsidRPr="00E9648A">
        <w:t>The</w:t>
      </w:r>
      <w:r w:rsidR="00C17D31">
        <w:t xml:space="preserve"> </w:t>
      </w:r>
      <w:r w:rsidR="008E0C7E">
        <w:t>Shadow</w:t>
      </w:r>
      <w:r w:rsidR="00C17D31">
        <w:t xml:space="preserve"> </w:t>
      </w:r>
      <w:r w:rsidRPr="00E9648A">
        <w:t>Economy</w:t>
      </w:r>
      <w:r w:rsidR="00C17D31">
        <w:t xml:space="preserve"> </w:t>
      </w:r>
      <w:r w:rsidRPr="00E9648A">
        <w:t>Procurement</w:t>
      </w:r>
      <w:r w:rsidR="00C17D31">
        <w:t xml:space="preserve"> </w:t>
      </w:r>
      <w:r w:rsidRPr="00E9648A">
        <w:t>Connected</w:t>
      </w:r>
      <w:r w:rsidR="00C17D31">
        <w:t xml:space="preserve"> </w:t>
      </w:r>
      <w:r w:rsidRPr="00E9648A">
        <w:t>Policy</w:t>
      </w:r>
      <w:r w:rsidR="00C17D31">
        <w:t xml:space="preserve"> </w:t>
      </w:r>
      <w:r w:rsidRPr="00E9648A">
        <w:t>imposes</w:t>
      </w:r>
      <w:r w:rsidR="00C17D31">
        <w:t xml:space="preserve"> </w:t>
      </w:r>
      <w:r w:rsidRPr="00E9648A">
        <w:t>obligations</w:t>
      </w:r>
      <w:r w:rsidR="00C17D31">
        <w:t xml:space="preserve"> </w:t>
      </w:r>
      <w:r w:rsidRPr="00E9648A">
        <w:t>on</w:t>
      </w:r>
      <w:r w:rsidR="00C17D31">
        <w:t xml:space="preserve"> </w:t>
      </w:r>
      <w:r w:rsidRPr="00E9648A">
        <w:t>the</w:t>
      </w:r>
      <w:r w:rsidR="00C17D31">
        <w:t xml:space="preserve"> </w:t>
      </w:r>
      <w:r w:rsidRPr="00E9648A">
        <w:t>Commonwealth</w:t>
      </w:r>
      <w:r w:rsidR="00C17D31">
        <w:t xml:space="preserve"> </w:t>
      </w:r>
      <w:r w:rsidRPr="00E9648A">
        <w:t>to</w:t>
      </w:r>
      <w:r w:rsidR="00C17D31">
        <w:t xml:space="preserve"> </w:t>
      </w:r>
      <w:r w:rsidRPr="00E9648A">
        <w:t>obtain</w:t>
      </w:r>
      <w:r w:rsidR="00C17D31">
        <w:t xml:space="preserve"> </w:t>
      </w:r>
      <w:r w:rsidRPr="00E9648A">
        <w:t>from</w:t>
      </w:r>
      <w:r w:rsidR="00C17D31">
        <w:t xml:space="preserve"> </w:t>
      </w:r>
      <w:r w:rsidRPr="00E9648A">
        <w:t>tenderers</w:t>
      </w:r>
      <w:r w:rsidR="00C17D31">
        <w:t xml:space="preserve"> </w:t>
      </w:r>
      <w:r w:rsidRPr="00E9648A">
        <w:t>satisfactory</w:t>
      </w:r>
      <w:r w:rsidR="00C17D31">
        <w:t xml:space="preserve"> </w:t>
      </w:r>
      <w:r w:rsidRPr="00E9648A">
        <w:t>and</w:t>
      </w:r>
      <w:r w:rsidR="00C17D31">
        <w:t xml:space="preserve"> </w:t>
      </w:r>
      <w:r w:rsidRPr="00E9648A">
        <w:t>valid</w:t>
      </w:r>
      <w:r w:rsidR="00C17D31">
        <w:t xml:space="preserve"> </w:t>
      </w:r>
      <w:r w:rsidRPr="00E9648A">
        <w:t>STRs.</w:t>
      </w:r>
      <w:r w:rsidR="00C17D31">
        <w:t xml:space="preserve">  </w:t>
      </w:r>
      <w:r w:rsidRPr="00E9648A">
        <w:t>Further</w:t>
      </w:r>
      <w:r w:rsidR="00C17D31">
        <w:t xml:space="preserve"> </w:t>
      </w:r>
      <w:r w:rsidRPr="00E9648A">
        <w:t>information</w:t>
      </w:r>
      <w:r w:rsidR="00C17D31">
        <w:t xml:space="preserve"> </w:t>
      </w:r>
      <w:r w:rsidRPr="00E9648A">
        <w:t>about</w:t>
      </w:r>
      <w:r w:rsidR="00C17D31">
        <w:t xml:space="preserve"> </w:t>
      </w:r>
      <w:r w:rsidRPr="00E9648A">
        <w:t>the</w:t>
      </w:r>
      <w:r w:rsidR="00C17D31">
        <w:t xml:space="preserve"> </w:t>
      </w:r>
      <w:r w:rsidRPr="00E9648A">
        <w:t>requirements</w:t>
      </w:r>
      <w:r w:rsidR="00C17D31">
        <w:t xml:space="preserve"> </w:t>
      </w:r>
      <w:r w:rsidRPr="00E9648A">
        <w:t>arising</w:t>
      </w:r>
      <w:r w:rsidR="00C17D31">
        <w:t xml:space="preserve"> </w:t>
      </w:r>
      <w:r w:rsidRPr="00E9648A">
        <w:t>under</w:t>
      </w:r>
      <w:r w:rsidR="00C17D31">
        <w:t xml:space="preserve"> </w:t>
      </w:r>
      <w:r w:rsidRPr="00E9648A">
        <w:t>the</w:t>
      </w:r>
      <w:r w:rsidR="00C17D31">
        <w:t xml:space="preserve"> </w:t>
      </w:r>
      <w:r w:rsidR="008E0C7E">
        <w:t>Shadow</w:t>
      </w:r>
      <w:r w:rsidR="00C17D31">
        <w:t xml:space="preserve"> </w:t>
      </w:r>
      <w:r w:rsidRPr="00E9648A">
        <w:t>Economy</w:t>
      </w:r>
      <w:r w:rsidR="00C17D31">
        <w:t xml:space="preserve"> </w:t>
      </w:r>
      <w:r w:rsidRPr="00E9648A">
        <w:t>Procurement</w:t>
      </w:r>
      <w:r w:rsidR="00C17D31">
        <w:t xml:space="preserve"> </w:t>
      </w:r>
      <w:r w:rsidRPr="00E9648A">
        <w:t>Connected</w:t>
      </w:r>
      <w:r w:rsidR="00C17D31">
        <w:t xml:space="preserve"> </w:t>
      </w:r>
      <w:r w:rsidRPr="00E9648A">
        <w:t>Policy</w:t>
      </w:r>
      <w:r w:rsidR="00C17D31">
        <w:t xml:space="preserve"> </w:t>
      </w:r>
      <w:r w:rsidRPr="00E9648A">
        <w:t>is</w:t>
      </w:r>
      <w:r w:rsidR="00C17D31">
        <w:t xml:space="preserve"> </w:t>
      </w:r>
      <w:r w:rsidRPr="00E9648A">
        <w:t>available</w:t>
      </w:r>
      <w:r w:rsidR="00C17D31">
        <w:t xml:space="preserve"> </w:t>
      </w:r>
      <w:r w:rsidRPr="00E9648A">
        <w:t>from</w:t>
      </w:r>
      <w:r w:rsidR="00C17D31">
        <w:t xml:space="preserve"> </w:t>
      </w:r>
      <w:r w:rsidRPr="00E9648A">
        <w:t>the</w:t>
      </w:r>
      <w:r w:rsidR="00C17D31">
        <w:t xml:space="preserve"> </w:t>
      </w:r>
      <w:r w:rsidRPr="00E9648A">
        <w:t>Department</w:t>
      </w:r>
      <w:r w:rsidR="00C17D31">
        <w:t xml:space="preserve"> </w:t>
      </w:r>
      <w:r w:rsidRPr="00E9648A">
        <w:t>of</w:t>
      </w:r>
      <w:r w:rsidR="00C17D31">
        <w:t xml:space="preserve"> </w:t>
      </w:r>
      <w:r w:rsidRPr="00E9648A">
        <w:t>Treasury</w:t>
      </w:r>
      <w:r w:rsidR="00C17D31">
        <w:t xml:space="preserve"> </w:t>
      </w:r>
      <w:r w:rsidRPr="00E9648A">
        <w:t>at</w:t>
      </w:r>
      <w:r w:rsidR="00C17D31">
        <w:t>:</w:t>
      </w:r>
    </w:p>
    <w:p w14:paraId="658964C9" w14:textId="6049E90E" w:rsidR="00514A46" w:rsidRDefault="00DA637A" w:rsidP="00702C44">
      <w:pPr>
        <w:pStyle w:val="NoteToTenderersBullets-ASDEFCON"/>
      </w:pPr>
      <w:hyperlink r:id="rId17" w:history="1">
        <w:r w:rsidR="003D0A1F">
          <w:rPr>
            <w:rStyle w:val="Hyperlink"/>
          </w:rPr>
          <w:t>https://treasury.gov.au/policy-topics/economy/shadow-economy/procurement-connected-policy</w:t>
        </w:r>
      </w:hyperlink>
      <w:r w:rsidR="00702C44">
        <w:t>.</w:t>
      </w:r>
    </w:p>
    <w:p w14:paraId="62EC5BB1" w14:textId="2AA8447C" w:rsidR="00514A46" w:rsidRPr="00E9648A" w:rsidRDefault="00514A46" w:rsidP="00C8034B">
      <w:pPr>
        <w:pStyle w:val="COTCOCLV3-ASDEFCON"/>
      </w:pPr>
      <w:r w:rsidRPr="00E9648A">
        <w:t>In</w:t>
      </w:r>
      <w:r w:rsidR="00C17D31">
        <w:t xml:space="preserve"> </w:t>
      </w:r>
      <w:r w:rsidRPr="00E9648A">
        <w:t>accordance</w:t>
      </w:r>
      <w:r w:rsidR="00C17D31">
        <w:t xml:space="preserve"> </w:t>
      </w:r>
      <w:r w:rsidRPr="00E9648A">
        <w:t>with</w:t>
      </w:r>
      <w:r w:rsidR="00C17D31">
        <w:t xml:space="preserve"> </w:t>
      </w:r>
      <w:r w:rsidRPr="00E9648A">
        <w:t>the</w:t>
      </w:r>
      <w:r w:rsidR="00C17D31">
        <w:t xml:space="preserve"> </w:t>
      </w:r>
      <w:r w:rsidR="008E0C7E">
        <w:t>Shadow</w:t>
      </w:r>
      <w:r w:rsidR="00C17D31">
        <w:t xml:space="preserve"> </w:t>
      </w:r>
      <w:r w:rsidRPr="00E9648A">
        <w:t>Economy</w:t>
      </w:r>
      <w:r w:rsidR="00C17D31">
        <w:t xml:space="preserve"> </w:t>
      </w:r>
      <w:r w:rsidRPr="00E9648A">
        <w:t>Procurement</w:t>
      </w:r>
      <w:r w:rsidR="00C17D31">
        <w:t xml:space="preserve"> </w:t>
      </w:r>
      <w:r w:rsidRPr="00E9648A">
        <w:t>Connected</w:t>
      </w:r>
      <w:r w:rsidR="00C17D31">
        <w:t xml:space="preserve"> </w:t>
      </w:r>
      <w:r w:rsidRPr="00E9648A">
        <w:t>Policy,</w:t>
      </w:r>
      <w:r w:rsidR="00C17D31">
        <w:t xml:space="preserve"> </w:t>
      </w:r>
      <w:r w:rsidRPr="00E9648A">
        <w:t>and</w:t>
      </w:r>
      <w:r w:rsidR="00C17D31">
        <w:t xml:space="preserve"> </w:t>
      </w:r>
      <w:r w:rsidRPr="00E9648A">
        <w:t>subject</w:t>
      </w:r>
      <w:r w:rsidR="00C17D31">
        <w:t xml:space="preserve"> </w:t>
      </w:r>
      <w:r w:rsidRPr="00E9648A">
        <w:t>to</w:t>
      </w:r>
      <w:r w:rsidR="00C17D31">
        <w:t xml:space="preserve"> </w:t>
      </w:r>
      <w:r w:rsidRPr="00E9648A">
        <w:t>clause</w:t>
      </w:r>
      <w:r w:rsidR="00C17D31">
        <w:t xml:space="preserve"> </w:t>
      </w:r>
      <w:r>
        <w:fldChar w:fldCharType="begin"/>
      </w:r>
      <w:r>
        <w:instrText xml:space="preserve"> REF _Ref11679496 \r \h </w:instrText>
      </w:r>
      <w:r>
        <w:fldChar w:fldCharType="separate"/>
      </w:r>
      <w:r w:rsidR="00857305">
        <w:t>1.8.2</w:t>
      </w:r>
      <w:r>
        <w:fldChar w:fldCharType="end"/>
      </w:r>
      <w:r w:rsidRPr="00E9648A">
        <w:t>,</w:t>
      </w:r>
      <w:r w:rsidR="00C17D31">
        <w:t xml:space="preserve"> </w:t>
      </w:r>
      <w:r w:rsidRPr="00E9648A">
        <w:t>a</w:t>
      </w:r>
      <w:r w:rsidR="00C17D31">
        <w:t xml:space="preserve"> </w:t>
      </w:r>
      <w:r w:rsidRPr="00E9648A">
        <w:t>tender</w:t>
      </w:r>
      <w:r w:rsidR="00C17D31">
        <w:t xml:space="preserve"> </w:t>
      </w:r>
      <w:r w:rsidRPr="00E9648A">
        <w:t>is</w:t>
      </w:r>
      <w:r w:rsidR="00C17D31">
        <w:t xml:space="preserve"> </w:t>
      </w:r>
      <w:r w:rsidRPr="00E9648A">
        <w:t>to</w:t>
      </w:r>
      <w:r w:rsidR="00C17D31">
        <w:t xml:space="preserve"> </w:t>
      </w:r>
      <w:r w:rsidRPr="00E9648A">
        <w:t>include</w:t>
      </w:r>
      <w:r w:rsidR="00C17D31">
        <w:t xml:space="preserve"> </w:t>
      </w:r>
      <w:r w:rsidRPr="00E9648A">
        <w:t>all</w:t>
      </w:r>
      <w:r w:rsidR="00C17D31">
        <w:t xml:space="preserve"> </w:t>
      </w:r>
      <w:r w:rsidRPr="00E9648A">
        <w:t>of</w:t>
      </w:r>
      <w:r w:rsidR="00C17D31">
        <w:t xml:space="preserve"> </w:t>
      </w:r>
      <w:r w:rsidRPr="00E9648A">
        <w:t>the</w:t>
      </w:r>
      <w:r w:rsidR="00C17D31">
        <w:t xml:space="preserve"> </w:t>
      </w:r>
      <w:r w:rsidRPr="00E9648A">
        <w:t>satisfactory</w:t>
      </w:r>
      <w:r w:rsidR="00C17D31">
        <w:t xml:space="preserve"> </w:t>
      </w:r>
      <w:r w:rsidRPr="00E9648A">
        <w:t>and</w:t>
      </w:r>
      <w:r w:rsidR="00C17D31">
        <w:t xml:space="preserve"> </w:t>
      </w:r>
      <w:r w:rsidRPr="00E9648A">
        <w:t>valid</w:t>
      </w:r>
      <w:r w:rsidR="00C17D31">
        <w:t xml:space="preserve"> </w:t>
      </w:r>
      <w:r w:rsidRPr="00E9648A">
        <w:t>STRs</w:t>
      </w:r>
      <w:r w:rsidR="00C17D31">
        <w:t xml:space="preserve"> </w:t>
      </w:r>
      <w:r w:rsidRPr="00E9648A">
        <w:t>required</w:t>
      </w:r>
      <w:r w:rsidR="00C17D31">
        <w:t xml:space="preserve"> </w:t>
      </w:r>
      <w:r w:rsidRPr="00E9648A">
        <w:t>from</w:t>
      </w:r>
      <w:r w:rsidR="00C17D31">
        <w:t xml:space="preserve"> </w:t>
      </w:r>
      <w:r w:rsidRPr="00E9648A">
        <w:t>a</w:t>
      </w:r>
      <w:r w:rsidR="00C17D31">
        <w:t xml:space="preserve"> </w:t>
      </w:r>
      <w:r w:rsidRPr="00E9648A">
        <w:t>tenderer</w:t>
      </w:r>
      <w:r w:rsidR="00C17D31">
        <w:t xml:space="preserve"> </w:t>
      </w:r>
      <w:r w:rsidRPr="00E9648A">
        <w:t>under</w:t>
      </w:r>
      <w:r w:rsidR="00C17D31">
        <w:t xml:space="preserve"> </w:t>
      </w:r>
      <w:r>
        <w:rPr>
          <w:rFonts w:eastAsia="SimSun"/>
        </w:rPr>
        <w:t>Table</w:t>
      </w:r>
      <w:r w:rsidR="00C17D31">
        <w:rPr>
          <w:rFonts w:eastAsia="SimSun"/>
        </w:rPr>
        <w:t xml:space="preserve"> </w:t>
      </w:r>
      <w:r>
        <w:rPr>
          <w:rFonts w:eastAsia="SimSun"/>
        </w:rPr>
        <w:t>C-</w:t>
      </w:r>
      <w:r w:rsidR="00614605">
        <w:rPr>
          <w:rFonts w:eastAsia="SimSun"/>
        </w:rPr>
        <w:t>1</w:t>
      </w:r>
      <w:r w:rsidRPr="00F17E2C">
        <w:t>.</w:t>
      </w:r>
    </w:p>
    <w:p w14:paraId="20868BFD" w14:textId="7C745E1B" w:rsidR="00514A46" w:rsidRDefault="00514A46" w:rsidP="00C8034B">
      <w:pPr>
        <w:pStyle w:val="COTCOCLV3-ASDEFCON"/>
      </w:pPr>
      <w:bookmarkStart w:id="222" w:name="_Ref11679496"/>
      <w:r w:rsidRPr="00E9648A">
        <w:t>If</w:t>
      </w:r>
      <w:r w:rsidR="00C17D31">
        <w:t xml:space="preserve"> </w:t>
      </w:r>
      <w:r w:rsidRPr="00E9648A">
        <w:t>the</w:t>
      </w:r>
      <w:r w:rsidR="00C17D31">
        <w:t xml:space="preserve"> </w:t>
      </w:r>
      <w:r w:rsidRPr="00E9648A">
        <w:t>tender</w:t>
      </w:r>
      <w:r w:rsidR="00C17D31">
        <w:t xml:space="preserve"> </w:t>
      </w:r>
      <w:r w:rsidRPr="00E9648A">
        <w:t>includes</w:t>
      </w:r>
      <w:r w:rsidR="00C17D31">
        <w:t xml:space="preserve"> </w:t>
      </w:r>
      <w:r w:rsidRPr="00E9648A">
        <w:t>an</w:t>
      </w:r>
      <w:r w:rsidR="00C17D31">
        <w:t xml:space="preserve"> </w:t>
      </w:r>
      <w:r w:rsidRPr="00E9648A">
        <w:t>STR</w:t>
      </w:r>
      <w:r w:rsidR="00C17D31">
        <w:t xml:space="preserve"> </w:t>
      </w:r>
      <w:r w:rsidRPr="00E9648A">
        <w:t>receipt</w:t>
      </w:r>
      <w:r w:rsidR="00C17D31">
        <w:t xml:space="preserve"> </w:t>
      </w:r>
      <w:r w:rsidRPr="00E9648A">
        <w:t>issued</w:t>
      </w:r>
      <w:r w:rsidR="00C17D31">
        <w:t xml:space="preserve"> </w:t>
      </w:r>
      <w:r w:rsidRPr="00E9648A">
        <w:t>by</w:t>
      </w:r>
      <w:r w:rsidR="00C17D31">
        <w:t xml:space="preserve"> </w:t>
      </w:r>
      <w:r w:rsidRPr="00E9648A">
        <w:t>the</w:t>
      </w:r>
      <w:r w:rsidR="00C17D31">
        <w:t xml:space="preserve"> </w:t>
      </w:r>
      <w:r w:rsidRPr="00E9648A">
        <w:t>Australian</w:t>
      </w:r>
      <w:r w:rsidR="00C17D31">
        <w:t xml:space="preserve"> </w:t>
      </w:r>
      <w:r w:rsidRPr="00E9648A">
        <w:t>Taxation</w:t>
      </w:r>
      <w:r w:rsidR="00C17D31">
        <w:t xml:space="preserve"> </w:t>
      </w:r>
      <w:r w:rsidRPr="00E9648A">
        <w:t>Office</w:t>
      </w:r>
      <w:r w:rsidR="00C17D31">
        <w:t xml:space="preserve"> </w:t>
      </w:r>
      <w:r w:rsidRPr="00E9648A">
        <w:t>confirming</w:t>
      </w:r>
      <w:r w:rsidR="00C17D31">
        <w:t xml:space="preserve"> </w:t>
      </w:r>
      <w:r w:rsidRPr="00E9648A">
        <w:t>that</w:t>
      </w:r>
      <w:r w:rsidR="00C17D31">
        <w:t xml:space="preserve"> </w:t>
      </w:r>
      <w:r w:rsidRPr="00E9648A">
        <w:t>the</w:t>
      </w:r>
      <w:r w:rsidR="00C17D31">
        <w:t xml:space="preserve"> </w:t>
      </w:r>
      <w:r w:rsidRPr="00E9648A">
        <w:t>STRs</w:t>
      </w:r>
      <w:r w:rsidR="00C17D31">
        <w:t xml:space="preserve"> </w:t>
      </w:r>
      <w:r w:rsidRPr="00E9648A">
        <w:t>required</w:t>
      </w:r>
      <w:r w:rsidR="00C17D31">
        <w:t xml:space="preserve"> </w:t>
      </w:r>
      <w:r w:rsidRPr="00E9648A">
        <w:t>under</w:t>
      </w:r>
      <w:r w:rsidR="00C17D31">
        <w:t xml:space="preserve"> </w:t>
      </w:r>
      <w:r>
        <w:rPr>
          <w:rFonts w:eastAsia="SimSun"/>
        </w:rPr>
        <w:t>Table</w:t>
      </w:r>
      <w:r w:rsidR="00C17D31">
        <w:rPr>
          <w:rFonts w:eastAsia="SimSun"/>
        </w:rPr>
        <w:t xml:space="preserve"> </w:t>
      </w:r>
      <w:r>
        <w:rPr>
          <w:rFonts w:eastAsia="SimSun"/>
        </w:rPr>
        <w:t>C-</w:t>
      </w:r>
      <w:r w:rsidR="00614605">
        <w:rPr>
          <w:rFonts w:eastAsia="SimSun"/>
        </w:rPr>
        <w:t xml:space="preserve">1 </w:t>
      </w:r>
      <w:r w:rsidRPr="00F17E2C">
        <w:t>were</w:t>
      </w:r>
      <w:r w:rsidR="00C17D31">
        <w:t xml:space="preserve"> </w:t>
      </w:r>
      <w:r w:rsidRPr="00E9648A">
        <w:t>requested</w:t>
      </w:r>
      <w:r w:rsidR="00C17D31">
        <w:t xml:space="preserve"> </w:t>
      </w:r>
      <w:r w:rsidRPr="00E9648A">
        <w:t>prior</w:t>
      </w:r>
      <w:r w:rsidR="00C17D31">
        <w:t xml:space="preserve"> </w:t>
      </w:r>
      <w:r w:rsidRPr="00E9648A">
        <w:t>to</w:t>
      </w:r>
      <w:r w:rsidR="00C17D31">
        <w:t xml:space="preserve"> </w:t>
      </w:r>
      <w:r w:rsidRPr="00E9648A">
        <w:t>the</w:t>
      </w:r>
      <w:r w:rsidR="00C17D31">
        <w:t xml:space="preserve"> </w:t>
      </w:r>
      <w:r w:rsidRPr="00E9648A">
        <w:t>Closing</w:t>
      </w:r>
      <w:r w:rsidR="00C17D31">
        <w:t xml:space="preserve"> </w:t>
      </w:r>
      <w:r w:rsidRPr="00E9648A">
        <w:t>Time,</w:t>
      </w:r>
      <w:r w:rsidR="00C17D31">
        <w:t xml:space="preserve"> </w:t>
      </w:r>
      <w:r w:rsidRPr="00E9648A">
        <w:t>then</w:t>
      </w:r>
      <w:r w:rsidR="00C17D31">
        <w:t xml:space="preserve"> </w:t>
      </w:r>
      <w:r w:rsidRPr="00E9648A">
        <w:t>the</w:t>
      </w:r>
      <w:r w:rsidR="00C17D31">
        <w:t xml:space="preserve"> </w:t>
      </w:r>
      <w:r w:rsidRPr="00E9648A">
        <w:t>tenderer</w:t>
      </w:r>
      <w:r w:rsidR="00C17D31">
        <w:t xml:space="preserve"> </w:t>
      </w:r>
      <w:r w:rsidRPr="00E9648A">
        <w:t>may</w:t>
      </w:r>
      <w:r w:rsidR="00C17D31">
        <w:t xml:space="preserve"> </w:t>
      </w:r>
      <w:r w:rsidRPr="00E9648A">
        <w:t>provide</w:t>
      </w:r>
      <w:r w:rsidR="00C17D31">
        <w:t xml:space="preserve"> </w:t>
      </w:r>
      <w:r w:rsidRPr="00E9648A">
        <w:t>all</w:t>
      </w:r>
      <w:r w:rsidR="00C17D31">
        <w:t xml:space="preserve"> </w:t>
      </w:r>
      <w:r w:rsidRPr="00E9648A">
        <w:t>of</w:t>
      </w:r>
      <w:r w:rsidR="00C17D31">
        <w:t xml:space="preserve"> </w:t>
      </w:r>
      <w:r w:rsidRPr="00E9648A">
        <w:t>the</w:t>
      </w:r>
      <w:r w:rsidR="00C17D31">
        <w:t xml:space="preserve"> </w:t>
      </w:r>
      <w:r w:rsidRPr="00E9648A">
        <w:t>required</w:t>
      </w:r>
      <w:r w:rsidR="00C17D31">
        <w:t xml:space="preserve"> </w:t>
      </w:r>
      <w:r w:rsidRPr="00E9648A">
        <w:t>satisfactory</w:t>
      </w:r>
      <w:r w:rsidR="00C17D31">
        <w:t xml:space="preserve"> </w:t>
      </w:r>
      <w:r w:rsidRPr="00E9648A">
        <w:t>and</w:t>
      </w:r>
      <w:r w:rsidR="00C17D31">
        <w:t xml:space="preserve"> </w:t>
      </w:r>
      <w:r w:rsidRPr="00E9648A">
        <w:t>valid</w:t>
      </w:r>
      <w:r w:rsidR="00C17D31">
        <w:t xml:space="preserve"> </w:t>
      </w:r>
      <w:r w:rsidRPr="00E9648A">
        <w:t>STRs</w:t>
      </w:r>
      <w:r w:rsidR="00C17D31">
        <w:t xml:space="preserve"> </w:t>
      </w:r>
      <w:r w:rsidRPr="00E9648A">
        <w:t>to</w:t>
      </w:r>
      <w:r w:rsidR="00C17D31">
        <w:t xml:space="preserve"> </w:t>
      </w:r>
      <w:r w:rsidRPr="00E9648A">
        <w:t>the</w:t>
      </w:r>
      <w:r w:rsidR="00C17D31">
        <w:t xml:space="preserve"> </w:t>
      </w:r>
      <w:r w:rsidRPr="00E9648A">
        <w:t>Contact</w:t>
      </w:r>
      <w:r w:rsidR="00C17D31">
        <w:t xml:space="preserve"> </w:t>
      </w:r>
      <w:r w:rsidRPr="00E9648A">
        <w:t>Officer</w:t>
      </w:r>
      <w:r w:rsidR="00C17D31">
        <w:t xml:space="preserve"> </w:t>
      </w:r>
      <w:r w:rsidRPr="00E9648A">
        <w:t>within</w:t>
      </w:r>
      <w:r w:rsidR="00C17D31">
        <w:t xml:space="preserve"> </w:t>
      </w:r>
      <w:r>
        <w:t>four</w:t>
      </w:r>
      <w:r w:rsidR="00C17D31">
        <w:t xml:space="preserve"> </w:t>
      </w:r>
      <w:r w:rsidRPr="00E9648A">
        <w:t>Working</w:t>
      </w:r>
      <w:r w:rsidR="00C17D31">
        <w:t xml:space="preserve"> </w:t>
      </w:r>
      <w:r w:rsidRPr="00E9648A">
        <w:t>Days</w:t>
      </w:r>
      <w:r w:rsidR="00C17D31">
        <w:t xml:space="preserve"> </w:t>
      </w:r>
      <w:r w:rsidRPr="00E9648A">
        <w:t>after</w:t>
      </w:r>
      <w:r w:rsidR="00C17D31">
        <w:t xml:space="preserve"> </w:t>
      </w:r>
      <w:r w:rsidRPr="00E9648A">
        <w:t>the</w:t>
      </w:r>
      <w:r w:rsidR="00C17D31">
        <w:t xml:space="preserve"> </w:t>
      </w:r>
      <w:r w:rsidRPr="00E9648A">
        <w:t>Closing</w:t>
      </w:r>
      <w:r w:rsidR="00C17D31">
        <w:t xml:space="preserve"> </w:t>
      </w:r>
      <w:r w:rsidRPr="00E9648A">
        <w:t>Time.</w:t>
      </w:r>
      <w:bookmarkEnd w:id="222"/>
    </w:p>
    <w:p w14:paraId="64B537F5" w14:textId="591CFDA0" w:rsidR="00514A46" w:rsidRDefault="00514A46" w:rsidP="00C8034B">
      <w:pPr>
        <w:pStyle w:val="COTCOCLV3-ASDEFCON"/>
      </w:pPr>
      <w:r w:rsidRPr="00E9648A">
        <w:lastRenderedPageBreak/>
        <w:t>Tenderers</w:t>
      </w:r>
      <w:r w:rsidR="00C17D31">
        <w:t xml:space="preserve"> </w:t>
      </w:r>
      <w:r w:rsidRPr="00E9648A">
        <w:t>are</w:t>
      </w:r>
      <w:r w:rsidR="00C17D31">
        <w:t xml:space="preserve"> </w:t>
      </w:r>
      <w:r w:rsidRPr="00E9648A">
        <w:t>to</w:t>
      </w:r>
      <w:r w:rsidR="00C17D31">
        <w:t xml:space="preserve"> </w:t>
      </w:r>
      <w:r w:rsidRPr="00E9648A">
        <w:t>obtain</w:t>
      </w:r>
      <w:r w:rsidR="00C17D31">
        <w:t xml:space="preserve"> </w:t>
      </w:r>
      <w:r w:rsidRPr="00E9648A">
        <w:t>and</w:t>
      </w:r>
      <w:r w:rsidR="00C17D31">
        <w:t xml:space="preserve"> </w:t>
      </w:r>
      <w:r w:rsidRPr="00E9648A">
        <w:t>hold</w:t>
      </w:r>
      <w:r w:rsidR="00C17D31">
        <w:t xml:space="preserve"> </w:t>
      </w:r>
      <w:r w:rsidRPr="00E9648A">
        <w:t>as</w:t>
      </w:r>
      <w:r w:rsidR="00C17D31">
        <w:t xml:space="preserve"> </w:t>
      </w:r>
      <w:r w:rsidRPr="00E9648A">
        <w:t>at</w:t>
      </w:r>
      <w:r w:rsidR="00C17D31">
        <w:t xml:space="preserve"> </w:t>
      </w:r>
      <w:r w:rsidRPr="00E9648A">
        <w:t>the</w:t>
      </w:r>
      <w:r w:rsidR="00C17D31">
        <w:t xml:space="preserve"> </w:t>
      </w:r>
      <w:r w:rsidRPr="00E9648A">
        <w:t>Closing</w:t>
      </w:r>
      <w:r w:rsidR="00C17D31">
        <w:t xml:space="preserve"> </w:t>
      </w:r>
      <w:r w:rsidRPr="00E9648A">
        <w:t>Time</w:t>
      </w:r>
      <w:r w:rsidR="00C17D31">
        <w:t xml:space="preserve"> </w:t>
      </w:r>
      <w:r w:rsidRPr="00E9648A">
        <w:t>all</w:t>
      </w:r>
      <w:r w:rsidR="00C17D31">
        <w:t xml:space="preserve"> </w:t>
      </w:r>
      <w:r w:rsidRPr="00E9648A">
        <w:t>of</w:t>
      </w:r>
      <w:r w:rsidR="00C17D31">
        <w:t xml:space="preserve"> </w:t>
      </w:r>
      <w:r w:rsidRPr="00E9648A">
        <w:t>the</w:t>
      </w:r>
      <w:r w:rsidR="00C17D31">
        <w:t xml:space="preserve"> </w:t>
      </w:r>
      <w:r w:rsidRPr="00E9648A">
        <w:t>satisfactory</w:t>
      </w:r>
      <w:r w:rsidR="00C17D31">
        <w:t xml:space="preserve"> </w:t>
      </w:r>
      <w:r w:rsidRPr="00E9648A">
        <w:t>and</w:t>
      </w:r>
      <w:r w:rsidR="00C17D31">
        <w:t xml:space="preserve"> </w:t>
      </w:r>
      <w:r w:rsidRPr="00E9648A">
        <w:t>valid</w:t>
      </w:r>
      <w:r w:rsidR="00C17D31">
        <w:t xml:space="preserve"> </w:t>
      </w:r>
      <w:r w:rsidRPr="00E9648A">
        <w:t>STRs</w:t>
      </w:r>
      <w:r w:rsidR="00C17D31">
        <w:t xml:space="preserve"> </w:t>
      </w:r>
      <w:r w:rsidRPr="00E9648A">
        <w:t>required</w:t>
      </w:r>
      <w:r w:rsidR="00C17D31">
        <w:t xml:space="preserve"> </w:t>
      </w:r>
      <w:r w:rsidRPr="00E9648A">
        <w:t>under</w:t>
      </w:r>
      <w:r w:rsidR="00C17D31">
        <w:t xml:space="preserve"> </w:t>
      </w:r>
      <w:r>
        <w:rPr>
          <w:rFonts w:eastAsia="SimSun"/>
        </w:rPr>
        <w:t>Table</w:t>
      </w:r>
      <w:r w:rsidR="00C17D31">
        <w:rPr>
          <w:rFonts w:eastAsia="SimSun"/>
        </w:rPr>
        <w:t xml:space="preserve"> </w:t>
      </w:r>
      <w:r>
        <w:rPr>
          <w:rFonts w:eastAsia="SimSun"/>
        </w:rPr>
        <w:t>C-</w:t>
      </w:r>
      <w:r w:rsidR="00614605">
        <w:rPr>
          <w:rFonts w:eastAsia="SimSun"/>
        </w:rPr>
        <w:t xml:space="preserve">1 </w:t>
      </w:r>
      <w:r w:rsidRPr="00E9648A">
        <w:t>(or</w:t>
      </w:r>
      <w:r w:rsidR="00C17D31">
        <w:t xml:space="preserve"> </w:t>
      </w:r>
      <w:r w:rsidRPr="00E9648A">
        <w:t>an</w:t>
      </w:r>
      <w:r w:rsidR="00C17D31">
        <w:t xml:space="preserve"> </w:t>
      </w:r>
      <w:r w:rsidRPr="00E9648A">
        <w:t>STR</w:t>
      </w:r>
      <w:r w:rsidR="00C17D31">
        <w:t xml:space="preserve"> </w:t>
      </w:r>
      <w:r w:rsidRPr="00E9648A">
        <w:t>receipt</w:t>
      </w:r>
      <w:r w:rsidR="00C17D31">
        <w:t xml:space="preserve"> </w:t>
      </w:r>
      <w:r w:rsidRPr="00E9648A">
        <w:t>confirming</w:t>
      </w:r>
      <w:r w:rsidR="00C17D31">
        <w:t xml:space="preserve"> </w:t>
      </w:r>
      <w:r w:rsidRPr="00E9648A">
        <w:t>that</w:t>
      </w:r>
      <w:r w:rsidR="00C17D31">
        <w:t xml:space="preserve"> </w:t>
      </w:r>
      <w:r w:rsidRPr="00E9648A">
        <w:t>the</w:t>
      </w:r>
      <w:r w:rsidR="00C17D31">
        <w:t xml:space="preserve"> </w:t>
      </w:r>
      <w:r w:rsidRPr="00E9648A">
        <w:t>STRs</w:t>
      </w:r>
      <w:r w:rsidR="00C17D31">
        <w:t xml:space="preserve"> </w:t>
      </w:r>
      <w:r w:rsidRPr="00E9648A">
        <w:t>required</w:t>
      </w:r>
      <w:r w:rsidR="00C17D31">
        <w:t xml:space="preserve"> </w:t>
      </w:r>
      <w:r w:rsidRPr="00E9648A">
        <w:t>under</w:t>
      </w:r>
      <w:r w:rsidR="00C17D31">
        <w:t xml:space="preserve"> </w:t>
      </w:r>
      <w:r>
        <w:rPr>
          <w:rFonts w:eastAsia="SimSun"/>
        </w:rPr>
        <w:t>Table</w:t>
      </w:r>
      <w:r w:rsidR="00C17D31">
        <w:rPr>
          <w:rFonts w:eastAsia="SimSun"/>
        </w:rPr>
        <w:t xml:space="preserve"> </w:t>
      </w:r>
      <w:r>
        <w:rPr>
          <w:rFonts w:eastAsia="SimSun"/>
        </w:rPr>
        <w:t>C-</w:t>
      </w:r>
      <w:r w:rsidR="00614605">
        <w:rPr>
          <w:rFonts w:eastAsia="SimSun"/>
        </w:rPr>
        <w:t xml:space="preserve">1 </w:t>
      </w:r>
      <w:r w:rsidRPr="00F17E2C">
        <w:t>were</w:t>
      </w:r>
      <w:r w:rsidR="00C17D31">
        <w:t xml:space="preserve"> </w:t>
      </w:r>
      <w:r w:rsidRPr="00E9648A">
        <w:t>requested</w:t>
      </w:r>
      <w:r w:rsidR="00C17D31">
        <w:t xml:space="preserve"> </w:t>
      </w:r>
      <w:r w:rsidRPr="00E9648A">
        <w:t>prior</w:t>
      </w:r>
      <w:r w:rsidR="00C17D31">
        <w:t xml:space="preserve"> </w:t>
      </w:r>
      <w:r w:rsidRPr="00E9648A">
        <w:t>to</w:t>
      </w:r>
      <w:r w:rsidR="00C17D31">
        <w:t xml:space="preserve"> </w:t>
      </w:r>
      <w:r w:rsidRPr="00E9648A">
        <w:t>the</w:t>
      </w:r>
      <w:r w:rsidR="00C17D31">
        <w:t xml:space="preserve"> </w:t>
      </w:r>
      <w:r w:rsidRPr="00E9648A">
        <w:t>Closing</w:t>
      </w:r>
      <w:r w:rsidR="00C17D31">
        <w:t xml:space="preserve"> </w:t>
      </w:r>
      <w:r w:rsidRPr="00E9648A">
        <w:t>Time)</w:t>
      </w:r>
      <w:r w:rsidR="00C17D31">
        <w:t xml:space="preserve"> </w:t>
      </w:r>
      <w:r w:rsidRPr="00E9648A">
        <w:t>of</w:t>
      </w:r>
      <w:r w:rsidR="00C17D31">
        <w:t xml:space="preserve"> </w:t>
      </w:r>
      <w:r w:rsidRPr="00E9648A">
        <w:t>any</w:t>
      </w:r>
      <w:r w:rsidR="00C17D31">
        <w:t xml:space="preserve"> </w:t>
      </w:r>
      <w:r w:rsidRPr="00E9648A">
        <w:t>entity</w:t>
      </w:r>
      <w:r w:rsidR="00C17D31">
        <w:t xml:space="preserve"> </w:t>
      </w:r>
      <w:r w:rsidRPr="00E9648A">
        <w:t>that</w:t>
      </w:r>
      <w:r w:rsidR="00C17D31">
        <w:t xml:space="preserve"> </w:t>
      </w:r>
      <w:r w:rsidRPr="00E9648A">
        <w:t>the</w:t>
      </w:r>
      <w:r w:rsidR="00C17D31">
        <w:t xml:space="preserve"> </w:t>
      </w:r>
      <w:r>
        <w:t>tenderer</w:t>
      </w:r>
      <w:r w:rsidR="00C17D31">
        <w:t xml:space="preserve"> </w:t>
      </w:r>
      <w:r w:rsidRPr="00E9648A">
        <w:t>proposes</w:t>
      </w:r>
      <w:r w:rsidR="00C17D31">
        <w:t xml:space="preserve"> </w:t>
      </w:r>
      <w:r w:rsidRPr="00E9648A">
        <w:t>to</w:t>
      </w:r>
      <w:r w:rsidR="00C17D31">
        <w:t xml:space="preserve"> </w:t>
      </w:r>
      <w:r w:rsidRPr="00E9648A">
        <w:t>engage</w:t>
      </w:r>
      <w:r w:rsidR="00C17D31">
        <w:t xml:space="preserve"> </w:t>
      </w:r>
      <w:r w:rsidRPr="00E9648A">
        <w:t>as</w:t>
      </w:r>
      <w:r w:rsidR="00C17D31">
        <w:t xml:space="preserve"> </w:t>
      </w:r>
      <w:r w:rsidRPr="00E9648A">
        <w:t>a</w:t>
      </w:r>
      <w:r w:rsidR="00C17D31">
        <w:t xml:space="preserve"> </w:t>
      </w:r>
      <w:r w:rsidRPr="00E9648A">
        <w:t>direct</w:t>
      </w:r>
      <w:r w:rsidR="00C17D31">
        <w:t xml:space="preserve"> </w:t>
      </w:r>
      <w:r w:rsidRPr="00E9648A">
        <w:t>Subcontractor,</w:t>
      </w:r>
      <w:r w:rsidR="00C17D31">
        <w:t xml:space="preserve"> </w:t>
      </w:r>
      <w:r w:rsidRPr="00E9648A">
        <w:t>if</w:t>
      </w:r>
      <w:r w:rsidR="00C17D31">
        <w:t xml:space="preserve"> </w:t>
      </w:r>
      <w:r w:rsidRPr="00E9648A">
        <w:t>the</w:t>
      </w:r>
      <w:r w:rsidR="00C17D31">
        <w:t xml:space="preserve"> </w:t>
      </w:r>
      <w:r w:rsidRPr="00E9648A">
        <w:t>total</w:t>
      </w:r>
      <w:r w:rsidR="00C17D31">
        <w:t xml:space="preserve"> </w:t>
      </w:r>
      <w:r w:rsidRPr="00E9648A">
        <w:t>value</w:t>
      </w:r>
      <w:r w:rsidR="00C17D31">
        <w:t xml:space="preserve"> </w:t>
      </w:r>
      <w:r w:rsidRPr="00E9648A">
        <w:t>of</w:t>
      </w:r>
      <w:r w:rsidR="00C17D31">
        <w:t xml:space="preserve"> </w:t>
      </w:r>
      <w:r w:rsidRPr="00E9648A">
        <w:t>all</w:t>
      </w:r>
      <w:r w:rsidR="00C17D31">
        <w:t xml:space="preserve"> </w:t>
      </w:r>
      <w:r w:rsidRPr="00E9648A">
        <w:t>work</w:t>
      </w:r>
      <w:r w:rsidR="00C17D31">
        <w:t xml:space="preserve"> </w:t>
      </w:r>
      <w:r w:rsidRPr="00E9648A">
        <w:t>under</w:t>
      </w:r>
      <w:r w:rsidR="00C17D31">
        <w:t xml:space="preserve"> </w:t>
      </w:r>
      <w:r w:rsidRPr="00E9648A">
        <w:t>the</w:t>
      </w:r>
      <w:r w:rsidR="00C17D31">
        <w:t xml:space="preserve"> </w:t>
      </w:r>
      <w:r w:rsidRPr="00E9648A">
        <w:t>Subcontract</w:t>
      </w:r>
      <w:r w:rsidR="00C17D31">
        <w:t xml:space="preserve"> </w:t>
      </w:r>
      <w:r w:rsidRPr="00E9648A">
        <w:t>is</w:t>
      </w:r>
      <w:r w:rsidR="00C17D31">
        <w:t xml:space="preserve"> </w:t>
      </w:r>
      <w:r w:rsidRPr="00E9648A">
        <w:t>expected</w:t>
      </w:r>
      <w:r w:rsidR="00C17D31">
        <w:t xml:space="preserve"> </w:t>
      </w:r>
      <w:r w:rsidRPr="00E9648A">
        <w:t>to</w:t>
      </w:r>
      <w:r w:rsidR="00C17D31">
        <w:t xml:space="preserve"> </w:t>
      </w:r>
      <w:r w:rsidRPr="00E9648A">
        <w:t>exceed</w:t>
      </w:r>
      <w:r w:rsidR="00C17D31">
        <w:t xml:space="preserve"> </w:t>
      </w:r>
      <w:r w:rsidRPr="00E9648A">
        <w:t>$4</w:t>
      </w:r>
      <w:r w:rsidR="00C17D31">
        <w:t xml:space="preserve"> </w:t>
      </w:r>
      <w:r w:rsidRPr="00E9648A">
        <w:t>million</w:t>
      </w:r>
      <w:r w:rsidR="00C17D31">
        <w:t xml:space="preserve"> </w:t>
      </w:r>
      <w:r w:rsidRPr="00E9648A">
        <w:t>(inc</w:t>
      </w:r>
      <w:r w:rsidR="00C17D31">
        <w:t xml:space="preserve"> </w:t>
      </w:r>
      <w:r w:rsidRPr="00E9648A">
        <w:t>GST).</w:t>
      </w:r>
    </w:p>
    <w:p w14:paraId="1730A40C" w14:textId="42FD975C" w:rsidR="00514A46" w:rsidRDefault="00514A46" w:rsidP="00C8034B">
      <w:pPr>
        <w:pStyle w:val="COTCOCLV3-ASDEFCON"/>
      </w:pPr>
      <w:r>
        <w:t>For</w:t>
      </w:r>
      <w:r w:rsidR="00C17D31">
        <w:t xml:space="preserve"> </w:t>
      </w:r>
      <w:r>
        <w:t>the</w:t>
      </w:r>
      <w:r w:rsidR="00C17D31">
        <w:t xml:space="preserve"> </w:t>
      </w:r>
      <w:r>
        <w:t>purposes</w:t>
      </w:r>
      <w:r w:rsidR="00C17D31">
        <w:t xml:space="preserve"> </w:t>
      </w:r>
      <w:r>
        <w:t>of</w:t>
      </w:r>
      <w:r w:rsidR="00C17D31">
        <w:t xml:space="preserve"> </w:t>
      </w:r>
      <w:r>
        <w:t>the</w:t>
      </w:r>
      <w:r w:rsidR="00C17D31">
        <w:t xml:space="preserve"> </w:t>
      </w:r>
      <w:r>
        <w:t>RFT,</w:t>
      </w:r>
      <w:r w:rsidR="00C17D31">
        <w:t xml:space="preserve"> </w:t>
      </w:r>
      <w:r>
        <w:t>an</w:t>
      </w:r>
      <w:r w:rsidR="00C17D31">
        <w:t xml:space="preserve"> </w:t>
      </w:r>
      <w:r>
        <w:t>STR</w:t>
      </w:r>
      <w:r w:rsidR="00C17D31">
        <w:t xml:space="preserve"> </w:t>
      </w:r>
      <w:r>
        <w:t>is</w:t>
      </w:r>
      <w:r w:rsidR="00C17D31">
        <w:t xml:space="preserve"> </w:t>
      </w:r>
      <w:r>
        <w:t>taken</w:t>
      </w:r>
      <w:r w:rsidR="00C17D31">
        <w:t xml:space="preserve"> </w:t>
      </w:r>
      <w:r>
        <w:t>to</w:t>
      </w:r>
      <w:r w:rsidR="00C17D31">
        <w:t xml:space="preserve"> </w:t>
      </w:r>
      <w:r>
        <w:t>be:</w:t>
      </w:r>
    </w:p>
    <w:p w14:paraId="4012255E" w14:textId="79E8663C" w:rsidR="00514A46" w:rsidRDefault="00514A46" w:rsidP="00C8034B">
      <w:pPr>
        <w:pStyle w:val="COTCOCLV4-ASDEFCON"/>
      </w:pPr>
      <w:r w:rsidRPr="006712C7">
        <w:rPr>
          <w:b/>
          <w:i/>
        </w:rPr>
        <w:t>satisfactory</w:t>
      </w:r>
      <w:r w:rsidR="00C17D31">
        <w:t xml:space="preserve"> </w:t>
      </w:r>
      <w:r>
        <w:t>if</w:t>
      </w:r>
      <w:r w:rsidR="00C17D31">
        <w:t xml:space="preserve"> </w:t>
      </w:r>
      <w:r>
        <w:t>the</w:t>
      </w:r>
      <w:r w:rsidR="00C17D31">
        <w:t xml:space="preserve"> </w:t>
      </w:r>
      <w:r>
        <w:t>STR</w:t>
      </w:r>
      <w:r w:rsidR="00C17D31">
        <w:t xml:space="preserve"> </w:t>
      </w:r>
      <w:r>
        <w:t>states</w:t>
      </w:r>
      <w:r w:rsidR="00C17D31">
        <w:t xml:space="preserve"> </w:t>
      </w:r>
      <w:r>
        <w:t>that</w:t>
      </w:r>
      <w:r w:rsidR="00C17D31">
        <w:t xml:space="preserve"> </w:t>
      </w:r>
      <w:r>
        <w:t>the</w:t>
      </w:r>
      <w:r w:rsidR="00C17D31">
        <w:t xml:space="preserve"> </w:t>
      </w:r>
      <w:r>
        <w:t>entity</w:t>
      </w:r>
      <w:r w:rsidR="00C17D31">
        <w:t xml:space="preserve"> </w:t>
      </w:r>
      <w:r>
        <w:t>has</w:t>
      </w:r>
      <w:r w:rsidR="00C17D31">
        <w:t xml:space="preserve"> </w:t>
      </w:r>
      <w:r>
        <w:t>met</w:t>
      </w:r>
      <w:r w:rsidR="00C17D31">
        <w:t xml:space="preserve"> </w:t>
      </w:r>
      <w:r>
        <w:t>the</w:t>
      </w:r>
      <w:r w:rsidR="00C17D31">
        <w:t xml:space="preserve"> </w:t>
      </w:r>
      <w:r>
        <w:t>conditions,</w:t>
      </w:r>
      <w:r w:rsidR="00C17D31">
        <w:t xml:space="preserve"> </w:t>
      </w:r>
      <w:r>
        <w:t>as</w:t>
      </w:r>
      <w:r w:rsidR="00C17D31">
        <w:t xml:space="preserve"> </w:t>
      </w:r>
      <w:r>
        <w:t>set</w:t>
      </w:r>
      <w:r w:rsidR="00C17D31">
        <w:t xml:space="preserve"> </w:t>
      </w:r>
      <w:r>
        <w:t>out</w:t>
      </w:r>
      <w:r w:rsidR="00C17D31">
        <w:t xml:space="preserve"> </w:t>
      </w:r>
      <w:r>
        <w:t>in</w:t>
      </w:r>
      <w:r w:rsidR="00C17D31">
        <w:t xml:space="preserve"> </w:t>
      </w:r>
      <w:r>
        <w:t>the</w:t>
      </w:r>
      <w:r w:rsidR="00C17D31">
        <w:t xml:space="preserve"> </w:t>
      </w:r>
      <w:r w:rsidR="008E0C7E">
        <w:t>Shadow</w:t>
      </w:r>
      <w:r w:rsidR="00C17D31">
        <w:t xml:space="preserve"> </w:t>
      </w:r>
      <w:r>
        <w:t>Economy</w:t>
      </w:r>
      <w:r w:rsidR="00C17D31">
        <w:t xml:space="preserve"> </w:t>
      </w:r>
      <w:r>
        <w:t>Procurement</w:t>
      </w:r>
      <w:r w:rsidR="00C17D31">
        <w:t xml:space="preserve"> </w:t>
      </w:r>
      <w:r>
        <w:t>Connected</w:t>
      </w:r>
      <w:r w:rsidR="00C17D31">
        <w:t xml:space="preserve"> </w:t>
      </w:r>
      <w:r>
        <w:t>Policy,</w:t>
      </w:r>
      <w:r w:rsidR="00C17D31">
        <w:t xml:space="preserve"> </w:t>
      </w:r>
      <w:r>
        <w:t>of</w:t>
      </w:r>
      <w:r w:rsidR="00C17D31">
        <w:t xml:space="preserve"> </w:t>
      </w:r>
      <w:r>
        <w:t>having</w:t>
      </w:r>
      <w:r w:rsidR="00C17D31">
        <w:t xml:space="preserve"> </w:t>
      </w:r>
      <w:r>
        <w:t>a</w:t>
      </w:r>
      <w:r w:rsidR="00C17D31">
        <w:t xml:space="preserve"> </w:t>
      </w:r>
      <w:r>
        <w:t>satisfactory</w:t>
      </w:r>
      <w:r w:rsidR="00C17D31">
        <w:t xml:space="preserve"> </w:t>
      </w:r>
      <w:r>
        <w:t>engagement</w:t>
      </w:r>
      <w:r w:rsidR="00C17D31">
        <w:t xml:space="preserve"> </w:t>
      </w:r>
      <w:r>
        <w:t>with</w:t>
      </w:r>
      <w:r w:rsidR="00C17D31">
        <w:t xml:space="preserve"> </w:t>
      </w:r>
      <w:r>
        <w:t>the</w:t>
      </w:r>
      <w:r w:rsidR="00C17D31">
        <w:t xml:space="preserve"> </w:t>
      </w:r>
      <w:r>
        <w:t>Australian</w:t>
      </w:r>
      <w:r w:rsidR="00C17D31">
        <w:t xml:space="preserve"> </w:t>
      </w:r>
      <w:r>
        <w:t>tax</w:t>
      </w:r>
      <w:r w:rsidR="00C17D31">
        <w:t xml:space="preserve"> </w:t>
      </w:r>
      <w:r>
        <w:t>system;</w:t>
      </w:r>
      <w:r w:rsidR="00C17D31">
        <w:t xml:space="preserve"> </w:t>
      </w:r>
      <w:r>
        <w:t>and</w:t>
      </w:r>
    </w:p>
    <w:p w14:paraId="13306C28" w14:textId="3EF1CF6B" w:rsidR="00514A46" w:rsidRDefault="00514A46" w:rsidP="00C8034B">
      <w:pPr>
        <w:pStyle w:val="COTCOCLV4-ASDEFCON"/>
      </w:pPr>
      <w:r w:rsidRPr="006712C7">
        <w:rPr>
          <w:b/>
          <w:i/>
        </w:rPr>
        <w:t>valid</w:t>
      </w:r>
      <w:r w:rsidR="00C17D31">
        <w:t xml:space="preserve"> </w:t>
      </w:r>
      <w:r>
        <w:t>if</w:t>
      </w:r>
      <w:r w:rsidR="00C17D31">
        <w:t xml:space="preserve"> </w:t>
      </w:r>
      <w:r>
        <w:t>the</w:t>
      </w:r>
      <w:r w:rsidR="00C17D31">
        <w:t xml:space="preserve"> </w:t>
      </w:r>
      <w:r>
        <w:t>STR</w:t>
      </w:r>
      <w:r w:rsidR="00C17D31">
        <w:t xml:space="preserve"> </w:t>
      </w:r>
      <w:r>
        <w:t>has</w:t>
      </w:r>
      <w:r w:rsidR="00C17D31">
        <w:t xml:space="preserve"> </w:t>
      </w:r>
      <w:r>
        <w:t>not</w:t>
      </w:r>
      <w:r w:rsidR="00C17D31">
        <w:t xml:space="preserve"> </w:t>
      </w:r>
      <w:r>
        <w:t>expired</w:t>
      </w:r>
      <w:r w:rsidR="00C17D31">
        <w:t xml:space="preserve"> </w:t>
      </w:r>
      <w:r>
        <w:t>as</w:t>
      </w:r>
      <w:r w:rsidR="00C17D31">
        <w:t xml:space="preserve"> </w:t>
      </w:r>
      <w:r>
        <w:t>at</w:t>
      </w:r>
      <w:r w:rsidR="00C17D31">
        <w:t xml:space="preserve"> </w:t>
      </w:r>
      <w:r>
        <w:t>the</w:t>
      </w:r>
      <w:r w:rsidR="00C17D31">
        <w:t xml:space="preserve"> </w:t>
      </w:r>
      <w:r>
        <w:t>date</w:t>
      </w:r>
      <w:r w:rsidR="00C17D31">
        <w:t xml:space="preserve"> </w:t>
      </w:r>
      <w:r>
        <w:t>on</w:t>
      </w:r>
      <w:r w:rsidR="00C17D31">
        <w:t xml:space="preserve"> </w:t>
      </w:r>
      <w:r>
        <w:t>which</w:t>
      </w:r>
      <w:r w:rsidR="00C17D31">
        <w:t xml:space="preserve"> </w:t>
      </w:r>
      <w:r>
        <w:t>the</w:t>
      </w:r>
      <w:r w:rsidR="00C17D31">
        <w:t xml:space="preserve"> </w:t>
      </w:r>
      <w:r>
        <w:t>STR</w:t>
      </w:r>
      <w:r w:rsidR="00C17D31">
        <w:t xml:space="preserve"> </w:t>
      </w:r>
      <w:r>
        <w:t>is</w:t>
      </w:r>
      <w:r w:rsidR="00C17D31">
        <w:t xml:space="preserve"> </w:t>
      </w:r>
      <w:r>
        <w:t>required</w:t>
      </w:r>
      <w:r w:rsidR="00C17D31">
        <w:t xml:space="preserve"> </w:t>
      </w:r>
      <w:r>
        <w:t>to</w:t>
      </w:r>
      <w:r w:rsidR="00C17D31">
        <w:t xml:space="preserve"> </w:t>
      </w:r>
      <w:r>
        <w:t>be</w:t>
      </w:r>
      <w:r w:rsidR="00C17D31">
        <w:t xml:space="preserve"> </w:t>
      </w:r>
      <w:r>
        <w:t>provided</w:t>
      </w:r>
      <w:r w:rsidR="00C17D31">
        <w:t xml:space="preserve"> </w:t>
      </w:r>
      <w:r>
        <w:t>or</w:t>
      </w:r>
      <w:r w:rsidR="00C17D31">
        <w:t xml:space="preserve"> </w:t>
      </w:r>
      <w:r>
        <w:t>held.</w:t>
      </w:r>
    </w:p>
    <w:p w14:paraId="43B1E850" w14:textId="3FA093D9" w:rsidR="00514A46" w:rsidRPr="00BC1156" w:rsidRDefault="00514A46" w:rsidP="00C8034B">
      <w:pPr>
        <w:pStyle w:val="COTCOCLV1-ASDEFCON"/>
      </w:pPr>
      <w:bookmarkStart w:id="223" w:name="_Toc11851794"/>
      <w:bookmarkStart w:id="224" w:name="_Toc121903965"/>
      <w:bookmarkStart w:id="225" w:name="_Toc175208041"/>
      <w:bookmarkEnd w:id="223"/>
      <w:r w:rsidRPr="00BC1156">
        <w:t>TENDER</w:t>
      </w:r>
      <w:r w:rsidR="00C17D31">
        <w:t xml:space="preserve"> </w:t>
      </w:r>
      <w:r w:rsidRPr="00BC1156">
        <w:t>PREPARATION</w:t>
      </w:r>
      <w:bookmarkEnd w:id="211"/>
      <w:r w:rsidR="00C17D31">
        <w:t xml:space="preserve"> </w:t>
      </w:r>
      <w:r>
        <w:t>AND</w:t>
      </w:r>
      <w:r w:rsidR="00C17D31">
        <w:t xml:space="preserve"> </w:t>
      </w:r>
      <w:r>
        <w:t>LODGEMENT</w:t>
      </w:r>
      <w:bookmarkEnd w:id="224"/>
      <w:bookmarkEnd w:id="225"/>
    </w:p>
    <w:p w14:paraId="1B2A1E3B" w14:textId="748C9764" w:rsidR="00514A46" w:rsidRPr="00BC1156" w:rsidRDefault="00514A46" w:rsidP="00C8034B">
      <w:pPr>
        <w:pStyle w:val="COTCOCLV2-ASDEFCON"/>
      </w:pPr>
      <w:bookmarkStart w:id="226" w:name="_Toc229445694"/>
      <w:bookmarkStart w:id="227" w:name="_Ref434566639"/>
      <w:bookmarkStart w:id="228" w:name="_Toc121903966"/>
      <w:bookmarkStart w:id="229" w:name="_Toc175208042"/>
      <w:r w:rsidRPr="00BC1156">
        <w:t>Tenderers</w:t>
      </w:r>
      <w:r w:rsidR="00C17D31">
        <w:t xml:space="preserve"> </w:t>
      </w:r>
      <w:r w:rsidRPr="00BC1156">
        <w:t>to</w:t>
      </w:r>
      <w:r w:rsidR="00C17D31">
        <w:t xml:space="preserve"> </w:t>
      </w:r>
      <w:r w:rsidRPr="00BC1156">
        <w:t>Inform</w:t>
      </w:r>
      <w:r w:rsidR="00C17D31">
        <w:t xml:space="preserve"> </w:t>
      </w:r>
      <w:r w:rsidRPr="00BC1156">
        <w:t>Themselves</w:t>
      </w:r>
      <w:r w:rsidR="00C17D31">
        <w:t xml:space="preserve"> </w:t>
      </w:r>
      <w:r w:rsidRPr="00BC1156">
        <w:t>(Core)</w:t>
      </w:r>
      <w:bookmarkEnd w:id="226"/>
      <w:bookmarkEnd w:id="227"/>
      <w:bookmarkEnd w:id="228"/>
      <w:bookmarkEnd w:id="229"/>
    </w:p>
    <w:p w14:paraId="39D676C1" w14:textId="3896CD9C" w:rsidR="00514A46" w:rsidRDefault="00514A46" w:rsidP="00C8034B">
      <w:pPr>
        <w:pStyle w:val="COTCOCLV3-ASDEFCON"/>
      </w:pPr>
      <w:bookmarkStart w:id="230" w:name="_Ref45800999"/>
      <w:r w:rsidRPr="00BC1156">
        <w:t>The</w:t>
      </w:r>
      <w:r w:rsidR="00C17D31">
        <w:t xml:space="preserve"> </w:t>
      </w:r>
      <w:r>
        <w:t>tenderer</w:t>
      </w:r>
      <w:r w:rsidR="00C17D31">
        <w:t xml:space="preserve"> </w:t>
      </w:r>
      <w:r>
        <w:t>may</w:t>
      </w:r>
      <w:r w:rsidR="00C17D31">
        <w:t xml:space="preserve"> </w:t>
      </w:r>
      <w:r>
        <w:t>rely</w:t>
      </w:r>
      <w:r w:rsidR="00C17D31">
        <w:t xml:space="preserve"> </w:t>
      </w:r>
      <w:r>
        <w:t>on</w:t>
      </w:r>
      <w:r w:rsidR="00C17D31">
        <w:t xml:space="preserve"> </w:t>
      </w:r>
      <w:r w:rsidRPr="00BC1156">
        <w:t>information</w:t>
      </w:r>
      <w:r w:rsidR="00C17D31">
        <w:t xml:space="preserve"> </w:t>
      </w:r>
      <w:r w:rsidRPr="00BC1156">
        <w:t>in</w:t>
      </w:r>
      <w:r w:rsidR="00C17D31">
        <w:t xml:space="preserve"> </w:t>
      </w:r>
      <w:r w:rsidRPr="00BC1156">
        <w:t>th</w:t>
      </w:r>
      <w:r>
        <w:t>is</w:t>
      </w:r>
      <w:r w:rsidR="00C17D31">
        <w:t xml:space="preserve"> </w:t>
      </w:r>
      <w:r w:rsidRPr="00BC1156">
        <w:t>RFT</w:t>
      </w:r>
      <w:r>
        <w:t>,</w:t>
      </w:r>
      <w:r w:rsidR="00C17D31">
        <w:t xml:space="preserve"> </w:t>
      </w:r>
      <w:r w:rsidRPr="00BC1156">
        <w:t>or</w:t>
      </w:r>
      <w:r w:rsidR="00C17D31">
        <w:t xml:space="preserve"> </w:t>
      </w:r>
      <w:r w:rsidRPr="00BC1156">
        <w:t>any</w:t>
      </w:r>
      <w:r w:rsidR="00C17D31">
        <w:t xml:space="preserve"> </w:t>
      </w:r>
      <w:r w:rsidRPr="00BC1156">
        <w:t>information</w:t>
      </w:r>
      <w:r w:rsidR="00C17D31">
        <w:t xml:space="preserve"> </w:t>
      </w:r>
      <w:r w:rsidRPr="00BC1156">
        <w:t>communicated</w:t>
      </w:r>
      <w:r w:rsidR="00C17D31">
        <w:t xml:space="preserve"> </w:t>
      </w:r>
      <w:r w:rsidRPr="00BC1156">
        <w:t>or</w:t>
      </w:r>
      <w:r w:rsidR="00C17D31">
        <w:t xml:space="preserve"> </w:t>
      </w:r>
      <w:r w:rsidRPr="00BC1156">
        <w:t>provided</w:t>
      </w:r>
      <w:r w:rsidR="00C17D31">
        <w:t xml:space="preserve"> </w:t>
      </w:r>
      <w:r w:rsidRPr="00BC1156">
        <w:t>to</w:t>
      </w:r>
      <w:r w:rsidR="00C17D31">
        <w:t xml:space="preserve"> </w:t>
      </w:r>
      <w:r w:rsidRPr="00BC1156">
        <w:t>tenderers</w:t>
      </w:r>
      <w:r w:rsidR="00C17D31">
        <w:t xml:space="preserve"> </w:t>
      </w:r>
      <w:r w:rsidRPr="00BC1156">
        <w:t>during</w:t>
      </w:r>
      <w:r w:rsidR="00C17D31">
        <w:t xml:space="preserve"> </w:t>
      </w:r>
      <w:r w:rsidRPr="00BC1156">
        <w:t>the</w:t>
      </w:r>
      <w:r w:rsidR="00C17D31">
        <w:t xml:space="preserve"> </w:t>
      </w:r>
      <w:r w:rsidRPr="00BC1156">
        <w:t>RFT</w:t>
      </w:r>
      <w:r w:rsidR="00C17D31">
        <w:t xml:space="preserve"> </w:t>
      </w:r>
      <w:r w:rsidRPr="00BC1156">
        <w:t>process</w:t>
      </w:r>
      <w:r>
        <w:t>,</w:t>
      </w:r>
      <w:r w:rsidR="00C17D31">
        <w:t xml:space="preserve"> </w:t>
      </w:r>
      <w:r w:rsidRPr="00896952">
        <w:t>for</w:t>
      </w:r>
      <w:r w:rsidR="00C17D31">
        <w:t xml:space="preserve"> </w:t>
      </w:r>
      <w:r w:rsidRPr="00896952">
        <w:t>the</w:t>
      </w:r>
      <w:r w:rsidR="00C17D31">
        <w:t xml:space="preserve"> </w:t>
      </w:r>
      <w:r w:rsidRPr="00896952">
        <w:t>purposes</w:t>
      </w:r>
      <w:r w:rsidR="00C17D31">
        <w:t xml:space="preserve"> </w:t>
      </w:r>
      <w:r w:rsidRPr="00896952">
        <w:t>of</w:t>
      </w:r>
      <w:r w:rsidR="00C17D31">
        <w:t xml:space="preserve"> </w:t>
      </w:r>
      <w:r w:rsidRPr="00896952">
        <w:t>preparing</w:t>
      </w:r>
      <w:r w:rsidR="00C17D31">
        <w:t xml:space="preserve"> </w:t>
      </w:r>
      <w:r w:rsidRPr="00896952">
        <w:t>its</w:t>
      </w:r>
      <w:r w:rsidR="00C17D31">
        <w:t xml:space="preserve"> </w:t>
      </w:r>
      <w:r w:rsidRPr="00896952">
        <w:t>response</w:t>
      </w:r>
      <w:r w:rsidR="00C17D31">
        <w:t xml:space="preserve"> </w:t>
      </w:r>
      <w:r w:rsidRPr="00896952">
        <w:t>to</w:t>
      </w:r>
      <w:r w:rsidR="00C17D31">
        <w:t xml:space="preserve"> </w:t>
      </w:r>
      <w:r w:rsidRPr="00896952">
        <w:t>this</w:t>
      </w:r>
      <w:r w:rsidR="00C17D31">
        <w:t xml:space="preserve"> </w:t>
      </w:r>
      <w:r w:rsidRPr="00896952">
        <w:t>RFT.</w:t>
      </w:r>
      <w:bookmarkEnd w:id="230"/>
    </w:p>
    <w:p w14:paraId="7396A23A" w14:textId="13001E7F" w:rsidR="00514A46" w:rsidRPr="00BC1156" w:rsidRDefault="00514A46" w:rsidP="00C8034B">
      <w:pPr>
        <w:pStyle w:val="COTCOCLV3-ASDEFCON"/>
      </w:pPr>
      <w:r w:rsidRPr="00896952">
        <w:t>Subject</w:t>
      </w:r>
      <w:r w:rsidR="00C17D31">
        <w:t xml:space="preserve"> </w:t>
      </w:r>
      <w:r w:rsidRPr="00896952">
        <w:t>to</w:t>
      </w:r>
      <w:r w:rsidR="00C17D31">
        <w:t xml:space="preserve"> </w:t>
      </w:r>
      <w:r w:rsidRPr="00896952">
        <w:t>clause</w:t>
      </w:r>
      <w:r w:rsidR="00C17D31">
        <w:t xml:space="preserve"> </w:t>
      </w:r>
      <w:r>
        <w:fldChar w:fldCharType="begin"/>
      </w:r>
      <w:r>
        <w:instrText xml:space="preserve"> REF _Ref45800999 \r \h </w:instrText>
      </w:r>
      <w:r>
        <w:fldChar w:fldCharType="separate"/>
      </w:r>
      <w:r w:rsidR="00857305">
        <w:t>2.1.1</w:t>
      </w:r>
      <w:r>
        <w:fldChar w:fldCharType="end"/>
      </w:r>
      <w:r w:rsidRPr="00896952">
        <w:t>,</w:t>
      </w:r>
      <w:r w:rsidR="00C17D31">
        <w:t xml:space="preserve"> </w:t>
      </w:r>
      <w:r w:rsidRPr="00896952">
        <w:t>the</w:t>
      </w:r>
      <w:r w:rsidR="00C17D31">
        <w:t xml:space="preserve"> </w:t>
      </w:r>
      <w:r w:rsidRPr="00896952">
        <w:t>Commonwealth</w:t>
      </w:r>
      <w:r w:rsidR="00C17D31">
        <w:t xml:space="preserve"> </w:t>
      </w:r>
      <w:r w:rsidRPr="00896952">
        <w:t>makes</w:t>
      </w:r>
      <w:r w:rsidR="00C17D31">
        <w:t xml:space="preserve"> </w:t>
      </w:r>
      <w:r w:rsidRPr="00896952">
        <w:t>no</w:t>
      </w:r>
      <w:r w:rsidR="00C17D31">
        <w:t xml:space="preserve"> </w:t>
      </w:r>
      <w:r w:rsidRPr="00896952">
        <w:t>representations</w:t>
      </w:r>
      <w:r w:rsidR="00C17D31">
        <w:t xml:space="preserve"> </w:t>
      </w:r>
      <w:r w:rsidRPr="00896952">
        <w:t>or</w:t>
      </w:r>
      <w:r w:rsidR="00C17D31">
        <w:t xml:space="preserve"> </w:t>
      </w:r>
      <w:r w:rsidRPr="00896952">
        <w:t>warranties</w:t>
      </w:r>
      <w:r w:rsidR="00C17D31">
        <w:t xml:space="preserve"> </w:t>
      </w:r>
      <w:r w:rsidRPr="00896952">
        <w:t>that</w:t>
      </w:r>
      <w:r w:rsidR="00C17D31">
        <w:t xml:space="preserve"> </w:t>
      </w:r>
      <w:r w:rsidRPr="00896952">
        <w:t>the</w:t>
      </w:r>
      <w:r w:rsidR="00C17D31">
        <w:t xml:space="preserve"> </w:t>
      </w:r>
      <w:r w:rsidRPr="00896952">
        <w:t>information</w:t>
      </w:r>
      <w:r w:rsidR="00C17D31">
        <w:t xml:space="preserve"> </w:t>
      </w:r>
      <w:r w:rsidRPr="00BC1156">
        <w:t>is,</w:t>
      </w:r>
      <w:r w:rsidR="00C17D31">
        <w:t xml:space="preserve"> </w:t>
      </w:r>
      <w:r w:rsidRPr="00BC1156">
        <w:t>or</w:t>
      </w:r>
      <w:r w:rsidR="00C17D31">
        <w:t xml:space="preserve"> </w:t>
      </w:r>
      <w:r w:rsidRPr="00BC1156">
        <w:t>will</w:t>
      </w:r>
      <w:r w:rsidR="00C17D31">
        <w:t xml:space="preserve"> </w:t>
      </w:r>
      <w:r w:rsidRPr="00BC1156">
        <w:t>be,</w:t>
      </w:r>
      <w:r w:rsidR="00C17D31">
        <w:t xml:space="preserve"> </w:t>
      </w:r>
      <w:r w:rsidRPr="00BC1156">
        <w:t>accurate,</w:t>
      </w:r>
      <w:r w:rsidR="00C17D31">
        <w:t xml:space="preserve"> </w:t>
      </w:r>
      <w:r w:rsidRPr="00BC1156">
        <w:t>current</w:t>
      </w:r>
      <w:r w:rsidR="00C17D31">
        <w:t xml:space="preserve"> </w:t>
      </w:r>
      <w:r w:rsidRPr="00BC1156">
        <w:t>or</w:t>
      </w:r>
      <w:r w:rsidR="00C17D31">
        <w:t xml:space="preserve"> </w:t>
      </w:r>
      <w:r w:rsidRPr="00BC1156">
        <w:t>complete.</w:t>
      </w:r>
    </w:p>
    <w:p w14:paraId="74DA7C49" w14:textId="1673BAEE" w:rsidR="00514A46" w:rsidRPr="00BC1156" w:rsidRDefault="00514A46" w:rsidP="00C8034B">
      <w:pPr>
        <w:pStyle w:val="COTCOCLV3-ASDEFCON"/>
      </w:pPr>
      <w:r w:rsidRPr="00BC1156">
        <w:t>Tenderers</w:t>
      </w:r>
      <w:r w:rsidR="00C17D31">
        <w:t xml:space="preserve"> </w:t>
      </w:r>
      <w:r w:rsidRPr="00BC1156">
        <w:t>are</w:t>
      </w:r>
      <w:r w:rsidR="00C17D31">
        <w:t xml:space="preserve"> </w:t>
      </w:r>
      <w:r>
        <w:t>solely</w:t>
      </w:r>
      <w:r w:rsidR="00C17D31">
        <w:t xml:space="preserve"> </w:t>
      </w:r>
      <w:r w:rsidRPr="00BC1156">
        <w:t>responsible</w:t>
      </w:r>
      <w:r w:rsidR="00C17D31">
        <w:t xml:space="preserve"> </w:t>
      </w:r>
      <w:r w:rsidRPr="00BC1156">
        <w:t>for:</w:t>
      </w:r>
    </w:p>
    <w:p w14:paraId="7CDEE80A" w14:textId="0B70917C" w:rsidR="00514A46" w:rsidRPr="00BC1156" w:rsidRDefault="00514A46" w:rsidP="00C8034B">
      <w:pPr>
        <w:pStyle w:val="COTCOCLV4-ASDEFCON"/>
      </w:pPr>
      <w:r w:rsidRPr="00BC1156">
        <w:t>examining</w:t>
      </w:r>
      <w:r w:rsidR="00C17D31">
        <w:t xml:space="preserve"> </w:t>
      </w:r>
      <w:r w:rsidRPr="00BC1156">
        <w:t>th</w:t>
      </w:r>
      <w:r w:rsidR="007B4DD9">
        <w:t>is</w:t>
      </w:r>
      <w:r w:rsidR="00C17D31">
        <w:t xml:space="preserve"> </w:t>
      </w:r>
      <w:r w:rsidRPr="00BC1156">
        <w:t>RFT,</w:t>
      </w:r>
      <w:r w:rsidR="00C17D31">
        <w:t xml:space="preserve"> </w:t>
      </w:r>
      <w:r w:rsidRPr="00BC1156">
        <w:t>any</w:t>
      </w:r>
      <w:r w:rsidR="00C17D31">
        <w:t xml:space="preserve"> </w:t>
      </w:r>
      <w:r w:rsidRPr="00BC1156">
        <w:t>documents</w:t>
      </w:r>
      <w:r w:rsidR="00C17D31">
        <w:t xml:space="preserve"> </w:t>
      </w:r>
      <w:r w:rsidRPr="00BC1156">
        <w:t>referenced</w:t>
      </w:r>
      <w:r w:rsidR="00C17D31">
        <w:t xml:space="preserve"> </w:t>
      </w:r>
      <w:r w:rsidRPr="00BC1156">
        <w:t>in</w:t>
      </w:r>
      <w:r w:rsidR="00C17D31">
        <w:t xml:space="preserve"> </w:t>
      </w:r>
      <w:r w:rsidRPr="00BC1156">
        <w:t>or</w:t>
      </w:r>
      <w:r w:rsidR="00C17D31">
        <w:t xml:space="preserve"> </w:t>
      </w:r>
      <w:r w:rsidRPr="00BC1156">
        <w:t>attached</w:t>
      </w:r>
      <w:r w:rsidR="00C17D31">
        <w:t xml:space="preserve"> </w:t>
      </w:r>
      <w:r w:rsidRPr="00BC1156">
        <w:t>to</w:t>
      </w:r>
      <w:r w:rsidR="00C17D31">
        <w:t xml:space="preserve"> </w:t>
      </w:r>
      <w:r w:rsidRPr="00BC1156">
        <w:t>th</w:t>
      </w:r>
      <w:r>
        <w:t>e</w:t>
      </w:r>
      <w:r w:rsidR="00C17D31">
        <w:t xml:space="preserve"> </w:t>
      </w:r>
      <w:r w:rsidRPr="00BC1156">
        <w:t>RFT</w:t>
      </w:r>
      <w:r w:rsidR="00C17D31">
        <w:t xml:space="preserve"> </w:t>
      </w:r>
      <w:r w:rsidRPr="00BC1156">
        <w:t>and</w:t>
      </w:r>
      <w:r w:rsidR="00C17D31">
        <w:t xml:space="preserve"> </w:t>
      </w:r>
      <w:r w:rsidRPr="00BC1156">
        <w:t>any</w:t>
      </w:r>
      <w:r w:rsidR="00C17D31">
        <w:t xml:space="preserve"> </w:t>
      </w:r>
      <w:r w:rsidRPr="00BC1156">
        <w:t>other</w:t>
      </w:r>
      <w:r w:rsidR="00C17D31">
        <w:t xml:space="preserve"> </w:t>
      </w:r>
      <w:r w:rsidRPr="00BC1156">
        <w:t>information</w:t>
      </w:r>
      <w:r w:rsidR="00C17D31">
        <w:t xml:space="preserve"> </w:t>
      </w:r>
      <w:r w:rsidRPr="00BC1156">
        <w:t>made</w:t>
      </w:r>
      <w:r w:rsidR="00C17D31">
        <w:t xml:space="preserve"> </w:t>
      </w:r>
      <w:r w:rsidRPr="00BC1156">
        <w:t>available</w:t>
      </w:r>
      <w:r w:rsidR="00C17D31">
        <w:t xml:space="preserve"> </w:t>
      </w:r>
      <w:r w:rsidRPr="00BC1156">
        <w:t>by</w:t>
      </w:r>
      <w:r w:rsidR="00C17D31">
        <w:t xml:space="preserve"> </w:t>
      </w:r>
      <w:r w:rsidRPr="00BC1156">
        <w:t>the</w:t>
      </w:r>
      <w:r w:rsidR="00C17D31">
        <w:t xml:space="preserve"> </w:t>
      </w:r>
      <w:r w:rsidRPr="00BC1156">
        <w:t>Commonwealth</w:t>
      </w:r>
      <w:r w:rsidR="00C17D31">
        <w:t xml:space="preserve"> </w:t>
      </w:r>
      <w:r w:rsidRPr="00BC1156">
        <w:t>to</w:t>
      </w:r>
      <w:r w:rsidR="00C17D31">
        <w:t xml:space="preserve"> </w:t>
      </w:r>
      <w:r w:rsidRPr="00BC1156">
        <w:t>tenderers</w:t>
      </w:r>
      <w:r w:rsidR="00C17D31">
        <w:t xml:space="preserve"> </w:t>
      </w:r>
      <w:r w:rsidRPr="00BC1156">
        <w:t>in</w:t>
      </w:r>
      <w:r w:rsidR="00C17D31">
        <w:t xml:space="preserve"> </w:t>
      </w:r>
      <w:r w:rsidRPr="00BC1156">
        <w:t>connection</w:t>
      </w:r>
      <w:r w:rsidR="00C17D31">
        <w:t xml:space="preserve"> </w:t>
      </w:r>
      <w:r w:rsidRPr="00BC1156">
        <w:t>with</w:t>
      </w:r>
      <w:r w:rsidR="00C17D31">
        <w:t xml:space="preserve"> </w:t>
      </w:r>
      <w:r w:rsidRPr="00BC1156">
        <w:t>the</w:t>
      </w:r>
      <w:r w:rsidR="00C17D31">
        <w:t xml:space="preserve"> </w:t>
      </w:r>
      <w:r w:rsidRPr="00BC1156">
        <w:t>RFT</w:t>
      </w:r>
      <w:r w:rsidR="00C17D31">
        <w:t xml:space="preserve"> </w:t>
      </w:r>
      <w:r w:rsidRPr="00BC1156">
        <w:t>process;</w:t>
      </w:r>
    </w:p>
    <w:p w14:paraId="0E78BAA7" w14:textId="22A25150" w:rsidR="00514A46" w:rsidRPr="00444B84" w:rsidRDefault="00514A46" w:rsidP="00C8034B">
      <w:pPr>
        <w:pStyle w:val="COTCOCLV4-ASDEFCON"/>
      </w:pPr>
      <w:r w:rsidRPr="00444B84">
        <w:t>obtaining</w:t>
      </w:r>
      <w:r w:rsidR="00C17D31">
        <w:t xml:space="preserve"> </w:t>
      </w:r>
      <w:r w:rsidRPr="00444B84">
        <w:t>and</w:t>
      </w:r>
      <w:r w:rsidR="00C17D31">
        <w:t xml:space="preserve"> </w:t>
      </w:r>
      <w:r w:rsidRPr="00444B84">
        <w:t>examining</w:t>
      </w:r>
      <w:r w:rsidR="00C17D31">
        <w:t xml:space="preserve"> </w:t>
      </w:r>
      <w:r w:rsidRPr="00444B84">
        <w:t>all</w:t>
      </w:r>
      <w:r w:rsidR="00C17D31">
        <w:t xml:space="preserve"> </w:t>
      </w:r>
      <w:r w:rsidRPr="00444B84">
        <w:t>further</w:t>
      </w:r>
      <w:r w:rsidR="00C17D31">
        <w:t xml:space="preserve"> </w:t>
      </w:r>
      <w:r w:rsidRPr="00444B84">
        <w:t>information</w:t>
      </w:r>
      <w:r w:rsidR="00C17D31">
        <w:t xml:space="preserve"> </w:t>
      </w:r>
      <w:r w:rsidRPr="00444B84">
        <w:t>which</w:t>
      </w:r>
      <w:r w:rsidR="00C17D31">
        <w:t xml:space="preserve"> </w:t>
      </w:r>
      <w:r w:rsidRPr="00444B84">
        <w:t>is</w:t>
      </w:r>
      <w:r w:rsidR="00C17D31">
        <w:t xml:space="preserve"> </w:t>
      </w:r>
      <w:r w:rsidRPr="00444B84">
        <w:t>obtainable</w:t>
      </w:r>
      <w:r w:rsidR="00C17D31">
        <w:t xml:space="preserve"> </w:t>
      </w:r>
      <w:r w:rsidRPr="00444B84">
        <w:t>by</w:t>
      </w:r>
      <w:r w:rsidR="00C17D31">
        <w:t xml:space="preserve"> </w:t>
      </w:r>
      <w:r w:rsidRPr="00444B84">
        <w:t>the</w:t>
      </w:r>
      <w:r w:rsidR="00C17D31">
        <w:t xml:space="preserve"> </w:t>
      </w:r>
      <w:r w:rsidRPr="00444B84">
        <w:t>making</w:t>
      </w:r>
      <w:r w:rsidR="00C17D31">
        <w:t xml:space="preserve"> </w:t>
      </w:r>
      <w:r w:rsidRPr="00444B84">
        <w:t>of</w:t>
      </w:r>
      <w:r w:rsidR="00C17D31">
        <w:t xml:space="preserve"> </w:t>
      </w:r>
      <w:r w:rsidRPr="00444B84">
        <w:t>reasonable</w:t>
      </w:r>
      <w:r w:rsidR="00C17D31">
        <w:t xml:space="preserve"> </w:t>
      </w:r>
      <w:r w:rsidR="00444B84">
        <w:t>i</w:t>
      </w:r>
      <w:r w:rsidRPr="00444B84">
        <w:t>nquiries</w:t>
      </w:r>
      <w:r w:rsidR="00C17D31">
        <w:t xml:space="preserve"> </w:t>
      </w:r>
      <w:r w:rsidRPr="00444B84">
        <w:t>relevant</w:t>
      </w:r>
      <w:r w:rsidR="00C17D31">
        <w:t xml:space="preserve"> </w:t>
      </w:r>
      <w:r w:rsidRPr="00444B84">
        <w:t>to</w:t>
      </w:r>
      <w:r w:rsidR="00C17D31">
        <w:t xml:space="preserve"> </w:t>
      </w:r>
      <w:r w:rsidRPr="00444B84">
        <w:t>the</w:t>
      </w:r>
      <w:r w:rsidR="00C17D31">
        <w:t xml:space="preserve"> </w:t>
      </w:r>
      <w:r w:rsidRPr="00444B84">
        <w:t>risks,</w:t>
      </w:r>
      <w:r w:rsidR="00C17D31">
        <w:t xml:space="preserve"> </w:t>
      </w:r>
      <w:r w:rsidRPr="00444B84">
        <w:t>contingencies,</w:t>
      </w:r>
      <w:r w:rsidR="00C17D31">
        <w:t xml:space="preserve"> </w:t>
      </w:r>
      <w:r w:rsidRPr="00444B84">
        <w:t>and</w:t>
      </w:r>
      <w:r w:rsidR="00C17D31">
        <w:t xml:space="preserve"> </w:t>
      </w:r>
      <w:r w:rsidRPr="00444B84">
        <w:t>other</w:t>
      </w:r>
      <w:r w:rsidR="00C17D31">
        <w:t xml:space="preserve"> </w:t>
      </w:r>
      <w:r w:rsidRPr="00444B84">
        <w:t>circumstances</w:t>
      </w:r>
      <w:r w:rsidR="00C17D31">
        <w:t xml:space="preserve"> </w:t>
      </w:r>
      <w:r w:rsidRPr="00444B84">
        <w:t>having</w:t>
      </w:r>
      <w:r w:rsidR="00C17D31">
        <w:t xml:space="preserve"> </w:t>
      </w:r>
      <w:r w:rsidRPr="00444B84">
        <w:t>an</w:t>
      </w:r>
      <w:r w:rsidR="00C17D31">
        <w:t xml:space="preserve"> </w:t>
      </w:r>
      <w:r w:rsidRPr="00444B84">
        <w:t>effect</w:t>
      </w:r>
      <w:r w:rsidR="00C17D31">
        <w:t xml:space="preserve"> </w:t>
      </w:r>
      <w:r w:rsidRPr="00444B84">
        <w:t>on</w:t>
      </w:r>
      <w:r w:rsidR="00C17D31">
        <w:t xml:space="preserve"> </w:t>
      </w:r>
      <w:r w:rsidRPr="00444B84">
        <w:t>their</w:t>
      </w:r>
      <w:r w:rsidR="00C17D31">
        <w:t xml:space="preserve"> </w:t>
      </w:r>
      <w:r w:rsidRPr="00444B84">
        <w:t>tenders;</w:t>
      </w:r>
    </w:p>
    <w:p w14:paraId="489D4540" w14:textId="0916A8BD" w:rsidR="00514A46" w:rsidRDefault="00514A46" w:rsidP="00C8034B">
      <w:pPr>
        <w:pStyle w:val="COTCOCLV4-ASDEFCON"/>
      </w:pPr>
      <w:r>
        <w:rPr>
          <w:lang w:eastAsia="zh-CN"/>
        </w:rPr>
        <w:t>seeking</w:t>
      </w:r>
      <w:r w:rsidR="00C17D31">
        <w:rPr>
          <w:lang w:eastAsia="zh-CN"/>
        </w:rPr>
        <w:t xml:space="preserve"> </w:t>
      </w:r>
      <w:r>
        <w:rPr>
          <w:lang w:eastAsia="zh-CN"/>
        </w:rPr>
        <w:t>clarification</w:t>
      </w:r>
      <w:r w:rsidR="00C17D31">
        <w:rPr>
          <w:lang w:eastAsia="zh-CN"/>
        </w:rPr>
        <w:t xml:space="preserve"> </w:t>
      </w:r>
      <w:r>
        <w:rPr>
          <w:lang w:eastAsia="zh-CN"/>
        </w:rPr>
        <w:t>where</w:t>
      </w:r>
      <w:r w:rsidR="00C17D31">
        <w:rPr>
          <w:lang w:eastAsia="zh-CN"/>
        </w:rPr>
        <w:t xml:space="preserve"> </w:t>
      </w:r>
      <w:r>
        <w:rPr>
          <w:lang w:eastAsia="zh-CN"/>
        </w:rPr>
        <w:t>further</w:t>
      </w:r>
      <w:r w:rsidR="00C17D31">
        <w:rPr>
          <w:lang w:eastAsia="zh-CN"/>
        </w:rPr>
        <w:t xml:space="preserve"> </w:t>
      </w:r>
      <w:r>
        <w:rPr>
          <w:lang w:eastAsia="zh-CN"/>
        </w:rPr>
        <w:t>information</w:t>
      </w:r>
      <w:r w:rsidR="00C17D31">
        <w:rPr>
          <w:lang w:eastAsia="zh-CN"/>
        </w:rPr>
        <w:t xml:space="preserve"> </w:t>
      </w:r>
      <w:r>
        <w:rPr>
          <w:lang w:eastAsia="zh-CN"/>
        </w:rPr>
        <w:t>has</w:t>
      </w:r>
      <w:r w:rsidR="00C17D31">
        <w:rPr>
          <w:lang w:eastAsia="zh-CN"/>
        </w:rPr>
        <w:t xml:space="preserve"> </w:t>
      </w:r>
      <w:r>
        <w:rPr>
          <w:lang w:eastAsia="zh-CN"/>
        </w:rPr>
        <w:t>been</w:t>
      </w:r>
      <w:r w:rsidR="00C17D31">
        <w:rPr>
          <w:lang w:eastAsia="zh-CN"/>
        </w:rPr>
        <w:t xml:space="preserve"> </w:t>
      </w:r>
      <w:r>
        <w:rPr>
          <w:lang w:eastAsia="zh-CN"/>
        </w:rPr>
        <w:t>communicated</w:t>
      </w:r>
      <w:r w:rsidR="00C17D31">
        <w:rPr>
          <w:lang w:eastAsia="zh-CN"/>
        </w:rPr>
        <w:t xml:space="preserve"> </w:t>
      </w:r>
      <w:r>
        <w:rPr>
          <w:lang w:eastAsia="zh-CN"/>
        </w:rPr>
        <w:t>or</w:t>
      </w:r>
      <w:r w:rsidR="00C17D31">
        <w:rPr>
          <w:lang w:eastAsia="zh-CN"/>
        </w:rPr>
        <w:t xml:space="preserve"> </w:t>
      </w:r>
      <w:r>
        <w:rPr>
          <w:lang w:eastAsia="zh-CN"/>
        </w:rPr>
        <w:t>provided</w:t>
      </w:r>
      <w:r w:rsidR="00C17D31">
        <w:rPr>
          <w:lang w:eastAsia="zh-CN"/>
        </w:rPr>
        <w:t xml:space="preserve"> </w:t>
      </w:r>
      <w:r>
        <w:rPr>
          <w:lang w:eastAsia="zh-CN"/>
        </w:rPr>
        <w:t>to</w:t>
      </w:r>
      <w:r w:rsidR="00C17D31">
        <w:rPr>
          <w:lang w:eastAsia="zh-CN"/>
        </w:rPr>
        <w:t xml:space="preserve"> </w:t>
      </w:r>
      <w:r>
        <w:rPr>
          <w:lang w:eastAsia="zh-CN"/>
        </w:rPr>
        <w:t>tenderers,</w:t>
      </w:r>
      <w:r w:rsidR="00C17D31">
        <w:rPr>
          <w:lang w:eastAsia="zh-CN"/>
        </w:rPr>
        <w:t xml:space="preserve"> </w:t>
      </w:r>
      <w:r>
        <w:rPr>
          <w:lang w:eastAsia="zh-CN"/>
        </w:rPr>
        <w:t>or</w:t>
      </w:r>
      <w:r w:rsidR="00C17D31">
        <w:rPr>
          <w:lang w:eastAsia="zh-CN"/>
        </w:rPr>
        <w:t xml:space="preserve"> </w:t>
      </w:r>
      <w:r>
        <w:rPr>
          <w:lang w:eastAsia="zh-CN"/>
        </w:rPr>
        <w:t>otherwise</w:t>
      </w:r>
      <w:r w:rsidR="00C17D31">
        <w:rPr>
          <w:lang w:eastAsia="zh-CN"/>
        </w:rPr>
        <w:t xml:space="preserve"> </w:t>
      </w:r>
      <w:r>
        <w:rPr>
          <w:lang w:eastAsia="zh-CN"/>
        </w:rPr>
        <w:t>communicated</w:t>
      </w:r>
      <w:r w:rsidR="00C17D31">
        <w:rPr>
          <w:lang w:eastAsia="zh-CN"/>
        </w:rPr>
        <w:t xml:space="preserve"> </w:t>
      </w:r>
      <w:r>
        <w:rPr>
          <w:lang w:eastAsia="zh-CN"/>
        </w:rPr>
        <w:t>by</w:t>
      </w:r>
      <w:r w:rsidR="00C17D31">
        <w:rPr>
          <w:lang w:eastAsia="zh-CN"/>
        </w:rPr>
        <w:t xml:space="preserve"> </w:t>
      </w:r>
      <w:r>
        <w:rPr>
          <w:lang w:eastAsia="zh-CN"/>
        </w:rPr>
        <w:t>the</w:t>
      </w:r>
      <w:r w:rsidR="00C17D31">
        <w:rPr>
          <w:lang w:eastAsia="zh-CN"/>
        </w:rPr>
        <w:t xml:space="preserve"> </w:t>
      </w:r>
      <w:r>
        <w:rPr>
          <w:lang w:eastAsia="zh-CN"/>
        </w:rPr>
        <w:t>Commonwealth,</w:t>
      </w:r>
      <w:r w:rsidR="00C17D31">
        <w:rPr>
          <w:lang w:eastAsia="zh-CN"/>
        </w:rPr>
        <w:t xml:space="preserve"> </w:t>
      </w:r>
      <w:r>
        <w:rPr>
          <w:lang w:eastAsia="zh-CN"/>
        </w:rPr>
        <w:t>which</w:t>
      </w:r>
      <w:r w:rsidR="00C17D31">
        <w:rPr>
          <w:lang w:eastAsia="zh-CN"/>
        </w:rPr>
        <w:t xml:space="preserve"> </w:t>
      </w:r>
      <w:r>
        <w:rPr>
          <w:lang w:eastAsia="zh-CN"/>
        </w:rPr>
        <w:t>is</w:t>
      </w:r>
      <w:r w:rsidR="00C17D31">
        <w:rPr>
          <w:lang w:eastAsia="zh-CN"/>
        </w:rPr>
        <w:t xml:space="preserve"> </w:t>
      </w:r>
      <w:r>
        <w:rPr>
          <w:lang w:eastAsia="zh-CN"/>
        </w:rPr>
        <w:t>or</w:t>
      </w:r>
      <w:r w:rsidR="00C17D31">
        <w:rPr>
          <w:lang w:eastAsia="zh-CN"/>
        </w:rPr>
        <w:t xml:space="preserve"> </w:t>
      </w:r>
      <w:r>
        <w:rPr>
          <w:lang w:eastAsia="zh-CN"/>
        </w:rPr>
        <w:t>appears</w:t>
      </w:r>
      <w:r w:rsidR="00C17D31">
        <w:rPr>
          <w:lang w:eastAsia="zh-CN"/>
        </w:rPr>
        <w:t xml:space="preserve"> </w:t>
      </w:r>
      <w:r>
        <w:rPr>
          <w:lang w:eastAsia="zh-CN"/>
        </w:rPr>
        <w:t>to</w:t>
      </w:r>
      <w:r w:rsidR="00C17D31">
        <w:rPr>
          <w:lang w:eastAsia="zh-CN"/>
        </w:rPr>
        <w:t xml:space="preserve"> </w:t>
      </w:r>
      <w:r>
        <w:rPr>
          <w:lang w:eastAsia="zh-CN"/>
        </w:rPr>
        <w:t>be</w:t>
      </w:r>
      <w:r w:rsidR="00C17D31">
        <w:rPr>
          <w:lang w:eastAsia="zh-CN"/>
        </w:rPr>
        <w:t xml:space="preserve"> </w:t>
      </w:r>
      <w:r>
        <w:rPr>
          <w:lang w:eastAsia="zh-CN"/>
        </w:rPr>
        <w:t>inconsistent</w:t>
      </w:r>
      <w:r w:rsidR="00C17D31">
        <w:rPr>
          <w:lang w:eastAsia="zh-CN"/>
        </w:rPr>
        <w:t xml:space="preserve"> </w:t>
      </w:r>
      <w:r>
        <w:rPr>
          <w:lang w:eastAsia="zh-CN"/>
        </w:rPr>
        <w:t>with</w:t>
      </w:r>
      <w:r w:rsidR="00C17D31">
        <w:rPr>
          <w:lang w:eastAsia="zh-CN"/>
        </w:rPr>
        <w:t xml:space="preserve"> </w:t>
      </w:r>
      <w:r>
        <w:rPr>
          <w:lang w:eastAsia="zh-CN"/>
        </w:rPr>
        <w:t>the</w:t>
      </w:r>
      <w:r w:rsidR="00C17D31">
        <w:rPr>
          <w:lang w:eastAsia="zh-CN"/>
        </w:rPr>
        <w:t xml:space="preserve"> </w:t>
      </w:r>
      <w:r>
        <w:rPr>
          <w:lang w:eastAsia="zh-CN"/>
        </w:rPr>
        <w:t>information</w:t>
      </w:r>
      <w:r w:rsidR="00C17D31">
        <w:rPr>
          <w:lang w:eastAsia="zh-CN"/>
        </w:rPr>
        <w:t xml:space="preserve"> </w:t>
      </w:r>
      <w:r>
        <w:rPr>
          <w:lang w:eastAsia="zh-CN"/>
        </w:rPr>
        <w:t>in</w:t>
      </w:r>
      <w:r w:rsidR="00C17D31">
        <w:rPr>
          <w:lang w:eastAsia="zh-CN"/>
        </w:rPr>
        <w:t xml:space="preserve"> </w:t>
      </w:r>
      <w:r>
        <w:rPr>
          <w:lang w:eastAsia="zh-CN"/>
        </w:rPr>
        <w:t>this</w:t>
      </w:r>
      <w:r w:rsidR="00C17D31">
        <w:rPr>
          <w:lang w:eastAsia="zh-CN"/>
        </w:rPr>
        <w:t xml:space="preserve"> </w:t>
      </w:r>
      <w:r>
        <w:rPr>
          <w:lang w:eastAsia="zh-CN"/>
        </w:rPr>
        <w:t>RFT;</w:t>
      </w:r>
      <w:r w:rsidR="00C17D31">
        <w:rPr>
          <w:lang w:eastAsia="zh-CN"/>
        </w:rPr>
        <w:t xml:space="preserve"> </w:t>
      </w:r>
      <w:r>
        <w:rPr>
          <w:lang w:eastAsia="zh-CN"/>
        </w:rPr>
        <w:t>and</w:t>
      </w:r>
    </w:p>
    <w:p w14:paraId="54768503" w14:textId="70FDE784" w:rsidR="00514A46" w:rsidRPr="00BC1156" w:rsidRDefault="00514A46" w:rsidP="00C8034B">
      <w:pPr>
        <w:pStyle w:val="COTCOCLV4-ASDEFCON"/>
      </w:pPr>
      <w:r w:rsidRPr="00BC1156">
        <w:t>satisfying</w:t>
      </w:r>
      <w:r w:rsidR="00C17D31">
        <w:t xml:space="preserve"> </w:t>
      </w:r>
      <w:r w:rsidRPr="00BC1156">
        <w:t>themselves</w:t>
      </w:r>
      <w:r w:rsidR="00C17D31">
        <w:t xml:space="preserve"> </w:t>
      </w:r>
      <w:r>
        <w:t>that</w:t>
      </w:r>
      <w:r w:rsidR="00C17D31">
        <w:t xml:space="preserve"> </w:t>
      </w:r>
      <w:r w:rsidRPr="00BC1156">
        <w:t>their</w:t>
      </w:r>
      <w:r w:rsidR="00C17D31">
        <w:t xml:space="preserve"> </w:t>
      </w:r>
      <w:r w:rsidRPr="00BC1156">
        <w:t>tender</w:t>
      </w:r>
      <w:r w:rsidR="00C17D31">
        <w:t xml:space="preserve"> </w:t>
      </w:r>
      <w:r>
        <w:t>(</w:t>
      </w:r>
      <w:r w:rsidRPr="00BC1156">
        <w:t>including</w:t>
      </w:r>
      <w:r w:rsidR="00C17D31">
        <w:t xml:space="preserve"> </w:t>
      </w:r>
      <w:r w:rsidRPr="00BC1156">
        <w:t>tendered</w:t>
      </w:r>
      <w:r w:rsidR="00C17D31">
        <w:t xml:space="preserve"> </w:t>
      </w:r>
      <w:r w:rsidRPr="00BC1156">
        <w:t>prices</w:t>
      </w:r>
      <w:r>
        <w:t>)</w:t>
      </w:r>
      <w:r w:rsidR="00C17D31">
        <w:t xml:space="preserve"> </w:t>
      </w:r>
      <w:r>
        <w:t>is</w:t>
      </w:r>
      <w:r w:rsidR="00C17D31">
        <w:t xml:space="preserve"> </w:t>
      </w:r>
      <w:r>
        <w:t>accurate,</w:t>
      </w:r>
      <w:r w:rsidR="00C17D31">
        <w:t xml:space="preserve"> </w:t>
      </w:r>
      <w:r>
        <w:t>complete</w:t>
      </w:r>
      <w:r w:rsidR="00C17D31">
        <w:t xml:space="preserve"> </w:t>
      </w:r>
      <w:r>
        <w:t>and</w:t>
      </w:r>
      <w:r w:rsidR="00C17D31">
        <w:t xml:space="preserve"> </w:t>
      </w:r>
      <w:r>
        <w:t>not</w:t>
      </w:r>
      <w:r w:rsidR="00C17D31">
        <w:t xml:space="preserve"> </w:t>
      </w:r>
      <w:r>
        <w:t>misleading</w:t>
      </w:r>
      <w:r w:rsidRPr="00BC1156">
        <w:t>.</w:t>
      </w:r>
    </w:p>
    <w:p w14:paraId="61D998FB" w14:textId="09AC2486" w:rsidR="00514A46" w:rsidRDefault="00514A46" w:rsidP="00C8034B">
      <w:pPr>
        <w:pStyle w:val="COTCOCLV3-ASDEFCON"/>
      </w:pPr>
      <w:bookmarkStart w:id="231" w:name="_Ref95209864"/>
      <w:bookmarkStart w:id="232" w:name="_Ref435431853"/>
      <w:r w:rsidRPr="00BC1156">
        <w:t>Tenderers</w:t>
      </w:r>
      <w:r w:rsidR="00C17D31">
        <w:t xml:space="preserve"> </w:t>
      </w:r>
      <w:r>
        <w:t>are</w:t>
      </w:r>
      <w:r w:rsidR="00C17D31">
        <w:t xml:space="preserve"> </w:t>
      </w:r>
      <w:r>
        <w:t>to</w:t>
      </w:r>
      <w:r w:rsidR="00C17D31">
        <w:t xml:space="preserve"> </w:t>
      </w:r>
      <w:r w:rsidRPr="00BC1156">
        <w:t>prepare</w:t>
      </w:r>
      <w:r w:rsidR="00C17D31">
        <w:t xml:space="preserve"> </w:t>
      </w:r>
      <w:r w:rsidRPr="00BC1156">
        <w:t>and</w:t>
      </w:r>
      <w:r w:rsidR="00C17D31">
        <w:t xml:space="preserve"> </w:t>
      </w:r>
      <w:r w:rsidRPr="00BC1156">
        <w:t>lodge</w:t>
      </w:r>
      <w:r w:rsidR="00C17D31">
        <w:t xml:space="preserve"> </w:t>
      </w:r>
      <w:r>
        <w:t>their</w:t>
      </w:r>
      <w:r w:rsidR="00C17D31">
        <w:t xml:space="preserve"> </w:t>
      </w:r>
      <w:r w:rsidRPr="00BC1156">
        <w:t>tender</w:t>
      </w:r>
      <w:r>
        <w:t>s</w:t>
      </w:r>
      <w:r w:rsidR="00C17D31">
        <w:t xml:space="preserve"> </w:t>
      </w:r>
      <w:r w:rsidRPr="00BC1156">
        <w:t>based</w:t>
      </w:r>
      <w:r w:rsidR="00C17D31">
        <w:t xml:space="preserve"> </w:t>
      </w:r>
      <w:r w:rsidRPr="00BC1156">
        <w:t>on</w:t>
      </w:r>
      <w:r w:rsidR="00C17D31">
        <w:t xml:space="preserve"> </w:t>
      </w:r>
      <w:r w:rsidRPr="00BC1156">
        <w:t>the</w:t>
      </w:r>
      <w:r w:rsidR="00C17D31">
        <w:t xml:space="preserve"> </w:t>
      </w:r>
      <w:r w:rsidRPr="00BC1156">
        <w:t>acknowledgment</w:t>
      </w:r>
      <w:r>
        <w:t>s</w:t>
      </w:r>
      <w:r w:rsidR="00C17D31">
        <w:t xml:space="preserve"> </w:t>
      </w:r>
      <w:r w:rsidRPr="00BC1156">
        <w:t>and</w:t>
      </w:r>
      <w:r w:rsidR="00C17D31">
        <w:t xml:space="preserve"> </w:t>
      </w:r>
      <w:r w:rsidRPr="00BC1156">
        <w:t>agreement</w:t>
      </w:r>
      <w:r>
        <w:t>s</w:t>
      </w:r>
      <w:r w:rsidR="00C17D31">
        <w:t xml:space="preserve"> </w:t>
      </w:r>
      <w:r>
        <w:t>at</w:t>
      </w:r>
      <w:r w:rsidR="00C17D31">
        <w:t xml:space="preserve"> </w:t>
      </w:r>
      <w:r>
        <w:t>the</w:t>
      </w:r>
      <w:r w:rsidR="00C17D31">
        <w:t xml:space="preserve"> </w:t>
      </w:r>
      <w:r>
        <w:t>Tenderer’s</w:t>
      </w:r>
      <w:r w:rsidR="00C17D31">
        <w:t xml:space="preserve"> </w:t>
      </w:r>
      <w:r>
        <w:t>Deed</w:t>
      </w:r>
      <w:r w:rsidR="00C17D31">
        <w:t xml:space="preserve"> </w:t>
      </w:r>
      <w:r>
        <w:t>of</w:t>
      </w:r>
      <w:r w:rsidR="00C17D31">
        <w:t xml:space="preserve"> </w:t>
      </w:r>
      <w:r>
        <w:t>Undertaking</w:t>
      </w:r>
      <w:bookmarkEnd w:id="231"/>
      <w:r>
        <w:t>.</w:t>
      </w:r>
      <w:bookmarkEnd w:id="232"/>
    </w:p>
    <w:p w14:paraId="41E1EFCB" w14:textId="069E9E3F" w:rsidR="00C17D31" w:rsidRPr="00702C44" w:rsidRDefault="00514A46" w:rsidP="00C8034B">
      <w:pPr>
        <w:pStyle w:val="NoteToTenderers-ASDEFCON"/>
        <w:rPr>
          <w:color w:val="000000" w:themeColor="text1"/>
        </w:rPr>
      </w:pPr>
      <w:r w:rsidRPr="0058190B">
        <w:t>Note</w:t>
      </w:r>
      <w:r w:rsidR="00C17D31">
        <w:t xml:space="preserve"> </w:t>
      </w:r>
      <w:r w:rsidRPr="0058190B">
        <w:t>to</w:t>
      </w:r>
      <w:r w:rsidR="00C17D31">
        <w:t xml:space="preserve"> </w:t>
      </w:r>
      <w:r w:rsidRPr="0058190B">
        <w:t>tenderers:</w:t>
      </w:r>
      <w:r w:rsidR="00C17D31">
        <w:t xml:space="preserve">  </w:t>
      </w:r>
      <w:r w:rsidRPr="0058190B">
        <w:t>Requests</w:t>
      </w:r>
      <w:r w:rsidR="00C17D31">
        <w:t xml:space="preserve"> </w:t>
      </w:r>
      <w:r w:rsidRPr="0058190B">
        <w:t>for</w:t>
      </w:r>
      <w:r w:rsidR="00C17D31">
        <w:t xml:space="preserve"> </w:t>
      </w:r>
      <w:r w:rsidRPr="0058190B">
        <w:t>advice</w:t>
      </w:r>
      <w:r w:rsidR="00C17D31">
        <w:t xml:space="preserve"> </w:t>
      </w:r>
      <w:r w:rsidRPr="0058190B">
        <w:t>on</w:t>
      </w:r>
      <w:r w:rsidR="00C17D31">
        <w:t xml:space="preserve"> </w:t>
      </w:r>
      <w:r w:rsidRPr="0058190B">
        <w:t>the</w:t>
      </w:r>
      <w:r w:rsidR="00C17D31">
        <w:t xml:space="preserve"> </w:t>
      </w:r>
      <w:r w:rsidRPr="0058190B">
        <w:t>control</w:t>
      </w:r>
      <w:r w:rsidR="00C17D31">
        <w:t xml:space="preserve"> </w:t>
      </w:r>
      <w:r w:rsidRPr="0058190B">
        <w:t>status</w:t>
      </w:r>
      <w:r w:rsidR="00C17D31">
        <w:t xml:space="preserve"> </w:t>
      </w:r>
      <w:r w:rsidRPr="0058190B">
        <w:t>of</w:t>
      </w:r>
      <w:r w:rsidR="00C17D31">
        <w:t xml:space="preserve"> </w:t>
      </w:r>
      <w:r w:rsidRPr="0058190B">
        <w:t>Australian</w:t>
      </w:r>
      <w:r w:rsidR="00C17D31">
        <w:t xml:space="preserve"> </w:t>
      </w:r>
      <w:r w:rsidRPr="0058190B">
        <w:t>goods</w:t>
      </w:r>
      <w:r w:rsidR="00C17D31">
        <w:t xml:space="preserve"> </w:t>
      </w:r>
      <w:r w:rsidRPr="0058190B">
        <w:t>and/or</w:t>
      </w:r>
      <w:r w:rsidR="00C17D31">
        <w:t xml:space="preserve"> </w:t>
      </w:r>
      <w:r w:rsidRPr="0058190B">
        <w:t>services</w:t>
      </w:r>
      <w:r w:rsidR="00C17D31">
        <w:t xml:space="preserve"> </w:t>
      </w:r>
      <w:r w:rsidRPr="0058190B">
        <w:t>should</w:t>
      </w:r>
      <w:r w:rsidR="00C17D31">
        <w:t xml:space="preserve"> </w:t>
      </w:r>
      <w:r w:rsidRPr="0058190B">
        <w:t>be</w:t>
      </w:r>
      <w:r w:rsidR="00C17D31">
        <w:t xml:space="preserve"> </w:t>
      </w:r>
      <w:r w:rsidRPr="0058190B">
        <w:t>forward</w:t>
      </w:r>
      <w:r>
        <w:t>ed</w:t>
      </w:r>
      <w:r w:rsidR="00C17D31">
        <w:t xml:space="preserve"> </w:t>
      </w:r>
      <w:r>
        <w:t>to</w:t>
      </w:r>
      <w:r w:rsidR="00C17D31">
        <w:t xml:space="preserve"> </w:t>
      </w:r>
      <w:r>
        <w:t>Defence</w:t>
      </w:r>
      <w:r w:rsidR="00C17D31">
        <w:t xml:space="preserve"> </w:t>
      </w:r>
      <w:r>
        <w:t>Export</w:t>
      </w:r>
      <w:r w:rsidR="00C17D31">
        <w:t xml:space="preserve"> </w:t>
      </w:r>
      <w:r>
        <w:t>Controls</w:t>
      </w:r>
      <w:r w:rsidR="00C17D31">
        <w:t xml:space="preserve"> </w:t>
      </w:r>
      <w:r w:rsidRPr="0058190B">
        <w:t>via</w:t>
      </w:r>
      <w:r w:rsidR="00C17D31">
        <w:t xml:space="preserve"> </w:t>
      </w:r>
      <w:r w:rsidRPr="0058190B">
        <w:t>email</w:t>
      </w:r>
      <w:r w:rsidR="00C17D31">
        <w:t xml:space="preserve"> </w:t>
      </w:r>
      <w:r w:rsidRPr="0058190B">
        <w:t>at</w:t>
      </w:r>
      <w:r w:rsidR="00C17D31">
        <w:t xml:space="preserve"> </w:t>
      </w:r>
      <w:hyperlink r:id="rId18" w:history="1">
        <w:r>
          <w:rPr>
            <w:rStyle w:val="Hyperlink"/>
            <w:rFonts w:cs="Arial"/>
          </w:rPr>
          <w:t>ExportControls@defence.gov.au</w:t>
        </w:r>
      </w:hyperlink>
      <w:r w:rsidRPr="00702C44">
        <w:rPr>
          <w:color w:val="000000" w:themeColor="text1"/>
        </w:rPr>
        <w:t>.</w:t>
      </w:r>
      <w:r w:rsidR="00C17D31" w:rsidRPr="00702C44">
        <w:rPr>
          <w:color w:val="000000" w:themeColor="text1"/>
        </w:rPr>
        <w:t xml:space="preserve"> </w:t>
      </w:r>
      <w:r w:rsidR="00C17D31">
        <w:t xml:space="preserve"> </w:t>
      </w:r>
      <w:r w:rsidRPr="0058190B">
        <w:t>Further</w:t>
      </w:r>
      <w:r w:rsidR="00C17D31">
        <w:t xml:space="preserve"> </w:t>
      </w:r>
      <w:r w:rsidRPr="0058190B">
        <w:t>information</w:t>
      </w:r>
      <w:r w:rsidR="00C17D31">
        <w:t xml:space="preserve"> </w:t>
      </w:r>
      <w:r w:rsidRPr="0058190B">
        <w:t>on</w:t>
      </w:r>
      <w:r w:rsidR="00C17D31">
        <w:t xml:space="preserve"> </w:t>
      </w:r>
      <w:r w:rsidRPr="00702C44">
        <w:rPr>
          <w:color w:val="000000" w:themeColor="text1"/>
        </w:rPr>
        <w:t>Australian</w:t>
      </w:r>
      <w:r w:rsidR="00C17D31" w:rsidRPr="00702C44">
        <w:rPr>
          <w:color w:val="000000" w:themeColor="text1"/>
        </w:rPr>
        <w:t xml:space="preserve"> </w:t>
      </w:r>
      <w:r w:rsidRPr="00702C44">
        <w:rPr>
          <w:color w:val="000000" w:themeColor="text1"/>
        </w:rPr>
        <w:t>export</w:t>
      </w:r>
      <w:r w:rsidR="00C17D31" w:rsidRPr="00702C44">
        <w:rPr>
          <w:color w:val="000000" w:themeColor="text1"/>
        </w:rPr>
        <w:t xml:space="preserve"> </w:t>
      </w:r>
      <w:r w:rsidRPr="00702C44">
        <w:rPr>
          <w:color w:val="000000" w:themeColor="text1"/>
        </w:rPr>
        <w:t>controls</w:t>
      </w:r>
      <w:r w:rsidR="00C17D31" w:rsidRPr="00702C44">
        <w:rPr>
          <w:color w:val="000000" w:themeColor="text1"/>
        </w:rPr>
        <w:t xml:space="preserve"> </w:t>
      </w:r>
      <w:r w:rsidRPr="00702C44">
        <w:rPr>
          <w:color w:val="000000" w:themeColor="text1"/>
        </w:rPr>
        <w:t>may</w:t>
      </w:r>
      <w:r w:rsidR="00C17D31" w:rsidRPr="00702C44">
        <w:rPr>
          <w:color w:val="000000" w:themeColor="text1"/>
        </w:rPr>
        <w:t xml:space="preserve"> </w:t>
      </w:r>
      <w:r w:rsidRPr="00702C44">
        <w:rPr>
          <w:color w:val="000000" w:themeColor="text1"/>
        </w:rPr>
        <w:t>be</w:t>
      </w:r>
      <w:r w:rsidR="00C17D31" w:rsidRPr="00702C44">
        <w:rPr>
          <w:color w:val="000000" w:themeColor="text1"/>
        </w:rPr>
        <w:t xml:space="preserve"> </w:t>
      </w:r>
      <w:r w:rsidRPr="00702C44">
        <w:rPr>
          <w:color w:val="000000" w:themeColor="text1"/>
        </w:rPr>
        <w:t>found</w:t>
      </w:r>
      <w:r w:rsidR="00C17D31" w:rsidRPr="00702C44">
        <w:rPr>
          <w:color w:val="000000" w:themeColor="text1"/>
        </w:rPr>
        <w:t xml:space="preserve"> </w:t>
      </w:r>
      <w:r w:rsidRPr="00702C44">
        <w:rPr>
          <w:color w:val="000000" w:themeColor="text1"/>
        </w:rPr>
        <w:t>at</w:t>
      </w:r>
      <w:r w:rsidR="007B4DD9" w:rsidRPr="00702C44">
        <w:rPr>
          <w:color w:val="000000" w:themeColor="text1"/>
        </w:rPr>
        <w:t>:</w:t>
      </w:r>
    </w:p>
    <w:p w14:paraId="73CECDAA" w14:textId="0E297B88" w:rsidR="00514A46" w:rsidRPr="00702C44" w:rsidRDefault="00857305" w:rsidP="00702C44">
      <w:pPr>
        <w:pStyle w:val="NoteToTenderersBullets-ASDEFCON"/>
        <w:rPr>
          <w:b w:val="0"/>
          <w:bCs w:val="0"/>
          <w:i w:val="0"/>
          <w:iCs w:val="0"/>
          <w:szCs w:val="40"/>
        </w:rPr>
      </w:pPr>
      <w:hyperlink r:id="rId19" w:history="1">
        <w:r w:rsidR="00702C44" w:rsidRPr="00C119EC">
          <w:rPr>
            <w:rStyle w:val="Hyperlink"/>
          </w:rPr>
          <w:t>https://www.defence.gov.au/business-industry/export/controls</w:t>
        </w:r>
      </w:hyperlink>
      <w:r w:rsidR="00702C44">
        <w:rPr>
          <w:color w:val="000000" w:themeColor="text1"/>
        </w:rPr>
        <w:t>.</w:t>
      </w:r>
    </w:p>
    <w:p w14:paraId="5FB4F5F5" w14:textId="6A2205A9" w:rsidR="00514A46" w:rsidRPr="00BC1156" w:rsidRDefault="00514A46" w:rsidP="00C8034B">
      <w:pPr>
        <w:pStyle w:val="COTCOCLV3-ASDEFCON"/>
      </w:pPr>
      <w:r w:rsidRPr="0058190B">
        <w:t>Tenderers</w:t>
      </w:r>
      <w:r w:rsidR="00C17D31">
        <w:t xml:space="preserve"> </w:t>
      </w:r>
      <w:r w:rsidRPr="0058190B">
        <w:t>are</w:t>
      </w:r>
      <w:r w:rsidR="00C17D31">
        <w:t xml:space="preserve"> </w:t>
      </w:r>
      <w:r w:rsidRPr="0058190B">
        <w:t>solely</w:t>
      </w:r>
      <w:r w:rsidR="00C17D31">
        <w:t xml:space="preserve"> </w:t>
      </w:r>
      <w:r w:rsidRPr="0058190B">
        <w:t>responsible</w:t>
      </w:r>
      <w:r w:rsidR="00C17D31">
        <w:t xml:space="preserve"> </w:t>
      </w:r>
      <w:r w:rsidRPr="0058190B">
        <w:t>for</w:t>
      </w:r>
      <w:r w:rsidR="00C17D31">
        <w:t xml:space="preserve"> </w:t>
      </w:r>
      <w:r w:rsidRPr="0058190B">
        <w:t>informing</w:t>
      </w:r>
      <w:r w:rsidR="00C17D31">
        <w:t xml:space="preserve"> </w:t>
      </w:r>
      <w:r w:rsidRPr="0058190B">
        <w:t>themselves</w:t>
      </w:r>
      <w:r w:rsidR="00C17D31">
        <w:t xml:space="preserve"> </w:t>
      </w:r>
      <w:r w:rsidRPr="0058190B">
        <w:t>of</w:t>
      </w:r>
      <w:r w:rsidR="00C17D31">
        <w:t xml:space="preserve"> </w:t>
      </w:r>
      <w:r w:rsidRPr="0058190B">
        <w:t>the</w:t>
      </w:r>
      <w:r w:rsidR="00C17D31">
        <w:t xml:space="preserve"> </w:t>
      </w:r>
      <w:r w:rsidRPr="0058190B">
        <w:t>export</w:t>
      </w:r>
      <w:r w:rsidR="00C17D31">
        <w:t xml:space="preserve"> </w:t>
      </w:r>
      <w:r w:rsidRPr="0058190B">
        <w:t>control</w:t>
      </w:r>
      <w:r w:rsidR="00C17D31">
        <w:t xml:space="preserve"> </w:t>
      </w:r>
      <w:r w:rsidRPr="0058190B">
        <w:t>status</w:t>
      </w:r>
      <w:r w:rsidR="00C17D31">
        <w:t xml:space="preserve"> </w:t>
      </w:r>
      <w:r w:rsidRPr="0058190B">
        <w:t>of</w:t>
      </w:r>
      <w:r w:rsidR="00C17D31">
        <w:t xml:space="preserve"> </w:t>
      </w:r>
      <w:r w:rsidRPr="0058190B">
        <w:t>the</w:t>
      </w:r>
      <w:r w:rsidR="00C17D31">
        <w:t xml:space="preserve"> </w:t>
      </w:r>
      <w:r w:rsidRPr="0058190B">
        <w:t>tendered</w:t>
      </w:r>
      <w:r w:rsidR="00C17D31">
        <w:t xml:space="preserve"> </w:t>
      </w:r>
      <w:r w:rsidRPr="0058190B">
        <w:t>Supplies</w:t>
      </w:r>
      <w:r w:rsidR="00C17D31">
        <w:t xml:space="preserve"> </w:t>
      </w:r>
      <w:r w:rsidRPr="0058190B">
        <w:t>and</w:t>
      </w:r>
      <w:r w:rsidR="00C17D31">
        <w:t xml:space="preserve"> </w:t>
      </w:r>
      <w:r w:rsidRPr="0058190B">
        <w:t>for</w:t>
      </w:r>
      <w:r w:rsidR="00C17D31">
        <w:t xml:space="preserve"> </w:t>
      </w:r>
      <w:r w:rsidRPr="0058190B">
        <w:t>ensuring</w:t>
      </w:r>
      <w:r w:rsidR="00C17D31">
        <w:t xml:space="preserve"> </w:t>
      </w:r>
      <w:r w:rsidRPr="0058190B">
        <w:t>their</w:t>
      </w:r>
      <w:r w:rsidR="00C17D31">
        <w:t xml:space="preserve"> </w:t>
      </w:r>
      <w:r w:rsidRPr="0058190B">
        <w:t>compliance</w:t>
      </w:r>
      <w:r w:rsidR="00C17D31">
        <w:t xml:space="preserve"> </w:t>
      </w:r>
      <w:r w:rsidRPr="0058190B">
        <w:t>with</w:t>
      </w:r>
      <w:r w:rsidR="00C17D31">
        <w:t xml:space="preserve"> </w:t>
      </w:r>
      <w:r w:rsidRPr="0058190B">
        <w:t>Australian</w:t>
      </w:r>
      <w:r w:rsidR="00C17D31">
        <w:t xml:space="preserve"> </w:t>
      </w:r>
      <w:r w:rsidRPr="0058190B">
        <w:t>and</w:t>
      </w:r>
      <w:r w:rsidR="00C17D31">
        <w:t xml:space="preserve"> </w:t>
      </w:r>
      <w:r w:rsidRPr="0058190B">
        <w:t>foreign</w:t>
      </w:r>
      <w:r w:rsidR="00C17D31">
        <w:t xml:space="preserve"> </w:t>
      </w:r>
      <w:r w:rsidRPr="0058190B">
        <w:t>government</w:t>
      </w:r>
      <w:r w:rsidR="00C17D31">
        <w:t xml:space="preserve"> </w:t>
      </w:r>
      <w:r w:rsidRPr="0058190B">
        <w:t>controls</w:t>
      </w:r>
      <w:r w:rsidR="00C17D31">
        <w:t xml:space="preserve"> </w:t>
      </w:r>
      <w:r w:rsidRPr="0058190B">
        <w:t>related</w:t>
      </w:r>
      <w:r w:rsidR="00C17D31">
        <w:t xml:space="preserve"> </w:t>
      </w:r>
      <w:r w:rsidRPr="0058190B">
        <w:t>to</w:t>
      </w:r>
      <w:r w:rsidR="00C17D31">
        <w:t xml:space="preserve"> </w:t>
      </w:r>
      <w:r w:rsidRPr="0058190B">
        <w:t>the</w:t>
      </w:r>
      <w:r w:rsidR="00C17D31">
        <w:t xml:space="preserve"> </w:t>
      </w:r>
      <w:r w:rsidRPr="0058190B">
        <w:t>export</w:t>
      </w:r>
      <w:r w:rsidR="00C17D31">
        <w:t xml:space="preserve"> </w:t>
      </w:r>
      <w:r w:rsidRPr="0058190B">
        <w:t>of</w:t>
      </w:r>
      <w:r w:rsidR="00C17D31">
        <w:t xml:space="preserve"> </w:t>
      </w:r>
      <w:r w:rsidRPr="0058190B">
        <w:t>defence</w:t>
      </w:r>
      <w:r w:rsidR="00C17D31">
        <w:t xml:space="preserve"> </w:t>
      </w:r>
      <w:r w:rsidRPr="0058190B">
        <w:t>and</w:t>
      </w:r>
      <w:r w:rsidR="00C17D31">
        <w:t xml:space="preserve"> </w:t>
      </w:r>
      <w:r w:rsidRPr="0058190B">
        <w:t>dual-use</w:t>
      </w:r>
      <w:r w:rsidR="00C17D31">
        <w:t xml:space="preserve"> </w:t>
      </w:r>
      <w:r w:rsidRPr="0058190B">
        <w:t>goods,</w:t>
      </w:r>
      <w:r w:rsidR="00C17D31">
        <w:t xml:space="preserve"> </w:t>
      </w:r>
      <w:r w:rsidRPr="0058190B">
        <w:t>including</w:t>
      </w:r>
      <w:r w:rsidR="00C17D31">
        <w:t xml:space="preserve"> </w:t>
      </w:r>
      <w:r w:rsidRPr="0058190B">
        <w:t>if</w:t>
      </w:r>
      <w:r w:rsidR="00C17D31">
        <w:t xml:space="preserve"> </w:t>
      </w:r>
      <w:r w:rsidRPr="0058190B">
        <w:t>the</w:t>
      </w:r>
      <w:r w:rsidR="00C17D31">
        <w:t xml:space="preserve"> </w:t>
      </w:r>
      <w:r w:rsidRPr="0058190B">
        <w:t>export</w:t>
      </w:r>
      <w:r w:rsidR="00C17D31">
        <w:t xml:space="preserve"> </w:t>
      </w:r>
      <w:r w:rsidRPr="0058190B">
        <w:t>is</w:t>
      </w:r>
      <w:r w:rsidR="00C17D31">
        <w:t xml:space="preserve"> </w:t>
      </w:r>
      <w:r w:rsidRPr="0058190B">
        <w:t>from</w:t>
      </w:r>
      <w:r w:rsidR="00C17D31">
        <w:t xml:space="preserve"> </w:t>
      </w:r>
      <w:r w:rsidRPr="0058190B">
        <w:t>an</w:t>
      </w:r>
      <w:r w:rsidR="00C17D31">
        <w:t xml:space="preserve"> </w:t>
      </w:r>
      <w:r w:rsidRPr="0058190B">
        <w:t>Australian</w:t>
      </w:r>
      <w:r w:rsidR="00C17D31">
        <w:t xml:space="preserve"> </w:t>
      </w:r>
      <w:r w:rsidRPr="0058190B">
        <w:t>contractor</w:t>
      </w:r>
      <w:r w:rsidR="00C17D31">
        <w:t xml:space="preserve"> </w:t>
      </w:r>
      <w:r w:rsidRPr="0058190B">
        <w:t>to</w:t>
      </w:r>
      <w:r w:rsidR="00C17D31">
        <w:t xml:space="preserve"> </w:t>
      </w:r>
      <w:r w:rsidRPr="0058190B">
        <w:t>an</w:t>
      </w:r>
      <w:r w:rsidR="00C17D31">
        <w:t xml:space="preserve"> </w:t>
      </w:r>
      <w:r w:rsidRPr="0058190B">
        <w:t>overseas</w:t>
      </w:r>
      <w:r w:rsidR="00C17D31">
        <w:t xml:space="preserve"> </w:t>
      </w:r>
      <w:r w:rsidRPr="0058190B">
        <w:t>Subcontractor</w:t>
      </w:r>
      <w:r w:rsidR="00C17D31">
        <w:t xml:space="preserve"> </w:t>
      </w:r>
      <w:r w:rsidRPr="0058190B">
        <w:t>or</w:t>
      </w:r>
      <w:r w:rsidR="00C17D31">
        <w:t xml:space="preserve"> </w:t>
      </w:r>
      <w:r w:rsidRPr="0058190B">
        <w:t>Related</w:t>
      </w:r>
      <w:r w:rsidR="00C17D31">
        <w:t xml:space="preserve"> </w:t>
      </w:r>
      <w:r w:rsidRPr="0058190B">
        <w:t>Body</w:t>
      </w:r>
      <w:r w:rsidR="00C17D31">
        <w:t xml:space="preserve"> </w:t>
      </w:r>
      <w:r w:rsidRPr="0058190B">
        <w:t>Corporate</w:t>
      </w:r>
      <w:r w:rsidR="00C17D31">
        <w:t xml:space="preserve"> </w:t>
      </w:r>
      <w:r w:rsidRPr="0058190B">
        <w:t>for</w:t>
      </w:r>
      <w:r w:rsidR="00C17D31">
        <w:t xml:space="preserve"> </w:t>
      </w:r>
      <w:r w:rsidRPr="0058190B">
        <w:t>the</w:t>
      </w:r>
      <w:r w:rsidR="00C17D31">
        <w:t xml:space="preserve"> </w:t>
      </w:r>
      <w:r w:rsidRPr="0058190B">
        <w:t>purposes</w:t>
      </w:r>
      <w:r w:rsidR="00C17D31">
        <w:t xml:space="preserve"> </w:t>
      </w:r>
      <w:r w:rsidRPr="0058190B">
        <w:t>of</w:t>
      </w:r>
      <w:r w:rsidR="00C17D31">
        <w:t xml:space="preserve"> </w:t>
      </w:r>
      <w:r w:rsidRPr="0058190B">
        <w:t>providing</w:t>
      </w:r>
      <w:r w:rsidR="00C17D31">
        <w:t xml:space="preserve"> </w:t>
      </w:r>
      <w:r w:rsidRPr="0058190B">
        <w:t>the</w:t>
      </w:r>
      <w:r w:rsidR="00C17D31">
        <w:t xml:space="preserve"> </w:t>
      </w:r>
      <w:r w:rsidRPr="0058190B">
        <w:t>Supplies</w:t>
      </w:r>
      <w:r w:rsidR="00C17D31">
        <w:t xml:space="preserve"> </w:t>
      </w:r>
      <w:r w:rsidRPr="0058190B">
        <w:t>to</w:t>
      </w:r>
      <w:r w:rsidR="00C17D31">
        <w:t xml:space="preserve"> </w:t>
      </w:r>
      <w:r w:rsidRPr="0058190B">
        <w:t>the</w:t>
      </w:r>
      <w:r w:rsidR="00C17D31">
        <w:t xml:space="preserve"> </w:t>
      </w:r>
      <w:r w:rsidRPr="0058190B">
        <w:t>Commonwealth.</w:t>
      </w:r>
    </w:p>
    <w:p w14:paraId="3C4C93F1" w14:textId="03008D3A" w:rsidR="00514A46" w:rsidRPr="00BC1156" w:rsidRDefault="00514A46" w:rsidP="00C8034B">
      <w:pPr>
        <w:pStyle w:val="COTCOCLV2-ASDEFCON"/>
      </w:pPr>
      <w:bookmarkStart w:id="233" w:name="_Toc435431245"/>
      <w:bookmarkStart w:id="234" w:name="_Toc435536729"/>
      <w:bookmarkStart w:id="235" w:name="_Toc436299949"/>
      <w:bookmarkStart w:id="236" w:name="_Toc436380565"/>
      <w:bookmarkStart w:id="237" w:name="_Toc436820392"/>
      <w:bookmarkStart w:id="238" w:name="_Toc436917271"/>
      <w:bookmarkStart w:id="239" w:name="_Toc435431247"/>
      <w:bookmarkStart w:id="240" w:name="_Toc435536731"/>
      <w:bookmarkStart w:id="241" w:name="_Toc436299951"/>
      <w:bookmarkStart w:id="242" w:name="_Toc436380567"/>
      <w:bookmarkStart w:id="243" w:name="_Toc436820394"/>
      <w:bookmarkStart w:id="244" w:name="_Toc436917273"/>
      <w:bookmarkStart w:id="245" w:name="_Toc435431248"/>
      <w:bookmarkStart w:id="246" w:name="_Toc435536732"/>
      <w:bookmarkStart w:id="247" w:name="_Toc436299952"/>
      <w:bookmarkStart w:id="248" w:name="_Toc436380568"/>
      <w:bookmarkStart w:id="249" w:name="_Toc436820395"/>
      <w:bookmarkStart w:id="250" w:name="_Toc436917274"/>
      <w:bookmarkStart w:id="251" w:name="_Toc435431249"/>
      <w:bookmarkStart w:id="252" w:name="_Toc435536733"/>
      <w:bookmarkStart w:id="253" w:name="_Toc436299953"/>
      <w:bookmarkStart w:id="254" w:name="_Toc436380569"/>
      <w:bookmarkStart w:id="255" w:name="_Toc436820396"/>
      <w:bookmarkStart w:id="256" w:name="_Toc436917275"/>
      <w:bookmarkStart w:id="257" w:name="_Toc435431250"/>
      <w:bookmarkStart w:id="258" w:name="_Toc435536734"/>
      <w:bookmarkStart w:id="259" w:name="_Toc436299954"/>
      <w:bookmarkStart w:id="260" w:name="_Toc436380570"/>
      <w:bookmarkStart w:id="261" w:name="_Toc436820397"/>
      <w:bookmarkStart w:id="262" w:name="_Toc436917276"/>
      <w:bookmarkStart w:id="263" w:name="_Toc435431251"/>
      <w:bookmarkStart w:id="264" w:name="_Toc435536735"/>
      <w:bookmarkStart w:id="265" w:name="_Toc436299955"/>
      <w:bookmarkStart w:id="266" w:name="_Toc436380571"/>
      <w:bookmarkStart w:id="267" w:name="_Toc436820398"/>
      <w:bookmarkStart w:id="268" w:name="_Toc436917277"/>
      <w:bookmarkStart w:id="269" w:name="_Toc229445696"/>
      <w:bookmarkStart w:id="270" w:name="_Toc121903967"/>
      <w:bookmarkStart w:id="271" w:name="_Toc175208043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r w:rsidRPr="00BC1156">
        <w:t>Tender</w:t>
      </w:r>
      <w:r w:rsidR="00C17D31">
        <w:t xml:space="preserve"> </w:t>
      </w:r>
      <w:r w:rsidRPr="00BC1156">
        <w:t>Preparation</w:t>
      </w:r>
      <w:r w:rsidR="00C17D31">
        <w:t xml:space="preserve"> </w:t>
      </w:r>
      <w:r w:rsidRPr="00BC1156">
        <w:t>(Core)</w:t>
      </w:r>
      <w:bookmarkEnd w:id="269"/>
      <w:bookmarkEnd w:id="270"/>
      <w:bookmarkEnd w:id="271"/>
    </w:p>
    <w:p w14:paraId="60D45985" w14:textId="3DC0B9E4" w:rsidR="00514A46" w:rsidRDefault="00514A46" w:rsidP="00C8034B">
      <w:pPr>
        <w:pStyle w:val="COTCOCLV3-ASDEFCON"/>
      </w:pPr>
      <w:r>
        <w:t>T</w:t>
      </w:r>
      <w:bookmarkStart w:id="272" w:name="_Hlt95785211"/>
      <w:bookmarkEnd w:id="272"/>
      <w:r w:rsidRPr="00BC1156">
        <w:t>enderers</w:t>
      </w:r>
      <w:r w:rsidR="00C17D31">
        <w:t xml:space="preserve"> </w:t>
      </w:r>
      <w:r>
        <w:t>are</w:t>
      </w:r>
      <w:r w:rsidR="00C17D31">
        <w:t xml:space="preserve"> </w:t>
      </w:r>
      <w:r>
        <w:t>to</w:t>
      </w:r>
      <w:r w:rsidR="00C17D31">
        <w:t xml:space="preserve"> </w:t>
      </w:r>
      <w:r w:rsidRPr="00BC1156">
        <w:t>complete</w:t>
      </w:r>
      <w:r w:rsidR="00C17D31">
        <w:t xml:space="preserve"> </w:t>
      </w:r>
      <w:r w:rsidRPr="00BC1156">
        <w:t>and</w:t>
      </w:r>
      <w:r w:rsidR="00C17D31">
        <w:t xml:space="preserve"> </w:t>
      </w:r>
      <w:r w:rsidRPr="00BC1156">
        <w:t>provide</w:t>
      </w:r>
      <w:r w:rsidR="00C17D31">
        <w:t xml:space="preserve"> </w:t>
      </w:r>
      <w:r w:rsidRPr="00BC1156">
        <w:t>the</w:t>
      </w:r>
      <w:r w:rsidR="00C17D31">
        <w:t xml:space="preserve"> </w:t>
      </w:r>
      <w:r w:rsidRPr="00BC1156">
        <w:t>information</w:t>
      </w:r>
      <w:r w:rsidR="00C17D31">
        <w:t xml:space="preserve"> </w:t>
      </w:r>
      <w:r w:rsidRPr="00BC1156">
        <w:t>requested</w:t>
      </w:r>
      <w:r w:rsidR="00C17D31">
        <w:t xml:space="preserve"> </w:t>
      </w:r>
      <w:r w:rsidRPr="00BC1156">
        <w:t>in</w:t>
      </w:r>
      <w:r w:rsidR="00C17D31">
        <w:t xml:space="preserve"> </w:t>
      </w:r>
      <w:r w:rsidRPr="00BC1156">
        <w:t>the</w:t>
      </w:r>
      <w:r w:rsidR="00C17D31">
        <w:t xml:space="preserve"> </w:t>
      </w:r>
      <w:r>
        <w:t>a</w:t>
      </w:r>
      <w:r w:rsidRPr="00BC1156">
        <w:t>nnexes</w:t>
      </w:r>
      <w:r w:rsidR="00C17D31">
        <w:t xml:space="preserve"> </w:t>
      </w:r>
      <w:r>
        <w:t>to</w:t>
      </w:r>
      <w:r w:rsidR="00C17D31">
        <w:t xml:space="preserve"> </w:t>
      </w:r>
      <w:r>
        <w:t>the</w:t>
      </w:r>
      <w:r w:rsidR="00C17D31">
        <w:t xml:space="preserve"> </w:t>
      </w:r>
      <w:r>
        <w:t>TDRL</w:t>
      </w:r>
      <w:r w:rsidR="00C17D31">
        <w:t xml:space="preserve"> </w:t>
      </w:r>
      <w:r>
        <w:t>and</w:t>
      </w:r>
      <w:r w:rsidR="00C17D31">
        <w:t xml:space="preserve"> </w:t>
      </w:r>
      <w:r w:rsidR="007B4DD9">
        <w:t>are</w:t>
      </w:r>
      <w:r w:rsidR="00C17D31">
        <w:t xml:space="preserve"> </w:t>
      </w:r>
      <w:r w:rsidR="007B4DD9">
        <w:t>to</w:t>
      </w:r>
      <w:r w:rsidR="00C17D31">
        <w:t xml:space="preserve"> </w:t>
      </w:r>
      <w:r w:rsidRPr="00BC1156">
        <w:t>do</w:t>
      </w:r>
      <w:r w:rsidR="00C17D31">
        <w:t xml:space="preserve"> </w:t>
      </w:r>
      <w:r w:rsidRPr="00BC1156">
        <w:t>so</w:t>
      </w:r>
      <w:r w:rsidR="00C17D31">
        <w:t xml:space="preserve"> </w:t>
      </w:r>
      <w:r w:rsidRPr="00BC1156">
        <w:t>in</w:t>
      </w:r>
      <w:r w:rsidR="00C17D31">
        <w:t xml:space="preserve"> </w:t>
      </w:r>
      <w:r w:rsidRPr="00BC1156">
        <w:t>the</w:t>
      </w:r>
      <w:r w:rsidR="00C17D31">
        <w:t xml:space="preserve"> </w:t>
      </w:r>
      <w:r w:rsidRPr="00BC1156">
        <w:t>manner</w:t>
      </w:r>
      <w:r w:rsidR="00C17D31">
        <w:t xml:space="preserve"> </w:t>
      </w:r>
      <w:r w:rsidRPr="00BC1156">
        <w:t>requested</w:t>
      </w:r>
      <w:r w:rsidR="00C17D31">
        <w:t xml:space="preserve"> </w:t>
      </w:r>
      <w:r w:rsidRPr="00BC1156">
        <w:t>in</w:t>
      </w:r>
      <w:r w:rsidR="00C17D31">
        <w:t xml:space="preserve"> </w:t>
      </w:r>
      <w:r w:rsidRPr="00BC1156">
        <w:t>the</w:t>
      </w:r>
      <w:r w:rsidR="00C17D31">
        <w:t xml:space="preserve"> </w:t>
      </w:r>
      <w:r>
        <w:t>a</w:t>
      </w:r>
      <w:r w:rsidRPr="00BC1156">
        <w:t>nnexes.</w:t>
      </w:r>
    </w:p>
    <w:p w14:paraId="4D7B1C68" w14:textId="3C77DB37" w:rsidR="00514A46" w:rsidRPr="00BC1156" w:rsidRDefault="00514A46" w:rsidP="00C8034B">
      <w:pPr>
        <w:pStyle w:val="COTCOCLV3-ASDEFCON"/>
      </w:pPr>
      <w:bookmarkStart w:id="273" w:name="_Ref434502425"/>
      <w:r>
        <w:t>Supporting</w:t>
      </w:r>
      <w:r w:rsidR="00C17D31">
        <w:t xml:space="preserve"> </w:t>
      </w:r>
      <w:r>
        <w:t>documentation</w:t>
      </w:r>
      <w:r w:rsidR="00C17D31">
        <w:t xml:space="preserve"> </w:t>
      </w:r>
      <w:r>
        <w:t>may</w:t>
      </w:r>
      <w:r w:rsidR="00C17D31">
        <w:t xml:space="preserve"> </w:t>
      </w:r>
      <w:r>
        <w:t>be</w:t>
      </w:r>
      <w:r w:rsidR="00C17D31">
        <w:t xml:space="preserve"> </w:t>
      </w:r>
      <w:r>
        <w:t>provided</w:t>
      </w:r>
      <w:r w:rsidR="00C17D31">
        <w:t xml:space="preserve"> </w:t>
      </w:r>
      <w:r>
        <w:t>to</w:t>
      </w:r>
      <w:r w:rsidR="00C17D31">
        <w:t xml:space="preserve"> </w:t>
      </w:r>
      <w:r>
        <w:t>enhance</w:t>
      </w:r>
      <w:r w:rsidR="00C17D31">
        <w:t xml:space="preserve"> </w:t>
      </w:r>
      <w:r>
        <w:t>the</w:t>
      </w:r>
      <w:r w:rsidR="00C17D31">
        <w:t xml:space="preserve"> </w:t>
      </w:r>
      <w:r>
        <w:t>tender.</w:t>
      </w:r>
      <w:r w:rsidR="00C17D31">
        <w:t xml:space="preserve">  </w:t>
      </w:r>
      <w:r>
        <w:t>Supporting</w:t>
      </w:r>
      <w:r w:rsidR="00C17D31">
        <w:t xml:space="preserve"> </w:t>
      </w:r>
      <w:r>
        <w:t>documentation</w:t>
      </w:r>
      <w:r w:rsidR="00C17D31">
        <w:t xml:space="preserve"> </w:t>
      </w:r>
      <w:r>
        <w:t>relevant</w:t>
      </w:r>
      <w:r w:rsidR="00C17D31">
        <w:t xml:space="preserve"> </w:t>
      </w:r>
      <w:r>
        <w:t>to</w:t>
      </w:r>
      <w:r w:rsidR="00C17D31">
        <w:t xml:space="preserve"> </w:t>
      </w:r>
      <w:r>
        <w:t>a</w:t>
      </w:r>
      <w:r w:rsidR="00C17D31">
        <w:t xml:space="preserve"> </w:t>
      </w:r>
      <w:r>
        <w:t>particular</w:t>
      </w:r>
      <w:r w:rsidR="00C17D31">
        <w:t xml:space="preserve"> </w:t>
      </w:r>
      <w:r>
        <w:t>volume</w:t>
      </w:r>
      <w:r w:rsidR="00C17D31">
        <w:t xml:space="preserve"> </w:t>
      </w:r>
      <w:r>
        <w:t>is</w:t>
      </w:r>
      <w:r w:rsidR="00C17D31">
        <w:t xml:space="preserve"> </w:t>
      </w:r>
      <w:r>
        <w:t>to</w:t>
      </w:r>
      <w:r w:rsidR="00C17D31">
        <w:t xml:space="preserve"> </w:t>
      </w:r>
      <w:r>
        <w:t>be</w:t>
      </w:r>
      <w:r w:rsidR="00C17D31">
        <w:t xml:space="preserve"> </w:t>
      </w:r>
      <w:r>
        <w:t>indicated</w:t>
      </w:r>
      <w:r w:rsidR="00C17D31">
        <w:t xml:space="preserve"> </w:t>
      </w:r>
      <w:r>
        <w:t>in</w:t>
      </w:r>
      <w:r w:rsidR="00C17D31">
        <w:t xml:space="preserve"> </w:t>
      </w:r>
      <w:r>
        <w:t>that</w:t>
      </w:r>
      <w:r w:rsidR="00C17D31">
        <w:t xml:space="preserve"> </w:t>
      </w:r>
      <w:r>
        <w:t>volume.</w:t>
      </w:r>
      <w:bookmarkEnd w:id="273"/>
    </w:p>
    <w:p w14:paraId="06FD9A80" w14:textId="5F9FFF23" w:rsidR="00514A46" w:rsidRPr="00BC1156" w:rsidRDefault="00514A46" w:rsidP="00C8034B">
      <w:pPr>
        <w:pStyle w:val="COTCOCLV2-ASDEFCON"/>
      </w:pPr>
      <w:bookmarkStart w:id="274" w:name="_Ref95210092"/>
      <w:bookmarkStart w:id="275" w:name="_Toc229445698"/>
      <w:bookmarkStart w:id="276" w:name="_Toc121903968"/>
      <w:bookmarkStart w:id="277" w:name="_Toc175208044"/>
      <w:r w:rsidRPr="00BC1156">
        <w:t>Contact</w:t>
      </w:r>
      <w:r w:rsidR="00C17D31">
        <w:t xml:space="preserve"> </w:t>
      </w:r>
      <w:r w:rsidRPr="00BC1156">
        <w:t>Officer</w:t>
      </w:r>
      <w:r w:rsidR="00C17D31">
        <w:t xml:space="preserve"> </w:t>
      </w:r>
      <w:r>
        <w:t>and</w:t>
      </w:r>
      <w:r w:rsidRPr="00BC1156">
        <w:t xml:space="preserve"> RFT</w:t>
      </w:r>
      <w:r w:rsidR="00C17D31">
        <w:t xml:space="preserve"> </w:t>
      </w:r>
      <w:r w:rsidRPr="00BC1156">
        <w:t>Inquiries</w:t>
      </w:r>
      <w:r w:rsidR="00C17D31">
        <w:t xml:space="preserve"> </w:t>
      </w:r>
      <w:r w:rsidRPr="00BC1156">
        <w:t>(Core)</w:t>
      </w:r>
      <w:bookmarkEnd w:id="274"/>
      <w:bookmarkEnd w:id="275"/>
      <w:bookmarkEnd w:id="276"/>
      <w:bookmarkEnd w:id="277"/>
    </w:p>
    <w:p w14:paraId="4A1CD660" w14:textId="2AF01F84" w:rsidR="00514A46" w:rsidRPr="00BC1156" w:rsidRDefault="00514A46" w:rsidP="00C8034B">
      <w:pPr>
        <w:pStyle w:val="COTCOCLV3-ASDEFCON"/>
      </w:pPr>
      <w:r w:rsidRPr="00BC1156">
        <w:t>Tenderers</w:t>
      </w:r>
      <w:r w:rsidR="00C17D31">
        <w:t xml:space="preserve"> </w:t>
      </w:r>
      <w:r>
        <w:t>are</w:t>
      </w:r>
      <w:r w:rsidR="00C17D31">
        <w:t xml:space="preserve"> </w:t>
      </w:r>
      <w:r>
        <w:t>to</w:t>
      </w:r>
      <w:r w:rsidR="00C17D31">
        <w:t xml:space="preserve"> </w:t>
      </w:r>
      <w:r w:rsidRPr="00BC1156">
        <w:t>direct</w:t>
      </w:r>
      <w:r w:rsidR="00C17D31">
        <w:t xml:space="preserve"> </w:t>
      </w:r>
      <w:r w:rsidRPr="00BC1156">
        <w:t>any</w:t>
      </w:r>
      <w:r w:rsidR="00C17D31">
        <w:t xml:space="preserve"> </w:t>
      </w:r>
      <w:r w:rsidRPr="00BC1156">
        <w:t>questions</w:t>
      </w:r>
      <w:r w:rsidR="00C17D31">
        <w:t xml:space="preserve"> </w:t>
      </w:r>
      <w:r>
        <w:t>or</w:t>
      </w:r>
      <w:r w:rsidR="00C17D31">
        <w:t xml:space="preserve"> </w:t>
      </w:r>
      <w:r>
        <w:t>concerns</w:t>
      </w:r>
      <w:r w:rsidR="00C17D31">
        <w:t xml:space="preserve"> </w:t>
      </w:r>
      <w:r w:rsidRPr="00BC1156">
        <w:t>regarding</w:t>
      </w:r>
      <w:r w:rsidR="00C17D31">
        <w:t xml:space="preserve"> </w:t>
      </w:r>
      <w:r w:rsidRPr="00BC1156">
        <w:t>this</w:t>
      </w:r>
      <w:r w:rsidR="00C17D31">
        <w:t xml:space="preserve"> </w:t>
      </w:r>
      <w:r w:rsidRPr="00BC1156">
        <w:t>RFT</w:t>
      </w:r>
      <w:r w:rsidR="00C17D31">
        <w:t xml:space="preserve"> </w:t>
      </w:r>
      <w:r>
        <w:t>in</w:t>
      </w:r>
      <w:r w:rsidR="00C17D31">
        <w:t xml:space="preserve"> </w:t>
      </w:r>
      <w:r>
        <w:t>writing</w:t>
      </w:r>
      <w:r w:rsidR="00C17D31">
        <w:t xml:space="preserve"> </w:t>
      </w:r>
      <w:r w:rsidRPr="00BC1156">
        <w:t>to</w:t>
      </w:r>
      <w:r w:rsidR="00C17D31">
        <w:t xml:space="preserve"> </w:t>
      </w:r>
      <w:r w:rsidRPr="00BC1156">
        <w:t>the</w:t>
      </w:r>
      <w:r w:rsidR="00C17D31">
        <w:t xml:space="preserve"> </w:t>
      </w:r>
      <w:r w:rsidRPr="00BC1156">
        <w:t>Contact</w:t>
      </w:r>
      <w:r w:rsidR="00C17D31">
        <w:t xml:space="preserve"> </w:t>
      </w:r>
      <w:r w:rsidRPr="00BC1156">
        <w:t>Officer</w:t>
      </w:r>
      <w:r w:rsidR="00C17D31">
        <w:t xml:space="preserve"> </w:t>
      </w:r>
      <w:r>
        <w:t>specified</w:t>
      </w:r>
      <w:r w:rsidR="00C17D31">
        <w:t xml:space="preserve"> </w:t>
      </w:r>
      <w:r>
        <w:t>in</w:t>
      </w:r>
      <w:r w:rsidR="00C17D31">
        <w:t xml:space="preserve"> </w:t>
      </w:r>
      <w:r>
        <w:t>the</w:t>
      </w:r>
      <w:r w:rsidR="00C17D31">
        <w:t xml:space="preserve"> </w:t>
      </w:r>
      <w:r>
        <w:t>Tender</w:t>
      </w:r>
      <w:r w:rsidR="00C17D31">
        <w:t xml:space="preserve"> </w:t>
      </w:r>
      <w:r>
        <w:t>Details</w:t>
      </w:r>
      <w:r w:rsidR="00C17D31">
        <w:t xml:space="preserve"> </w:t>
      </w:r>
      <w:r>
        <w:t>Schedule</w:t>
      </w:r>
      <w:r w:rsidRPr="00BC1156">
        <w:t>.</w:t>
      </w:r>
    </w:p>
    <w:p w14:paraId="4F58EB5A" w14:textId="3830226B" w:rsidR="00514A46" w:rsidRDefault="00514A46" w:rsidP="00C8034B">
      <w:pPr>
        <w:pStyle w:val="COTCOCLV3-ASDEFCON"/>
      </w:pPr>
      <w:r>
        <w:lastRenderedPageBreak/>
        <w:t>Tenderers</w:t>
      </w:r>
      <w:r w:rsidR="00C17D31">
        <w:t xml:space="preserve"> </w:t>
      </w:r>
      <w:r>
        <w:t>may</w:t>
      </w:r>
      <w:r w:rsidR="00C17D31">
        <w:t xml:space="preserve"> </w:t>
      </w:r>
      <w:r>
        <w:t>submit</w:t>
      </w:r>
      <w:r w:rsidR="00C17D31">
        <w:t xml:space="preserve"> </w:t>
      </w:r>
      <w:r>
        <w:t>questions</w:t>
      </w:r>
      <w:r w:rsidR="00C17D31">
        <w:t xml:space="preserve"> </w:t>
      </w:r>
      <w:r>
        <w:t>or</w:t>
      </w:r>
      <w:r w:rsidR="00C17D31">
        <w:t xml:space="preserve"> </w:t>
      </w:r>
      <w:r>
        <w:t>concerns</w:t>
      </w:r>
      <w:r w:rsidR="00C17D31">
        <w:t xml:space="preserve"> </w:t>
      </w:r>
      <w:r>
        <w:t>to</w:t>
      </w:r>
      <w:r w:rsidR="00C17D31">
        <w:t xml:space="preserve"> </w:t>
      </w:r>
      <w:r>
        <w:t>the</w:t>
      </w:r>
      <w:r w:rsidR="00C17D31">
        <w:t xml:space="preserve"> </w:t>
      </w:r>
      <w:r>
        <w:t>Contact</w:t>
      </w:r>
      <w:r w:rsidR="00C17D31">
        <w:t xml:space="preserve"> </w:t>
      </w:r>
      <w:r>
        <w:t>Officer</w:t>
      </w:r>
      <w:r w:rsidR="00C17D31">
        <w:t xml:space="preserve"> </w:t>
      </w:r>
      <w:r>
        <w:t>up</w:t>
      </w:r>
      <w:r w:rsidR="00C17D31">
        <w:t xml:space="preserve"> </w:t>
      </w:r>
      <w:r>
        <w:t>until</w:t>
      </w:r>
      <w:r w:rsidR="00C17D31">
        <w:t xml:space="preserve"> </w:t>
      </w:r>
      <w:r>
        <w:t>five</w:t>
      </w:r>
      <w:r w:rsidR="00C17D31">
        <w:t xml:space="preserve"> </w:t>
      </w:r>
      <w:r>
        <w:t>Working</w:t>
      </w:r>
      <w:r w:rsidR="00C17D31">
        <w:t xml:space="preserve"> </w:t>
      </w:r>
      <w:r>
        <w:t>Days</w:t>
      </w:r>
      <w:r w:rsidR="00C17D31">
        <w:t xml:space="preserve"> </w:t>
      </w:r>
      <w:r>
        <w:t>prior</w:t>
      </w:r>
      <w:r w:rsidR="00C17D31">
        <w:t xml:space="preserve"> </w:t>
      </w:r>
      <w:r>
        <w:t>to</w:t>
      </w:r>
      <w:r w:rsidR="00C17D31">
        <w:t xml:space="preserve"> </w:t>
      </w:r>
      <w:r>
        <w:t>the</w:t>
      </w:r>
      <w:r w:rsidR="00C17D31">
        <w:t xml:space="preserve"> </w:t>
      </w:r>
      <w:r>
        <w:t>Closing</w:t>
      </w:r>
      <w:r w:rsidR="00C17D31">
        <w:t xml:space="preserve"> </w:t>
      </w:r>
      <w:r>
        <w:t>Time</w:t>
      </w:r>
      <w:r w:rsidR="00C17D31">
        <w:t xml:space="preserve"> </w:t>
      </w:r>
      <w:r>
        <w:t>specified</w:t>
      </w:r>
      <w:r w:rsidR="00C17D31">
        <w:t xml:space="preserve"> </w:t>
      </w:r>
      <w:r>
        <w:t>in</w:t>
      </w:r>
      <w:r w:rsidR="00C17D31">
        <w:t xml:space="preserve"> </w:t>
      </w:r>
      <w:r>
        <w:t>the</w:t>
      </w:r>
      <w:r w:rsidR="00C17D31">
        <w:t xml:space="preserve"> </w:t>
      </w:r>
      <w:r>
        <w:t>Tender</w:t>
      </w:r>
      <w:r w:rsidR="00C17D31">
        <w:t xml:space="preserve"> </w:t>
      </w:r>
      <w:r>
        <w:t>Details</w:t>
      </w:r>
      <w:r w:rsidR="00C17D31">
        <w:t xml:space="preserve"> </w:t>
      </w:r>
      <w:r>
        <w:t>Schedule.</w:t>
      </w:r>
    </w:p>
    <w:p w14:paraId="2149CAAB" w14:textId="1318FEDF" w:rsidR="00514A46" w:rsidRDefault="00514A46" w:rsidP="00C8034B">
      <w:pPr>
        <w:pStyle w:val="COTCOCLV3-ASDEFCON"/>
      </w:pPr>
      <w:r w:rsidRPr="009E0D72">
        <w:t>Any</w:t>
      </w:r>
      <w:r w:rsidR="00C17D31">
        <w:t xml:space="preserve"> </w:t>
      </w:r>
      <w:r w:rsidRPr="009E0D72">
        <w:t>question</w:t>
      </w:r>
      <w:r w:rsidR="00C17D31">
        <w:t xml:space="preserve"> </w:t>
      </w:r>
      <w:r>
        <w:t>or</w:t>
      </w:r>
      <w:r w:rsidR="00C17D31">
        <w:t xml:space="preserve"> </w:t>
      </w:r>
      <w:r>
        <w:t>concern</w:t>
      </w:r>
      <w:r w:rsidR="00C17D31">
        <w:t xml:space="preserve"> </w:t>
      </w:r>
      <w:r w:rsidRPr="009E0D72">
        <w:t>submitted</w:t>
      </w:r>
      <w:r w:rsidR="00C17D31">
        <w:t xml:space="preserve"> </w:t>
      </w:r>
      <w:r w:rsidRPr="009E0D72">
        <w:t>by</w:t>
      </w:r>
      <w:r w:rsidR="00C17D31">
        <w:t xml:space="preserve"> </w:t>
      </w:r>
      <w:r w:rsidRPr="009E0D72">
        <w:t>tenderers</w:t>
      </w:r>
      <w:r w:rsidR="00C17D31">
        <w:t xml:space="preserve"> </w:t>
      </w:r>
      <w:r w:rsidRPr="009E0D72">
        <w:t>is</w:t>
      </w:r>
      <w:r w:rsidR="00C17D31">
        <w:t xml:space="preserve"> </w:t>
      </w:r>
      <w:r w:rsidRPr="009E0D72">
        <w:t>submitted</w:t>
      </w:r>
      <w:r w:rsidR="00C17D31">
        <w:t xml:space="preserve"> </w:t>
      </w:r>
      <w:r w:rsidRPr="009E0D72">
        <w:t>on</w:t>
      </w:r>
      <w:r w:rsidR="00C17D31">
        <w:t xml:space="preserve"> </w:t>
      </w:r>
      <w:r w:rsidRPr="009E0D72">
        <w:t>the</w:t>
      </w:r>
      <w:r w:rsidR="00C17D31">
        <w:t xml:space="preserve"> </w:t>
      </w:r>
      <w:r w:rsidRPr="009E0D72">
        <w:t>basis</w:t>
      </w:r>
      <w:r w:rsidR="00C17D31">
        <w:t xml:space="preserve"> </w:t>
      </w:r>
      <w:r w:rsidRPr="009E0D72">
        <w:t>that</w:t>
      </w:r>
      <w:r w:rsidR="00C17D31">
        <w:t xml:space="preserve"> </w:t>
      </w:r>
      <w:r w:rsidRPr="009E0D72">
        <w:t>the</w:t>
      </w:r>
      <w:r w:rsidR="00C17D31">
        <w:t xml:space="preserve"> </w:t>
      </w:r>
      <w:r w:rsidRPr="009E0D72">
        <w:t>Commonwealth</w:t>
      </w:r>
      <w:r w:rsidR="00C17D31">
        <w:t xml:space="preserve"> </w:t>
      </w:r>
      <w:r w:rsidRPr="009E0D72">
        <w:t>may</w:t>
      </w:r>
      <w:r w:rsidR="00C17D31">
        <w:t xml:space="preserve"> </w:t>
      </w:r>
      <w:r w:rsidRPr="009E0D72">
        <w:t>circulate</w:t>
      </w:r>
      <w:r w:rsidR="00C17D31">
        <w:t xml:space="preserve"> </w:t>
      </w:r>
      <w:r>
        <w:t>it</w:t>
      </w:r>
      <w:r w:rsidR="00C17D31">
        <w:t xml:space="preserve"> </w:t>
      </w:r>
      <w:r w:rsidRPr="009E0D72">
        <w:t>and</w:t>
      </w:r>
      <w:r w:rsidR="00C17D31">
        <w:t xml:space="preserve"> </w:t>
      </w:r>
      <w:r>
        <w:t>the</w:t>
      </w:r>
      <w:r w:rsidR="00C17D31">
        <w:t xml:space="preserve"> </w:t>
      </w:r>
      <w:r w:rsidRPr="009E0D72">
        <w:t>Commonwealth</w:t>
      </w:r>
      <w:r>
        <w:t>’s</w:t>
      </w:r>
      <w:r w:rsidR="00C17D31">
        <w:t xml:space="preserve"> </w:t>
      </w:r>
      <w:r>
        <w:t>response</w:t>
      </w:r>
      <w:r w:rsidR="00C17D31">
        <w:t xml:space="preserve"> </w:t>
      </w:r>
      <w:r w:rsidRPr="009E0D72">
        <w:t>to</w:t>
      </w:r>
      <w:r w:rsidR="00C17D31">
        <w:t xml:space="preserve"> </w:t>
      </w:r>
      <w:r w:rsidRPr="009E0D72">
        <w:t>all</w:t>
      </w:r>
      <w:r w:rsidR="00C17D31">
        <w:t xml:space="preserve"> </w:t>
      </w:r>
      <w:r w:rsidRPr="009E0D72">
        <w:t>other</w:t>
      </w:r>
      <w:r w:rsidR="00C17D31">
        <w:t xml:space="preserve"> </w:t>
      </w:r>
      <w:r w:rsidRPr="009E0D72">
        <w:t>tenderers</w:t>
      </w:r>
      <w:r w:rsidR="00C17D31">
        <w:t xml:space="preserve"> </w:t>
      </w:r>
      <w:r w:rsidRPr="009E0D72">
        <w:t>without</w:t>
      </w:r>
      <w:r w:rsidR="00C17D31">
        <w:t xml:space="preserve"> </w:t>
      </w:r>
      <w:r w:rsidRPr="009E0D72">
        <w:t>disclosing</w:t>
      </w:r>
      <w:r w:rsidR="00C17D31">
        <w:t xml:space="preserve"> </w:t>
      </w:r>
      <w:r w:rsidRPr="009E0D72">
        <w:t>the</w:t>
      </w:r>
      <w:r w:rsidR="00C17D31">
        <w:t xml:space="preserve"> </w:t>
      </w:r>
      <w:r w:rsidRPr="009E0D72">
        <w:t>source</w:t>
      </w:r>
      <w:r w:rsidR="00C17D31">
        <w:t xml:space="preserve"> </w:t>
      </w:r>
      <w:r w:rsidRPr="009E0D72">
        <w:t>of</w:t>
      </w:r>
      <w:r w:rsidR="00C17D31">
        <w:t xml:space="preserve"> </w:t>
      </w:r>
      <w:r w:rsidRPr="009E0D72">
        <w:t>the</w:t>
      </w:r>
      <w:r w:rsidR="00C17D31">
        <w:t xml:space="preserve"> </w:t>
      </w:r>
      <w:r w:rsidRPr="009E0D72">
        <w:t>question</w:t>
      </w:r>
      <w:r w:rsidR="00C17D31">
        <w:t xml:space="preserve"> </w:t>
      </w:r>
      <w:r>
        <w:t>or</w:t>
      </w:r>
      <w:r w:rsidR="00C17D31">
        <w:t xml:space="preserve"> </w:t>
      </w:r>
      <w:r>
        <w:t>concern,</w:t>
      </w:r>
      <w:r w:rsidR="00C17D31">
        <w:t xml:space="preserve"> </w:t>
      </w:r>
      <w:r w:rsidRPr="00F264AC">
        <w:t>Confidential</w:t>
      </w:r>
      <w:r w:rsidR="00C17D31">
        <w:t xml:space="preserve"> </w:t>
      </w:r>
      <w:r w:rsidRPr="00F264AC">
        <w:t>Information</w:t>
      </w:r>
      <w:r w:rsidR="00C17D31">
        <w:t xml:space="preserve"> </w:t>
      </w:r>
      <w:r w:rsidRPr="00F264AC">
        <w:t>or</w:t>
      </w:r>
      <w:r w:rsidR="00C17D31">
        <w:t xml:space="preserve"> </w:t>
      </w:r>
      <w:r w:rsidRPr="009E0D72">
        <w:t>the</w:t>
      </w:r>
      <w:r w:rsidR="00C17D31">
        <w:t xml:space="preserve"> </w:t>
      </w:r>
      <w:r w:rsidRPr="009E0D72">
        <w:t>substance</w:t>
      </w:r>
      <w:r w:rsidR="00C17D31">
        <w:t xml:space="preserve"> </w:t>
      </w:r>
      <w:r w:rsidRPr="009E0D72">
        <w:t>of</w:t>
      </w:r>
      <w:r w:rsidR="00C17D31">
        <w:t xml:space="preserve"> </w:t>
      </w:r>
      <w:r w:rsidRPr="009E0D72">
        <w:t>the</w:t>
      </w:r>
      <w:r w:rsidR="00C17D31">
        <w:t xml:space="preserve"> </w:t>
      </w:r>
      <w:r w:rsidRPr="009E0D72">
        <w:t>proposed</w:t>
      </w:r>
      <w:r w:rsidR="00C17D31">
        <w:t xml:space="preserve"> </w:t>
      </w:r>
      <w:r w:rsidRPr="009E0D72">
        <w:t>tender</w:t>
      </w:r>
      <w:r>
        <w:t>.</w:t>
      </w:r>
    </w:p>
    <w:p w14:paraId="26F0B5F9" w14:textId="5D49DC5F" w:rsidR="00514A46" w:rsidRPr="00BC1156" w:rsidRDefault="00514A46" w:rsidP="00C8034B">
      <w:pPr>
        <w:pStyle w:val="COTCOCLV2-ASDEFCON"/>
      </w:pPr>
      <w:bookmarkStart w:id="278" w:name="_Toc6468212"/>
      <w:bookmarkStart w:id="279" w:name="_Toc6470533"/>
      <w:bookmarkStart w:id="280" w:name="_Ref96416882"/>
      <w:bookmarkStart w:id="281" w:name="_Toc229445699"/>
      <w:bookmarkStart w:id="282" w:name="_Toc121903969"/>
      <w:bookmarkStart w:id="283" w:name="_Toc175208045"/>
      <w:bookmarkEnd w:id="278"/>
      <w:bookmarkEnd w:id="279"/>
      <w:r w:rsidRPr="00BC1156">
        <w:t>Preparation</w:t>
      </w:r>
      <w:r w:rsidR="00C17D31">
        <w:t xml:space="preserve"> </w:t>
      </w:r>
      <w:r w:rsidRPr="00BC1156">
        <w:t>and</w:t>
      </w:r>
      <w:r w:rsidR="00C17D31">
        <w:t xml:space="preserve"> </w:t>
      </w:r>
      <w:r w:rsidRPr="00BC1156">
        <w:t>Transmission</w:t>
      </w:r>
      <w:r w:rsidR="00C17D31">
        <w:t xml:space="preserve"> </w:t>
      </w:r>
      <w:r w:rsidRPr="00BC1156">
        <w:t>of</w:t>
      </w:r>
      <w:r w:rsidR="00C17D31">
        <w:t xml:space="preserve"> </w:t>
      </w:r>
      <w:r w:rsidRPr="00BC1156">
        <w:t>Classified</w:t>
      </w:r>
      <w:r w:rsidR="00C17D31">
        <w:t xml:space="preserve"> </w:t>
      </w:r>
      <w:r w:rsidRPr="00BC1156">
        <w:t>Tenders</w:t>
      </w:r>
      <w:r w:rsidR="00C17D31">
        <w:t xml:space="preserve"> </w:t>
      </w:r>
      <w:r w:rsidRPr="00BC1156">
        <w:t>(Optional)</w:t>
      </w:r>
      <w:bookmarkEnd w:id="280"/>
      <w:bookmarkEnd w:id="281"/>
      <w:bookmarkEnd w:id="282"/>
      <w:bookmarkEnd w:id="283"/>
    </w:p>
    <w:p w14:paraId="7B81DF9B" w14:textId="571F609E" w:rsidR="00514A46" w:rsidRDefault="00514A46" w:rsidP="00C8034B">
      <w:pPr>
        <w:pStyle w:val="NoteToDrafters-ASDEFCON"/>
      </w:pPr>
      <w:r>
        <w:t>Note</w:t>
      </w:r>
      <w:r w:rsidR="00C17D31">
        <w:t xml:space="preserve"> </w:t>
      </w:r>
      <w:r>
        <w:t>to</w:t>
      </w:r>
      <w:r w:rsidR="00C17D31">
        <w:t xml:space="preserve"> </w:t>
      </w:r>
      <w:r>
        <w:t>drafters:</w:t>
      </w:r>
      <w:r w:rsidR="00C17D31">
        <w:t xml:space="preserve">  </w:t>
      </w:r>
      <w:r>
        <w:t>Classified</w:t>
      </w:r>
      <w:r w:rsidR="00C17D31">
        <w:t xml:space="preserve"> </w:t>
      </w:r>
      <w:r>
        <w:t>information</w:t>
      </w:r>
      <w:r w:rsidR="00C17D31">
        <w:t xml:space="preserve"> </w:t>
      </w:r>
      <w:r>
        <w:t>should</w:t>
      </w:r>
      <w:r w:rsidR="00C17D31">
        <w:t xml:space="preserve"> </w:t>
      </w:r>
      <w:r>
        <w:t>not</w:t>
      </w:r>
      <w:r w:rsidR="00C17D31">
        <w:t xml:space="preserve"> </w:t>
      </w:r>
      <w:r>
        <w:t>be</w:t>
      </w:r>
      <w:r w:rsidR="00C17D31">
        <w:t xml:space="preserve"> </w:t>
      </w:r>
      <w:r>
        <w:t>included</w:t>
      </w:r>
      <w:r w:rsidR="00C17D31">
        <w:t xml:space="preserve"> </w:t>
      </w:r>
      <w:r>
        <w:t>as</w:t>
      </w:r>
      <w:r w:rsidR="00C17D31">
        <w:t xml:space="preserve"> </w:t>
      </w:r>
      <w:r>
        <w:t>part</w:t>
      </w:r>
      <w:r w:rsidR="00C17D31">
        <w:t xml:space="preserve"> </w:t>
      </w:r>
      <w:r>
        <w:t>of</w:t>
      </w:r>
      <w:r w:rsidR="00C17D31">
        <w:t xml:space="preserve"> </w:t>
      </w:r>
      <w:r>
        <w:t>a</w:t>
      </w:r>
      <w:r w:rsidR="00C17D31">
        <w:t xml:space="preserve"> </w:t>
      </w:r>
      <w:r>
        <w:t>RFT</w:t>
      </w:r>
      <w:r w:rsidR="00C17D31">
        <w:t xml:space="preserve"> </w:t>
      </w:r>
      <w:r>
        <w:t>except</w:t>
      </w:r>
      <w:r w:rsidR="00C17D31">
        <w:t xml:space="preserve"> </w:t>
      </w:r>
      <w:r>
        <w:t>in</w:t>
      </w:r>
      <w:r w:rsidR="00C17D31">
        <w:t xml:space="preserve"> </w:t>
      </w:r>
      <w:r>
        <w:t>exceptional</w:t>
      </w:r>
      <w:r w:rsidR="00C17D31">
        <w:t xml:space="preserve"> </w:t>
      </w:r>
      <w:r>
        <w:t>circumstances.</w:t>
      </w:r>
      <w:r w:rsidR="00C17D31">
        <w:t xml:space="preserve">  </w:t>
      </w:r>
      <w:r>
        <w:t>Where</w:t>
      </w:r>
      <w:r w:rsidR="00C17D31">
        <w:t xml:space="preserve"> </w:t>
      </w:r>
      <w:r>
        <w:t>the</w:t>
      </w:r>
      <w:r w:rsidR="00C17D31">
        <w:t xml:space="preserve"> </w:t>
      </w:r>
      <w:r>
        <w:t>RFT</w:t>
      </w:r>
      <w:r w:rsidR="00C17D31">
        <w:t xml:space="preserve"> </w:t>
      </w:r>
      <w:r>
        <w:t>is</w:t>
      </w:r>
      <w:r w:rsidR="00C17D31">
        <w:t xml:space="preserve"> </w:t>
      </w:r>
      <w:r>
        <w:t>to</w:t>
      </w:r>
      <w:r w:rsidR="00C17D31">
        <w:t xml:space="preserve"> </w:t>
      </w:r>
      <w:r>
        <w:t>include</w:t>
      </w:r>
      <w:r w:rsidR="00C17D31">
        <w:t xml:space="preserve"> </w:t>
      </w:r>
      <w:r>
        <w:t>classified</w:t>
      </w:r>
      <w:r w:rsidR="00C17D31">
        <w:t xml:space="preserve"> </w:t>
      </w:r>
      <w:r>
        <w:t>information,</w:t>
      </w:r>
      <w:r w:rsidR="00C17D31">
        <w:t xml:space="preserve"> </w:t>
      </w:r>
      <w:r>
        <w:t>drafters</w:t>
      </w:r>
      <w:r w:rsidR="00C17D31">
        <w:t xml:space="preserve"> </w:t>
      </w:r>
      <w:r>
        <w:t>should</w:t>
      </w:r>
      <w:r w:rsidR="00C17D31">
        <w:t xml:space="preserve"> </w:t>
      </w:r>
      <w:r>
        <w:t>consult</w:t>
      </w:r>
      <w:r w:rsidR="00C17D31">
        <w:t xml:space="preserve"> </w:t>
      </w:r>
      <w:r>
        <w:t>with</w:t>
      </w:r>
      <w:r w:rsidR="00C17D31">
        <w:t xml:space="preserve"> </w:t>
      </w:r>
      <w:r>
        <w:t>their</w:t>
      </w:r>
      <w:r w:rsidR="00C17D31">
        <w:t xml:space="preserve"> </w:t>
      </w:r>
      <w:r>
        <w:t>Project</w:t>
      </w:r>
      <w:r w:rsidR="00C17D31">
        <w:t xml:space="preserve"> </w:t>
      </w:r>
      <w:r>
        <w:t>Security</w:t>
      </w:r>
      <w:r w:rsidR="00C17D31">
        <w:t xml:space="preserve"> </w:t>
      </w:r>
      <w:r>
        <w:t>Officer.</w:t>
      </w:r>
    </w:p>
    <w:p w14:paraId="7B0676B2" w14:textId="2A2CB6D4" w:rsidR="00D5686F" w:rsidRDefault="00514A46" w:rsidP="00C8034B">
      <w:pPr>
        <w:pStyle w:val="NoteToTenderers-ASDEFCON"/>
      </w:pPr>
      <w:r>
        <w:t>Note</w:t>
      </w:r>
      <w:r w:rsidR="00C17D31">
        <w:t xml:space="preserve"> </w:t>
      </w:r>
      <w:r>
        <w:t>to</w:t>
      </w:r>
      <w:r w:rsidR="00C17D31">
        <w:t xml:space="preserve"> </w:t>
      </w:r>
      <w:r>
        <w:t>tenderers:</w:t>
      </w:r>
      <w:r w:rsidR="00C17D31">
        <w:t xml:space="preserve">  </w:t>
      </w:r>
      <w:r>
        <w:t>For</w:t>
      </w:r>
      <w:r w:rsidR="00C17D31">
        <w:t xml:space="preserve"> </w:t>
      </w:r>
      <w:r>
        <w:t>information</w:t>
      </w:r>
      <w:r w:rsidR="00C17D31">
        <w:t xml:space="preserve"> </w:t>
      </w:r>
      <w:r>
        <w:t>on</w:t>
      </w:r>
      <w:r w:rsidR="00C17D31">
        <w:t xml:space="preserve"> </w:t>
      </w:r>
      <w:r>
        <w:t>preparation</w:t>
      </w:r>
      <w:r w:rsidR="00C17D31">
        <w:t xml:space="preserve"> </w:t>
      </w:r>
      <w:r>
        <w:t>and</w:t>
      </w:r>
      <w:r w:rsidR="00C17D31">
        <w:t xml:space="preserve"> </w:t>
      </w:r>
      <w:r>
        <w:t>transmission</w:t>
      </w:r>
      <w:r w:rsidR="00C17D31">
        <w:t xml:space="preserve"> </w:t>
      </w:r>
      <w:r>
        <w:t>of</w:t>
      </w:r>
      <w:r w:rsidR="00C17D31">
        <w:t xml:space="preserve"> </w:t>
      </w:r>
      <w:r>
        <w:t>classified</w:t>
      </w:r>
      <w:r w:rsidR="00C17D31">
        <w:t xml:space="preserve"> </w:t>
      </w:r>
      <w:r>
        <w:t>tenders</w:t>
      </w:r>
      <w:r w:rsidR="00C17D31">
        <w:t xml:space="preserve"> </w:t>
      </w:r>
      <w:r>
        <w:t>and</w:t>
      </w:r>
      <w:r w:rsidR="00C17D31">
        <w:t xml:space="preserve"> </w:t>
      </w:r>
      <w:r>
        <w:t>for</w:t>
      </w:r>
      <w:r w:rsidR="00C17D31">
        <w:t xml:space="preserve"> </w:t>
      </w:r>
      <w:r>
        <w:t>access</w:t>
      </w:r>
      <w:r w:rsidR="00C17D31">
        <w:t xml:space="preserve"> </w:t>
      </w:r>
      <w:r>
        <w:t>to</w:t>
      </w:r>
      <w:r w:rsidR="00C17D31">
        <w:t xml:space="preserve"> </w:t>
      </w:r>
      <w:r>
        <w:t>the</w:t>
      </w:r>
      <w:r w:rsidR="00C17D31">
        <w:t xml:space="preserve"> </w:t>
      </w:r>
      <w:r>
        <w:t>DSPF,</w:t>
      </w:r>
      <w:r w:rsidR="00C17D31">
        <w:t xml:space="preserve"> </w:t>
      </w:r>
      <w:r>
        <w:t>tenderers</w:t>
      </w:r>
      <w:r w:rsidR="00C17D31">
        <w:t xml:space="preserve"> </w:t>
      </w:r>
      <w:r>
        <w:t>should</w:t>
      </w:r>
      <w:r w:rsidR="00C17D31">
        <w:t xml:space="preserve"> </w:t>
      </w:r>
      <w:r>
        <w:t>contact</w:t>
      </w:r>
      <w:r w:rsidR="00C17D31">
        <w:t xml:space="preserve"> </w:t>
      </w:r>
      <w:r>
        <w:t>the</w:t>
      </w:r>
      <w:r w:rsidR="00C17D31">
        <w:t xml:space="preserve"> </w:t>
      </w:r>
      <w:r>
        <w:t>Contact</w:t>
      </w:r>
      <w:r w:rsidR="00C17D31">
        <w:t xml:space="preserve"> </w:t>
      </w:r>
      <w:r>
        <w:t>Officer.</w:t>
      </w:r>
    </w:p>
    <w:p w14:paraId="1058E0C1" w14:textId="6C0867CA" w:rsidR="00514A46" w:rsidRPr="00BC1156" w:rsidRDefault="00514A46" w:rsidP="00C8034B">
      <w:pPr>
        <w:pStyle w:val="COTCOCLV3-ASDEFCON"/>
      </w:pPr>
      <w:r w:rsidRPr="00BC1156">
        <w:t>Classified</w:t>
      </w:r>
      <w:r w:rsidR="00C17D31">
        <w:t xml:space="preserve"> </w:t>
      </w:r>
      <w:r>
        <w:t>information</w:t>
      </w:r>
      <w:r w:rsidR="00C17D31">
        <w:t xml:space="preserve"> </w:t>
      </w:r>
      <w:r w:rsidRPr="00BC1156">
        <w:t>in</w:t>
      </w:r>
      <w:r w:rsidR="00C17D31">
        <w:t xml:space="preserve"> </w:t>
      </w:r>
      <w:r w:rsidRPr="00BC1156">
        <w:t>tenders</w:t>
      </w:r>
      <w:r w:rsidR="00C17D31">
        <w:t xml:space="preserve"> </w:t>
      </w:r>
      <w:r>
        <w:t>is</w:t>
      </w:r>
      <w:r w:rsidR="00C17D31">
        <w:t xml:space="preserve"> </w:t>
      </w:r>
      <w:r>
        <w:t>to</w:t>
      </w:r>
      <w:r w:rsidR="00C17D31">
        <w:t xml:space="preserve"> </w:t>
      </w:r>
      <w:r w:rsidRPr="00BC1156">
        <w:t>be</w:t>
      </w:r>
      <w:r w:rsidR="00C17D31">
        <w:t xml:space="preserve"> </w:t>
      </w:r>
      <w:r w:rsidRPr="00BC1156">
        <w:t>avoided</w:t>
      </w:r>
      <w:r w:rsidR="00C17D31">
        <w:t xml:space="preserve"> </w:t>
      </w:r>
      <w:r w:rsidRPr="00BC1156">
        <w:t>where</w:t>
      </w:r>
      <w:r w:rsidR="00C17D31">
        <w:t xml:space="preserve"> </w:t>
      </w:r>
      <w:r w:rsidRPr="00BC1156">
        <w:t>possible.</w:t>
      </w:r>
      <w:r w:rsidR="00C17D31">
        <w:t xml:space="preserve">  </w:t>
      </w:r>
      <w:r w:rsidRPr="00BC1156">
        <w:t>If</w:t>
      </w:r>
      <w:r w:rsidR="00C17D31">
        <w:t xml:space="preserve"> </w:t>
      </w:r>
      <w:r w:rsidRPr="00BC1156">
        <w:t>this</w:t>
      </w:r>
      <w:r w:rsidR="00C17D31">
        <w:t xml:space="preserve"> </w:t>
      </w:r>
      <w:r w:rsidRPr="00BC1156">
        <w:t>cannot</w:t>
      </w:r>
      <w:r w:rsidR="00C17D31">
        <w:t xml:space="preserve"> </w:t>
      </w:r>
      <w:r w:rsidRPr="00BC1156">
        <w:t>be</w:t>
      </w:r>
      <w:r w:rsidR="00C17D31">
        <w:t xml:space="preserve"> </w:t>
      </w:r>
      <w:r w:rsidRPr="00BC1156">
        <w:t>achieved,</w:t>
      </w:r>
      <w:r w:rsidR="00C17D31">
        <w:t xml:space="preserve"> </w:t>
      </w:r>
      <w:r w:rsidRPr="00BC1156">
        <w:t>tenders</w:t>
      </w:r>
      <w:r w:rsidR="00C17D31">
        <w:t xml:space="preserve"> </w:t>
      </w:r>
      <w:r w:rsidRPr="00BC1156">
        <w:t>containing</w:t>
      </w:r>
      <w:r w:rsidR="00C17D31">
        <w:t xml:space="preserve"> </w:t>
      </w:r>
      <w:r w:rsidRPr="00BC1156">
        <w:t>classified</w:t>
      </w:r>
      <w:r w:rsidR="00C17D31">
        <w:t xml:space="preserve"> </w:t>
      </w:r>
      <w:r>
        <w:t>information</w:t>
      </w:r>
      <w:r w:rsidR="00C17D31">
        <w:t xml:space="preserve"> </w:t>
      </w:r>
      <w:r>
        <w:t>are</w:t>
      </w:r>
      <w:r w:rsidR="00C17D31">
        <w:t xml:space="preserve"> </w:t>
      </w:r>
      <w:r>
        <w:t>to</w:t>
      </w:r>
      <w:r w:rsidR="00C17D31">
        <w:t xml:space="preserve"> </w:t>
      </w:r>
      <w:r w:rsidRPr="00BC1156">
        <w:t>be</w:t>
      </w:r>
      <w:r w:rsidR="00C17D31">
        <w:t xml:space="preserve"> </w:t>
      </w:r>
      <w:r w:rsidRPr="00BC1156">
        <w:t>prepared</w:t>
      </w:r>
      <w:r w:rsidR="00C17D31">
        <w:t xml:space="preserve"> </w:t>
      </w:r>
      <w:r w:rsidRPr="00BC1156">
        <w:t>and</w:t>
      </w:r>
      <w:r w:rsidR="00C17D31">
        <w:t xml:space="preserve"> </w:t>
      </w:r>
      <w:r w:rsidRPr="00BC1156">
        <w:t>transmitted</w:t>
      </w:r>
      <w:r w:rsidR="00C17D31">
        <w:t xml:space="preserve"> </w:t>
      </w:r>
      <w:r w:rsidRPr="00BC1156">
        <w:t>as</w:t>
      </w:r>
      <w:r w:rsidR="00C17D31">
        <w:t xml:space="preserve"> </w:t>
      </w:r>
      <w:r w:rsidRPr="00BC1156">
        <w:t>follows:</w:t>
      </w:r>
    </w:p>
    <w:p w14:paraId="3CB31432" w14:textId="2985B06F" w:rsidR="00514A46" w:rsidRPr="00BC1156" w:rsidRDefault="00514A46" w:rsidP="00C8034B">
      <w:pPr>
        <w:pStyle w:val="COTCOCLV4-ASDEFCON"/>
      </w:pPr>
      <w:r w:rsidRPr="00BC1156">
        <w:t>for</w:t>
      </w:r>
      <w:r w:rsidR="00C17D31">
        <w:t xml:space="preserve"> </w:t>
      </w:r>
      <w:r w:rsidRPr="00BC1156">
        <w:t>Australian</w:t>
      </w:r>
      <w:r w:rsidR="00C17D31">
        <w:t xml:space="preserve"> </w:t>
      </w:r>
      <w:r w:rsidRPr="00BC1156">
        <w:t>tenders,</w:t>
      </w:r>
      <w:r w:rsidR="00C17D31">
        <w:t xml:space="preserve"> </w:t>
      </w:r>
      <w:r w:rsidRPr="00BC1156">
        <w:t>in</w:t>
      </w:r>
      <w:r w:rsidR="00C17D31">
        <w:t xml:space="preserve"> </w:t>
      </w:r>
      <w:r w:rsidRPr="00BC1156">
        <w:t>accordance</w:t>
      </w:r>
      <w:r w:rsidR="00C17D31">
        <w:t xml:space="preserve"> </w:t>
      </w:r>
      <w:r w:rsidRPr="00BC1156">
        <w:t>with</w:t>
      </w:r>
      <w:r w:rsidR="00C17D31">
        <w:t xml:space="preserve"> </w:t>
      </w:r>
      <w:r w:rsidRPr="00300CBF">
        <w:rPr>
          <w:rFonts w:cs="Arial"/>
        </w:rPr>
        <w:t>Principle</w:t>
      </w:r>
      <w:r w:rsidR="00C17D31">
        <w:rPr>
          <w:rFonts w:cs="Arial"/>
        </w:rPr>
        <w:t xml:space="preserve"> </w:t>
      </w:r>
      <w:r w:rsidRPr="00300CBF">
        <w:rPr>
          <w:rFonts w:cs="Arial"/>
        </w:rPr>
        <w:t>71</w:t>
      </w:r>
      <w:r w:rsidR="00C17D31">
        <w:rPr>
          <w:rFonts w:cs="Arial"/>
        </w:rPr>
        <w:t xml:space="preserve"> </w:t>
      </w:r>
      <w:r w:rsidRPr="00300CBF">
        <w:rPr>
          <w:rFonts w:cs="Arial"/>
        </w:rPr>
        <w:t>of</w:t>
      </w:r>
      <w:r w:rsidR="00C17D31">
        <w:rPr>
          <w:rFonts w:cs="Arial"/>
        </w:rPr>
        <w:t xml:space="preserve"> </w:t>
      </w:r>
      <w:r w:rsidRPr="00300CBF">
        <w:rPr>
          <w:rFonts w:cs="Arial"/>
        </w:rPr>
        <w:t>the</w:t>
      </w:r>
      <w:r w:rsidR="00C17D31">
        <w:rPr>
          <w:rFonts w:cs="Arial"/>
        </w:rPr>
        <w:t xml:space="preserve"> </w:t>
      </w:r>
      <w:r w:rsidRPr="00300CBF">
        <w:rPr>
          <w:rFonts w:cs="Arial"/>
        </w:rPr>
        <w:t>DSPF</w:t>
      </w:r>
      <w:r w:rsidRPr="00BC1156">
        <w:t>;</w:t>
      </w:r>
      <w:r w:rsidR="00C17D31">
        <w:t xml:space="preserve"> </w:t>
      </w:r>
      <w:r w:rsidRPr="00BC1156">
        <w:t>and</w:t>
      </w:r>
    </w:p>
    <w:p w14:paraId="3D1A91F7" w14:textId="4340240C" w:rsidR="00514A46" w:rsidRPr="00BC1156" w:rsidRDefault="00514A46" w:rsidP="00C8034B">
      <w:pPr>
        <w:pStyle w:val="COTCOCLV4-ASDEFCON"/>
      </w:pPr>
      <w:r w:rsidRPr="00BC1156">
        <w:t>for</w:t>
      </w:r>
      <w:r w:rsidR="00C17D31">
        <w:t xml:space="preserve"> </w:t>
      </w:r>
      <w:r w:rsidRPr="00BC1156">
        <w:t>overseas</w:t>
      </w:r>
      <w:r w:rsidR="00C17D31">
        <w:t xml:space="preserve"> </w:t>
      </w:r>
      <w:r w:rsidRPr="00BC1156">
        <w:t>tenders,</w:t>
      </w:r>
      <w:r w:rsidR="00C17D31">
        <w:t xml:space="preserve"> </w:t>
      </w:r>
      <w:r w:rsidRPr="00BC1156">
        <w:t>in</w:t>
      </w:r>
      <w:r w:rsidR="00C17D31">
        <w:t xml:space="preserve"> </w:t>
      </w:r>
      <w:r w:rsidRPr="00BC1156">
        <w:t>accordance</w:t>
      </w:r>
      <w:r w:rsidR="00C17D31">
        <w:t xml:space="preserve"> </w:t>
      </w:r>
      <w:r w:rsidRPr="00BC1156">
        <w:t>with</w:t>
      </w:r>
      <w:r w:rsidR="00C17D31">
        <w:t xml:space="preserve"> </w:t>
      </w:r>
      <w:r w:rsidRPr="00BC1156">
        <w:t>the</w:t>
      </w:r>
      <w:r w:rsidR="00C17D31">
        <w:t xml:space="preserve"> </w:t>
      </w:r>
      <w:r w:rsidRPr="00BC1156">
        <w:t>applicable</w:t>
      </w:r>
      <w:r w:rsidR="00C17D31">
        <w:t xml:space="preserve"> </w:t>
      </w:r>
      <w:r w:rsidRPr="00BC1156">
        <w:t>industr</w:t>
      </w:r>
      <w:r>
        <w:t>y</w:t>
      </w:r>
      <w:r w:rsidR="00C17D31">
        <w:t xml:space="preserve"> </w:t>
      </w:r>
      <w:r w:rsidRPr="00BC1156">
        <w:t>security</w:t>
      </w:r>
      <w:r w:rsidR="00C17D31">
        <w:t xml:space="preserve"> </w:t>
      </w:r>
      <w:r w:rsidRPr="00BC1156">
        <w:t>information</w:t>
      </w:r>
      <w:r w:rsidR="00C17D31">
        <w:t xml:space="preserve"> </w:t>
      </w:r>
      <w:r w:rsidRPr="00BC1156">
        <w:t>system</w:t>
      </w:r>
      <w:r w:rsidR="00C17D31">
        <w:t xml:space="preserve"> </w:t>
      </w:r>
      <w:r w:rsidRPr="00BC1156">
        <w:t>regulations</w:t>
      </w:r>
      <w:r w:rsidR="00C17D31">
        <w:t xml:space="preserve"> </w:t>
      </w:r>
      <w:r w:rsidRPr="00BC1156">
        <w:t>issued</w:t>
      </w:r>
      <w:r w:rsidR="00C17D31">
        <w:t xml:space="preserve"> </w:t>
      </w:r>
      <w:r>
        <w:t>by</w:t>
      </w:r>
      <w:r w:rsidR="00C17D31">
        <w:t xml:space="preserve"> </w:t>
      </w:r>
      <w:r w:rsidRPr="00BC1156">
        <w:t>the</w:t>
      </w:r>
      <w:r w:rsidR="00C17D31">
        <w:t xml:space="preserve"> </w:t>
      </w:r>
      <w:r>
        <w:t>appropriate</w:t>
      </w:r>
      <w:r w:rsidR="00C17D31">
        <w:t xml:space="preserve"> </w:t>
      </w:r>
      <w:r>
        <w:t>government</w:t>
      </w:r>
      <w:r w:rsidR="00C17D31">
        <w:t xml:space="preserve"> </w:t>
      </w:r>
      <w:r>
        <w:t>security</w:t>
      </w:r>
      <w:r w:rsidR="00C17D31">
        <w:t xml:space="preserve"> </w:t>
      </w:r>
      <w:r w:rsidRPr="00BC1156">
        <w:t>authority</w:t>
      </w:r>
      <w:r w:rsidR="00C17D31">
        <w:t xml:space="preserve"> </w:t>
      </w:r>
      <w:r w:rsidRPr="00BC1156">
        <w:t>in</w:t>
      </w:r>
      <w:r w:rsidR="00C17D31">
        <w:t xml:space="preserve"> </w:t>
      </w:r>
      <w:r w:rsidRPr="00BC1156">
        <w:t>their</w:t>
      </w:r>
      <w:r w:rsidR="00C17D31">
        <w:t xml:space="preserve"> </w:t>
      </w:r>
      <w:r w:rsidRPr="00BC1156">
        <w:t>country.</w:t>
      </w:r>
      <w:r w:rsidR="00C17D31">
        <w:t xml:space="preserve">  </w:t>
      </w:r>
      <w:r>
        <w:t>If</w:t>
      </w:r>
      <w:r w:rsidR="00C17D31">
        <w:t xml:space="preserve"> </w:t>
      </w:r>
      <w:r w:rsidRPr="00BC1156">
        <w:t>transmission</w:t>
      </w:r>
      <w:r w:rsidR="00C17D31">
        <w:t xml:space="preserve"> </w:t>
      </w:r>
      <w:r w:rsidRPr="00BC1156">
        <w:t>involves</w:t>
      </w:r>
      <w:r w:rsidR="00C17D31">
        <w:t xml:space="preserve"> </w:t>
      </w:r>
      <w:r w:rsidRPr="00BC1156">
        <w:t>transmission</w:t>
      </w:r>
      <w:r w:rsidR="00C17D31">
        <w:t xml:space="preserve"> </w:t>
      </w:r>
      <w:r w:rsidRPr="00BC1156">
        <w:t>by</w:t>
      </w:r>
      <w:r w:rsidR="00C17D31">
        <w:t xml:space="preserve"> </w:t>
      </w:r>
      <w:r w:rsidRPr="00BC1156">
        <w:t>diplomatic</w:t>
      </w:r>
      <w:r w:rsidR="00C17D31">
        <w:t xml:space="preserve"> </w:t>
      </w:r>
      <w:r w:rsidRPr="00BC1156">
        <w:t>bag,</w:t>
      </w:r>
      <w:r w:rsidR="00C17D31">
        <w:t xml:space="preserve"> </w:t>
      </w:r>
      <w:r w:rsidRPr="00BC1156">
        <w:t>the</w:t>
      </w:r>
      <w:r w:rsidR="00C17D31">
        <w:t xml:space="preserve"> </w:t>
      </w:r>
      <w:r w:rsidRPr="00BC1156">
        <w:t>overseas</w:t>
      </w:r>
      <w:r w:rsidR="00C17D31">
        <w:t xml:space="preserve"> </w:t>
      </w:r>
      <w:r w:rsidRPr="00BC1156">
        <w:t>tenderer</w:t>
      </w:r>
      <w:r w:rsidR="00C17D31">
        <w:t xml:space="preserve"> </w:t>
      </w:r>
      <w:r>
        <w:t>is</w:t>
      </w:r>
      <w:r w:rsidR="00C17D31">
        <w:t xml:space="preserve"> </w:t>
      </w:r>
      <w:r>
        <w:t>to</w:t>
      </w:r>
      <w:r w:rsidR="00C17D31">
        <w:t xml:space="preserve"> </w:t>
      </w:r>
      <w:r w:rsidRPr="00BC1156">
        <w:t>use</w:t>
      </w:r>
      <w:r w:rsidR="00C17D31">
        <w:t xml:space="preserve"> </w:t>
      </w:r>
      <w:r w:rsidRPr="00BC1156">
        <w:t>the</w:t>
      </w:r>
      <w:r w:rsidR="00C17D31">
        <w:t xml:space="preserve"> </w:t>
      </w:r>
      <w:r w:rsidRPr="00BC1156">
        <w:t>diplomatic</w:t>
      </w:r>
      <w:r w:rsidR="00C17D31">
        <w:t xml:space="preserve"> </w:t>
      </w:r>
      <w:r w:rsidRPr="00BC1156">
        <w:t>bag</w:t>
      </w:r>
      <w:r w:rsidR="00C17D31">
        <w:t xml:space="preserve"> </w:t>
      </w:r>
      <w:r w:rsidRPr="00BC1156">
        <w:t>of</w:t>
      </w:r>
      <w:r w:rsidR="00C17D31">
        <w:t xml:space="preserve"> </w:t>
      </w:r>
      <w:r w:rsidRPr="00BC1156">
        <w:t>its</w:t>
      </w:r>
      <w:r w:rsidR="00C17D31">
        <w:t xml:space="preserve"> </w:t>
      </w:r>
      <w:r w:rsidRPr="00BC1156">
        <w:t>own</w:t>
      </w:r>
      <w:r w:rsidR="00C17D31">
        <w:t xml:space="preserve"> </w:t>
      </w:r>
      <w:r>
        <w:t>g</w:t>
      </w:r>
      <w:r w:rsidRPr="00BC1156">
        <w:t>overnment.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7"/>
      </w:tblGrid>
      <w:tr w:rsidR="00F84DC7" w14:paraId="38741473" w14:textId="77777777" w:rsidTr="00514A46">
        <w:tc>
          <w:tcPr>
            <w:tcW w:w="9067" w:type="dxa"/>
            <w:shd w:val="clear" w:color="auto" w:fill="auto"/>
          </w:tcPr>
          <w:p w14:paraId="3F5E755D" w14:textId="45D1FD89" w:rsidR="00514A46" w:rsidRDefault="00514A46" w:rsidP="008C4BB1">
            <w:pPr>
              <w:pStyle w:val="ASDEFCONOption"/>
            </w:pPr>
            <w:r w:rsidRPr="00B00227">
              <w:t>Option:</w:t>
            </w:r>
            <w:r w:rsidR="00C17D31">
              <w:t xml:space="preserve">  </w:t>
            </w:r>
            <w:r w:rsidRPr="00B00227">
              <w:t>For</w:t>
            </w:r>
            <w:r w:rsidR="00C17D31">
              <w:t xml:space="preserve"> </w:t>
            </w:r>
            <w:r w:rsidR="007F07F3">
              <w:t>an</w:t>
            </w:r>
            <w:r w:rsidR="00C17D31">
              <w:t xml:space="preserve"> </w:t>
            </w:r>
            <w:r w:rsidR="007F07F3">
              <w:t>RFT</w:t>
            </w:r>
            <w:r w:rsidR="00C17D31">
              <w:t xml:space="preserve"> </w:t>
            </w:r>
            <w:r w:rsidR="007F07F3">
              <w:t>involving</w:t>
            </w:r>
            <w:r w:rsidR="00C17D31">
              <w:t xml:space="preserve"> </w:t>
            </w:r>
            <w:r w:rsidR="007F07F3">
              <w:t>classified</w:t>
            </w:r>
            <w:r w:rsidR="00C17D31">
              <w:t xml:space="preserve"> </w:t>
            </w:r>
            <w:r w:rsidR="007F07F3">
              <w:t>information</w:t>
            </w:r>
            <w:r w:rsidRPr="00B00227">
              <w:t>.</w:t>
            </w:r>
          </w:p>
          <w:p w14:paraId="25C95950" w14:textId="1B57B19A" w:rsidR="00514A46" w:rsidRDefault="00514A46" w:rsidP="00C8034B">
            <w:pPr>
              <w:pStyle w:val="COTCOCLV3-ASDEFCON"/>
            </w:pPr>
            <w:r w:rsidRPr="00BC1156">
              <w:t>Tenderers</w:t>
            </w:r>
            <w:r w:rsidR="00C17D31">
              <w:t xml:space="preserve"> </w:t>
            </w:r>
            <w:r>
              <w:t>are</w:t>
            </w:r>
            <w:r w:rsidR="00C17D31">
              <w:t xml:space="preserve"> </w:t>
            </w:r>
            <w:r>
              <w:t>to</w:t>
            </w:r>
            <w:r w:rsidR="00C17D31">
              <w:t xml:space="preserve"> </w:t>
            </w:r>
            <w:r w:rsidRPr="00BC1156">
              <w:t>classify</w:t>
            </w:r>
            <w:r w:rsidR="00C17D31">
              <w:t xml:space="preserve"> </w:t>
            </w:r>
            <w:r w:rsidRPr="00BC1156">
              <w:t>information</w:t>
            </w:r>
            <w:r w:rsidR="00C17D31">
              <w:t xml:space="preserve"> </w:t>
            </w:r>
            <w:r w:rsidRPr="00BC1156">
              <w:t>in</w:t>
            </w:r>
            <w:r w:rsidR="00C17D31">
              <w:t xml:space="preserve"> </w:t>
            </w:r>
            <w:r w:rsidRPr="00BC1156">
              <w:t>their</w:t>
            </w:r>
            <w:r w:rsidR="00C17D31">
              <w:t xml:space="preserve"> </w:t>
            </w:r>
            <w:r w:rsidRPr="00BC1156">
              <w:t>tenders</w:t>
            </w:r>
            <w:r w:rsidR="00C17D31">
              <w:t xml:space="preserve"> </w:t>
            </w:r>
            <w:r w:rsidRPr="00BC1156">
              <w:t>in</w:t>
            </w:r>
            <w:r w:rsidR="00C17D31">
              <w:t xml:space="preserve"> </w:t>
            </w:r>
            <w:r w:rsidRPr="00BC1156">
              <w:t>accordance</w:t>
            </w:r>
            <w:r w:rsidR="00C17D31">
              <w:t xml:space="preserve"> </w:t>
            </w:r>
            <w:r w:rsidRPr="00BC1156">
              <w:t>with</w:t>
            </w:r>
            <w:r w:rsidR="00C17D31">
              <w:t xml:space="preserve"> </w:t>
            </w:r>
            <w:r w:rsidRPr="00BC1156">
              <w:t>the</w:t>
            </w:r>
            <w:r w:rsidR="00C17D31">
              <w:t xml:space="preserve"> </w:t>
            </w:r>
            <w:r w:rsidRPr="00BC1156">
              <w:t>Security</w:t>
            </w:r>
            <w:r w:rsidR="00C17D31">
              <w:t xml:space="preserve"> </w:t>
            </w:r>
            <w:r w:rsidRPr="00BC1156">
              <w:t>Classification</w:t>
            </w:r>
            <w:r w:rsidR="00C17D31">
              <w:t xml:space="preserve"> </w:t>
            </w:r>
            <w:r>
              <w:t>and</w:t>
            </w:r>
            <w:r w:rsidR="00C17D31">
              <w:t xml:space="preserve"> </w:t>
            </w:r>
            <w:r>
              <w:t>Categorisation</w:t>
            </w:r>
            <w:r w:rsidR="00C17D31">
              <w:t xml:space="preserve"> </w:t>
            </w:r>
            <w:r>
              <w:t>Guide</w:t>
            </w:r>
            <w:r w:rsidR="00C17D31">
              <w:t xml:space="preserve"> </w:t>
            </w:r>
            <w:r w:rsidRPr="00BC1156">
              <w:t>at</w:t>
            </w:r>
            <w:r w:rsidR="00C17D31">
              <w:t xml:space="preserve"> </w:t>
            </w:r>
            <w:r w:rsidRPr="00331D5D">
              <w:t>Attachment</w:t>
            </w:r>
            <w:r w:rsidR="00C17D31">
              <w:t xml:space="preserve"> </w:t>
            </w:r>
            <w:r>
              <w:t>E</w:t>
            </w:r>
            <w:r w:rsidR="00C17D31">
              <w:t xml:space="preserve"> </w:t>
            </w:r>
            <w:r w:rsidRPr="00BC1156">
              <w:t>to</w:t>
            </w:r>
            <w:r w:rsidR="00C17D31">
              <w:t xml:space="preserve"> </w:t>
            </w:r>
            <w:r w:rsidRPr="00BC1156">
              <w:t>the</w:t>
            </w:r>
            <w:r w:rsidR="00C17D31">
              <w:t xml:space="preserve"> </w:t>
            </w:r>
            <w:r w:rsidRPr="00BC1156">
              <w:t>draft</w:t>
            </w:r>
            <w:r w:rsidR="00C17D31">
              <w:t xml:space="preserve"> </w:t>
            </w:r>
            <w:r>
              <w:t>Contract</w:t>
            </w:r>
            <w:r w:rsidRPr="00BC1156">
              <w:t>.</w:t>
            </w:r>
          </w:p>
        </w:tc>
      </w:tr>
    </w:tbl>
    <w:p w14:paraId="6F5421E7" w14:textId="77777777" w:rsidR="00614605" w:rsidRDefault="00614605" w:rsidP="00C8034B">
      <w:pPr>
        <w:pStyle w:val="ASDEFCONOptionSpace"/>
      </w:pPr>
    </w:p>
    <w:p w14:paraId="58415711" w14:textId="66ABFEA0" w:rsidR="00514A46" w:rsidRPr="00BC1156" w:rsidRDefault="00514A46" w:rsidP="00C8034B">
      <w:pPr>
        <w:pStyle w:val="COTCOCLV3-ASDEFCON"/>
      </w:pPr>
      <w:r w:rsidRPr="00BC1156">
        <w:t>If</w:t>
      </w:r>
      <w:r w:rsidR="00C17D31">
        <w:t xml:space="preserve"> </w:t>
      </w:r>
      <w:r w:rsidRPr="00BC1156">
        <w:t>only</w:t>
      </w:r>
      <w:r w:rsidR="00C17D31">
        <w:t xml:space="preserve"> </w:t>
      </w:r>
      <w:r w:rsidRPr="00BC1156">
        <w:t>part</w:t>
      </w:r>
      <w:r w:rsidR="00C17D31">
        <w:t xml:space="preserve"> </w:t>
      </w:r>
      <w:r w:rsidRPr="00BC1156">
        <w:t>of</w:t>
      </w:r>
      <w:r w:rsidR="00C17D31">
        <w:t xml:space="preserve"> </w:t>
      </w:r>
      <w:r w:rsidRPr="00BC1156">
        <w:t>a</w:t>
      </w:r>
      <w:r w:rsidR="00C17D31">
        <w:t xml:space="preserve"> </w:t>
      </w:r>
      <w:r w:rsidRPr="00BC1156">
        <w:t>tender</w:t>
      </w:r>
      <w:r w:rsidR="00C17D31">
        <w:t xml:space="preserve"> </w:t>
      </w:r>
      <w:r w:rsidRPr="00BC1156">
        <w:t>contains</w:t>
      </w:r>
      <w:r w:rsidR="00C17D31">
        <w:t xml:space="preserve"> </w:t>
      </w:r>
      <w:r w:rsidRPr="00BC1156">
        <w:t>classified</w:t>
      </w:r>
      <w:r w:rsidR="00C17D31">
        <w:t xml:space="preserve"> </w:t>
      </w:r>
      <w:r>
        <w:t>information</w:t>
      </w:r>
      <w:r w:rsidRPr="00BC1156">
        <w:t>,</w:t>
      </w:r>
      <w:r w:rsidR="00C17D31">
        <w:t xml:space="preserve"> </w:t>
      </w:r>
      <w:r w:rsidRPr="00BC1156">
        <w:t>that</w:t>
      </w:r>
      <w:r w:rsidR="00C17D31">
        <w:t xml:space="preserve"> </w:t>
      </w:r>
      <w:r w:rsidRPr="00BC1156">
        <w:t>part</w:t>
      </w:r>
      <w:r w:rsidR="00C17D31">
        <w:t xml:space="preserve"> </w:t>
      </w:r>
      <w:r w:rsidRPr="00BC1156">
        <w:t>may</w:t>
      </w:r>
      <w:r w:rsidR="00C17D31">
        <w:t xml:space="preserve"> </w:t>
      </w:r>
      <w:r w:rsidRPr="00BC1156">
        <w:t>be</w:t>
      </w:r>
      <w:r w:rsidR="00C17D31">
        <w:t xml:space="preserve"> </w:t>
      </w:r>
      <w:r w:rsidRPr="00BC1156">
        <w:t>segregated</w:t>
      </w:r>
      <w:r w:rsidR="00C17D31">
        <w:t xml:space="preserve"> </w:t>
      </w:r>
      <w:r w:rsidRPr="00BC1156">
        <w:t>from</w:t>
      </w:r>
      <w:r w:rsidR="00C17D31">
        <w:t xml:space="preserve"> </w:t>
      </w:r>
      <w:r w:rsidRPr="00BC1156">
        <w:t>the</w:t>
      </w:r>
      <w:r w:rsidR="00C17D31">
        <w:t xml:space="preserve"> </w:t>
      </w:r>
      <w:r w:rsidRPr="00BC1156">
        <w:t>remainder</w:t>
      </w:r>
      <w:r w:rsidR="00C17D31">
        <w:t xml:space="preserve"> </w:t>
      </w:r>
      <w:r w:rsidRPr="00BC1156">
        <w:t>of</w:t>
      </w:r>
      <w:r w:rsidR="00C17D31">
        <w:t xml:space="preserve"> </w:t>
      </w:r>
      <w:r w:rsidRPr="00BC1156">
        <w:t>the</w:t>
      </w:r>
      <w:r w:rsidR="00C17D31">
        <w:t xml:space="preserve"> </w:t>
      </w:r>
      <w:r w:rsidRPr="00BC1156">
        <w:t>tender</w:t>
      </w:r>
      <w:r w:rsidR="00C17D31">
        <w:t xml:space="preserve"> </w:t>
      </w:r>
      <w:r w:rsidRPr="00BC1156">
        <w:t>for</w:t>
      </w:r>
      <w:r w:rsidR="00C17D31">
        <w:t xml:space="preserve"> </w:t>
      </w:r>
      <w:r w:rsidRPr="00BC1156">
        <w:t>separate</w:t>
      </w:r>
      <w:r w:rsidR="00C17D31">
        <w:t xml:space="preserve"> </w:t>
      </w:r>
      <w:r w:rsidRPr="00BC1156">
        <w:t>transmission.</w:t>
      </w:r>
      <w:r w:rsidR="00C17D31">
        <w:t xml:space="preserve">  </w:t>
      </w:r>
      <w:r w:rsidRPr="00BC1156">
        <w:t>However,</w:t>
      </w:r>
      <w:r w:rsidR="00C17D31">
        <w:t xml:space="preserve"> </w:t>
      </w:r>
      <w:r w:rsidRPr="00BC1156">
        <w:t>both</w:t>
      </w:r>
      <w:r w:rsidR="00C17D31">
        <w:t xml:space="preserve"> </w:t>
      </w:r>
      <w:r w:rsidRPr="00BC1156">
        <w:t>parts</w:t>
      </w:r>
      <w:r w:rsidR="00C17D31">
        <w:t xml:space="preserve"> </w:t>
      </w:r>
      <w:r w:rsidRPr="00BC1156">
        <w:t>of</w:t>
      </w:r>
      <w:r w:rsidR="00C17D31">
        <w:t xml:space="preserve"> </w:t>
      </w:r>
      <w:r w:rsidRPr="00BC1156">
        <w:t>the</w:t>
      </w:r>
      <w:r w:rsidR="00C17D31">
        <w:t xml:space="preserve"> </w:t>
      </w:r>
      <w:r w:rsidRPr="00BC1156">
        <w:t>tender</w:t>
      </w:r>
      <w:r w:rsidR="00C17D31">
        <w:t xml:space="preserve"> </w:t>
      </w:r>
      <w:r w:rsidRPr="00BC1156">
        <w:t>are</w:t>
      </w:r>
      <w:r w:rsidR="00C17D31">
        <w:t xml:space="preserve"> </w:t>
      </w:r>
      <w:r w:rsidRPr="00BC1156">
        <w:t>subject</w:t>
      </w:r>
      <w:r w:rsidR="00C17D31">
        <w:t xml:space="preserve"> </w:t>
      </w:r>
      <w:r w:rsidRPr="00BC1156">
        <w:t>to</w:t>
      </w:r>
      <w:r w:rsidR="00C17D31">
        <w:t xml:space="preserve"> </w:t>
      </w:r>
      <w:r w:rsidRPr="00BC1156">
        <w:t>the</w:t>
      </w:r>
      <w:r w:rsidR="00C17D31">
        <w:t xml:space="preserve"> </w:t>
      </w:r>
      <w:r w:rsidRPr="00BC1156">
        <w:t>Closing</w:t>
      </w:r>
      <w:r w:rsidR="00C17D31">
        <w:t xml:space="preserve"> </w:t>
      </w:r>
      <w:r w:rsidRPr="00BC1156">
        <w:t>Time</w:t>
      </w:r>
      <w:r w:rsidR="00C17D31">
        <w:t xml:space="preserve"> </w:t>
      </w:r>
      <w:r>
        <w:t>specified</w:t>
      </w:r>
      <w:r w:rsidR="00C17D31">
        <w:t xml:space="preserve"> </w:t>
      </w:r>
      <w:r>
        <w:t>in</w:t>
      </w:r>
      <w:r w:rsidR="00C17D31">
        <w:t xml:space="preserve"> </w:t>
      </w:r>
      <w:r>
        <w:t>the</w:t>
      </w:r>
      <w:r w:rsidR="00C17D31">
        <w:t xml:space="preserve"> </w:t>
      </w:r>
      <w:r>
        <w:t>Tender</w:t>
      </w:r>
      <w:r w:rsidR="00C17D31">
        <w:t xml:space="preserve"> </w:t>
      </w:r>
      <w:r>
        <w:t>Details</w:t>
      </w:r>
      <w:r w:rsidR="00C17D31">
        <w:t xml:space="preserve"> </w:t>
      </w:r>
      <w:r>
        <w:t>Schedule.</w:t>
      </w:r>
      <w:r w:rsidR="00C17D31">
        <w:t xml:space="preserve">  </w:t>
      </w:r>
      <w:r w:rsidRPr="00BC1156">
        <w:t>Care</w:t>
      </w:r>
      <w:r w:rsidR="00C17D31">
        <w:t xml:space="preserve"> </w:t>
      </w:r>
      <w:r w:rsidRPr="00BC1156">
        <w:t>should</w:t>
      </w:r>
      <w:r w:rsidR="00C17D31">
        <w:t xml:space="preserve"> </w:t>
      </w:r>
      <w:r w:rsidRPr="00BC1156">
        <w:t>therefore</w:t>
      </w:r>
      <w:r w:rsidR="00C17D31">
        <w:t xml:space="preserve"> </w:t>
      </w:r>
      <w:r w:rsidRPr="00BC1156">
        <w:t>be</w:t>
      </w:r>
      <w:r w:rsidR="00C17D31">
        <w:t xml:space="preserve"> </w:t>
      </w:r>
      <w:r w:rsidRPr="00BC1156">
        <w:t>taken</w:t>
      </w:r>
      <w:r w:rsidR="00C17D31">
        <w:t xml:space="preserve"> </w:t>
      </w:r>
      <w:r w:rsidRPr="00BC1156">
        <w:t>to</w:t>
      </w:r>
      <w:r w:rsidR="00C17D31">
        <w:t xml:space="preserve"> </w:t>
      </w:r>
      <w:r w:rsidRPr="00BC1156">
        <w:t>ensure</w:t>
      </w:r>
      <w:r w:rsidR="00C17D31">
        <w:t xml:space="preserve"> </w:t>
      </w:r>
      <w:r w:rsidRPr="00BC1156">
        <w:t>that</w:t>
      </w:r>
      <w:r w:rsidR="00C17D31">
        <w:t xml:space="preserve"> </w:t>
      </w:r>
      <w:r w:rsidRPr="00BC1156">
        <w:t>sufficient</w:t>
      </w:r>
      <w:r w:rsidR="00C17D31">
        <w:t xml:space="preserve"> </w:t>
      </w:r>
      <w:r w:rsidRPr="00BC1156">
        <w:t>time</w:t>
      </w:r>
      <w:r w:rsidR="00C17D31">
        <w:t xml:space="preserve"> </w:t>
      </w:r>
      <w:r w:rsidRPr="00BC1156">
        <w:t>is</w:t>
      </w:r>
      <w:r w:rsidR="00C17D31">
        <w:t xml:space="preserve"> </w:t>
      </w:r>
      <w:r w:rsidRPr="00BC1156">
        <w:t>allowed</w:t>
      </w:r>
      <w:r w:rsidR="00C17D31">
        <w:t xml:space="preserve"> </w:t>
      </w:r>
      <w:r w:rsidRPr="00BC1156">
        <w:t>for</w:t>
      </w:r>
      <w:r w:rsidR="00C17D31">
        <w:t xml:space="preserve"> </w:t>
      </w:r>
      <w:r w:rsidRPr="00BC1156">
        <w:t>tenders</w:t>
      </w:r>
      <w:r w:rsidR="00C17D31">
        <w:t xml:space="preserve"> </w:t>
      </w:r>
      <w:r w:rsidRPr="00BC1156">
        <w:t>to</w:t>
      </w:r>
      <w:r w:rsidR="00C17D31">
        <w:t xml:space="preserve"> </w:t>
      </w:r>
      <w:r w:rsidRPr="00BC1156">
        <w:t>be</w:t>
      </w:r>
      <w:r w:rsidR="00C17D31">
        <w:t xml:space="preserve"> </w:t>
      </w:r>
      <w:r w:rsidRPr="00BC1156">
        <w:t>received</w:t>
      </w:r>
      <w:r w:rsidR="00C17D31">
        <w:t xml:space="preserve"> </w:t>
      </w:r>
      <w:r w:rsidRPr="00BC1156">
        <w:t>by</w:t>
      </w:r>
      <w:r w:rsidR="00C17D31">
        <w:t xml:space="preserve"> </w:t>
      </w:r>
      <w:r w:rsidRPr="00BC1156">
        <w:t>the</w:t>
      </w:r>
      <w:r w:rsidR="00C17D31">
        <w:t xml:space="preserve"> </w:t>
      </w:r>
      <w:r w:rsidRPr="00BC1156">
        <w:t>Closing</w:t>
      </w:r>
      <w:r w:rsidR="00C17D31">
        <w:t xml:space="preserve"> </w:t>
      </w:r>
      <w:r w:rsidRPr="00BC1156">
        <w:t>Time</w:t>
      </w:r>
      <w:r w:rsidR="00C17D31">
        <w:t xml:space="preserve"> </w:t>
      </w:r>
      <w:r w:rsidRPr="00BC1156">
        <w:t>when</w:t>
      </w:r>
      <w:r w:rsidR="00C17D31">
        <w:t xml:space="preserve"> </w:t>
      </w:r>
      <w:r w:rsidRPr="00BC1156">
        <w:t>secure</w:t>
      </w:r>
      <w:r w:rsidR="00C17D31">
        <w:t xml:space="preserve"> </w:t>
      </w:r>
      <w:r w:rsidRPr="00BC1156">
        <w:t>means</w:t>
      </w:r>
      <w:r w:rsidR="00C17D31">
        <w:t xml:space="preserve"> </w:t>
      </w:r>
      <w:r w:rsidRPr="00BC1156">
        <w:t>of</w:t>
      </w:r>
      <w:r w:rsidR="00C17D31">
        <w:t xml:space="preserve"> </w:t>
      </w:r>
      <w:r w:rsidRPr="00BC1156">
        <w:t>transmission</w:t>
      </w:r>
      <w:r w:rsidR="00C17D31">
        <w:t xml:space="preserve"> </w:t>
      </w:r>
      <w:r w:rsidRPr="00BC1156">
        <w:t>are</w:t>
      </w:r>
      <w:r w:rsidR="00C17D31">
        <w:t xml:space="preserve"> </w:t>
      </w:r>
      <w:r w:rsidRPr="00BC1156">
        <w:t>used.</w:t>
      </w:r>
    </w:p>
    <w:p w14:paraId="5DB61877" w14:textId="491C5B33" w:rsidR="00514A46" w:rsidRPr="00BC1156" w:rsidRDefault="00514A46" w:rsidP="00C8034B">
      <w:pPr>
        <w:pStyle w:val="COTCOCLV2-ASDEFCON"/>
      </w:pPr>
      <w:bookmarkStart w:id="284" w:name="_Ref96416898"/>
      <w:bookmarkStart w:id="285" w:name="_Toc229445700"/>
      <w:bookmarkStart w:id="286" w:name="_Toc121903970"/>
      <w:bookmarkStart w:id="287" w:name="_Toc175208046"/>
      <w:r w:rsidRPr="00BC1156">
        <w:t>Defence</w:t>
      </w:r>
      <w:r w:rsidR="00C17D31">
        <w:t xml:space="preserve"> </w:t>
      </w:r>
      <w:r w:rsidRPr="00BC1156">
        <w:t>Security</w:t>
      </w:r>
      <w:r w:rsidR="00C17D31">
        <w:t xml:space="preserve"> </w:t>
      </w:r>
      <w:r w:rsidRPr="00BC1156">
        <w:t>Requirements</w:t>
      </w:r>
      <w:r w:rsidR="00C17D31">
        <w:t xml:space="preserve"> </w:t>
      </w:r>
      <w:r w:rsidRPr="00BC1156">
        <w:t>(Core)</w:t>
      </w:r>
      <w:bookmarkEnd w:id="284"/>
      <w:bookmarkEnd w:id="285"/>
      <w:bookmarkEnd w:id="286"/>
      <w:bookmarkEnd w:id="287"/>
    </w:p>
    <w:p w14:paraId="2DD57FA6" w14:textId="37A10606" w:rsidR="00514A46" w:rsidRDefault="00514A46" w:rsidP="00C8034B">
      <w:pPr>
        <w:pStyle w:val="NoteToDrafters-ASDEFCON"/>
      </w:pPr>
      <w:r>
        <w:t>Note</w:t>
      </w:r>
      <w:r w:rsidR="00C17D31">
        <w:t xml:space="preserve"> </w:t>
      </w:r>
      <w:r>
        <w:t>to</w:t>
      </w:r>
      <w:r w:rsidR="00C17D31">
        <w:t xml:space="preserve"> </w:t>
      </w:r>
      <w:r>
        <w:t>drafters:</w:t>
      </w:r>
      <w:r w:rsidR="00C17D31">
        <w:t xml:space="preserve">  </w:t>
      </w:r>
      <w:r>
        <w:t>Where</w:t>
      </w:r>
      <w:r w:rsidR="00C17D31">
        <w:t xml:space="preserve"> </w:t>
      </w:r>
      <w:r>
        <w:t>the</w:t>
      </w:r>
      <w:r w:rsidR="00C17D31">
        <w:t xml:space="preserve"> </w:t>
      </w:r>
      <w:r>
        <w:t>procurement</w:t>
      </w:r>
      <w:r w:rsidR="00C17D31">
        <w:t xml:space="preserve"> </w:t>
      </w:r>
      <w:r>
        <w:t>involves</w:t>
      </w:r>
      <w:r w:rsidR="00C17D31">
        <w:t xml:space="preserve"> </w:t>
      </w:r>
      <w:r>
        <w:t>weapons</w:t>
      </w:r>
      <w:r w:rsidR="00C17D31">
        <w:t xml:space="preserve"> </w:t>
      </w:r>
      <w:r>
        <w:t>or</w:t>
      </w:r>
      <w:r w:rsidR="00C17D31">
        <w:t xml:space="preserve"> </w:t>
      </w:r>
      <w:r>
        <w:t>explosive</w:t>
      </w:r>
      <w:r w:rsidR="00C17D31">
        <w:t xml:space="preserve"> </w:t>
      </w:r>
      <w:r>
        <w:t>ordnance,</w:t>
      </w:r>
      <w:r w:rsidR="00C17D31">
        <w:t xml:space="preserve"> </w:t>
      </w:r>
      <w:r>
        <w:t>drafters</w:t>
      </w:r>
      <w:r w:rsidR="00C17D31">
        <w:t xml:space="preserve"> </w:t>
      </w:r>
      <w:r>
        <w:t>are</w:t>
      </w:r>
      <w:r w:rsidR="00C17D31">
        <w:t xml:space="preserve"> </w:t>
      </w:r>
      <w:r>
        <w:t>to</w:t>
      </w:r>
      <w:r w:rsidR="00C17D31">
        <w:t xml:space="preserve"> </w:t>
      </w:r>
      <w:r>
        <w:t>obtain</w:t>
      </w:r>
      <w:r w:rsidR="00C17D31">
        <w:t xml:space="preserve"> </w:t>
      </w:r>
      <w:r>
        <w:t>the</w:t>
      </w:r>
      <w:r w:rsidR="00C17D31">
        <w:t xml:space="preserve"> </w:t>
      </w:r>
      <w:r>
        <w:t>DSVS’s</w:t>
      </w:r>
      <w:r w:rsidR="00C17D31">
        <w:t xml:space="preserve"> </w:t>
      </w:r>
      <w:r>
        <w:t>approval</w:t>
      </w:r>
      <w:r w:rsidR="00C17D31">
        <w:t xml:space="preserve"> </w:t>
      </w:r>
      <w:r>
        <w:t>for</w:t>
      </w:r>
      <w:r w:rsidR="00C17D31">
        <w:t xml:space="preserve"> </w:t>
      </w:r>
      <w:r>
        <w:t>the</w:t>
      </w:r>
      <w:r w:rsidR="00C17D31">
        <w:t xml:space="preserve"> </w:t>
      </w:r>
      <w:r>
        <w:t>security-related</w:t>
      </w:r>
      <w:r w:rsidR="00C17D31">
        <w:t xml:space="preserve"> </w:t>
      </w:r>
      <w:r>
        <w:t>aspects</w:t>
      </w:r>
      <w:r w:rsidR="00C17D31">
        <w:t xml:space="preserve"> </w:t>
      </w:r>
      <w:r>
        <w:t>of</w:t>
      </w:r>
      <w:r w:rsidR="00C17D31">
        <w:t xml:space="preserve"> </w:t>
      </w:r>
      <w:r>
        <w:t>the</w:t>
      </w:r>
      <w:r w:rsidR="00C17D31">
        <w:t xml:space="preserve"> </w:t>
      </w:r>
      <w:r>
        <w:t>request</w:t>
      </w:r>
      <w:r w:rsidR="00C17D31">
        <w:t xml:space="preserve"> </w:t>
      </w:r>
      <w:r>
        <w:t>documentation</w:t>
      </w:r>
      <w:r w:rsidR="00C17D31">
        <w:t xml:space="preserve"> </w:t>
      </w:r>
      <w:r>
        <w:t>prior</w:t>
      </w:r>
      <w:r w:rsidR="00C17D31">
        <w:t xml:space="preserve"> </w:t>
      </w:r>
      <w:r>
        <w:t>to</w:t>
      </w:r>
      <w:r w:rsidR="00C17D31">
        <w:t xml:space="preserve"> </w:t>
      </w:r>
      <w:r>
        <w:t>release.</w:t>
      </w:r>
    </w:p>
    <w:p w14:paraId="728EC4CA" w14:textId="16BC0A9E" w:rsidR="00514A46" w:rsidRPr="00BC1156" w:rsidRDefault="00514A46" w:rsidP="00C8034B">
      <w:pPr>
        <w:pStyle w:val="COTCOCLV3-ASDEFCON"/>
      </w:pPr>
      <w:r w:rsidRPr="00BC1156">
        <w:t>On</w:t>
      </w:r>
      <w:r w:rsidR="00C17D31">
        <w:t xml:space="preserve"> </w:t>
      </w:r>
      <w:r w:rsidRPr="00BC1156">
        <w:t>request</w:t>
      </w:r>
      <w:r w:rsidR="00C17D31">
        <w:t xml:space="preserve"> </w:t>
      </w:r>
      <w:r w:rsidRPr="00BC1156">
        <w:t>by</w:t>
      </w:r>
      <w:r w:rsidR="00C17D31">
        <w:t xml:space="preserve"> </w:t>
      </w:r>
      <w:r w:rsidRPr="00BC1156">
        <w:t>the</w:t>
      </w:r>
      <w:r w:rsidR="00C17D31">
        <w:t xml:space="preserve"> </w:t>
      </w:r>
      <w:r w:rsidRPr="00BC1156">
        <w:t>Commonwealth,</w:t>
      </w:r>
      <w:r w:rsidR="00C17D31">
        <w:t xml:space="preserve"> </w:t>
      </w:r>
      <w:r w:rsidRPr="00BC1156">
        <w:t>the</w:t>
      </w:r>
      <w:r w:rsidR="00C17D31">
        <w:t xml:space="preserve"> </w:t>
      </w:r>
      <w:r w:rsidRPr="00BC1156">
        <w:t>tenderer</w:t>
      </w:r>
      <w:r w:rsidR="00C17D31">
        <w:t xml:space="preserve"> </w:t>
      </w:r>
      <w:r>
        <w:t>is</w:t>
      </w:r>
      <w:r w:rsidR="00C17D31">
        <w:t xml:space="preserve"> </w:t>
      </w:r>
      <w:r>
        <w:t>to</w:t>
      </w:r>
      <w:r w:rsidR="00C17D31">
        <w:t xml:space="preserve"> </w:t>
      </w:r>
      <w:r w:rsidRPr="00BC1156">
        <w:t>comply</w:t>
      </w:r>
      <w:r w:rsidR="00C17D31">
        <w:t xml:space="preserve"> </w:t>
      </w:r>
      <w:r w:rsidRPr="00BC1156">
        <w:t>with</w:t>
      </w:r>
      <w:r w:rsidR="00C17D31">
        <w:t xml:space="preserve"> </w:t>
      </w:r>
      <w:r w:rsidRPr="00BC1156">
        <w:t>the</w:t>
      </w:r>
      <w:r w:rsidR="00C17D31">
        <w:t xml:space="preserve"> </w:t>
      </w:r>
      <w:r w:rsidRPr="00BC1156">
        <w:t>Commonwealth</w:t>
      </w:r>
      <w:r w:rsidR="00C17D31">
        <w:t xml:space="preserve"> </w:t>
      </w:r>
      <w:r w:rsidRPr="00BC1156">
        <w:t>security</w:t>
      </w:r>
      <w:r w:rsidR="00C17D31">
        <w:t xml:space="preserve"> </w:t>
      </w:r>
      <w:r w:rsidRPr="00BC1156">
        <w:t>clearance</w:t>
      </w:r>
      <w:r w:rsidR="00C17D31">
        <w:t xml:space="preserve"> </w:t>
      </w:r>
      <w:r>
        <w:t>and</w:t>
      </w:r>
      <w:r w:rsidR="00C17D31">
        <w:t xml:space="preserve"> </w:t>
      </w:r>
      <w:r>
        <w:t>accreditation</w:t>
      </w:r>
      <w:r w:rsidR="00C17D31">
        <w:t xml:space="preserve"> </w:t>
      </w:r>
      <w:r w:rsidRPr="00BC1156">
        <w:t>process</w:t>
      </w:r>
      <w:r w:rsidR="00C17D31">
        <w:t xml:space="preserve"> </w:t>
      </w:r>
      <w:r>
        <w:t>as</w:t>
      </w:r>
      <w:r w:rsidR="00C17D31">
        <w:t xml:space="preserve"> </w:t>
      </w:r>
      <w:r>
        <w:t>detailed</w:t>
      </w:r>
      <w:r w:rsidR="00C17D31">
        <w:t xml:space="preserve"> </w:t>
      </w:r>
      <w:r>
        <w:t>in</w:t>
      </w:r>
      <w:r w:rsidR="00C17D31">
        <w:t xml:space="preserve"> </w:t>
      </w:r>
      <w:r w:rsidRPr="00300CBF">
        <w:rPr>
          <w:rFonts w:cs="Arial"/>
        </w:rPr>
        <w:t>Principles</w:t>
      </w:r>
      <w:r w:rsidR="00C17D31">
        <w:rPr>
          <w:rFonts w:cs="Arial"/>
        </w:rPr>
        <w:t xml:space="preserve"> </w:t>
      </w:r>
      <w:r>
        <w:rPr>
          <w:rFonts w:cs="Arial"/>
        </w:rPr>
        <w:t>23,</w:t>
      </w:r>
      <w:r w:rsidR="00C17D31">
        <w:rPr>
          <w:rFonts w:cs="Arial"/>
        </w:rPr>
        <w:t xml:space="preserve"> </w:t>
      </w:r>
      <w:r w:rsidRPr="00300CBF">
        <w:rPr>
          <w:rFonts w:cs="Arial"/>
        </w:rPr>
        <w:t>40,</w:t>
      </w:r>
      <w:r w:rsidR="00C17D31">
        <w:rPr>
          <w:rFonts w:cs="Arial"/>
        </w:rPr>
        <w:t xml:space="preserve"> </w:t>
      </w:r>
      <w:r w:rsidRPr="00300CBF">
        <w:rPr>
          <w:rFonts w:cs="Arial"/>
        </w:rPr>
        <w:t>72</w:t>
      </w:r>
      <w:r w:rsidR="00C17D31">
        <w:rPr>
          <w:rFonts w:cs="Arial"/>
        </w:rPr>
        <w:t xml:space="preserve"> </w:t>
      </w:r>
      <w:r w:rsidRPr="00300CBF">
        <w:rPr>
          <w:rFonts w:cs="Arial"/>
        </w:rPr>
        <w:t>and</w:t>
      </w:r>
      <w:r w:rsidR="00C17D31">
        <w:rPr>
          <w:rFonts w:cs="Arial"/>
        </w:rPr>
        <w:t xml:space="preserve"> </w:t>
      </w:r>
      <w:r w:rsidRPr="00300CBF">
        <w:rPr>
          <w:rFonts w:cs="Arial"/>
        </w:rPr>
        <w:t>73</w:t>
      </w:r>
      <w:r w:rsidR="00C17D31">
        <w:rPr>
          <w:rFonts w:cs="Arial"/>
        </w:rPr>
        <w:t xml:space="preserve"> </w:t>
      </w:r>
      <w:r w:rsidRPr="00300CBF">
        <w:rPr>
          <w:rFonts w:cs="Arial"/>
        </w:rPr>
        <w:t>of</w:t>
      </w:r>
      <w:r w:rsidR="00C17D31">
        <w:rPr>
          <w:rFonts w:cs="Arial"/>
        </w:rPr>
        <w:t xml:space="preserve"> </w:t>
      </w:r>
      <w:r w:rsidRPr="00300CBF">
        <w:rPr>
          <w:rFonts w:cs="Arial"/>
        </w:rPr>
        <w:t>the</w:t>
      </w:r>
      <w:r w:rsidR="00C17D31">
        <w:rPr>
          <w:rFonts w:cs="Arial"/>
        </w:rPr>
        <w:t xml:space="preserve"> </w:t>
      </w:r>
      <w:r w:rsidRPr="00300CBF">
        <w:rPr>
          <w:rFonts w:cs="Arial"/>
        </w:rPr>
        <w:t>DSPF</w:t>
      </w:r>
      <w:r w:rsidRPr="00BC1156">
        <w:t>,</w:t>
      </w:r>
      <w:r w:rsidR="00C17D31">
        <w:t xml:space="preserve"> </w:t>
      </w:r>
      <w:r w:rsidRPr="00BC1156">
        <w:t>including</w:t>
      </w:r>
      <w:r w:rsidR="00C17D31">
        <w:t xml:space="preserve"> </w:t>
      </w:r>
      <w:r w:rsidRPr="00BC1156">
        <w:t>obtaining</w:t>
      </w:r>
      <w:r w:rsidR="00C17D31">
        <w:t xml:space="preserve"> </w:t>
      </w:r>
      <w:r w:rsidRPr="00BC1156">
        <w:t>the</w:t>
      </w:r>
      <w:r w:rsidR="00C17D31">
        <w:t xml:space="preserve"> </w:t>
      </w:r>
      <w:r w:rsidRPr="00BC1156">
        <w:t>level</w:t>
      </w:r>
      <w:r w:rsidR="00C17D31">
        <w:t xml:space="preserve"> </w:t>
      </w:r>
      <w:r w:rsidRPr="00BC1156">
        <w:t>of</w:t>
      </w:r>
      <w:r w:rsidR="00C17D31">
        <w:t xml:space="preserve"> </w:t>
      </w:r>
      <w:r w:rsidRPr="00BC1156">
        <w:t>security</w:t>
      </w:r>
      <w:r w:rsidR="00C17D31">
        <w:t xml:space="preserve"> </w:t>
      </w:r>
      <w:r w:rsidRPr="00BC1156">
        <w:t>clearance</w:t>
      </w:r>
      <w:r w:rsidR="00C17D31">
        <w:t xml:space="preserve"> </w:t>
      </w:r>
      <w:r>
        <w:t>and</w:t>
      </w:r>
      <w:r w:rsidR="00C17D31">
        <w:t xml:space="preserve"> </w:t>
      </w:r>
      <w:r>
        <w:t>accreditations</w:t>
      </w:r>
      <w:r w:rsidR="00C17D31">
        <w:t xml:space="preserve"> </w:t>
      </w:r>
      <w:r w:rsidRPr="00BC1156">
        <w:t>required</w:t>
      </w:r>
      <w:r w:rsidR="00C17D31">
        <w:t xml:space="preserve"> </w:t>
      </w:r>
      <w:r w:rsidRPr="00BC1156">
        <w:t>by</w:t>
      </w:r>
      <w:r w:rsidR="00C17D31">
        <w:t xml:space="preserve"> </w:t>
      </w:r>
      <w:r w:rsidRPr="00BC1156">
        <w:t>the</w:t>
      </w:r>
      <w:r w:rsidR="00C17D31">
        <w:t xml:space="preserve"> </w:t>
      </w:r>
      <w:r w:rsidRPr="00BC1156">
        <w:t>Commonwealth.</w:t>
      </w:r>
    </w:p>
    <w:p w14:paraId="6A207024" w14:textId="5479B5B8" w:rsidR="00514A46" w:rsidRDefault="00514A46" w:rsidP="00C8034B">
      <w:pPr>
        <w:pStyle w:val="COTCOCLV2-ASDEFCON"/>
      </w:pPr>
      <w:bookmarkStart w:id="288" w:name="_Toc248133045"/>
      <w:bookmarkStart w:id="289" w:name="_Ref434498839"/>
      <w:bookmarkStart w:id="290" w:name="_Toc121903971"/>
      <w:bookmarkStart w:id="291" w:name="_Toc175208047"/>
      <w:r>
        <w:t>Industry</w:t>
      </w:r>
      <w:r w:rsidR="00C17D31">
        <w:t xml:space="preserve"> </w:t>
      </w:r>
      <w:r>
        <w:t>Briefing</w:t>
      </w:r>
      <w:r w:rsidR="00C17D31">
        <w:t xml:space="preserve"> </w:t>
      </w:r>
      <w:r>
        <w:t>(Optional)</w:t>
      </w:r>
      <w:bookmarkEnd w:id="288"/>
      <w:bookmarkEnd w:id="289"/>
      <w:bookmarkEnd w:id="290"/>
      <w:bookmarkEnd w:id="291"/>
    </w:p>
    <w:p w14:paraId="797B1188" w14:textId="3EC1BF63" w:rsidR="00514A46" w:rsidRPr="007C1233" w:rsidRDefault="00514A46" w:rsidP="00C8034B">
      <w:pPr>
        <w:pStyle w:val="COTCOCLV3-ASDEFCON"/>
      </w:pPr>
      <w:r w:rsidRPr="007C1233">
        <w:t>An</w:t>
      </w:r>
      <w:r w:rsidR="00C17D31">
        <w:t xml:space="preserve"> </w:t>
      </w:r>
      <w:r w:rsidRPr="007C1233">
        <w:t>industry</w:t>
      </w:r>
      <w:r w:rsidR="00C17D31">
        <w:t xml:space="preserve"> </w:t>
      </w:r>
      <w:r w:rsidRPr="007C1233">
        <w:t>briefing</w:t>
      </w:r>
      <w:r w:rsidR="00C17D31">
        <w:t xml:space="preserve"> </w:t>
      </w:r>
      <w:r w:rsidRPr="007C1233">
        <w:t>will</w:t>
      </w:r>
      <w:r w:rsidR="00C17D31">
        <w:t xml:space="preserve"> </w:t>
      </w:r>
      <w:r w:rsidRPr="007C1233">
        <w:t>be</w:t>
      </w:r>
      <w:r w:rsidR="00C17D31">
        <w:t xml:space="preserve"> </w:t>
      </w:r>
      <w:r w:rsidRPr="007C1233">
        <w:t>conducted</w:t>
      </w:r>
      <w:r w:rsidR="00C17D31">
        <w:t xml:space="preserve"> </w:t>
      </w:r>
      <w:r w:rsidRPr="007C1233">
        <w:t>in</w:t>
      </w:r>
      <w:r w:rsidR="00C17D31">
        <w:t xml:space="preserve"> </w:t>
      </w:r>
      <w:r w:rsidRPr="007C1233">
        <w:t>accordance</w:t>
      </w:r>
      <w:r w:rsidR="00C17D31">
        <w:t xml:space="preserve"> </w:t>
      </w:r>
      <w:r w:rsidRPr="007C1233">
        <w:t>with</w:t>
      </w:r>
      <w:r w:rsidR="00C17D31">
        <w:t xml:space="preserve"> </w:t>
      </w:r>
      <w:r w:rsidRPr="007C1233">
        <w:t>the</w:t>
      </w:r>
      <w:r w:rsidR="00C17D31">
        <w:t xml:space="preserve"> </w:t>
      </w:r>
      <w:r w:rsidRPr="007C1233">
        <w:t>details</w:t>
      </w:r>
      <w:r w:rsidR="00C17D31">
        <w:t xml:space="preserve"> </w:t>
      </w:r>
      <w:r w:rsidRPr="007C1233">
        <w:t>specified</w:t>
      </w:r>
      <w:r w:rsidR="00C17D31">
        <w:t xml:space="preserve"> </w:t>
      </w:r>
      <w:r w:rsidRPr="007C1233">
        <w:t>in</w:t>
      </w:r>
      <w:r w:rsidR="00C17D31">
        <w:t xml:space="preserve"> </w:t>
      </w:r>
      <w:r w:rsidRPr="007C1233">
        <w:t>the</w:t>
      </w:r>
      <w:r w:rsidR="00C17D31">
        <w:t xml:space="preserve"> </w:t>
      </w:r>
      <w:r w:rsidRPr="007C1233">
        <w:t>Tender</w:t>
      </w:r>
      <w:r w:rsidR="00C17D31">
        <w:t xml:space="preserve"> </w:t>
      </w:r>
      <w:r w:rsidRPr="007C1233">
        <w:t>Details</w:t>
      </w:r>
      <w:r w:rsidR="00C17D31">
        <w:t xml:space="preserve"> </w:t>
      </w:r>
      <w:r w:rsidRPr="007C1233">
        <w:t>Schedule.</w:t>
      </w:r>
    </w:p>
    <w:p w14:paraId="015C834C" w14:textId="78A31C8F" w:rsidR="00514A46" w:rsidRDefault="00514A46" w:rsidP="00C8034B">
      <w:pPr>
        <w:pStyle w:val="COTCOCLV3-ASDEFCON"/>
      </w:pPr>
      <w:r>
        <w:t>Industry</w:t>
      </w:r>
      <w:r w:rsidR="00C17D31">
        <w:t xml:space="preserve"> </w:t>
      </w:r>
      <w:r>
        <w:t>briefings</w:t>
      </w:r>
      <w:r w:rsidR="00C17D31">
        <w:t xml:space="preserve"> </w:t>
      </w:r>
      <w:r>
        <w:t>are</w:t>
      </w:r>
      <w:r w:rsidR="00C17D31">
        <w:t xml:space="preserve"> </w:t>
      </w:r>
      <w:r>
        <w:t>conducted</w:t>
      </w:r>
      <w:r w:rsidR="00C17D31">
        <w:t xml:space="preserve"> </w:t>
      </w:r>
      <w:r>
        <w:t>for</w:t>
      </w:r>
      <w:r w:rsidR="00C17D31">
        <w:t xml:space="preserve"> </w:t>
      </w:r>
      <w:r>
        <w:t>the</w:t>
      </w:r>
      <w:r w:rsidR="00C17D31">
        <w:t xml:space="preserve"> </w:t>
      </w:r>
      <w:r>
        <w:t>purpose</w:t>
      </w:r>
      <w:r w:rsidR="00C17D31">
        <w:t xml:space="preserve"> </w:t>
      </w:r>
      <w:r>
        <w:t>of</w:t>
      </w:r>
      <w:r w:rsidR="00C17D31">
        <w:t xml:space="preserve"> </w:t>
      </w:r>
      <w:r>
        <w:t>providing</w:t>
      </w:r>
      <w:r w:rsidR="00C17D31">
        <w:t xml:space="preserve"> </w:t>
      </w:r>
      <w:r>
        <w:t>background</w:t>
      </w:r>
      <w:r w:rsidR="00C17D31">
        <w:t xml:space="preserve"> </w:t>
      </w:r>
      <w:r>
        <w:t>information</w:t>
      </w:r>
      <w:r w:rsidR="00C17D31">
        <w:t xml:space="preserve"> </w:t>
      </w:r>
      <w:r>
        <w:t>only.</w:t>
      </w:r>
      <w:r w:rsidR="00C17D31">
        <w:t xml:space="preserve">  </w:t>
      </w:r>
      <w:r>
        <w:t>Tenderers</w:t>
      </w:r>
      <w:r w:rsidR="00C17D31">
        <w:t xml:space="preserve"> </w:t>
      </w:r>
      <w:r>
        <w:t>should</w:t>
      </w:r>
      <w:r w:rsidR="00C17D31">
        <w:t xml:space="preserve"> </w:t>
      </w:r>
      <w:r>
        <w:t>note</w:t>
      </w:r>
      <w:r w:rsidR="00C17D31">
        <w:t xml:space="preserve"> </w:t>
      </w:r>
      <w:r>
        <w:t>the</w:t>
      </w:r>
      <w:r w:rsidR="00C17D31">
        <w:t xml:space="preserve"> </w:t>
      </w:r>
      <w:r>
        <w:t>effect</w:t>
      </w:r>
      <w:r w:rsidR="00C17D31">
        <w:t xml:space="preserve"> </w:t>
      </w:r>
      <w:r>
        <w:t>of</w:t>
      </w:r>
      <w:r w:rsidR="00C17D31">
        <w:t xml:space="preserve"> </w:t>
      </w:r>
      <w:r>
        <w:t>clauses</w:t>
      </w:r>
      <w:r w:rsidR="00C17D31">
        <w:t xml:space="preserve"> </w:t>
      </w:r>
      <w:r>
        <w:fldChar w:fldCharType="begin"/>
      </w:r>
      <w:r>
        <w:instrText xml:space="preserve"> REF _Ref435430914 \w \h </w:instrText>
      </w:r>
      <w:r>
        <w:fldChar w:fldCharType="separate"/>
      </w:r>
      <w:r w:rsidR="00857305">
        <w:t>1.2.1</w:t>
      </w:r>
      <w:r>
        <w:fldChar w:fldCharType="end"/>
      </w:r>
      <w:r w:rsidR="00C17D31">
        <w:t xml:space="preserve"> </w:t>
      </w:r>
      <w:r>
        <w:t>and</w:t>
      </w:r>
      <w:r w:rsidR="00C17D31">
        <w:t xml:space="preserve"> </w:t>
      </w:r>
      <w:r>
        <w:fldChar w:fldCharType="begin"/>
      </w:r>
      <w:r>
        <w:instrText xml:space="preserve"> REF _Ref435431853 \w \h </w:instrText>
      </w:r>
      <w:r>
        <w:fldChar w:fldCharType="separate"/>
      </w:r>
      <w:r w:rsidR="00857305">
        <w:t>2.1.4</w:t>
      </w:r>
      <w:r>
        <w:fldChar w:fldCharType="end"/>
      </w:r>
      <w:r>
        <w:t>.</w:t>
      </w:r>
      <w:r w:rsidR="00C17D31">
        <w:t xml:space="preserve">  </w:t>
      </w:r>
      <w:r>
        <w:t>Tenderers</w:t>
      </w:r>
      <w:r w:rsidR="00C17D31">
        <w:t xml:space="preserve"> </w:t>
      </w:r>
      <w:r>
        <w:t>should</w:t>
      </w:r>
      <w:r w:rsidR="00C17D31">
        <w:t xml:space="preserve"> </w:t>
      </w:r>
      <w:r>
        <w:t>not</w:t>
      </w:r>
      <w:r w:rsidR="00C17D31">
        <w:t xml:space="preserve"> </w:t>
      </w:r>
      <w:r>
        <w:t>rely</w:t>
      </w:r>
      <w:r w:rsidR="00C17D31">
        <w:t xml:space="preserve"> </w:t>
      </w:r>
      <w:r>
        <w:t>on</w:t>
      </w:r>
      <w:r w:rsidR="00C17D31">
        <w:t xml:space="preserve"> </w:t>
      </w:r>
      <w:r>
        <w:t>a</w:t>
      </w:r>
      <w:r w:rsidR="00C17D31">
        <w:t xml:space="preserve"> </w:t>
      </w:r>
      <w:r>
        <w:t>statement</w:t>
      </w:r>
      <w:r w:rsidR="00C17D31">
        <w:t xml:space="preserve"> </w:t>
      </w:r>
      <w:r>
        <w:t>made</w:t>
      </w:r>
      <w:r w:rsidR="00C17D31">
        <w:t xml:space="preserve"> </w:t>
      </w:r>
      <w:r>
        <w:t>at</w:t>
      </w:r>
      <w:r w:rsidR="00C17D31">
        <w:t xml:space="preserve"> </w:t>
      </w:r>
      <w:r>
        <w:t>an</w:t>
      </w:r>
      <w:r w:rsidR="00C17D31">
        <w:t xml:space="preserve"> </w:t>
      </w:r>
      <w:r>
        <w:t>industry</w:t>
      </w:r>
      <w:r w:rsidR="00C17D31">
        <w:t xml:space="preserve"> </w:t>
      </w:r>
      <w:r>
        <w:t>briefing</w:t>
      </w:r>
      <w:r w:rsidR="00C17D31">
        <w:t xml:space="preserve"> </w:t>
      </w:r>
      <w:r>
        <w:t>as</w:t>
      </w:r>
      <w:r w:rsidR="00C17D31">
        <w:t xml:space="preserve"> </w:t>
      </w:r>
      <w:r>
        <w:t>amending</w:t>
      </w:r>
      <w:r w:rsidR="00C17D31">
        <w:t xml:space="preserve"> </w:t>
      </w:r>
      <w:r>
        <w:t>or</w:t>
      </w:r>
      <w:r w:rsidR="00C17D31">
        <w:t xml:space="preserve"> </w:t>
      </w:r>
      <w:r>
        <w:t>adding</w:t>
      </w:r>
      <w:r w:rsidR="00C17D31">
        <w:t xml:space="preserve"> </w:t>
      </w:r>
      <w:r>
        <w:t>to</w:t>
      </w:r>
      <w:r w:rsidR="00C17D31">
        <w:t xml:space="preserve"> </w:t>
      </w:r>
      <w:r>
        <w:t>this</w:t>
      </w:r>
      <w:r w:rsidR="00C17D31">
        <w:t xml:space="preserve"> </w:t>
      </w:r>
      <w:r>
        <w:t>RFT</w:t>
      </w:r>
      <w:r w:rsidR="00C17D31">
        <w:t xml:space="preserve"> </w:t>
      </w:r>
      <w:r>
        <w:t>unless</w:t>
      </w:r>
      <w:r w:rsidR="00C17D31">
        <w:t xml:space="preserve"> </w:t>
      </w:r>
      <w:r>
        <w:t>that</w:t>
      </w:r>
      <w:r w:rsidR="00C17D31">
        <w:t xml:space="preserve"> </w:t>
      </w:r>
      <w:r>
        <w:t>amendment</w:t>
      </w:r>
      <w:r w:rsidR="00C17D31">
        <w:t xml:space="preserve"> </w:t>
      </w:r>
      <w:r>
        <w:t>or</w:t>
      </w:r>
      <w:r w:rsidR="00C17D31">
        <w:t xml:space="preserve"> </w:t>
      </w:r>
      <w:r>
        <w:t>addition</w:t>
      </w:r>
      <w:r w:rsidR="00C17D31">
        <w:t xml:space="preserve"> </w:t>
      </w:r>
      <w:r>
        <w:t>is</w:t>
      </w:r>
      <w:r w:rsidR="00C17D31">
        <w:t xml:space="preserve"> </w:t>
      </w:r>
      <w:r>
        <w:t>confirmed</w:t>
      </w:r>
      <w:r w:rsidR="00C17D31">
        <w:t xml:space="preserve"> </w:t>
      </w:r>
      <w:r>
        <w:t>by</w:t>
      </w:r>
      <w:r w:rsidR="00C17D31">
        <w:t xml:space="preserve"> </w:t>
      </w:r>
      <w:r>
        <w:t>the</w:t>
      </w:r>
      <w:r w:rsidR="00C17D31">
        <w:t xml:space="preserve"> </w:t>
      </w:r>
      <w:r>
        <w:t>Commonwealth</w:t>
      </w:r>
      <w:r w:rsidR="00C17D31">
        <w:t xml:space="preserve"> </w:t>
      </w:r>
      <w:r>
        <w:t>in</w:t>
      </w:r>
      <w:r w:rsidR="00C17D31">
        <w:t xml:space="preserve"> </w:t>
      </w:r>
      <w:r>
        <w:t>writing.</w:t>
      </w:r>
      <w:bookmarkStart w:id="292" w:name="_Toc229445701"/>
    </w:p>
    <w:p w14:paraId="5525BBDF" w14:textId="4ADA718C" w:rsidR="00514A46" w:rsidRPr="00BC1156" w:rsidRDefault="00514A46" w:rsidP="00C8034B">
      <w:pPr>
        <w:pStyle w:val="COTCOCLV2-ASDEFCON"/>
      </w:pPr>
      <w:bookmarkStart w:id="293" w:name="_Ref96412357"/>
      <w:bookmarkStart w:id="294" w:name="_Toc229445702"/>
      <w:bookmarkStart w:id="295" w:name="_Toc121903972"/>
      <w:bookmarkStart w:id="296" w:name="_Toc175208048"/>
      <w:bookmarkEnd w:id="292"/>
      <w:r w:rsidRPr="00BC1156">
        <w:t>Lodg</w:t>
      </w:r>
      <w:r>
        <w:t>e</w:t>
      </w:r>
      <w:r w:rsidRPr="00BC1156">
        <w:t>ment</w:t>
      </w:r>
      <w:r w:rsidR="00C17D31">
        <w:t xml:space="preserve"> </w:t>
      </w:r>
      <w:r w:rsidRPr="00BC1156">
        <w:t>of</w:t>
      </w:r>
      <w:r w:rsidR="00C17D31">
        <w:t xml:space="preserve"> </w:t>
      </w:r>
      <w:r w:rsidRPr="00BC1156">
        <w:t>Tenders</w:t>
      </w:r>
      <w:r w:rsidR="00C17D31">
        <w:t xml:space="preserve"> </w:t>
      </w:r>
      <w:r w:rsidRPr="00BC1156">
        <w:t>(Core)</w:t>
      </w:r>
      <w:bookmarkEnd w:id="293"/>
      <w:bookmarkEnd w:id="294"/>
      <w:bookmarkEnd w:id="295"/>
      <w:bookmarkEnd w:id="296"/>
    </w:p>
    <w:p w14:paraId="23A53BDF" w14:textId="0EFB66D2" w:rsidR="00514A46" w:rsidRPr="00FD2919" w:rsidRDefault="00514A46" w:rsidP="00C8034B">
      <w:pPr>
        <w:pStyle w:val="NoteToTenderers-ASDEFCON"/>
      </w:pPr>
      <w:r>
        <w:t>Note</w:t>
      </w:r>
      <w:r w:rsidR="00C17D31">
        <w:t xml:space="preserve"> </w:t>
      </w:r>
      <w:r>
        <w:t>to</w:t>
      </w:r>
      <w:r w:rsidR="00C17D31">
        <w:t xml:space="preserve"> </w:t>
      </w:r>
      <w:r>
        <w:t>tenderers:</w:t>
      </w:r>
      <w:r w:rsidR="00C17D31">
        <w:t xml:space="preserve">  </w:t>
      </w:r>
      <w:r>
        <w:t>The</w:t>
      </w:r>
      <w:r w:rsidR="00C17D31">
        <w:t xml:space="preserve"> </w:t>
      </w:r>
      <w:r>
        <w:t>Closing</w:t>
      </w:r>
      <w:r w:rsidR="00C17D31">
        <w:t xml:space="preserve"> </w:t>
      </w:r>
      <w:r>
        <w:t>Time</w:t>
      </w:r>
      <w:r w:rsidR="00C17D31">
        <w:t xml:space="preserve"> </w:t>
      </w:r>
      <w:r>
        <w:t>will</w:t>
      </w:r>
      <w:r w:rsidR="00C17D31">
        <w:t xml:space="preserve"> </w:t>
      </w:r>
      <w:r>
        <w:t>also</w:t>
      </w:r>
      <w:r w:rsidR="00C17D31">
        <w:t xml:space="preserve"> </w:t>
      </w:r>
      <w:r>
        <w:t>be</w:t>
      </w:r>
      <w:r w:rsidR="00C17D31">
        <w:t xml:space="preserve"> </w:t>
      </w:r>
      <w:r>
        <w:t>displayed</w:t>
      </w:r>
      <w:r w:rsidR="00C17D31">
        <w:t xml:space="preserve"> </w:t>
      </w:r>
      <w:r>
        <w:t>in</w:t>
      </w:r>
      <w:r w:rsidR="00C17D31">
        <w:t xml:space="preserve"> </w:t>
      </w:r>
      <w:r>
        <w:t>the</w:t>
      </w:r>
      <w:r w:rsidR="00C17D31">
        <w:t xml:space="preserve"> </w:t>
      </w:r>
      <w:r>
        <w:t>relevant</w:t>
      </w:r>
      <w:r w:rsidR="00C17D31">
        <w:t xml:space="preserve"> </w:t>
      </w:r>
      <w:r>
        <w:t>AusTender</w:t>
      </w:r>
      <w:r w:rsidR="00C17D31">
        <w:t xml:space="preserve"> </w:t>
      </w:r>
      <w:r>
        <w:t>webpage</w:t>
      </w:r>
      <w:r w:rsidR="00C17D31">
        <w:t xml:space="preserve"> </w:t>
      </w:r>
      <w:r>
        <w:t>together</w:t>
      </w:r>
      <w:r w:rsidR="00C17D31">
        <w:t xml:space="preserve"> </w:t>
      </w:r>
      <w:r>
        <w:t>with</w:t>
      </w:r>
      <w:r w:rsidR="00C17D31">
        <w:t xml:space="preserve"> </w:t>
      </w:r>
      <w:r>
        <w:t>a</w:t>
      </w:r>
      <w:r w:rsidR="00C17D31">
        <w:t xml:space="preserve"> </w:t>
      </w:r>
      <w:r>
        <w:t>countdown</w:t>
      </w:r>
      <w:r w:rsidR="00C17D31">
        <w:t xml:space="preserve"> </w:t>
      </w:r>
      <w:r>
        <w:t>clock</w:t>
      </w:r>
      <w:r w:rsidR="00C17D31">
        <w:t xml:space="preserve"> </w:t>
      </w:r>
      <w:r>
        <w:t>that</w:t>
      </w:r>
      <w:r w:rsidR="00C17D31">
        <w:t xml:space="preserve"> </w:t>
      </w:r>
      <w:r>
        <w:t>displays</w:t>
      </w:r>
      <w:r w:rsidR="00C17D31">
        <w:t xml:space="preserve"> </w:t>
      </w:r>
      <w:r>
        <w:t>in</w:t>
      </w:r>
      <w:r w:rsidR="00C17D31">
        <w:t xml:space="preserve"> </w:t>
      </w:r>
      <w:r>
        <w:t>real</w:t>
      </w:r>
      <w:r w:rsidR="00C17D31">
        <w:t xml:space="preserve"> </w:t>
      </w:r>
      <w:r>
        <w:t>time</w:t>
      </w:r>
      <w:r w:rsidR="00C17D31">
        <w:t xml:space="preserve"> </w:t>
      </w:r>
      <w:r>
        <w:t>the</w:t>
      </w:r>
      <w:r w:rsidR="00C17D31">
        <w:t xml:space="preserve"> </w:t>
      </w:r>
      <w:r>
        <w:t>amount</w:t>
      </w:r>
      <w:r w:rsidR="00C17D31">
        <w:t xml:space="preserve"> </w:t>
      </w:r>
      <w:r>
        <w:t>of</w:t>
      </w:r>
      <w:r w:rsidR="00C17D31">
        <w:t xml:space="preserve"> </w:t>
      </w:r>
      <w:r>
        <w:t>time</w:t>
      </w:r>
      <w:r w:rsidR="00C17D31">
        <w:t xml:space="preserve"> </w:t>
      </w:r>
      <w:r>
        <w:t>left</w:t>
      </w:r>
      <w:r w:rsidR="00C17D31">
        <w:t xml:space="preserve"> </w:t>
      </w:r>
      <w:r>
        <w:t>until</w:t>
      </w:r>
      <w:r w:rsidR="00C17D31">
        <w:t xml:space="preserve"> </w:t>
      </w:r>
      <w:r>
        <w:t>Closing</w:t>
      </w:r>
      <w:r w:rsidR="00C17D31">
        <w:t xml:space="preserve"> </w:t>
      </w:r>
      <w:r>
        <w:t>Time</w:t>
      </w:r>
      <w:r w:rsidR="00C17D31">
        <w:t xml:space="preserve"> </w:t>
      </w:r>
      <w:r>
        <w:t>(for</w:t>
      </w:r>
      <w:r w:rsidR="00C17D31">
        <w:t xml:space="preserve"> </w:t>
      </w:r>
      <w:r>
        <w:t>more</w:t>
      </w:r>
      <w:r w:rsidR="00C17D31">
        <w:t xml:space="preserve"> </w:t>
      </w:r>
      <w:r>
        <w:t>information</w:t>
      </w:r>
      <w:r w:rsidR="00C17D31">
        <w:t xml:space="preserve"> </w:t>
      </w:r>
      <w:r>
        <w:t>please</w:t>
      </w:r>
      <w:r w:rsidR="00C17D31">
        <w:t xml:space="preserve"> </w:t>
      </w:r>
      <w:r>
        <w:t>see</w:t>
      </w:r>
      <w:r w:rsidR="00C17D31">
        <w:t xml:space="preserve"> </w:t>
      </w:r>
      <w:r>
        <w:t>AusTender</w:t>
      </w:r>
      <w:r w:rsidR="00C17D31">
        <w:t xml:space="preserve"> </w:t>
      </w:r>
      <w:r>
        <w:t>Terms</w:t>
      </w:r>
      <w:r w:rsidR="00C17D31">
        <w:t xml:space="preserve"> </w:t>
      </w:r>
      <w:r>
        <w:t>of</w:t>
      </w:r>
      <w:r w:rsidR="00C17D31">
        <w:t xml:space="preserve"> </w:t>
      </w:r>
      <w:r>
        <w:t>Use).</w:t>
      </w:r>
      <w:r w:rsidR="00C17D31">
        <w:t xml:space="preserve">  </w:t>
      </w:r>
      <w:r>
        <w:t>For</w:t>
      </w:r>
      <w:r w:rsidR="00C17D31">
        <w:t xml:space="preserve"> </w:t>
      </w:r>
      <w:r>
        <w:t>the</w:t>
      </w:r>
      <w:r w:rsidR="00C17D31">
        <w:t xml:space="preserve"> </w:t>
      </w:r>
      <w:r>
        <w:t>purposes</w:t>
      </w:r>
      <w:r w:rsidR="00C17D31">
        <w:t xml:space="preserve"> </w:t>
      </w:r>
      <w:r>
        <w:t>of</w:t>
      </w:r>
      <w:r w:rsidR="00C17D31">
        <w:t xml:space="preserve"> </w:t>
      </w:r>
      <w:r>
        <w:t>determining</w:t>
      </w:r>
      <w:r w:rsidR="00C17D31">
        <w:t xml:space="preserve"> </w:t>
      </w:r>
      <w:r>
        <w:t>whether</w:t>
      </w:r>
      <w:r w:rsidR="00C17D31">
        <w:t xml:space="preserve"> </w:t>
      </w:r>
      <w:r>
        <w:t>a</w:t>
      </w:r>
      <w:r w:rsidR="00C17D31">
        <w:t xml:space="preserve"> </w:t>
      </w:r>
      <w:r>
        <w:t>tender</w:t>
      </w:r>
      <w:r w:rsidR="00C17D31">
        <w:t xml:space="preserve"> </w:t>
      </w:r>
      <w:r>
        <w:t>response</w:t>
      </w:r>
      <w:r w:rsidR="00C17D31">
        <w:t xml:space="preserve"> </w:t>
      </w:r>
      <w:r>
        <w:t>has</w:t>
      </w:r>
      <w:r w:rsidR="00C17D31">
        <w:t xml:space="preserve"> </w:t>
      </w:r>
      <w:r>
        <w:t>been</w:t>
      </w:r>
      <w:r w:rsidR="00C17D31">
        <w:t xml:space="preserve"> </w:t>
      </w:r>
      <w:r>
        <w:t>lodged</w:t>
      </w:r>
      <w:r w:rsidR="00C17D31">
        <w:t xml:space="preserve"> </w:t>
      </w:r>
      <w:r>
        <w:t>before</w:t>
      </w:r>
      <w:r w:rsidR="00C17D31">
        <w:t xml:space="preserve"> </w:t>
      </w:r>
      <w:r>
        <w:t>the</w:t>
      </w:r>
      <w:r w:rsidR="00C17D31">
        <w:t xml:space="preserve"> </w:t>
      </w:r>
      <w:r>
        <w:t>Closing</w:t>
      </w:r>
      <w:r w:rsidR="00C17D31">
        <w:t xml:space="preserve"> </w:t>
      </w:r>
      <w:r>
        <w:t>Time,</w:t>
      </w:r>
      <w:r w:rsidR="00C17D31">
        <w:t xml:space="preserve"> </w:t>
      </w:r>
      <w:r>
        <w:t>the</w:t>
      </w:r>
      <w:r w:rsidR="00C17D31">
        <w:t xml:space="preserve"> </w:t>
      </w:r>
      <w:r>
        <w:t>countdown</w:t>
      </w:r>
      <w:r w:rsidR="00C17D31">
        <w:t xml:space="preserve"> </w:t>
      </w:r>
      <w:r>
        <w:t>clock</w:t>
      </w:r>
      <w:r w:rsidR="00C17D31">
        <w:t xml:space="preserve"> </w:t>
      </w:r>
      <w:r>
        <w:t>will</w:t>
      </w:r>
      <w:r w:rsidR="00C17D31">
        <w:t xml:space="preserve"> </w:t>
      </w:r>
      <w:r>
        <w:t>be</w:t>
      </w:r>
      <w:r w:rsidR="00C17D31">
        <w:t xml:space="preserve"> </w:t>
      </w:r>
      <w:r>
        <w:t>conclusive.</w:t>
      </w:r>
    </w:p>
    <w:p w14:paraId="7A46FB4C" w14:textId="1AF0FAB6" w:rsidR="00C17D31" w:rsidRDefault="00514A46" w:rsidP="00C8034B">
      <w:pPr>
        <w:pStyle w:val="COTCOCLV3-ASDEFCON"/>
        <w:rPr>
          <w:lang w:eastAsia="zh-CN"/>
        </w:rPr>
      </w:pPr>
      <w:r w:rsidRPr="00FC1B96">
        <w:rPr>
          <w:lang w:eastAsia="zh-CN"/>
        </w:rPr>
        <w:t>AusTender</w:t>
      </w:r>
      <w:r w:rsidR="00C17D31">
        <w:rPr>
          <w:lang w:eastAsia="zh-CN"/>
        </w:rPr>
        <w:t xml:space="preserve"> </w:t>
      </w:r>
      <w:r w:rsidRPr="00FC1B96">
        <w:rPr>
          <w:lang w:eastAsia="zh-CN"/>
        </w:rPr>
        <w:t>is</w:t>
      </w:r>
      <w:r w:rsidR="00C17D31">
        <w:rPr>
          <w:lang w:eastAsia="zh-CN"/>
        </w:rPr>
        <w:t xml:space="preserve"> </w:t>
      </w:r>
      <w:r w:rsidRPr="00FC1B96">
        <w:rPr>
          <w:lang w:eastAsia="zh-CN"/>
        </w:rPr>
        <w:t>the</w:t>
      </w:r>
      <w:r w:rsidR="00C17D31">
        <w:rPr>
          <w:lang w:eastAsia="zh-CN"/>
        </w:rPr>
        <w:t xml:space="preserve"> </w:t>
      </w:r>
      <w:r w:rsidRPr="00FC1B96">
        <w:rPr>
          <w:lang w:eastAsia="zh-CN"/>
        </w:rPr>
        <w:t>Australian</w:t>
      </w:r>
      <w:r w:rsidR="00C17D31">
        <w:rPr>
          <w:lang w:eastAsia="zh-CN"/>
        </w:rPr>
        <w:t xml:space="preserve"> </w:t>
      </w:r>
      <w:r w:rsidRPr="00FC1B96">
        <w:rPr>
          <w:lang w:eastAsia="zh-CN"/>
        </w:rPr>
        <w:t>Government’s</w:t>
      </w:r>
      <w:r w:rsidR="00C17D31">
        <w:rPr>
          <w:lang w:eastAsia="zh-CN"/>
        </w:rPr>
        <w:t xml:space="preserve"> </w:t>
      </w:r>
      <w:r w:rsidRPr="00FC1B96">
        <w:rPr>
          <w:lang w:eastAsia="zh-CN"/>
        </w:rPr>
        <w:t>procurement</w:t>
      </w:r>
      <w:r w:rsidR="00C17D31">
        <w:rPr>
          <w:lang w:eastAsia="zh-CN"/>
        </w:rPr>
        <w:t xml:space="preserve"> </w:t>
      </w:r>
      <w:r w:rsidRPr="00FC1B96">
        <w:rPr>
          <w:lang w:eastAsia="zh-CN"/>
        </w:rPr>
        <w:t>information</w:t>
      </w:r>
      <w:r w:rsidR="00C17D31">
        <w:rPr>
          <w:lang w:eastAsia="zh-CN"/>
        </w:rPr>
        <w:t xml:space="preserve"> </w:t>
      </w:r>
      <w:r w:rsidRPr="00FC1B96">
        <w:rPr>
          <w:lang w:eastAsia="zh-CN"/>
        </w:rPr>
        <w:t>system.</w:t>
      </w:r>
      <w:r w:rsidR="00C17D31">
        <w:rPr>
          <w:lang w:eastAsia="zh-CN"/>
        </w:rPr>
        <w:t xml:space="preserve">  </w:t>
      </w:r>
      <w:r w:rsidRPr="00FC1B96">
        <w:rPr>
          <w:lang w:eastAsia="zh-CN"/>
        </w:rPr>
        <w:t>Access</w:t>
      </w:r>
      <w:r w:rsidR="00C17D31">
        <w:rPr>
          <w:lang w:eastAsia="zh-CN"/>
        </w:rPr>
        <w:t xml:space="preserve"> </w:t>
      </w:r>
      <w:r w:rsidRPr="00FC1B96">
        <w:rPr>
          <w:lang w:eastAsia="zh-CN"/>
        </w:rPr>
        <w:t>to</w:t>
      </w:r>
      <w:r w:rsidR="00C17D31">
        <w:rPr>
          <w:lang w:eastAsia="zh-CN"/>
        </w:rPr>
        <w:t xml:space="preserve"> </w:t>
      </w:r>
      <w:r w:rsidRPr="00FC1B96">
        <w:rPr>
          <w:lang w:eastAsia="zh-CN"/>
        </w:rPr>
        <w:t>and</w:t>
      </w:r>
      <w:r w:rsidR="00C17D31">
        <w:rPr>
          <w:lang w:eastAsia="zh-CN"/>
        </w:rPr>
        <w:t xml:space="preserve"> </w:t>
      </w:r>
      <w:r w:rsidRPr="00FC1B96">
        <w:rPr>
          <w:lang w:eastAsia="zh-CN"/>
        </w:rPr>
        <w:t>use</w:t>
      </w:r>
      <w:r w:rsidR="00C17D31">
        <w:rPr>
          <w:lang w:eastAsia="zh-CN"/>
        </w:rPr>
        <w:t xml:space="preserve"> </w:t>
      </w:r>
      <w:r w:rsidRPr="00FC1B96">
        <w:rPr>
          <w:lang w:eastAsia="zh-CN"/>
        </w:rPr>
        <w:t>of</w:t>
      </w:r>
      <w:r w:rsidR="00C17D31">
        <w:rPr>
          <w:lang w:eastAsia="zh-CN"/>
        </w:rPr>
        <w:t xml:space="preserve"> </w:t>
      </w:r>
      <w:r w:rsidRPr="00FC1B96">
        <w:rPr>
          <w:lang w:eastAsia="zh-CN"/>
        </w:rPr>
        <w:t>AusTender</w:t>
      </w:r>
      <w:r w:rsidR="00C17D31">
        <w:rPr>
          <w:lang w:eastAsia="zh-CN"/>
        </w:rPr>
        <w:t xml:space="preserve"> </w:t>
      </w:r>
      <w:r w:rsidRPr="00FC1B96">
        <w:rPr>
          <w:lang w:eastAsia="zh-CN"/>
        </w:rPr>
        <w:t>is</w:t>
      </w:r>
      <w:r w:rsidR="00C17D31">
        <w:rPr>
          <w:lang w:eastAsia="zh-CN"/>
        </w:rPr>
        <w:t xml:space="preserve"> </w:t>
      </w:r>
      <w:r w:rsidRPr="00FC1B96">
        <w:rPr>
          <w:lang w:eastAsia="zh-CN"/>
        </w:rPr>
        <w:t>subject</w:t>
      </w:r>
      <w:r w:rsidR="00C17D31">
        <w:rPr>
          <w:lang w:eastAsia="zh-CN"/>
        </w:rPr>
        <w:t xml:space="preserve"> </w:t>
      </w:r>
      <w:r w:rsidRPr="00FC1B96">
        <w:rPr>
          <w:lang w:eastAsia="zh-CN"/>
        </w:rPr>
        <w:t>to</w:t>
      </w:r>
      <w:r w:rsidR="00C17D31">
        <w:rPr>
          <w:lang w:eastAsia="zh-CN"/>
        </w:rPr>
        <w:t xml:space="preserve"> </w:t>
      </w:r>
      <w:r w:rsidRPr="00FC1B96">
        <w:rPr>
          <w:lang w:eastAsia="zh-CN"/>
        </w:rPr>
        <w:t>terms</w:t>
      </w:r>
      <w:r w:rsidR="00C17D31">
        <w:rPr>
          <w:lang w:eastAsia="zh-CN"/>
        </w:rPr>
        <w:t xml:space="preserve"> </w:t>
      </w:r>
      <w:r w:rsidRPr="00FC1B96">
        <w:rPr>
          <w:lang w:eastAsia="zh-CN"/>
        </w:rPr>
        <w:t>and</w:t>
      </w:r>
      <w:r w:rsidR="00C17D31">
        <w:rPr>
          <w:lang w:eastAsia="zh-CN"/>
        </w:rPr>
        <w:t xml:space="preserve"> </w:t>
      </w:r>
      <w:r w:rsidRPr="00FC1B96">
        <w:rPr>
          <w:lang w:eastAsia="zh-CN"/>
        </w:rPr>
        <w:t>conditions</w:t>
      </w:r>
      <w:r>
        <w:rPr>
          <w:lang w:eastAsia="zh-CN"/>
        </w:rPr>
        <w:t>.</w:t>
      </w:r>
      <w:r w:rsidR="00C17D31">
        <w:rPr>
          <w:lang w:eastAsia="zh-CN"/>
        </w:rPr>
        <w:t xml:space="preserve">  </w:t>
      </w:r>
      <w:r>
        <w:rPr>
          <w:lang w:eastAsia="zh-CN"/>
        </w:rPr>
        <w:t>In</w:t>
      </w:r>
      <w:r w:rsidR="00C17D31">
        <w:rPr>
          <w:lang w:eastAsia="zh-CN"/>
        </w:rPr>
        <w:t xml:space="preserve"> </w:t>
      </w:r>
      <w:r>
        <w:rPr>
          <w:lang w:eastAsia="zh-CN"/>
        </w:rPr>
        <w:t>participating</w:t>
      </w:r>
      <w:r w:rsidR="00C17D31">
        <w:rPr>
          <w:lang w:eastAsia="zh-CN"/>
        </w:rPr>
        <w:t xml:space="preserve"> </w:t>
      </w:r>
      <w:r>
        <w:rPr>
          <w:lang w:eastAsia="zh-CN"/>
        </w:rPr>
        <w:t>in</w:t>
      </w:r>
      <w:r w:rsidR="00C17D31">
        <w:rPr>
          <w:lang w:eastAsia="zh-CN"/>
        </w:rPr>
        <w:t xml:space="preserve"> </w:t>
      </w:r>
      <w:r>
        <w:rPr>
          <w:lang w:eastAsia="zh-CN"/>
        </w:rPr>
        <w:t>this</w:t>
      </w:r>
      <w:r w:rsidR="00C17D31">
        <w:rPr>
          <w:lang w:eastAsia="zh-CN"/>
        </w:rPr>
        <w:t xml:space="preserve"> </w:t>
      </w:r>
      <w:r>
        <w:rPr>
          <w:lang w:eastAsia="zh-CN"/>
        </w:rPr>
        <w:t>RFT</w:t>
      </w:r>
      <w:r w:rsidR="00C17D31">
        <w:rPr>
          <w:lang w:eastAsia="zh-CN"/>
        </w:rPr>
        <w:t xml:space="preserve"> </w:t>
      </w:r>
      <w:r w:rsidRPr="00FC1B96">
        <w:rPr>
          <w:lang w:eastAsia="zh-CN"/>
        </w:rPr>
        <w:t>tenderers</w:t>
      </w:r>
      <w:r w:rsidR="00C17D31">
        <w:rPr>
          <w:lang w:eastAsia="zh-CN"/>
        </w:rPr>
        <w:t xml:space="preserve"> </w:t>
      </w:r>
      <w:r w:rsidRPr="00FC1B96">
        <w:rPr>
          <w:lang w:eastAsia="zh-CN"/>
        </w:rPr>
        <w:t>are</w:t>
      </w:r>
      <w:r w:rsidR="00C17D31">
        <w:rPr>
          <w:lang w:eastAsia="zh-CN"/>
        </w:rPr>
        <w:t xml:space="preserve"> </w:t>
      </w:r>
      <w:r w:rsidRPr="00FC1B96">
        <w:rPr>
          <w:lang w:eastAsia="zh-CN"/>
        </w:rPr>
        <w:lastRenderedPageBreak/>
        <w:t>to</w:t>
      </w:r>
      <w:r w:rsidR="00C17D31">
        <w:rPr>
          <w:lang w:eastAsia="zh-CN"/>
        </w:rPr>
        <w:t xml:space="preserve"> </w:t>
      </w:r>
      <w:r w:rsidRPr="00FC1B96">
        <w:rPr>
          <w:lang w:eastAsia="zh-CN"/>
        </w:rPr>
        <w:t>comply</w:t>
      </w:r>
      <w:r w:rsidR="00C17D31">
        <w:rPr>
          <w:lang w:eastAsia="zh-CN"/>
        </w:rPr>
        <w:t xml:space="preserve"> </w:t>
      </w:r>
      <w:r w:rsidRPr="00FC1B96">
        <w:rPr>
          <w:lang w:eastAsia="zh-CN"/>
        </w:rPr>
        <w:t>with</w:t>
      </w:r>
      <w:r w:rsidR="00C17D31">
        <w:rPr>
          <w:lang w:eastAsia="zh-CN"/>
        </w:rPr>
        <w:t xml:space="preserve"> </w:t>
      </w:r>
      <w:r w:rsidRPr="00FC1B96">
        <w:rPr>
          <w:lang w:eastAsia="zh-CN"/>
        </w:rPr>
        <w:t>those</w:t>
      </w:r>
      <w:r w:rsidR="00C17D31">
        <w:rPr>
          <w:lang w:eastAsia="zh-CN"/>
        </w:rPr>
        <w:t xml:space="preserve"> </w:t>
      </w:r>
      <w:r w:rsidRPr="00FC1B96">
        <w:rPr>
          <w:lang w:eastAsia="zh-CN"/>
        </w:rPr>
        <w:t>terms</w:t>
      </w:r>
      <w:r w:rsidR="00C17D31">
        <w:rPr>
          <w:lang w:eastAsia="zh-CN"/>
        </w:rPr>
        <w:t xml:space="preserve"> </w:t>
      </w:r>
      <w:r w:rsidRPr="00FC1B96">
        <w:rPr>
          <w:lang w:eastAsia="zh-CN"/>
        </w:rPr>
        <w:t>and</w:t>
      </w:r>
      <w:r w:rsidR="00C17D31">
        <w:rPr>
          <w:lang w:eastAsia="zh-CN"/>
        </w:rPr>
        <w:t xml:space="preserve"> </w:t>
      </w:r>
      <w:r w:rsidRPr="00FC1B96">
        <w:rPr>
          <w:lang w:eastAsia="zh-CN"/>
        </w:rPr>
        <w:t>conditions</w:t>
      </w:r>
      <w:r w:rsidR="00C17D31">
        <w:rPr>
          <w:lang w:eastAsia="zh-CN"/>
        </w:rPr>
        <w:t xml:space="preserve"> </w:t>
      </w:r>
      <w:r w:rsidRPr="00FC1B96">
        <w:rPr>
          <w:lang w:eastAsia="zh-CN"/>
        </w:rPr>
        <w:t>and</w:t>
      </w:r>
      <w:r w:rsidR="00C17D31">
        <w:rPr>
          <w:lang w:eastAsia="zh-CN"/>
        </w:rPr>
        <w:t xml:space="preserve"> </w:t>
      </w:r>
      <w:r w:rsidRPr="00FC1B96">
        <w:rPr>
          <w:lang w:eastAsia="zh-CN"/>
        </w:rPr>
        <w:t>any</w:t>
      </w:r>
      <w:r w:rsidR="00C17D31">
        <w:rPr>
          <w:lang w:eastAsia="zh-CN"/>
        </w:rPr>
        <w:t xml:space="preserve"> </w:t>
      </w:r>
      <w:r w:rsidRPr="00FC1B96">
        <w:rPr>
          <w:lang w:eastAsia="zh-CN"/>
        </w:rPr>
        <w:t>applicable</w:t>
      </w:r>
      <w:r w:rsidR="00C17D31">
        <w:rPr>
          <w:lang w:eastAsia="zh-CN"/>
        </w:rPr>
        <w:t xml:space="preserve"> </w:t>
      </w:r>
      <w:r w:rsidRPr="00FC1B96">
        <w:rPr>
          <w:lang w:eastAsia="zh-CN"/>
        </w:rPr>
        <w:t>instruction</w:t>
      </w:r>
      <w:r>
        <w:rPr>
          <w:lang w:eastAsia="zh-CN"/>
        </w:rPr>
        <w:t>s</w:t>
      </w:r>
      <w:r w:rsidRPr="00FC1B96">
        <w:rPr>
          <w:lang w:eastAsia="zh-CN"/>
        </w:rPr>
        <w:t>,</w:t>
      </w:r>
      <w:r w:rsidR="00C17D31">
        <w:rPr>
          <w:lang w:eastAsia="zh-CN"/>
        </w:rPr>
        <w:t xml:space="preserve"> </w:t>
      </w:r>
      <w:r w:rsidRPr="00FC1B96">
        <w:rPr>
          <w:lang w:eastAsia="zh-CN"/>
        </w:rPr>
        <w:t>process</w:t>
      </w:r>
      <w:r w:rsidR="00367BC3">
        <w:rPr>
          <w:lang w:eastAsia="zh-CN"/>
        </w:rPr>
        <w:t>es</w:t>
      </w:r>
      <w:r w:rsidRPr="00FC1B96">
        <w:rPr>
          <w:lang w:eastAsia="zh-CN"/>
        </w:rPr>
        <w:t>,</w:t>
      </w:r>
      <w:r w:rsidR="00C17D31">
        <w:rPr>
          <w:lang w:eastAsia="zh-CN"/>
        </w:rPr>
        <w:t xml:space="preserve"> </w:t>
      </w:r>
      <w:r w:rsidRPr="00FC1B96">
        <w:rPr>
          <w:lang w:eastAsia="zh-CN"/>
        </w:rPr>
        <w:t>procedures</w:t>
      </w:r>
      <w:r w:rsidR="00C17D31">
        <w:rPr>
          <w:lang w:eastAsia="zh-CN"/>
        </w:rPr>
        <w:t xml:space="preserve"> </w:t>
      </w:r>
      <w:r w:rsidRPr="00FC1B96">
        <w:rPr>
          <w:lang w:eastAsia="zh-CN"/>
        </w:rPr>
        <w:t>and</w:t>
      </w:r>
      <w:r w:rsidR="00C17D31">
        <w:rPr>
          <w:lang w:eastAsia="zh-CN"/>
        </w:rPr>
        <w:t xml:space="preserve"> </w:t>
      </w:r>
      <w:r w:rsidRPr="00FC1B96">
        <w:rPr>
          <w:lang w:eastAsia="zh-CN"/>
        </w:rPr>
        <w:t>recommendations</w:t>
      </w:r>
      <w:r w:rsidR="00C17D31">
        <w:rPr>
          <w:lang w:eastAsia="zh-CN"/>
        </w:rPr>
        <w:t xml:space="preserve"> </w:t>
      </w:r>
      <w:r w:rsidRPr="00FC1B96">
        <w:rPr>
          <w:lang w:eastAsia="zh-CN"/>
        </w:rPr>
        <w:t>as</w:t>
      </w:r>
      <w:r w:rsidR="00C17D31">
        <w:rPr>
          <w:lang w:eastAsia="zh-CN"/>
        </w:rPr>
        <w:t xml:space="preserve"> </w:t>
      </w:r>
      <w:r w:rsidRPr="00FC1B96">
        <w:rPr>
          <w:lang w:eastAsia="zh-CN"/>
        </w:rPr>
        <w:t>advised</w:t>
      </w:r>
      <w:r w:rsidR="00C17D31">
        <w:rPr>
          <w:lang w:eastAsia="zh-CN"/>
        </w:rPr>
        <w:t xml:space="preserve"> </w:t>
      </w:r>
      <w:r w:rsidRPr="00FC1B96">
        <w:rPr>
          <w:lang w:eastAsia="zh-CN"/>
        </w:rPr>
        <w:t>on</w:t>
      </w:r>
      <w:r w:rsidR="00C17D31">
        <w:rPr>
          <w:lang w:eastAsia="zh-CN"/>
        </w:rPr>
        <w:t xml:space="preserve"> </w:t>
      </w:r>
      <w:r w:rsidRPr="00FC1B96">
        <w:rPr>
          <w:lang w:eastAsia="zh-CN"/>
        </w:rPr>
        <w:t>AusTender</w:t>
      </w:r>
      <w:r w:rsidR="00C17D31">
        <w:rPr>
          <w:lang w:eastAsia="zh-CN"/>
        </w:rPr>
        <w:t xml:space="preserve"> </w:t>
      </w:r>
      <w:r w:rsidRPr="00FC1B96">
        <w:rPr>
          <w:lang w:eastAsia="zh-CN"/>
        </w:rPr>
        <w:t>at</w:t>
      </w:r>
      <w:r>
        <w:rPr>
          <w:lang w:eastAsia="zh-CN"/>
        </w:rPr>
        <w:t>:</w:t>
      </w:r>
    </w:p>
    <w:p w14:paraId="14F6A17F" w14:textId="248B99A1" w:rsidR="00514A46" w:rsidRPr="006D11B2" w:rsidRDefault="00857305" w:rsidP="00C8034B">
      <w:pPr>
        <w:pStyle w:val="COTCOCLV3NONUM-ASDEFCON"/>
        <w:rPr>
          <w:lang w:eastAsia="zh-CN"/>
        </w:rPr>
      </w:pPr>
      <w:hyperlink r:id="rId20" w:history="1">
        <w:r w:rsidR="00C17D31">
          <w:rPr>
            <w:rStyle w:val="Hyperlink"/>
          </w:rPr>
          <w:t>https://help.tenders.gov.au/terms-of-use/</w:t>
        </w:r>
      </w:hyperlink>
      <w:r w:rsidR="00514A46">
        <w:t>.</w:t>
      </w:r>
    </w:p>
    <w:p w14:paraId="549E438D" w14:textId="20635144" w:rsidR="00514A46" w:rsidRDefault="00514A46" w:rsidP="00C8034B">
      <w:pPr>
        <w:pStyle w:val="COTCOCLV3-ASDEFCON"/>
        <w:rPr>
          <w:lang w:eastAsia="zh-CN"/>
        </w:rPr>
      </w:pPr>
      <w:r>
        <w:rPr>
          <w:lang w:eastAsia="zh-CN"/>
        </w:rPr>
        <w:t>All</w:t>
      </w:r>
      <w:r w:rsidR="00C17D31">
        <w:rPr>
          <w:lang w:eastAsia="zh-CN"/>
        </w:rPr>
        <w:t xml:space="preserve"> </w:t>
      </w:r>
      <w:r>
        <w:rPr>
          <w:lang w:eastAsia="zh-CN"/>
        </w:rPr>
        <w:t>queries</w:t>
      </w:r>
      <w:r w:rsidR="00C17D31">
        <w:rPr>
          <w:lang w:eastAsia="zh-CN"/>
        </w:rPr>
        <w:t xml:space="preserve"> </w:t>
      </w:r>
      <w:r>
        <w:rPr>
          <w:lang w:eastAsia="zh-CN"/>
        </w:rPr>
        <w:t>and</w:t>
      </w:r>
      <w:r w:rsidR="00C17D31">
        <w:rPr>
          <w:lang w:eastAsia="zh-CN"/>
        </w:rPr>
        <w:t xml:space="preserve"> </w:t>
      </w:r>
      <w:r>
        <w:rPr>
          <w:lang w:eastAsia="zh-CN"/>
        </w:rPr>
        <w:t>requests</w:t>
      </w:r>
      <w:r w:rsidR="00C17D31">
        <w:rPr>
          <w:lang w:eastAsia="zh-CN"/>
        </w:rPr>
        <w:t xml:space="preserve"> </w:t>
      </w:r>
      <w:r>
        <w:rPr>
          <w:lang w:eastAsia="zh-CN"/>
        </w:rPr>
        <w:t>for</w:t>
      </w:r>
      <w:r w:rsidR="00C17D31">
        <w:rPr>
          <w:lang w:eastAsia="zh-CN"/>
        </w:rPr>
        <w:t xml:space="preserve"> </w:t>
      </w:r>
      <w:r>
        <w:rPr>
          <w:lang w:eastAsia="zh-CN"/>
        </w:rPr>
        <w:t>AusTender</w:t>
      </w:r>
      <w:r w:rsidR="00C17D31">
        <w:rPr>
          <w:lang w:eastAsia="zh-CN"/>
        </w:rPr>
        <w:t xml:space="preserve"> </w:t>
      </w:r>
      <w:r>
        <w:rPr>
          <w:lang w:eastAsia="zh-CN"/>
        </w:rPr>
        <w:t>technical</w:t>
      </w:r>
      <w:r w:rsidR="00C17D31">
        <w:rPr>
          <w:lang w:eastAsia="zh-CN"/>
        </w:rPr>
        <w:t xml:space="preserve"> </w:t>
      </w:r>
      <w:r>
        <w:rPr>
          <w:lang w:eastAsia="zh-CN"/>
        </w:rPr>
        <w:t>or</w:t>
      </w:r>
      <w:r w:rsidR="00C17D31">
        <w:rPr>
          <w:lang w:eastAsia="zh-CN"/>
        </w:rPr>
        <w:t xml:space="preserve"> </w:t>
      </w:r>
      <w:r>
        <w:rPr>
          <w:lang w:eastAsia="zh-CN"/>
        </w:rPr>
        <w:t>operational</w:t>
      </w:r>
      <w:r w:rsidR="00C17D31">
        <w:rPr>
          <w:lang w:eastAsia="zh-CN"/>
        </w:rPr>
        <w:t xml:space="preserve"> </w:t>
      </w:r>
      <w:r>
        <w:rPr>
          <w:lang w:eastAsia="zh-CN"/>
        </w:rPr>
        <w:t>support</w:t>
      </w:r>
      <w:r w:rsidR="00C17D31">
        <w:rPr>
          <w:lang w:eastAsia="zh-CN"/>
        </w:rPr>
        <w:t xml:space="preserve"> </w:t>
      </w:r>
      <w:r>
        <w:rPr>
          <w:lang w:eastAsia="zh-CN"/>
        </w:rPr>
        <w:t>are</w:t>
      </w:r>
      <w:r w:rsidR="00C17D31">
        <w:rPr>
          <w:lang w:eastAsia="zh-CN"/>
        </w:rPr>
        <w:t xml:space="preserve"> </w:t>
      </w:r>
      <w:r>
        <w:rPr>
          <w:lang w:eastAsia="zh-CN"/>
        </w:rPr>
        <w:t>to</w:t>
      </w:r>
      <w:r w:rsidR="00C17D31">
        <w:rPr>
          <w:lang w:eastAsia="zh-CN"/>
        </w:rPr>
        <w:t xml:space="preserve"> </w:t>
      </w:r>
      <w:r>
        <w:rPr>
          <w:lang w:eastAsia="zh-CN"/>
        </w:rPr>
        <w:t>be</w:t>
      </w:r>
      <w:r w:rsidR="00C17D31">
        <w:rPr>
          <w:lang w:eastAsia="zh-CN"/>
        </w:rPr>
        <w:t xml:space="preserve"> </w:t>
      </w:r>
      <w:r>
        <w:rPr>
          <w:lang w:eastAsia="zh-CN"/>
        </w:rPr>
        <w:t>directed</w:t>
      </w:r>
      <w:r w:rsidR="00C17D31">
        <w:rPr>
          <w:lang w:eastAsia="zh-CN"/>
        </w:rPr>
        <w:t xml:space="preserve"> </w:t>
      </w:r>
      <w:r>
        <w:rPr>
          <w:lang w:eastAsia="zh-CN"/>
        </w:rPr>
        <w:t>to:</w:t>
      </w:r>
    </w:p>
    <w:p w14:paraId="4204962E" w14:textId="622C44B3" w:rsidR="00D5686F" w:rsidRDefault="00514A46" w:rsidP="00C8034B">
      <w:pPr>
        <w:pStyle w:val="COTCOCLV3NONUM-ASDEFCON"/>
      </w:pPr>
      <w:r w:rsidRPr="00DE2CC1">
        <w:t>AusTender</w:t>
      </w:r>
      <w:r w:rsidR="00C17D31">
        <w:t xml:space="preserve"> </w:t>
      </w:r>
      <w:r w:rsidRPr="00DE2CC1">
        <w:t>Help</w:t>
      </w:r>
      <w:r w:rsidR="00C17D31">
        <w:t xml:space="preserve"> </w:t>
      </w:r>
      <w:r w:rsidRPr="00DE2CC1">
        <w:t>Desk</w:t>
      </w:r>
    </w:p>
    <w:p w14:paraId="48264D2E" w14:textId="4095CB93" w:rsidR="00514A46" w:rsidRPr="00DE2CC1" w:rsidRDefault="00514A46" w:rsidP="00C8034B">
      <w:pPr>
        <w:pStyle w:val="COTCOCLV3NONUM-ASDEFCON"/>
        <w:rPr>
          <w:rFonts w:eastAsiaTheme="minorHAnsi"/>
          <w:lang w:eastAsia="en-US"/>
        </w:rPr>
      </w:pPr>
      <w:r w:rsidRPr="00DE2CC1">
        <w:rPr>
          <w:rFonts w:eastAsiaTheme="minorHAnsi"/>
          <w:lang w:eastAsia="en-US"/>
        </w:rPr>
        <w:t>Telephone:</w:t>
      </w:r>
      <w:r w:rsidR="00C17D31">
        <w:rPr>
          <w:rFonts w:eastAsiaTheme="minorHAnsi"/>
          <w:lang w:eastAsia="en-US"/>
        </w:rPr>
        <w:t xml:space="preserve"> </w:t>
      </w:r>
      <w:r w:rsidRPr="00DE2CC1">
        <w:rPr>
          <w:rFonts w:eastAsiaTheme="minorHAnsi"/>
          <w:lang w:eastAsia="en-US"/>
        </w:rPr>
        <w:t>1300</w:t>
      </w:r>
      <w:r w:rsidR="00C17D31">
        <w:rPr>
          <w:rFonts w:eastAsiaTheme="minorHAnsi"/>
          <w:lang w:eastAsia="en-US"/>
        </w:rPr>
        <w:t xml:space="preserve"> </w:t>
      </w:r>
      <w:r w:rsidRPr="00DE2CC1">
        <w:rPr>
          <w:rFonts w:eastAsiaTheme="minorHAnsi"/>
          <w:lang w:eastAsia="en-US"/>
        </w:rPr>
        <w:t>651</w:t>
      </w:r>
      <w:r w:rsidR="00C17D31">
        <w:rPr>
          <w:rFonts w:eastAsiaTheme="minorHAnsi"/>
          <w:lang w:eastAsia="en-US"/>
        </w:rPr>
        <w:t xml:space="preserve"> </w:t>
      </w:r>
      <w:r w:rsidRPr="00DE2CC1">
        <w:rPr>
          <w:rFonts w:eastAsiaTheme="minorHAnsi"/>
          <w:lang w:eastAsia="en-US"/>
        </w:rPr>
        <w:t>698</w:t>
      </w:r>
    </w:p>
    <w:p w14:paraId="006BBC46" w14:textId="4897537F" w:rsidR="00514A46" w:rsidRPr="00DE2CC1" w:rsidRDefault="00514A46" w:rsidP="00C8034B">
      <w:pPr>
        <w:pStyle w:val="COTCOCLV3NONUM-ASDEFCON"/>
      </w:pPr>
      <w:r w:rsidRPr="00DE2CC1">
        <w:t>International:</w:t>
      </w:r>
      <w:r w:rsidR="00C17D31">
        <w:t xml:space="preserve"> </w:t>
      </w:r>
      <w:r w:rsidRPr="00DE2CC1">
        <w:t>+61</w:t>
      </w:r>
      <w:r w:rsidR="00C17D31">
        <w:t xml:space="preserve"> </w:t>
      </w:r>
      <w:r w:rsidRPr="00DE2CC1">
        <w:t>2</w:t>
      </w:r>
      <w:r w:rsidR="00C17D31">
        <w:t xml:space="preserve"> </w:t>
      </w:r>
      <w:r w:rsidRPr="00DE2CC1">
        <w:t>6215</w:t>
      </w:r>
      <w:r w:rsidR="00C17D31">
        <w:t xml:space="preserve"> </w:t>
      </w:r>
      <w:r w:rsidRPr="00DE2CC1">
        <w:t>1558</w:t>
      </w:r>
    </w:p>
    <w:p w14:paraId="402285BF" w14:textId="1A917CBF" w:rsidR="00DE2CC1" w:rsidRPr="006D11B2" w:rsidRDefault="00514A46" w:rsidP="00C8034B">
      <w:pPr>
        <w:pStyle w:val="COTCOCLV3NONUM-ASDEFCON"/>
      </w:pPr>
      <w:r w:rsidRPr="00DE2CC1">
        <w:t>Email:</w:t>
      </w:r>
      <w:r w:rsidR="00C17D31">
        <w:t xml:space="preserve"> </w:t>
      </w:r>
      <w:hyperlink r:id="rId21" w:history="1">
        <w:r w:rsidRPr="00494A78">
          <w:rPr>
            <w:rStyle w:val="Hyperlink"/>
          </w:rPr>
          <w:t>tenders@finance.gov.au</w:t>
        </w:r>
      </w:hyperlink>
      <w:r w:rsidR="00494A78">
        <w:t xml:space="preserve"> </w:t>
      </w:r>
    </w:p>
    <w:p w14:paraId="0771D2B3" w14:textId="61174D8C" w:rsidR="00514A46" w:rsidRPr="006C5B67" w:rsidRDefault="00514A46" w:rsidP="00C8034B">
      <w:pPr>
        <w:pStyle w:val="COTCOCLV3NONUM-ASDEFCON"/>
        <w:rPr>
          <w:lang w:eastAsia="zh-CN"/>
        </w:rPr>
      </w:pPr>
      <w:r>
        <w:rPr>
          <w:lang w:eastAsia="zh-CN"/>
        </w:rPr>
        <w:t>The</w:t>
      </w:r>
      <w:r w:rsidR="00C17D31">
        <w:rPr>
          <w:lang w:eastAsia="zh-CN"/>
        </w:rPr>
        <w:t xml:space="preserve"> </w:t>
      </w:r>
      <w:r>
        <w:rPr>
          <w:lang w:eastAsia="zh-CN"/>
        </w:rPr>
        <w:t>AusTender</w:t>
      </w:r>
      <w:r w:rsidR="00C17D31">
        <w:rPr>
          <w:lang w:eastAsia="zh-CN"/>
        </w:rPr>
        <w:t xml:space="preserve"> </w:t>
      </w:r>
      <w:r>
        <w:rPr>
          <w:lang w:eastAsia="zh-CN"/>
        </w:rPr>
        <w:t>Helpdesk</w:t>
      </w:r>
      <w:r w:rsidR="00C17D31">
        <w:rPr>
          <w:lang w:eastAsia="zh-CN"/>
        </w:rPr>
        <w:t xml:space="preserve"> </w:t>
      </w:r>
      <w:r>
        <w:rPr>
          <w:lang w:eastAsia="zh-CN"/>
        </w:rPr>
        <w:t>is</w:t>
      </w:r>
      <w:r w:rsidR="00C17D31">
        <w:rPr>
          <w:lang w:eastAsia="zh-CN"/>
        </w:rPr>
        <w:t xml:space="preserve"> </w:t>
      </w:r>
      <w:r>
        <w:rPr>
          <w:lang w:eastAsia="zh-CN"/>
        </w:rPr>
        <w:t>available</w:t>
      </w:r>
      <w:r w:rsidR="00C17D31">
        <w:rPr>
          <w:lang w:eastAsia="zh-CN"/>
        </w:rPr>
        <w:t xml:space="preserve"> </w:t>
      </w:r>
      <w:r>
        <w:rPr>
          <w:lang w:eastAsia="zh-CN"/>
        </w:rPr>
        <w:t>between</w:t>
      </w:r>
      <w:r w:rsidR="00C17D31">
        <w:rPr>
          <w:lang w:eastAsia="zh-CN"/>
        </w:rPr>
        <w:t xml:space="preserve"> </w:t>
      </w:r>
      <w:r>
        <w:rPr>
          <w:lang w:eastAsia="zh-CN"/>
        </w:rPr>
        <w:t>9am</w:t>
      </w:r>
      <w:r w:rsidR="00C17D31">
        <w:rPr>
          <w:lang w:eastAsia="zh-CN"/>
        </w:rPr>
        <w:t xml:space="preserve"> </w:t>
      </w:r>
      <w:r>
        <w:rPr>
          <w:lang w:eastAsia="zh-CN"/>
        </w:rPr>
        <w:t>and</w:t>
      </w:r>
      <w:r w:rsidR="00C17D31">
        <w:rPr>
          <w:lang w:eastAsia="zh-CN"/>
        </w:rPr>
        <w:t xml:space="preserve"> </w:t>
      </w:r>
      <w:r>
        <w:rPr>
          <w:lang w:eastAsia="zh-CN"/>
        </w:rPr>
        <w:t>5pm</w:t>
      </w:r>
      <w:r w:rsidR="00C17D31">
        <w:rPr>
          <w:lang w:eastAsia="zh-CN"/>
        </w:rPr>
        <w:t xml:space="preserve"> </w:t>
      </w:r>
      <w:r>
        <w:rPr>
          <w:lang w:eastAsia="zh-CN"/>
        </w:rPr>
        <w:t>Australian</w:t>
      </w:r>
      <w:r w:rsidR="00C17D31">
        <w:rPr>
          <w:lang w:eastAsia="zh-CN"/>
        </w:rPr>
        <w:t xml:space="preserve"> </w:t>
      </w:r>
      <w:r>
        <w:rPr>
          <w:lang w:eastAsia="zh-CN"/>
        </w:rPr>
        <w:t>Capital</w:t>
      </w:r>
      <w:r w:rsidR="00C17D31">
        <w:rPr>
          <w:lang w:eastAsia="zh-CN"/>
        </w:rPr>
        <w:t xml:space="preserve"> </w:t>
      </w:r>
      <w:r>
        <w:rPr>
          <w:lang w:eastAsia="zh-CN"/>
        </w:rPr>
        <w:t>Territory</w:t>
      </w:r>
      <w:r w:rsidR="00C17D31">
        <w:rPr>
          <w:lang w:eastAsia="zh-CN"/>
        </w:rPr>
        <w:t xml:space="preserve"> </w:t>
      </w:r>
      <w:r>
        <w:rPr>
          <w:lang w:eastAsia="zh-CN"/>
        </w:rPr>
        <w:t>(ACT)</w:t>
      </w:r>
      <w:r w:rsidR="00C17D31">
        <w:rPr>
          <w:lang w:eastAsia="zh-CN"/>
        </w:rPr>
        <w:t xml:space="preserve"> </w:t>
      </w:r>
      <w:r w:rsidR="00367BC3">
        <w:rPr>
          <w:lang w:eastAsia="zh-CN"/>
        </w:rPr>
        <w:t>l</w:t>
      </w:r>
      <w:r>
        <w:rPr>
          <w:lang w:eastAsia="zh-CN"/>
        </w:rPr>
        <w:t>ocal</w:t>
      </w:r>
      <w:r w:rsidR="00C17D31">
        <w:rPr>
          <w:lang w:eastAsia="zh-CN"/>
        </w:rPr>
        <w:t xml:space="preserve"> </w:t>
      </w:r>
      <w:r w:rsidR="00367BC3">
        <w:rPr>
          <w:lang w:eastAsia="zh-CN"/>
        </w:rPr>
        <w:t>t</w:t>
      </w:r>
      <w:r>
        <w:rPr>
          <w:lang w:eastAsia="zh-CN"/>
        </w:rPr>
        <w:t>ime,</w:t>
      </w:r>
      <w:r w:rsidR="00C17D31">
        <w:rPr>
          <w:lang w:eastAsia="zh-CN"/>
        </w:rPr>
        <w:t xml:space="preserve"> </w:t>
      </w:r>
      <w:r>
        <w:rPr>
          <w:lang w:eastAsia="zh-CN"/>
        </w:rPr>
        <w:t>Monday</w:t>
      </w:r>
      <w:r w:rsidR="00C17D31">
        <w:rPr>
          <w:lang w:eastAsia="zh-CN"/>
        </w:rPr>
        <w:t xml:space="preserve"> </w:t>
      </w:r>
      <w:r>
        <w:rPr>
          <w:lang w:eastAsia="zh-CN"/>
        </w:rPr>
        <w:t>to</w:t>
      </w:r>
      <w:r w:rsidR="00C17D31">
        <w:rPr>
          <w:lang w:eastAsia="zh-CN"/>
        </w:rPr>
        <w:t xml:space="preserve"> </w:t>
      </w:r>
      <w:r>
        <w:rPr>
          <w:lang w:eastAsia="zh-CN"/>
        </w:rPr>
        <w:t>Friday</w:t>
      </w:r>
      <w:r w:rsidR="00C17D31">
        <w:rPr>
          <w:lang w:eastAsia="zh-CN"/>
        </w:rPr>
        <w:t xml:space="preserve"> </w:t>
      </w:r>
      <w:r>
        <w:rPr>
          <w:lang w:eastAsia="zh-CN"/>
        </w:rPr>
        <w:t>(excluding</w:t>
      </w:r>
      <w:r w:rsidR="00C17D31">
        <w:rPr>
          <w:lang w:eastAsia="zh-CN"/>
        </w:rPr>
        <w:t xml:space="preserve"> </w:t>
      </w:r>
      <w:r>
        <w:rPr>
          <w:lang w:eastAsia="zh-CN"/>
        </w:rPr>
        <w:t>ACT</w:t>
      </w:r>
      <w:r w:rsidR="00C17D31">
        <w:rPr>
          <w:lang w:eastAsia="zh-CN"/>
        </w:rPr>
        <w:t xml:space="preserve"> </w:t>
      </w:r>
      <w:r>
        <w:rPr>
          <w:lang w:eastAsia="zh-CN"/>
        </w:rPr>
        <w:t>and</w:t>
      </w:r>
      <w:r w:rsidR="00C17D31">
        <w:rPr>
          <w:lang w:eastAsia="zh-CN"/>
        </w:rPr>
        <w:t xml:space="preserve"> </w:t>
      </w:r>
      <w:r>
        <w:rPr>
          <w:lang w:eastAsia="zh-CN"/>
        </w:rPr>
        <w:t>national</w:t>
      </w:r>
      <w:r w:rsidR="00C17D31">
        <w:rPr>
          <w:lang w:eastAsia="zh-CN"/>
        </w:rPr>
        <w:t xml:space="preserve"> </w:t>
      </w:r>
      <w:r>
        <w:rPr>
          <w:lang w:eastAsia="zh-CN"/>
        </w:rPr>
        <w:t>public</w:t>
      </w:r>
      <w:r w:rsidR="00C17D31">
        <w:rPr>
          <w:lang w:eastAsia="zh-CN"/>
        </w:rPr>
        <w:t xml:space="preserve"> </w:t>
      </w:r>
      <w:r>
        <w:rPr>
          <w:lang w:eastAsia="zh-CN"/>
        </w:rPr>
        <w:t>holidays).</w:t>
      </w:r>
    </w:p>
    <w:p w14:paraId="34ACC198" w14:textId="52C7D141" w:rsidR="00514A46" w:rsidRDefault="00514A46" w:rsidP="00C8034B">
      <w:pPr>
        <w:pStyle w:val="COTCOCLV3-ASDEFCON"/>
        <w:rPr>
          <w:lang w:eastAsia="zh-CN"/>
        </w:rPr>
      </w:pPr>
      <w:bookmarkStart w:id="297" w:name="_Ref436747464"/>
      <w:r w:rsidRPr="00FD4DA6">
        <w:rPr>
          <w:lang w:eastAsia="zh-CN"/>
        </w:rPr>
        <w:t>Tenders</w:t>
      </w:r>
      <w:r w:rsidR="00C17D31">
        <w:rPr>
          <w:lang w:eastAsia="zh-CN"/>
        </w:rPr>
        <w:t xml:space="preserve"> </w:t>
      </w:r>
      <w:r>
        <w:rPr>
          <w:lang w:eastAsia="zh-CN"/>
        </w:rPr>
        <w:t>are</w:t>
      </w:r>
      <w:r w:rsidR="00C17D31">
        <w:rPr>
          <w:lang w:eastAsia="zh-CN"/>
        </w:rPr>
        <w:t xml:space="preserve"> </w:t>
      </w:r>
      <w:r>
        <w:rPr>
          <w:lang w:eastAsia="zh-CN"/>
        </w:rPr>
        <w:t>to</w:t>
      </w:r>
      <w:r w:rsidR="00C17D31">
        <w:rPr>
          <w:lang w:eastAsia="zh-CN"/>
        </w:rPr>
        <w:t xml:space="preserve"> </w:t>
      </w:r>
      <w:r w:rsidRPr="00FD4DA6">
        <w:rPr>
          <w:lang w:eastAsia="zh-CN"/>
        </w:rPr>
        <w:t>be</w:t>
      </w:r>
      <w:r w:rsidR="00C17D31">
        <w:rPr>
          <w:lang w:eastAsia="zh-CN"/>
        </w:rPr>
        <w:t xml:space="preserve"> </w:t>
      </w:r>
      <w:r w:rsidRPr="00FD4DA6">
        <w:rPr>
          <w:lang w:eastAsia="zh-CN"/>
        </w:rPr>
        <w:t>lodged</w:t>
      </w:r>
      <w:r w:rsidR="00C17D31">
        <w:rPr>
          <w:lang w:eastAsia="zh-CN"/>
        </w:rPr>
        <w:t xml:space="preserve"> </w:t>
      </w:r>
      <w:r>
        <w:rPr>
          <w:lang w:eastAsia="zh-CN"/>
        </w:rPr>
        <w:t>electronically</w:t>
      </w:r>
      <w:r w:rsidR="00C17D31">
        <w:rPr>
          <w:lang w:eastAsia="zh-CN"/>
        </w:rPr>
        <w:t xml:space="preserve"> </w:t>
      </w:r>
      <w:r>
        <w:rPr>
          <w:lang w:eastAsia="zh-CN"/>
        </w:rPr>
        <w:t>via</w:t>
      </w:r>
      <w:r w:rsidR="00C17D31">
        <w:rPr>
          <w:lang w:eastAsia="zh-CN"/>
        </w:rPr>
        <w:t xml:space="preserve"> </w:t>
      </w:r>
      <w:r>
        <w:rPr>
          <w:lang w:eastAsia="zh-CN"/>
        </w:rPr>
        <w:t>AusTender</w:t>
      </w:r>
      <w:r w:rsidR="00C17D31">
        <w:rPr>
          <w:lang w:eastAsia="zh-CN"/>
        </w:rPr>
        <w:t xml:space="preserve"> </w:t>
      </w:r>
      <w:r>
        <w:rPr>
          <w:lang w:eastAsia="zh-CN"/>
        </w:rPr>
        <w:t>(</w:t>
      </w:r>
      <w:hyperlink r:id="rId22" w:history="1">
        <w:r w:rsidRPr="00D63DE3">
          <w:rPr>
            <w:rStyle w:val="Hyperlink"/>
            <w:lang w:eastAsia="zh-CN"/>
          </w:rPr>
          <w:t>https://www.tenders.gov.au</w:t>
        </w:r>
      </w:hyperlink>
      <w:r>
        <w:rPr>
          <w:lang w:eastAsia="zh-CN"/>
        </w:rPr>
        <w:t>)</w:t>
      </w:r>
      <w:r w:rsidR="00C17D31">
        <w:rPr>
          <w:lang w:eastAsia="zh-CN"/>
        </w:rPr>
        <w:t xml:space="preserve"> </w:t>
      </w:r>
      <w:r w:rsidRPr="00FD4DA6">
        <w:rPr>
          <w:lang w:eastAsia="zh-CN"/>
        </w:rPr>
        <w:t>before</w:t>
      </w:r>
      <w:r w:rsidR="00C17D31">
        <w:rPr>
          <w:lang w:eastAsia="zh-CN"/>
        </w:rPr>
        <w:t xml:space="preserve"> </w:t>
      </w:r>
      <w:r>
        <w:rPr>
          <w:lang w:eastAsia="zh-CN"/>
        </w:rPr>
        <w:t>the</w:t>
      </w:r>
      <w:r w:rsidR="00C17D31">
        <w:rPr>
          <w:lang w:eastAsia="zh-CN"/>
        </w:rPr>
        <w:t xml:space="preserve"> </w:t>
      </w:r>
      <w:r>
        <w:rPr>
          <w:lang w:eastAsia="zh-CN"/>
        </w:rPr>
        <w:t>Closing</w:t>
      </w:r>
      <w:r w:rsidR="00C17D31">
        <w:rPr>
          <w:lang w:eastAsia="zh-CN"/>
        </w:rPr>
        <w:t xml:space="preserve"> </w:t>
      </w:r>
      <w:r>
        <w:rPr>
          <w:lang w:eastAsia="zh-CN"/>
        </w:rPr>
        <w:t>Time</w:t>
      </w:r>
      <w:r w:rsidR="00C17D31">
        <w:rPr>
          <w:lang w:eastAsia="zh-CN"/>
        </w:rPr>
        <w:t xml:space="preserve"> </w:t>
      </w:r>
      <w:r>
        <w:rPr>
          <w:lang w:eastAsia="zh-CN"/>
        </w:rPr>
        <w:t>specified</w:t>
      </w:r>
      <w:r w:rsidR="00C17D31">
        <w:rPr>
          <w:lang w:eastAsia="zh-CN"/>
        </w:rPr>
        <w:t xml:space="preserve"> </w:t>
      </w:r>
      <w:r>
        <w:rPr>
          <w:lang w:eastAsia="zh-CN"/>
        </w:rPr>
        <w:t>in</w:t>
      </w:r>
      <w:r w:rsidR="00C17D31">
        <w:rPr>
          <w:lang w:eastAsia="zh-CN"/>
        </w:rPr>
        <w:t xml:space="preserve"> </w:t>
      </w:r>
      <w:r>
        <w:rPr>
          <w:lang w:eastAsia="zh-CN"/>
        </w:rPr>
        <w:t>the</w:t>
      </w:r>
      <w:r w:rsidR="00C17D31">
        <w:rPr>
          <w:lang w:eastAsia="zh-CN"/>
        </w:rPr>
        <w:t xml:space="preserve"> </w:t>
      </w:r>
      <w:r>
        <w:rPr>
          <w:lang w:eastAsia="zh-CN"/>
        </w:rPr>
        <w:t>Tender</w:t>
      </w:r>
      <w:r w:rsidR="00C17D31">
        <w:rPr>
          <w:lang w:eastAsia="zh-CN"/>
        </w:rPr>
        <w:t xml:space="preserve"> </w:t>
      </w:r>
      <w:r>
        <w:rPr>
          <w:lang w:eastAsia="zh-CN"/>
        </w:rPr>
        <w:t>Details</w:t>
      </w:r>
      <w:r w:rsidR="00C17D31">
        <w:rPr>
          <w:lang w:eastAsia="zh-CN"/>
        </w:rPr>
        <w:t xml:space="preserve"> </w:t>
      </w:r>
      <w:r>
        <w:rPr>
          <w:lang w:eastAsia="zh-CN"/>
        </w:rPr>
        <w:t>Schedule</w:t>
      </w:r>
      <w:r w:rsidR="00C17D31">
        <w:rPr>
          <w:lang w:eastAsia="zh-CN"/>
        </w:rPr>
        <w:t xml:space="preserve"> </w:t>
      </w:r>
      <w:r>
        <w:rPr>
          <w:lang w:eastAsia="zh-CN"/>
        </w:rPr>
        <w:t>in</w:t>
      </w:r>
      <w:r w:rsidR="00C17D31">
        <w:rPr>
          <w:lang w:eastAsia="zh-CN"/>
        </w:rPr>
        <w:t xml:space="preserve"> </w:t>
      </w:r>
      <w:r>
        <w:rPr>
          <w:lang w:eastAsia="zh-CN"/>
        </w:rPr>
        <w:t>accordance</w:t>
      </w:r>
      <w:r w:rsidR="00C17D31">
        <w:rPr>
          <w:lang w:eastAsia="zh-CN"/>
        </w:rPr>
        <w:t xml:space="preserve"> </w:t>
      </w:r>
      <w:r>
        <w:rPr>
          <w:lang w:eastAsia="zh-CN"/>
        </w:rPr>
        <w:t>with</w:t>
      </w:r>
      <w:r w:rsidR="00C17D31">
        <w:rPr>
          <w:lang w:eastAsia="zh-CN"/>
        </w:rPr>
        <w:t xml:space="preserve"> </w:t>
      </w:r>
      <w:r>
        <w:rPr>
          <w:lang w:eastAsia="zh-CN"/>
        </w:rPr>
        <w:t>the</w:t>
      </w:r>
      <w:r w:rsidR="00C17D31">
        <w:rPr>
          <w:lang w:eastAsia="zh-CN"/>
        </w:rPr>
        <w:t xml:space="preserve"> </w:t>
      </w:r>
      <w:r>
        <w:rPr>
          <w:lang w:eastAsia="zh-CN"/>
        </w:rPr>
        <w:t>tender</w:t>
      </w:r>
      <w:r w:rsidR="00C17D31">
        <w:rPr>
          <w:lang w:eastAsia="zh-CN"/>
        </w:rPr>
        <w:t xml:space="preserve"> </w:t>
      </w:r>
      <w:r>
        <w:rPr>
          <w:lang w:eastAsia="zh-CN"/>
        </w:rPr>
        <w:t>lodgement</w:t>
      </w:r>
      <w:r w:rsidR="00C17D31">
        <w:rPr>
          <w:lang w:eastAsia="zh-CN"/>
        </w:rPr>
        <w:t xml:space="preserve"> </w:t>
      </w:r>
      <w:r>
        <w:rPr>
          <w:lang w:eastAsia="zh-CN"/>
        </w:rPr>
        <w:t>p</w:t>
      </w:r>
      <w:r w:rsidRPr="00FD4DA6">
        <w:rPr>
          <w:lang w:eastAsia="zh-CN"/>
        </w:rPr>
        <w:t>rocedures</w:t>
      </w:r>
      <w:r w:rsidR="00C17D31">
        <w:rPr>
          <w:lang w:eastAsia="zh-CN"/>
        </w:rPr>
        <w:t xml:space="preserve"> </w:t>
      </w:r>
      <w:r>
        <w:rPr>
          <w:lang w:eastAsia="zh-CN"/>
        </w:rPr>
        <w:t>set</w:t>
      </w:r>
      <w:r w:rsidR="00C17D31">
        <w:rPr>
          <w:lang w:eastAsia="zh-CN"/>
        </w:rPr>
        <w:t xml:space="preserve"> </w:t>
      </w:r>
      <w:r>
        <w:rPr>
          <w:lang w:eastAsia="zh-CN"/>
        </w:rPr>
        <w:t>out</w:t>
      </w:r>
      <w:r w:rsidR="00C17D31">
        <w:rPr>
          <w:lang w:eastAsia="zh-CN"/>
        </w:rPr>
        <w:t xml:space="preserve"> </w:t>
      </w:r>
      <w:r>
        <w:rPr>
          <w:lang w:eastAsia="zh-CN"/>
        </w:rPr>
        <w:t>in</w:t>
      </w:r>
      <w:r w:rsidR="00C17D31">
        <w:rPr>
          <w:lang w:eastAsia="zh-CN"/>
        </w:rPr>
        <w:t xml:space="preserve"> </w:t>
      </w:r>
      <w:r>
        <w:rPr>
          <w:lang w:eastAsia="zh-CN"/>
        </w:rPr>
        <w:t>this</w:t>
      </w:r>
      <w:r w:rsidR="00C17D31">
        <w:rPr>
          <w:lang w:eastAsia="zh-CN"/>
        </w:rPr>
        <w:t xml:space="preserve"> </w:t>
      </w:r>
      <w:r>
        <w:rPr>
          <w:lang w:eastAsia="zh-CN"/>
        </w:rPr>
        <w:t>RFT</w:t>
      </w:r>
      <w:r w:rsidR="00C17D31">
        <w:rPr>
          <w:lang w:eastAsia="zh-CN"/>
        </w:rPr>
        <w:t xml:space="preserve"> </w:t>
      </w:r>
      <w:r>
        <w:rPr>
          <w:lang w:eastAsia="zh-CN"/>
        </w:rPr>
        <w:t>and</w:t>
      </w:r>
      <w:r w:rsidR="00C17D31">
        <w:rPr>
          <w:lang w:eastAsia="zh-CN"/>
        </w:rPr>
        <w:t xml:space="preserve"> </w:t>
      </w:r>
      <w:r>
        <w:rPr>
          <w:lang w:eastAsia="zh-CN"/>
        </w:rPr>
        <w:t>on</w:t>
      </w:r>
      <w:r w:rsidR="00C17D31">
        <w:rPr>
          <w:lang w:eastAsia="zh-CN"/>
        </w:rPr>
        <w:t xml:space="preserve"> </w:t>
      </w:r>
      <w:r>
        <w:rPr>
          <w:lang w:eastAsia="zh-CN"/>
        </w:rPr>
        <w:t>AusTender.</w:t>
      </w:r>
      <w:bookmarkEnd w:id="297"/>
    </w:p>
    <w:p w14:paraId="628BB045" w14:textId="2E103926" w:rsidR="00514A46" w:rsidRDefault="00514A46" w:rsidP="00C8034B">
      <w:pPr>
        <w:pStyle w:val="COTCOCLV3-ASDEFCON"/>
      </w:pPr>
      <w:bookmarkStart w:id="298" w:name="_Ref434498777"/>
      <w:r>
        <w:t>Tenders</w:t>
      </w:r>
      <w:r w:rsidR="00C17D31">
        <w:t xml:space="preserve"> </w:t>
      </w:r>
      <w:r>
        <w:t>are</w:t>
      </w:r>
      <w:r w:rsidR="00C17D31">
        <w:t xml:space="preserve"> </w:t>
      </w:r>
      <w:r>
        <w:t>to</w:t>
      </w:r>
      <w:r w:rsidR="00C17D31">
        <w:t xml:space="preserve"> </w:t>
      </w:r>
      <w:r>
        <w:t>be</w:t>
      </w:r>
      <w:r w:rsidR="00C17D31">
        <w:t xml:space="preserve"> </w:t>
      </w:r>
      <w:r>
        <w:t>lodged</w:t>
      </w:r>
      <w:r w:rsidR="00C17D31">
        <w:t xml:space="preserve"> </w:t>
      </w:r>
      <w:r w:rsidRPr="00FD4DA6">
        <w:t>in</w:t>
      </w:r>
      <w:r w:rsidR="00C17D31">
        <w:t xml:space="preserve"> </w:t>
      </w:r>
      <w:r>
        <w:t>the</w:t>
      </w:r>
      <w:r w:rsidR="00C17D31">
        <w:t xml:space="preserve"> </w:t>
      </w:r>
      <w:r>
        <w:t>format</w:t>
      </w:r>
      <w:r w:rsidR="00C17D31">
        <w:t xml:space="preserve"> </w:t>
      </w:r>
      <w:r>
        <w:t>specified</w:t>
      </w:r>
      <w:r w:rsidR="00C17D31">
        <w:t xml:space="preserve"> </w:t>
      </w:r>
      <w:r>
        <w:t>in</w:t>
      </w:r>
      <w:r w:rsidR="00C17D31">
        <w:t xml:space="preserve"> </w:t>
      </w:r>
      <w:r>
        <w:t>the</w:t>
      </w:r>
      <w:r w:rsidR="00C17D31">
        <w:t xml:space="preserve"> </w:t>
      </w:r>
      <w:r>
        <w:t>Tender</w:t>
      </w:r>
      <w:r w:rsidR="00C17D31">
        <w:t xml:space="preserve"> </w:t>
      </w:r>
      <w:r>
        <w:t>Details</w:t>
      </w:r>
      <w:r w:rsidR="00C17D31">
        <w:t xml:space="preserve"> </w:t>
      </w:r>
      <w:r>
        <w:t>Sche</w:t>
      </w:r>
      <w:r w:rsidRPr="00C50B46">
        <w:t>du</w:t>
      </w:r>
      <w:r w:rsidRPr="00231EDE">
        <w:t>le</w:t>
      </w:r>
      <w:r>
        <w:t>.</w:t>
      </w:r>
      <w:r w:rsidR="00C17D31">
        <w:t xml:space="preserve">  </w:t>
      </w:r>
      <w:r>
        <w:t>All</w:t>
      </w:r>
      <w:r w:rsidR="00C17D31">
        <w:t xml:space="preserve"> </w:t>
      </w:r>
      <w:r>
        <w:t>file</w:t>
      </w:r>
      <w:r w:rsidR="00C17D31">
        <w:t xml:space="preserve"> </w:t>
      </w:r>
      <w:r>
        <w:t>names</w:t>
      </w:r>
      <w:r w:rsidR="00C17D31">
        <w:t xml:space="preserve"> </w:t>
      </w:r>
      <w:r>
        <w:t>should:</w:t>
      </w:r>
      <w:bookmarkEnd w:id="298"/>
    </w:p>
    <w:p w14:paraId="23F62EEB" w14:textId="6D465C04" w:rsidR="00514A46" w:rsidRDefault="00514A46" w:rsidP="00C8034B">
      <w:pPr>
        <w:pStyle w:val="COTCOCLV4-ASDEFCON"/>
      </w:pPr>
      <w:r>
        <w:t>sufficiently</w:t>
      </w:r>
      <w:r w:rsidR="00C17D31">
        <w:t xml:space="preserve"> </w:t>
      </w:r>
      <w:r>
        <w:t>identify</w:t>
      </w:r>
      <w:r w:rsidR="00C17D31">
        <w:t xml:space="preserve"> </w:t>
      </w:r>
      <w:r>
        <w:t>the</w:t>
      </w:r>
      <w:r w:rsidR="00C17D31">
        <w:t xml:space="preserve"> </w:t>
      </w:r>
      <w:r>
        <w:t>tenderer</w:t>
      </w:r>
      <w:r w:rsidR="00C17D31">
        <w:t xml:space="preserve"> </w:t>
      </w:r>
      <w:r>
        <w:t>by</w:t>
      </w:r>
      <w:r w:rsidR="00C17D31">
        <w:t xml:space="preserve"> </w:t>
      </w:r>
      <w:r>
        <w:t>including</w:t>
      </w:r>
      <w:r w:rsidR="00C17D31">
        <w:t xml:space="preserve"> </w:t>
      </w:r>
      <w:r>
        <w:t>their</w:t>
      </w:r>
      <w:r w:rsidR="00C17D31">
        <w:t xml:space="preserve"> </w:t>
      </w:r>
      <w:r>
        <w:t>name;</w:t>
      </w:r>
      <w:r w:rsidR="00C17D31">
        <w:t xml:space="preserve"> </w:t>
      </w:r>
      <w:r>
        <w:t>and</w:t>
      </w:r>
    </w:p>
    <w:p w14:paraId="3672BDC5" w14:textId="7EBB5D49" w:rsidR="00514A46" w:rsidRDefault="00514A46" w:rsidP="00C8034B">
      <w:pPr>
        <w:pStyle w:val="COTCOCLV4-ASDEFCON"/>
      </w:pPr>
      <w:r>
        <w:t>reflect</w:t>
      </w:r>
      <w:r w:rsidR="00C17D31">
        <w:t xml:space="preserve"> </w:t>
      </w:r>
      <w:r>
        <w:t>the</w:t>
      </w:r>
      <w:r w:rsidR="00C17D31">
        <w:t xml:space="preserve"> </w:t>
      </w:r>
      <w:r>
        <w:t>parts</w:t>
      </w:r>
      <w:r w:rsidR="00C17D31">
        <w:t xml:space="preserve"> </w:t>
      </w:r>
      <w:r>
        <w:t>of</w:t>
      </w:r>
      <w:r w:rsidR="00C17D31">
        <w:t xml:space="preserve"> </w:t>
      </w:r>
      <w:r>
        <w:t>the</w:t>
      </w:r>
      <w:r w:rsidR="00C17D31">
        <w:t xml:space="preserve"> </w:t>
      </w:r>
      <w:r>
        <w:t>response</w:t>
      </w:r>
      <w:r w:rsidR="00C17D31">
        <w:t xml:space="preserve"> </w:t>
      </w:r>
      <w:r>
        <w:t>they</w:t>
      </w:r>
      <w:r w:rsidR="00C17D31">
        <w:t xml:space="preserve"> </w:t>
      </w:r>
      <w:r>
        <w:t>represent,</w:t>
      </w:r>
      <w:r w:rsidR="00C17D31">
        <w:t xml:space="preserve"> </w:t>
      </w:r>
      <w:r>
        <w:t>where</w:t>
      </w:r>
      <w:r w:rsidR="00C17D31">
        <w:t xml:space="preserve"> </w:t>
      </w:r>
      <w:r>
        <w:t>the</w:t>
      </w:r>
      <w:r w:rsidR="00C17D31">
        <w:t xml:space="preserve"> </w:t>
      </w:r>
      <w:r>
        <w:t>response</w:t>
      </w:r>
      <w:r w:rsidR="00C17D31">
        <w:t xml:space="preserve"> </w:t>
      </w:r>
      <w:r>
        <w:t>comprises</w:t>
      </w:r>
      <w:r w:rsidR="00C17D31">
        <w:t xml:space="preserve"> </w:t>
      </w:r>
      <w:r>
        <w:t>multiple</w:t>
      </w:r>
      <w:r w:rsidR="00C17D31">
        <w:t xml:space="preserve"> </w:t>
      </w:r>
      <w:r>
        <w:t>files.</w:t>
      </w:r>
    </w:p>
    <w:p w14:paraId="6AE70495" w14:textId="342489A8" w:rsidR="00514A46" w:rsidRDefault="00514A46" w:rsidP="00C8034B">
      <w:pPr>
        <w:pStyle w:val="COTCOCLV3-ASDEFCON"/>
      </w:pPr>
      <w:r>
        <w:t>Tender</w:t>
      </w:r>
      <w:r w:rsidR="00C17D31">
        <w:t xml:space="preserve"> </w:t>
      </w:r>
      <w:r>
        <w:t>files</w:t>
      </w:r>
      <w:r w:rsidR="00C17D31">
        <w:t xml:space="preserve"> </w:t>
      </w:r>
      <w:r>
        <w:t>should</w:t>
      </w:r>
      <w:r w:rsidR="00C17D31">
        <w:t xml:space="preserve"> </w:t>
      </w:r>
      <w:r>
        <w:t>not</w:t>
      </w:r>
      <w:r w:rsidR="00C17D31">
        <w:t xml:space="preserve"> </w:t>
      </w:r>
      <w:r>
        <w:t>exceed</w:t>
      </w:r>
      <w:r w:rsidR="00C17D31">
        <w:t xml:space="preserve"> </w:t>
      </w:r>
      <w:r>
        <w:t>a</w:t>
      </w:r>
      <w:r w:rsidR="00C17D31">
        <w:t xml:space="preserve"> </w:t>
      </w:r>
      <w:r>
        <w:t>combined</w:t>
      </w:r>
      <w:r w:rsidR="00C17D31">
        <w:t xml:space="preserve"> </w:t>
      </w:r>
      <w:r>
        <w:t>file</w:t>
      </w:r>
      <w:r w:rsidR="00C17D31">
        <w:t xml:space="preserve"> </w:t>
      </w:r>
      <w:r>
        <w:t>size</w:t>
      </w:r>
      <w:r w:rsidR="00C17D31">
        <w:t xml:space="preserve"> </w:t>
      </w:r>
      <w:r>
        <w:t>of</w:t>
      </w:r>
      <w:r w:rsidR="00C17D31">
        <w:t xml:space="preserve"> </w:t>
      </w:r>
      <w:r>
        <w:t>500</w:t>
      </w:r>
      <w:r w:rsidR="00C17D31">
        <w:t xml:space="preserve"> </w:t>
      </w:r>
      <w:r>
        <w:t>megabytes</w:t>
      </w:r>
      <w:r w:rsidR="00C17D31">
        <w:t xml:space="preserve"> </w:t>
      </w:r>
      <w:r>
        <w:t>per</w:t>
      </w:r>
      <w:r w:rsidR="00C17D31">
        <w:t xml:space="preserve"> </w:t>
      </w:r>
      <w:r>
        <w:t>upload.</w:t>
      </w:r>
    </w:p>
    <w:p w14:paraId="3BA7B60D" w14:textId="5E6B1C1F" w:rsidR="00514A46" w:rsidRPr="00BC1156" w:rsidRDefault="00514A46" w:rsidP="00C8034B">
      <w:pPr>
        <w:pStyle w:val="COTCOCLV2-ASDEFCON"/>
      </w:pPr>
      <w:bookmarkStart w:id="299" w:name="_Toc381709626"/>
      <w:bookmarkStart w:id="300" w:name="_Toc381709868"/>
      <w:bookmarkStart w:id="301" w:name="_Toc381971243"/>
      <w:bookmarkStart w:id="302" w:name="_Toc384134062"/>
      <w:bookmarkStart w:id="303" w:name="_Toc384729969"/>
      <w:bookmarkStart w:id="304" w:name="_Toc384730075"/>
      <w:bookmarkStart w:id="305" w:name="_Toc384730181"/>
      <w:bookmarkStart w:id="306" w:name="_Toc384741970"/>
      <w:bookmarkStart w:id="307" w:name="_Toc384743187"/>
      <w:bookmarkStart w:id="308" w:name="_Toc384743346"/>
      <w:bookmarkStart w:id="309" w:name="_Toc384824659"/>
      <w:bookmarkStart w:id="310" w:name="_Toc384902200"/>
      <w:bookmarkStart w:id="311" w:name="_Toc381709627"/>
      <w:bookmarkStart w:id="312" w:name="_Toc381709869"/>
      <w:bookmarkStart w:id="313" w:name="_Toc381971244"/>
      <w:bookmarkStart w:id="314" w:name="_Toc384134063"/>
      <w:bookmarkStart w:id="315" w:name="_Toc384729970"/>
      <w:bookmarkStart w:id="316" w:name="_Toc384730076"/>
      <w:bookmarkStart w:id="317" w:name="_Toc384730182"/>
      <w:bookmarkStart w:id="318" w:name="_Toc384741971"/>
      <w:bookmarkStart w:id="319" w:name="_Toc384743188"/>
      <w:bookmarkStart w:id="320" w:name="_Toc384743347"/>
      <w:bookmarkStart w:id="321" w:name="_Toc384824660"/>
      <w:bookmarkStart w:id="322" w:name="_Toc384902201"/>
      <w:bookmarkStart w:id="323" w:name="_Hlt95891959"/>
      <w:bookmarkStart w:id="324" w:name="_Ref95287570"/>
      <w:bookmarkStart w:id="325" w:name="_Toc229445703"/>
      <w:bookmarkStart w:id="326" w:name="_Toc121903973"/>
      <w:bookmarkStart w:id="327" w:name="_Toc175208049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r w:rsidRPr="00BC1156">
        <w:t>Tender</w:t>
      </w:r>
      <w:r w:rsidR="00C17D31">
        <w:t xml:space="preserve"> </w:t>
      </w:r>
      <w:r>
        <w:t>Validity</w:t>
      </w:r>
      <w:r w:rsidR="00C17D31">
        <w:t xml:space="preserve"> </w:t>
      </w:r>
      <w:r>
        <w:t>Period</w:t>
      </w:r>
      <w:r w:rsidR="00C17D31">
        <w:t xml:space="preserve"> </w:t>
      </w:r>
      <w:r w:rsidRPr="00BC1156">
        <w:t>(Core)</w:t>
      </w:r>
      <w:bookmarkEnd w:id="324"/>
      <w:bookmarkEnd w:id="325"/>
      <w:bookmarkEnd w:id="326"/>
      <w:bookmarkEnd w:id="327"/>
    </w:p>
    <w:p w14:paraId="450244F1" w14:textId="2A1E8922" w:rsidR="00D5686F" w:rsidRDefault="00514A46" w:rsidP="00C8034B">
      <w:pPr>
        <w:pStyle w:val="COTCOCLV3-ASDEFCON"/>
      </w:pPr>
      <w:bookmarkStart w:id="328" w:name="_Ref95210969"/>
      <w:r w:rsidRPr="00BC1156">
        <w:t>The</w:t>
      </w:r>
      <w:r w:rsidR="00C17D31">
        <w:t xml:space="preserve"> </w:t>
      </w:r>
      <w:r w:rsidRPr="00BC1156">
        <w:t>Commonwealth</w:t>
      </w:r>
      <w:r w:rsidR="00C17D31">
        <w:t xml:space="preserve"> </w:t>
      </w:r>
      <w:r w:rsidRPr="00BC1156">
        <w:t>requires</w:t>
      </w:r>
      <w:r w:rsidR="00C17D31">
        <w:t xml:space="preserve"> </w:t>
      </w:r>
      <w:r w:rsidRPr="00BC1156">
        <w:t>that</w:t>
      </w:r>
      <w:r w:rsidR="00C17D31">
        <w:t xml:space="preserve"> </w:t>
      </w:r>
      <w:r w:rsidRPr="00BC1156">
        <w:t>tenders</w:t>
      </w:r>
      <w:r w:rsidR="00C17D31">
        <w:t xml:space="preserve"> </w:t>
      </w:r>
      <w:r w:rsidRPr="00BC1156">
        <w:t>submitted</w:t>
      </w:r>
      <w:r w:rsidR="00C17D31">
        <w:t xml:space="preserve"> </w:t>
      </w:r>
      <w:r w:rsidRPr="00BC1156">
        <w:t>in</w:t>
      </w:r>
      <w:r w:rsidR="00C17D31">
        <w:t xml:space="preserve"> </w:t>
      </w:r>
      <w:r w:rsidRPr="00BC1156">
        <w:t>response</w:t>
      </w:r>
      <w:r w:rsidR="00C17D31">
        <w:t xml:space="preserve"> </w:t>
      </w:r>
      <w:r w:rsidRPr="00BC1156">
        <w:t>to</w:t>
      </w:r>
      <w:r w:rsidR="00C17D31">
        <w:t xml:space="preserve"> </w:t>
      </w:r>
      <w:r w:rsidRPr="00BC1156">
        <w:t>this</w:t>
      </w:r>
      <w:r w:rsidR="00C17D31">
        <w:t xml:space="preserve"> </w:t>
      </w:r>
      <w:r w:rsidRPr="00BC1156">
        <w:t>RFT</w:t>
      </w:r>
      <w:r w:rsidR="00C17D31">
        <w:t xml:space="preserve"> </w:t>
      </w:r>
      <w:r w:rsidRPr="00BC1156">
        <w:t>remain</w:t>
      </w:r>
      <w:r w:rsidR="00C17D31">
        <w:t xml:space="preserve"> </w:t>
      </w:r>
      <w:r w:rsidRPr="00BC1156">
        <w:t>open</w:t>
      </w:r>
      <w:r w:rsidR="00C17D31">
        <w:t xml:space="preserve"> </w:t>
      </w:r>
      <w:r w:rsidRPr="00BC1156">
        <w:t>for</w:t>
      </w:r>
      <w:r w:rsidR="00C17D31">
        <w:t xml:space="preserve"> </w:t>
      </w:r>
      <w:r w:rsidRPr="00BC1156">
        <w:t>acceptance</w:t>
      </w:r>
      <w:r w:rsidR="00C17D31">
        <w:t xml:space="preserve"> </w:t>
      </w:r>
      <w:r>
        <w:rPr>
          <w:lang w:eastAsia="zh-CN"/>
        </w:rPr>
        <w:t>during</w:t>
      </w:r>
      <w:r w:rsidR="00C17D31">
        <w:rPr>
          <w:lang w:eastAsia="zh-CN"/>
        </w:rPr>
        <w:t xml:space="preserve"> </w:t>
      </w:r>
      <w:r>
        <w:rPr>
          <w:lang w:eastAsia="zh-CN"/>
        </w:rPr>
        <w:t>the</w:t>
      </w:r>
      <w:r w:rsidR="00C17D31">
        <w:rPr>
          <w:lang w:eastAsia="zh-CN"/>
        </w:rPr>
        <w:t xml:space="preserve"> </w:t>
      </w:r>
      <w:r>
        <w:rPr>
          <w:lang w:eastAsia="zh-CN"/>
        </w:rPr>
        <w:t>Tender</w:t>
      </w:r>
      <w:r w:rsidR="00C17D31">
        <w:rPr>
          <w:lang w:eastAsia="zh-CN"/>
        </w:rPr>
        <w:t xml:space="preserve"> </w:t>
      </w:r>
      <w:r>
        <w:rPr>
          <w:lang w:eastAsia="zh-CN"/>
        </w:rPr>
        <w:t>Validity</w:t>
      </w:r>
      <w:r w:rsidR="00C17D31">
        <w:rPr>
          <w:lang w:eastAsia="zh-CN"/>
        </w:rPr>
        <w:t xml:space="preserve"> </w:t>
      </w:r>
      <w:r>
        <w:rPr>
          <w:lang w:eastAsia="zh-CN"/>
        </w:rPr>
        <w:t>Period</w:t>
      </w:r>
      <w:r w:rsidR="00C17D31">
        <w:rPr>
          <w:lang w:eastAsia="zh-CN"/>
        </w:rPr>
        <w:t xml:space="preserve"> </w:t>
      </w:r>
      <w:r>
        <w:rPr>
          <w:lang w:eastAsia="zh-CN"/>
        </w:rPr>
        <w:t>specified</w:t>
      </w:r>
      <w:r w:rsidR="00C17D31">
        <w:rPr>
          <w:lang w:eastAsia="zh-CN"/>
        </w:rPr>
        <w:t xml:space="preserve"> </w:t>
      </w:r>
      <w:r>
        <w:rPr>
          <w:lang w:eastAsia="zh-CN"/>
        </w:rPr>
        <w:t>in</w:t>
      </w:r>
      <w:r w:rsidR="00C17D31">
        <w:rPr>
          <w:lang w:eastAsia="zh-CN"/>
        </w:rPr>
        <w:t xml:space="preserve"> </w:t>
      </w:r>
      <w:r>
        <w:rPr>
          <w:lang w:eastAsia="zh-CN"/>
        </w:rPr>
        <w:t>the</w:t>
      </w:r>
      <w:r w:rsidR="00C17D31">
        <w:rPr>
          <w:lang w:eastAsia="zh-CN"/>
        </w:rPr>
        <w:t xml:space="preserve"> </w:t>
      </w:r>
      <w:r>
        <w:rPr>
          <w:lang w:eastAsia="zh-CN"/>
        </w:rPr>
        <w:t>Tender</w:t>
      </w:r>
      <w:r w:rsidR="00C17D31">
        <w:rPr>
          <w:lang w:eastAsia="zh-CN"/>
        </w:rPr>
        <w:t xml:space="preserve"> </w:t>
      </w:r>
      <w:r>
        <w:rPr>
          <w:lang w:eastAsia="zh-CN"/>
        </w:rPr>
        <w:t>Details</w:t>
      </w:r>
      <w:r w:rsidR="00C17D31">
        <w:rPr>
          <w:lang w:eastAsia="zh-CN"/>
        </w:rPr>
        <w:t xml:space="preserve"> </w:t>
      </w:r>
      <w:r>
        <w:rPr>
          <w:lang w:eastAsia="zh-CN"/>
        </w:rPr>
        <w:t>Schedule</w:t>
      </w:r>
      <w:r w:rsidRPr="00BC1156">
        <w:t>.</w:t>
      </w:r>
      <w:bookmarkEnd w:id="328"/>
    </w:p>
    <w:p w14:paraId="10C88B2A" w14:textId="566E6C80" w:rsidR="00514A46" w:rsidRPr="00C85005" w:rsidRDefault="00514A46" w:rsidP="00C8034B">
      <w:pPr>
        <w:pStyle w:val="NoteToDrafters-ASDEFCON"/>
      </w:pPr>
      <w:r w:rsidRPr="00C85005">
        <w:t>Note</w:t>
      </w:r>
      <w:r w:rsidR="00C17D31">
        <w:t xml:space="preserve"> </w:t>
      </w:r>
      <w:r w:rsidRPr="00C85005">
        <w:t>to</w:t>
      </w:r>
      <w:r w:rsidR="00C17D31">
        <w:t xml:space="preserve"> </w:t>
      </w:r>
      <w:r w:rsidRPr="00C85005">
        <w:t>drafters:</w:t>
      </w:r>
      <w:r w:rsidR="00C17D31">
        <w:t xml:space="preserve">  </w:t>
      </w:r>
      <w:r>
        <w:t>I</w:t>
      </w:r>
      <w:r w:rsidRPr="00C85005">
        <w:t>f</w:t>
      </w:r>
      <w:r w:rsidR="00C17D31">
        <w:t xml:space="preserve"> </w:t>
      </w:r>
      <w:r w:rsidRPr="00C85005">
        <w:t>this</w:t>
      </w:r>
      <w:r w:rsidR="00C17D31">
        <w:t xml:space="preserve"> </w:t>
      </w:r>
      <w:r w:rsidRPr="00C85005">
        <w:t>extension</w:t>
      </w:r>
      <w:r w:rsidR="00C17D31">
        <w:t xml:space="preserve"> </w:t>
      </w:r>
      <w:r w:rsidRPr="00C85005">
        <w:t>period</w:t>
      </w:r>
      <w:r w:rsidR="00C17D31">
        <w:t xml:space="preserve"> </w:t>
      </w:r>
      <w:r w:rsidRPr="00C85005">
        <w:t>is</w:t>
      </w:r>
      <w:r w:rsidR="00C17D31">
        <w:t xml:space="preserve"> </w:t>
      </w:r>
      <w:r w:rsidRPr="00C85005">
        <w:t>inappropriate,</w:t>
      </w:r>
      <w:r w:rsidR="00C17D31">
        <w:t xml:space="preserve"> </w:t>
      </w:r>
      <w:r w:rsidRPr="00C85005">
        <w:t>specify</w:t>
      </w:r>
      <w:r w:rsidR="00C17D31">
        <w:t xml:space="preserve"> </w:t>
      </w:r>
      <w:r w:rsidRPr="00C85005">
        <w:t>another</w:t>
      </w:r>
      <w:r w:rsidR="00C17D31">
        <w:t xml:space="preserve"> </w:t>
      </w:r>
      <w:r w:rsidRPr="00C85005">
        <w:t>period</w:t>
      </w:r>
      <w:r w:rsidR="00C17D31">
        <w:t xml:space="preserve"> </w:t>
      </w:r>
      <w:r w:rsidRPr="00C85005">
        <w:t>of</w:t>
      </w:r>
      <w:r w:rsidR="00C17D31">
        <w:t xml:space="preserve"> </w:t>
      </w:r>
      <w:r w:rsidRPr="00C85005">
        <w:t>extension.</w:t>
      </w:r>
    </w:p>
    <w:p w14:paraId="788F85AC" w14:textId="5D451654" w:rsidR="00514A46" w:rsidRPr="00BC1156" w:rsidRDefault="00514A46" w:rsidP="00C8034B">
      <w:pPr>
        <w:pStyle w:val="COTCOCLV3-ASDEFCON"/>
      </w:pPr>
      <w:bookmarkStart w:id="329" w:name="_Ref6468253"/>
      <w:r w:rsidRPr="00F264AC">
        <w:t>If</w:t>
      </w:r>
      <w:r w:rsidR="00C17D31">
        <w:t xml:space="preserve"> </w:t>
      </w:r>
      <w:r w:rsidRPr="00F264AC">
        <w:t>this</w:t>
      </w:r>
      <w:r w:rsidR="00C17D31">
        <w:t xml:space="preserve"> </w:t>
      </w:r>
      <w:r w:rsidRPr="00F264AC">
        <w:t>procurement</w:t>
      </w:r>
      <w:r w:rsidR="00C17D31">
        <w:t xml:space="preserve"> </w:t>
      </w:r>
      <w:r w:rsidRPr="00F264AC">
        <w:t>is</w:t>
      </w:r>
      <w:r w:rsidR="00C17D31">
        <w:t xml:space="preserve"> </w:t>
      </w:r>
      <w:r w:rsidRPr="00F264AC">
        <w:t>suspended</w:t>
      </w:r>
      <w:r w:rsidR="00C17D31">
        <w:t xml:space="preserve"> </w:t>
      </w:r>
      <w:r w:rsidRPr="00F264AC">
        <w:t>under</w:t>
      </w:r>
      <w:r w:rsidR="00C17D31">
        <w:t xml:space="preserve"> </w:t>
      </w:r>
      <w:r w:rsidRPr="00F264AC">
        <w:t>the</w:t>
      </w:r>
      <w:r w:rsidR="00C17D31">
        <w:t xml:space="preserve"> </w:t>
      </w:r>
      <w:r w:rsidRPr="00A334E1">
        <w:rPr>
          <w:i/>
        </w:rPr>
        <w:t>Government</w:t>
      </w:r>
      <w:r w:rsidR="00C17D31">
        <w:rPr>
          <w:i/>
        </w:rPr>
        <w:t xml:space="preserve"> </w:t>
      </w:r>
      <w:r w:rsidRPr="00A334E1">
        <w:rPr>
          <w:i/>
        </w:rPr>
        <w:t>Procurement</w:t>
      </w:r>
      <w:r w:rsidR="00C17D31">
        <w:rPr>
          <w:i/>
        </w:rPr>
        <w:t xml:space="preserve"> </w:t>
      </w:r>
      <w:r w:rsidRPr="00A334E1">
        <w:rPr>
          <w:i/>
        </w:rPr>
        <w:t>(Judicial</w:t>
      </w:r>
      <w:r w:rsidR="00C17D31">
        <w:rPr>
          <w:i/>
        </w:rPr>
        <w:t xml:space="preserve"> </w:t>
      </w:r>
      <w:r w:rsidRPr="00A334E1">
        <w:rPr>
          <w:i/>
        </w:rPr>
        <w:t>Review)</w:t>
      </w:r>
      <w:r w:rsidR="00C17D31">
        <w:rPr>
          <w:i/>
        </w:rPr>
        <w:t xml:space="preserve"> </w:t>
      </w:r>
      <w:r w:rsidRPr="00A334E1">
        <w:rPr>
          <w:i/>
        </w:rPr>
        <w:t>Act</w:t>
      </w:r>
      <w:r w:rsidR="00C17D31">
        <w:rPr>
          <w:i/>
        </w:rPr>
        <w:t xml:space="preserve"> </w:t>
      </w:r>
      <w:r w:rsidRPr="00A334E1">
        <w:rPr>
          <w:i/>
        </w:rPr>
        <w:t>2018</w:t>
      </w:r>
      <w:r w:rsidR="00C17D31">
        <w:t xml:space="preserve"> </w:t>
      </w:r>
      <w:r w:rsidRPr="00F264AC">
        <w:t>(Cth),</w:t>
      </w:r>
      <w:r w:rsidR="00C17D31">
        <w:t xml:space="preserve"> </w:t>
      </w:r>
      <w:r w:rsidRPr="00F264AC">
        <w:t>the</w:t>
      </w:r>
      <w:r w:rsidR="00C17D31">
        <w:t xml:space="preserve"> </w:t>
      </w:r>
      <w:r w:rsidRPr="00F264AC">
        <w:t>Tender</w:t>
      </w:r>
      <w:r w:rsidR="00C17D31">
        <w:t xml:space="preserve"> </w:t>
      </w:r>
      <w:r w:rsidRPr="00F264AC">
        <w:t>Validity</w:t>
      </w:r>
      <w:r w:rsidR="00C17D31">
        <w:t xml:space="preserve"> </w:t>
      </w:r>
      <w:r w:rsidRPr="00F264AC">
        <w:t>Period</w:t>
      </w:r>
      <w:r w:rsidR="00C17D31">
        <w:t xml:space="preserve"> </w:t>
      </w:r>
      <w:r w:rsidRPr="00F264AC">
        <w:t>is</w:t>
      </w:r>
      <w:r w:rsidR="00C17D31">
        <w:t xml:space="preserve"> </w:t>
      </w:r>
      <w:r w:rsidRPr="00F264AC">
        <w:t>extended</w:t>
      </w:r>
      <w:r w:rsidR="00C17D31">
        <w:t xml:space="preserve"> </w:t>
      </w:r>
      <w:r w:rsidRPr="00F264AC">
        <w:t>by</w:t>
      </w:r>
      <w:r w:rsidR="00C17D31">
        <w:t xml:space="preserve"> </w:t>
      </w:r>
      <w:r w:rsidRPr="00F264AC">
        <w:t>the</w:t>
      </w:r>
      <w:r w:rsidR="00C17D31">
        <w:t xml:space="preserve"> </w:t>
      </w:r>
      <w:r w:rsidRPr="00F264AC">
        <w:t>period</w:t>
      </w:r>
      <w:r w:rsidR="00C17D31">
        <w:t xml:space="preserve"> </w:t>
      </w:r>
      <w:r w:rsidRPr="00F264AC">
        <w:t>of</w:t>
      </w:r>
      <w:r w:rsidR="00C17D31">
        <w:t xml:space="preserve"> </w:t>
      </w:r>
      <w:r w:rsidRPr="00F264AC">
        <w:t>suspension,</w:t>
      </w:r>
      <w:r w:rsidR="00C17D31">
        <w:t xml:space="preserve"> </w:t>
      </w:r>
      <w:r w:rsidRPr="00F264AC">
        <w:t>up</w:t>
      </w:r>
      <w:r w:rsidR="00C17D31">
        <w:t xml:space="preserve"> </w:t>
      </w:r>
      <w:r w:rsidRPr="00F264AC">
        <w:t>to</w:t>
      </w:r>
      <w:r w:rsidR="00C17D31">
        <w:t xml:space="preserve"> </w:t>
      </w:r>
      <w:r w:rsidRPr="00A334E1">
        <w:rPr>
          <w:b/>
        </w:rPr>
        <w:fldChar w:fldCharType="begin">
          <w:ffData>
            <w:name w:val="Text9"/>
            <w:enabled/>
            <w:calcOnExit w:val="0"/>
            <w:textInput>
              <w:default w:val="[twice the period of the Tender Validity Period specified in the Tender Details Schedule]"/>
            </w:textInput>
          </w:ffData>
        </w:fldChar>
      </w:r>
      <w:r w:rsidRPr="00A334E1">
        <w:rPr>
          <w:b/>
        </w:rPr>
        <w:instrText xml:space="preserve"> FORMTEXT </w:instrText>
      </w:r>
      <w:r w:rsidRPr="00A334E1">
        <w:rPr>
          <w:b/>
        </w:rPr>
      </w:r>
      <w:r w:rsidRPr="00A334E1">
        <w:rPr>
          <w:b/>
        </w:rPr>
        <w:fldChar w:fldCharType="separate"/>
      </w:r>
      <w:r w:rsidR="00266516">
        <w:rPr>
          <w:b/>
          <w:noProof/>
        </w:rPr>
        <w:t>[twice the period of the Tender Validity Period specified in the Tender Details Schedule]</w:t>
      </w:r>
      <w:r w:rsidRPr="00A334E1">
        <w:rPr>
          <w:b/>
        </w:rPr>
        <w:fldChar w:fldCharType="end"/>
      </w:r>
      <w:r w:rsidRPr="00F264AC">
        <w:t>.</w:t>
      </w:r>
      <w:bookmarkEnd w:id="329"/>
    </w:p>
    <w:p w14:paraId="35081943" w14:textId="686484F1" w:rsidR="00514A46" w:rsidRPr="00BC1156" w:rsidRDefault="00514A46" w:rsidP="00C8034B">
      <w:pPr>
        <w:pStyle w:val="COTCOCLV3-ASDEFCON"/>
      </w:pPr>
      <w:bookmarkStart w:id="330" w:name="_Ref6389963"/>
      <w:r>
        <w:t>Without</w:t>
      </w:r>
      <w:r w:rsidR="00C17D31">
        <w:t xml:space="preserve"> </w:t>
      </w:r>
      <w:r>
        <w:t>limiting</w:t>
      </w:r>
      <w:r w:rsidR="00C17D31">
        <w:t xml:space="preserve"> </w:t>
      </w:r>
      <w:r>
        <w:t>clause</w:t>
      </w:r>
      <w:r w:rsidR="00C17D31">
        <w:t xml:space="preserve"> </w:t>
      </w:r>
      <w:r>
        <w:fldChar w:fldCharType="begin"/>
      </w:r>
      <w:r>
        <w:instrText xml:space="preserve"> REF _Ref6468253 \r \h </w:instrText>
      </w:r>
      <w:r>
        <w:fldChar w:fldCharType="separate"/>
      </w:r>
      <w:r w:rsidR="00857305">
        <w:t>2.8.2</w:t>
      </w:r>
      <w:r>
        <w:fldChar w:fldCharType="end"/>
      </w:r>
      <w:r>
        <w:t>,</w:t>
      </w:r>
      <w:r w:rsidR="00C17D31">
        <w:t xml:space="preserve"> </w:t>
      </w:r>
      <w:r>
        <w:t>t</w:t>
      </w:r>
      <w:r w:rsidRPr="00BC1156">
        <w:t>he</w:t>
      </w:r>
      <w:r w:rsidR="00C17D31">
        <w:t xml:space="preserve"> </w:t>
      </w:r>
      <w:r w:rsidRPr="00BC1156">
        <w:t>Commonwealth</w:t>
      </w:r>
      <w:r w:rsidR="00C17D31">
        <w:t xml:space="preserve"> </w:t>
      </w:r>
      <w:r w:rsidRPr="00BC1156">
        <w:t>may</w:t>
      </w:r>
      <w:r w:rsidR="00C17D31">
        <w:t xml:space="preserve"> </w:t>
      </w:r>
      <w:r w:rsidRPr="00BC1156">
        <w:t>request</w:t>
      </w:r>
      <w:r w:rsidR="00C17D31">
        <w:t xml:space="preserve"> </w:t>
      </w:r>
      <w:r w:rsidRPr="00BC1156">
        <w:t>an</w:t>
      </w:r>
      <w:r w:rsidR="00C17D31">
        <w:t xml:space="preserve"> </w:t>
      </w:r>
      <w:r w:rsidRPr="00BC1156">
        <w:t>extension</w:t>
      </w:r>
      <w:r w:rsidR="00C17D31">
        <w:t xml:space="preserve"> </w:t>
      </w:r>
      <w:r w:rsidRPr="00FD4DA6">
        <w:rPr>
          <w:lang w:eastAsia="zh-CN"/>
        </w:rPr>
        <w:t>of</w:t>
      </w:r>
      <w:r w:rsidR="00C17D31">
        <w:rPr>
          <w:lang w:eastAsia="zh-CN"/>
        </w:rPr>
        <w:t xml:space="preserve"> </w:t>
      </w:r>
      <w:r w:rsidRPr="00FD4DA6">
        <w:rPr>
          <w:lang w:eastAsia="zh-CN"/>
        </w:rPr>
        <w:t>the</w:t>
      </w:r>
      <w:r w:rsidR="00C17D31">
        <w:rPr>
          <w:lang w:eastAsia="zh-CN"/>
        </w:rPr>
        <w:t xml:space="preserve"> </w:t>
      </w:r>
      <w:r>
        <w:rPr>
          <w:lang w:eastAsia="zh-CN"/>
        </w:rPr>
        <w:t>Tender</w:t>
      </w:r>
      <w:r w:rsidR="00C17D31">
        <w:rPr>
          <w:lang w:eastAsia="zh-CN"/>
        </w:rPr>
        <w:t xml:space="preserve"> </w:t>
      </w:r>
      <w:r>
        <w:rPr>
          <w:lang w:eastAsia="zh-CN"/>
        </w:rPr>
        <w:t>Validity</w:t>
      </w:r>
      <w:r w:rsidR="00C17D31">
        <w:rPr>
          <w:lang w:eastAsia="zh-CN"/>
        </w:rPr>
        <w:t xml:space="preserve"> </w:t>
      </w:r>
      <w:r>
        <w:rPr>
          <w:lang w:eastAsia="zh-CN"/>
        </w:rPr>
        <w:t>Period</w:t>
      </w:r>
      <w:r w:rsidRPr="00BC1156">
        <w:t>.</w:t>
      </w:r>
      <w:bookmarkEnd w:id="330"/>
    </w:p>
    <w:p w14:paraId="12BDE9E6" w14:textId="11A0E9E0" w:rsidR="00514A46" w:rsidRPr="00BC1156" w:rsidRDefault="00514A46" w:rsidP="00C8034B">
      <w:pPr>
        <w:pStyle w:val="COTCOCLV2-ASDEFCON"/>
      </w:pPr>
      <w:bookmarkStart w:id="331" w:name="_Toc229445705"/>
      <w:bookmarkStart w:id="332" w:name="_Toc121903974"/>
      <w:bookmarkStart w:id="333" w:name="_Toc175208050"/>
      <w:r w:rsidRPr="00BC1156">
        <w:t>Alterations,</w:t>
      </w:r>
      <w:r w:rsidR="00C17D31">
        <w:t xml:space="preserve"> </w:t>
      </w:r>
      <w:r w:rsidRPr="00BC1156">
        <w:t>Erasures</w:t>
      </w:r>
      <w:r w:rsidR="00C17D31">
        <w:t xml:space="preserve"> </w:t>
      </w:r>
      <w:r>
        <w:t>and</w:t>
      </w:r>
      <w:r w:rsidR="00C17D31">
        <w:t xml:space="preserve"> </w:t>
      </w:r>
      <w:r w:rsidRPr="00BC1156">
        <w:t>Illegibility</w:t>
      </w:r>
      <w:r w:rsidR="00C17D31">
        <w:t xml:space="preserve"> </w:t>
      </w:r>
      <w:r w:rsidRPr="00BC1156">
        <w:t>(Core)</w:t>
      </w:r>
      <w:bookmarkEnd w:id="331"/>
      <w:bookmarkEnd w:id="332"/>
      <w:bookmarkEnd w:id="333"/>
    </w:p>
    <w:p w14:paraId="1AC2C5C5" w14:textId="35F106F0" w:rsidR="00514A46" w:rsidRPr="00BC1156" w:rsidRDefault="00514A46" w:rsidP="00C8034B">
      <w:pPr>
        <w:pStyle w:val="COTCOCLV3-ASDEFCON"/>
      </w:pPr>
      <w:r w:rsidRPr="00BC1156">
        <w:t>Any</w:t>
      </w:r>
      <w:r w:rsidR="00C17D31">
        <w:t xml:space="preserve"> </w:t>
      </w:r>
      <w:r w:rsidRPr="00BC1156">
        <w:t>alterations</w:t>
      </w:r>
      <w:r w:rsidR="00C17D31">
        <w:t xml:space="preserve"> </w:t>
      </w:r>
      <w:r w:rsidRPr="00BC1156">
        <w:t>or</w:t>
      </w:r>
      <w:r w:rsidR="00C17D31">
        <w:t xml:space="preserve"> </w:t>
      </w:r>
      <w:r w:rsidRPr="00BC1156">
        <w:t>erasures</w:t>
      </w:r>
      <w:r w:rsidR="00C17D31">
        <w:t xml:space="preserve"> </w:t>
      </w:r>
      <w:r w:rsidRPr="00BC1156">
        <w:t>made</w:t>
      </w:r>
      <w:r w:rsidR="00C17D31">
        <w:t xml:space="preserve"> </w:t>
      </w:r>
      <w:r w:rsidRPr="00BC1156">
        <w:t>to</w:t>
      </w:r>
      <w:r w:rsidR="00C17D31">
        <w:t xml:space="preserve"> </w:t>
      </w:r>
      <w:r w:rsidRPr="00BC1156">
        <w:t>a</w:t>
      </w:r>
      <w:r w:rsidR="00C17D31">
        <w:t xml:space="preserve"> </w:t>
      </w:r>
      <w:r w:rsidRPr="00BC1156">
        <w:t>tender</w:t>
      </w:r>
      <w:r w:rsidR="00C17D31">
        <w:t xml:space="preserve"> </w:t>
      </w:r>
      <w:r w:rsidRPr="00BC1156">
        <w:t>by</w:t>
      </w:r>
      <w:r w:rsidR="00C17D31">
        <w:t xml:space="preserve"> </w:t>
      </w:r>
      <w:r w:rsidRPr="00BC1156">
        <w:t>a</w:t>
      </w:r>
      <w:r w:rsidR="00C17D31">
        <w:t xml:space="preserve"> </w:t>
      </w:r>
      <w:r w:rsidRPr="00BC1156">
        <w:t>tenderer</w:t>
      </w:r>
      <w:r w:rsidR="00C17D31">
        <w:t xml:space="preserve"> </w:t>
      </w:r>
      <w:r>
        <w:t>are</w:t>
      </w:r>
      <w:r w:rsidR="00C17D31">
        <w:t xml:space="preserve"> </w:t>
      </w:r>
      <w:r>
        <w:t>to</w:t>
      </w:r>
      <w:r w:rsidR="00C17D31">
        <w:t xml:space="preserve"> </w:t>
      </w:r>
      <w:r w:rsidRPr="00BC1156">
        <w:t>be</w:t>
      </w:r>
      <w:r w:rsidR="00C17D31">
        <w:t xml:space="preserve"> </w:t>
      </w:r>
      <w:r w:rsidRPr="00BC1156">
        <w:t>initialled</w:t>
      </w:r>
      <w:r w:rsidR="00C17D31">
        <w:t xml:space="preserve"> </w:t>
      </w:r>
      <w:r w:rsidRPr="00BC1156">
        <w:t>by</w:t>
      </w:r>
      <w:r w:rsidR="00C17D31">
        <w:t xml:space="preserve"> </w:t>
      </w:r>
      <w:r w:rsidRPr="00BC1156">
        <w:t>that</w:t>
      </w:r>
      <w:r w:rsidR="00C17D31">
        <w:t xml:space="preserve"> </w:t>
      </w:r>
      <w:r w:rsidRPr="00BC1156">
        <w:t>tenderer.</w:t>
      </w:r>
      <w:r w:rsidR="00C17D31">
        <w:t xml:space="preserve">  </w:t>
      </w:r>
      <w:r w:rsidRPr="00BC1156">
        <w:t>Tenders</w:t>
      </w:r>
      <w:r w:rsidR="00C17D31">
        <w:t xml:space="preserve"> </w:t>
      </w:r>
      <w:r w:rsidRPr="00BC1156">
        <w:t>containing</w:t>
      </w:r>
      <w:r w:rsidR="00C17D31">
        <w:t xml:space="preserve"> </w:t>
      </w:r>
      <w:r w:rsidRPr="00BC1156">
        <w:t>alterations</w:t>
      </w:r>
      <w:r w:rsidR="00C17D31">
        <w:t xml:space="preserve"> </w:t>
      </w:r>
      <w:r w:rsidRPr="00BC1156">
        <w:t>or</w:t>
      </w:r>
      <w:r w:rsidR="00C17D31">
        <w:t xml:space="preserve"> </w:t>
      </w:r>
      <w:r w:rsidRPr="00BC1156">
        <w:t>erasures</w:t>
      </w:r>
      <w:r w:rsidR="00C17D31">
        <w:t xml:space="preserve"> </w:t>
      </w:r>
      <w:r w:rsidRPr="00BC1156">
        <w:t>that</w:t>
      </w:r>
      <w:r w:rsidR="00C17D31">
        <w:t xml:space="preserve"> </w:t>
      </w:r>
      <w:r w:rsidRPr="00BC1156">
        <w:t>are</w:t>
      </w:r>
      <w:r w:rsidR="00C17D31">
        <w:t xml:space="preserve"> </w:t>
      </w:r>
      <w:r w:rsidRPr="00BC1156">
        <w:t>not</w:t>
      </w:r>
      <w:r w:rsidR="00C17D31">
        <w:t xml:space="preserve"> </w:t>
      </w:r>
      <w:r w:rsidRPr="00BC1156">
        <w:t>initialled</w:t>
      </w:r>
      <w:r w:rsidR="00C17D31">
        <w:t xml:space="preserve"> </w:t>
      </w:r>
      <w:r w:rsidRPr="00BC1156">
        <w:t>or</w:t>
      </w:r>
      <w:r w:rsidR="00C17D31">
        <w:t xml:space="preserve"> </w:t>
      </w:r>
      <w:r w:rsidRPr="00BC1156">
        <w:t>pricing</w:t>
      </w:r>
      <w:r w:rsidR="00C17D31">
        <w:t xml:space="preserve"> </w:t>
      </w:r>
      <w:r w:rsidRPr="00BC1156">
        <w:t>or</w:t>
      </w:r>
      <w:r w:rsidR="00C17D31">
        <w:t xml:space="preserve"> </w:t>
      </w:r>
      <w:r w:rsidRPr="00BC1156">
        <w:t>other</w:t>
      </w:r>
      <w:r w:rsidR="00C17D31">
        <w:t xml:space="preserve"> </w:t>
      </w:r>
      <w:r w:rsidRPr="00BC1156">
        <w:t>information</w:t>
      </w:r>
      <w:r w:rsidR="00C17D31">
        <w:t xml:space="preserve"> </w:t>
      </w:r>
      <w:r w:rsidRPr="00BC1156">
        <w:t>that</w:t>
      </w:r>
      <w:r w:rsidR="00C17D31">
        <w:t xml:space="preserve"> </w:t>
      </w:r>
      <w:r w:rsidRPr="00BC1156">
        <w:t>is</w:t>
      </w:r>
      <w:r w:rsidR="00C17D31">
        <w:t xml:space="preserve"> </w:t>
      </w:r>
      <w:r w:rsidRPr="00BC1156">
        <w:t>not</w:t>
      </w:r>
      <w:r w:rsidR="00C17D31">
        <w:t xml:space="preserve"> </w:t>
      </w:r>
      <w:r w:rsidRPr="00BC1156">
        <w:t>stated</w:t>
      </w:r>
      <w:r w:rsidR="00C17D31">
        <w:t xml:space="preserve"> </w:t>
      </w:r>
      <w:r w:rsidRPr="00BC1156">
        <w:t>clearly</w:t>
      </w:r>
      <w:r w:rsidR="00C17D31">
        <w:t xml:space="preserve"> </w:t>
      </w:r>
      <w:r w:rsidRPr="00BC1156">
        <w:t>and</w:t>
      </w:r>
      <w:r w:rsidR="00C17D31">
        <w:t xml:space="preserve"> </w:t>
      </w:r>
      <w:r w:rsidRPr="00BC1156">
        <w:t>legibly</w:t>
      </w:r>
      <w:r w:rsidR="00C17D31">
        <w:t xml:space="preserve"> </w:t>
      </w:r>
      <w:r w:rsidRPr="00BC1156">
        <w:t>may</w:t>
      </w:r>
      <w:r w:rsidR="00C17D31">
        <w:t xml:space="preserve"> </w:t>
      </w:r>
      <w:r w:rsidRPr="00BC1156">
        <w:t>be</w:t>
      </w:r>
      <w:r w:rsidR="00C17D31">
        <w:t xml:space="preserve"> </w:t>
      </w:r>
      <w:r w:rsidRPr="00BC1156">
        <w:t>excluded</w:t>
      </w:r>
      <w:r w:rsidR="00C17D31">
        <w:t xml:space="preserve"> </w:t>
      </w:r>
      <w:r w:rsidRPr="00BC1156">
        <w:t>from</w:t>
      </w:r>
      <w:r w:rsidR="00C17D31">
        <w:t xml:space="preserve"> </w:t>
      </w:r>
      <w:r w:rsidRPr="00BC1156">
        <w:t>consideration.</w:t>
      </w:r>
    </w:p>
    <w:p w14:paraId="3D29C64C" w14:textId="6C8B941D" w:rsidR="00514A46" w:rsidRPr="00BC1156" w:rsidRDefault="00514A46" w:rsidP="00C8034B">
      <w:pPr>
        <w:pStyle w:val="COTCOCLV2-ASDEFCON"/>
      </w:pPr>
      <w:bookmarkStart w:id="334" w:name="_Ref96416828"/>
      <w:bookmarkStart w:id="335" w:name="_Ref97548428"/>
      <w:bookmarkStart w:id="336" w:name="_Toc229445706"/>
      <w:bookmarkStart w:id="337" w:name="_Ref433893792"/>
      <w:bookmarkStart w:id="338" w:name="_Toc121903975"/>
      <w:bookmarkStart w:id="339" w:name="_Toc175208051"/>
      <w:r w:rsidRPr="00BC1156">
        <w:t>Unintentional</w:t>
      </w:r>
      <w:r w:rsidR="00C17D31">
        <w:t xml:space="preserve"> </w:t>
      </w:r>
      <w:r w:rsidRPr="00BC1156">
        <w:t>Errors</w:t>
      </w:r>
      <w:r w:rsidR="00C17D31">
        <w:t xml:space="preserve"> </w:t>
      </w:r>
      <w:r w:rsidRPr="00BC1156">
        <w:t>of</w:t>
      </w:r>
      <w:r w:rsidR="00C17D31">
        <w:t xml:space="preserve"> </w:t>
      </w:r>
      <w:r w:rsidRPr="00BC1156">
        <w:t>Form</w:t>
      </w:r>
      <w:bookmarkEnd w:id="334"/>
      <w:bookmarkEnd w:id="335"/>
      <w:r w:rsidR="00C17D31">
        <w:t xml:space="preserve"> </w:t>
      </w:r>
      <w:r w:rsidRPr="00BC1156">
        <w:t>(</w:t>
      </w:r>
      <w:r>
        <w:t>Optional</w:t>
      </w:r>
      <w:r w:rsidRPr="00BC1156">
        <w:t>)</w:t>
      </w:r>
      <w:bookmarkEnd w:id="336"/>
      <w:bookmarkEnd w:id="337"/>
      <w:bookmarkEnd w:id="338"/>
      <w:bookmarkEnd w:id="339"/>
    </w:p>
    <w:p w14:paraId="06A92023" w14:textId="388E9EEA" w:rsidR="00514A46" w:rsidRDefault="00514A46" w:rsidP="00C8034B">
      <w:pPr>
        <w:pStyle w:val="NoteToDrafters-ASDEFCON"/>
      </w:pPr>
      <w:r>
        <w:t>Note</w:t>
      </w:r>
      <w:r w:rsidR="00C17D31">
        <w:t xml:space="preserve"> </w:t>
      </w:r>
      <w:r>
        <w:t>to</w:t>
      </w:r>
      <w:r w:rsidR="00C17D31">
        <w:t xml:space="preserve"> </w:t>
      </w:r>
      <w:r>
        <w:t>drafters:</w:t>
      </w:r>
      <w:r w:rsidR="00C17D31">
        <w:t xml:space="preserve">  </w:t>
      </w:r>
      <w:r>
        <w:t>This</w:t>
      </w:r>
      <w:r w:rsidR="00C17D31">
        <w:t xml:space="preserve"> </w:t>
      </w:r>
      <w:r>
        <w:t>clause</w:t>
      </w:r>
      <w:r w:rsidR="00C17D31">
        <w:t xml:space="preserve"> </w:t>
      </w:r>
      <w:r w:rsidR="00367BC3">
        <w:t>must</w:t>
      </w:r>
      <w:r w:rsidR="00C17D31">
        <w:t xml:space="preserve"> </w:t>
      </w:r>
      <w:r>
        <w:t>be</w:t>
      </w:r>
      <w:r w:rsidR="00C17D31">
        <w:t xml:space="preserve"> </w:t>
      </w:r>
      <w:r>
        <w:t>used</w:t>
      </w:r>
      <w:r w:rsidR="00C17D31">
        <w:t xml:space="preserve"> </w:t>
      </w:r>
      <w:r>
        <w:t>when</w:t>
      </w:r>
      <w:r w:rsidR="00C17D31">
        <w:t xml:space="preserve"> </w:t>
      </w:r>
      <w:r>
        <w:t>the</w:t>
      </w:r>
      <w:r w:rsidR="00C17D31">
        <w:t xml:space="preserve"> </w:t>
      </w:r>
      <w:r>
        <w:t>procurement</w:t>
      </w:r>
      <w:r w:rsidR="00C17D31">
        <w:t xml:space="preserve"> </w:t>
      </w:r>
      <w:r>
        <w:t>is</w:t>
      </w:r>
      <w:r w:rsidR="00C17D31">
        <w:t xml:space="preserve"> </w:t>
      </w:r>
      <w:r>
        <w:t>subject</w:t>
      </w:r>
      <w:r w:rsidR="00C17D31">
        <w:t xml:space="preserve"> </w:t>
      </w:r>
      <w:r>
        <w:t>to</w:t>
      </w:r>
      <w:r w:rsidR="00C17D31">
        <w:t xml:space="preserve"> </w:t>
      </w:r>
      <w:r>
        <w:t>the</w:t>
      </w:r>
      <w:r w:rsidR="00C17D31">
        <w:t xml:space="preserve"> </w:t>
      </w:r>
      <w:r>
        <w:t>additional</w:t>
      </w:r>
      <w:r w:rsidR="00C17D31">
        <w:t xml:space="preserve"> </w:t>
      </w:r>
      <w:r>
        <w:t>rules</w:t>
      </w:r>
      <w:r w:rsidR="00C17D31">
        <w:t xml:space="preserve"> </w:t>
      </w:r>
      <w:r>
        <w:t>of</w:t>
      </w:r>
      <w:r w:rsidR="00C17D31">
        <w:t xml:space="preserve"> </w:t>
      </w:r>
      <w:r>
        <w:t>the</w:t>
      </w:r>
      <w:r w:rsidR="00C17D31">
        <w:t xml:space="preserve"> </w:t>
      </w:r>
      <w:r>
        <w:t>CPRs.</w:t>
      </w:r>
    </w:p>
    <w:p w14:paraId="21429FFB" w14:textId="2717FCF7" w:rsidR="00514A46" w:rsidRPr="00BC1156" w:rsidRDefault="00514A46" w:rsidP="00C8034B">
      <w:pPr>
        <w:pStyle w:val="COTCOCLV3-ASDEFCON"/>
      </w:pPr>
      <w:r w:rsidRPr="00BC1156">
        <w:t>If</w:t>
      </w:r>
      <w:r w:rsidR="00C17D31">
        <w:t xml:space="preserve"> </w:t>
      </w:r>
      <w:r w:rsidRPr="00BC1156">
        <w:t>the</w:t>
      </w:r>
      <w:r w:rsidR="00C17D31">
        <w:t xml:space="preserve"> </w:t>
      </w:r>
      <w:r w:rsidRPr="00BC1156">
        <w:t>Commonwealth</w:t>
      </w:r>
      <w:r w:rsidR="00C17D31">
        <w:t xml:space="preserve"> </w:t>
      </w:r>
      <w:r w:rsidRPr="00BC1156">
        <w:t>considers</w:t>
      </w:r>
      <w:r w:rsidR="00C17D31">
        <w:t xml:space="preserve"> </w:t>
      </w:r>
      <w:r w:rsidRPr="00BC1156">
        <w:t>that</w:t>
      </w:r>
      <w:r w:rsidR="00C17D31">
        <w:t xml:space="preserve"> </w:t>
      </w:r>
      <w:r w:rsidRPr="00BC1156">
        <w:t>there</w:t>
      </w:r>
      <w:r w:rsidR="00C17D31">
        <w:t xml:space="preserve"> </w:t>
      </w:r>
      <w:r w:rsidRPr="00BC1156">
        <w:t>are</w:t>
      </w:r>
      <w:r w:rsidR="00C17D31">
        <w:t xml:space="preserve"> </w:t>
      </w:r>
      <w:r w:rsidRPr="00BC1156">
        <w:t>unintentional</w:t>
      </w:r>
      <w:r w:rsidR="00C17D31">
        <w:t xml:space="preserve"> </w:t>
      </w:r>
      <w:r w:rsidRPr="00BC1156">
        <w:t>errors</w:t>
      </w:r>
      <w:r w:rsidR="00C17D31">
        <w:t xml:space="preserve"> </w:t>
      </w:r>
      <w:r w:rsidRPr="00BC1156">
        <w:t>of</w:t>
      </w:r>
      <w:r w:rsidR="00C17D31">
        <w:t xml:space="preserve"> </w:t>
      </w:r>
      <w:r w:rsidRPr="00BC1156">
        <w:t>form</w:t>
      </w:r>
      <w:r w:rsidR="00C17D31">
        <w:t xml:space="preserve"> </w:t>
      </w:r>
      <w:r w:rsidRPr="00BC1156">
        <w:t>in</w:t>
      </w:r>
      <w:r w:rsidR="00C17D31">
        <w:t xml:space="preserve"> </w:t>
      </w:r>
      <w:r w:rsidRPr="00BC1156">
        <w:t>a</w:t>
      </w:r>
      <w:r w:rsidR="00C17D31">
        <w:t xml:space="preserve"> </w:t>
      </w:r>
      <w:r w:rsidRPr="00BC1156">
        <w:t>tender,</w:t>
      </w:r>
      <w:r w:rsidR="00C17D31">
        <w:t xml:space="preserve"> </w:t>
      </w:r>
      <w:r w:rsidRPr="00BC1156">
        <w:t>the</w:t>
      </w:r>
      <w:r w:rsidR="00C17D31">
        <w:t xml:space="preserve"> </w:t>
      </w:r>
      <w:r w:rsidRPr="00BC1156">
        <w:t>Commonwealth</w:t>
      </w:r>
      <w:r w:rsidR="00C17D31">
        <w:t xml:space="preserve"> </w:t>
      </w:r>
      <w:r w:rsidRPr="00BC1156">
        <w:t>may</w:t>
      </w:r>
      <w:r w:rsidR="00C17D31">
        <w:t xml:space="preserve"> </w:t>
      </w:r>
      <w:r w:rsidRPr="00BC1156">
        <w:t>request</w:t>
      </w:r>
      <w:r w:rsidR="00C17D31">
        <w:t xml:space="preserve"> </w:t>
      </w:r>
      <w:r w:rsidRPr="00BC1156">
        <w:t>the</w:t>
      </w:r>
      <w:r w:rsidR="00C17D31">
        <w:t xml:space="preserve"> </w:t>
      </w:r>
      <w:r w:rsidRPr="00BC1156">
        <w:t>tenderer</w:t>
      </w:r>
      <w:r w:rsidR="00C17D31">
        <w:t xml:space="preserve"> </w:t>
      </w:r>
      <w:r w:rsidRPr="00BC1156">
        <w:t>to</w:t>
      </w:r>
      <w:r w:rsidR="00C17D31">
        <w:t xml:space="preserve"> </w:t>
      </w:r>
      <w:r w:rsidRPr="00BC1156">
        <w:t>correct</w:t>
      </w:r>
      <w:r w:rsidR="00C17D31">
        <w:t xml:space="preserve"> </w:t>
      </w:r>
      <w:r w:rsidRPr="00BC1156">
        <w:t>or</w:t>
      </w:r>
      <w:r w:rsidR="00C17D31">
        <w:t xml:space="preserve"> </w:t>
      </w:r>
      <w:r w:rsidRPr="00BC1156">
        <w:t>clarify</w:t>
      </w:r>
      <w:r w:rsidR="00C17D31">
        <w:t xml:space="preserve"> </w:t>
      </w:r>
      <w:r w:rsidRPr="00BC1156">
        <w:t>the</w:t>
      </w:r>
      <w:r w:rsidR="00C17D31">
        <w:t xml:space="preserve"> </w:t>
      </w:r>
      <w:r w:rsidRPr="00BC1156">
        <w:t>error</w:t>
      </w:r>
      <w:r w:rsidR="00C17D31">
        <w:t xml:space="preserve"> </w:t>
      </w:r>
      <w:r w:rsidRPr="00BC1156">
        <w:t>but</w:t>
      </w:r>
      <w:r w:rsidR="00C17D31">
        <w:t xml:space="preserve"> </w:t>
      </w:r>
      <w:r w:rsidRPr="00BC1156">
        <w:t>will</w:t>
      </w:r>
      <w:r w:rsidR="00C17D31">
        <w:t xml:space="preserve"> </w:t>
      </w:r>
      <w:r w:rsidRPr="00BC1156">
        <w:t>not</w:t>
      </w:r>
      <w:r w:rsidR="00C17D31">
        <w:t xml:space="preserve"> </w:t>
      </w:r>
      <w:r w:rsidRPr="00BC1156">
        <w:t>permit</w:t>
      </w:r>
      <w:r w:rsidR="00C17D31">
        <w:t xml:space="preserve"> </w:t>
      </w:r>
      <w:r w:rsidRPr="00BC1156">
        <w:t>any</w:t>
      </w:r>
      <w:r w:rsidR="00C17D31">
        <w:t xml:space="preserve"> </w:t>
      </w:r>
      <w:r w:rsidRPr="00BC1156">
        <w:t>material</w:t>
      </w:r>
      <w:r w:rsidR="00C17D31">
        <w:t xml:space="preserve"> </w:t>
      </w:r>
      <w:r w:rsidRPr="00BC1156">
        <w:t>alteration</w:t>
      </w:r>
      <w:r w:rsidR="00C17D31">
        <w:t xml:space="preserve"> </w:t>
      </w:r>
      <w:r w:rsidRPr="00BC1156">
        <w:t>or</w:t>
      </w:r>
      <w:r w:rsidR="00C17D31">
        <w:t xml:space="preserve"> </w:t>
      </w:r>
      <w:r w:rsidRPr="00BC1156">
        <w:t>addition</w:t>
      </w:r>
      <w:r w:rsidR="00C17D31">
        <w:t xml:space="preserve"> </w:t>
      </w:r>
      <w:r w:rsidRPr="00BC1156">
        <w:t>to</w:t>
      </w:r>
      <w:r w:rsidR="00C17D31">
        <w:t xml:space="preserve"> </w:t>
      </w:r>
      <w:r w:rsidRPr="00BC1156">
        <w:t>the</w:t>
      </w:r>
      <w:r w:rsidR="00C17D31">
        <w:t xml:space="preserve"> </w:t>
      </w:r>
      <w:r w:rsidRPr="00BC1156">
        <w:t>tender.</w:t>
      </w:r>
    </w:p>
    <w:p w14:paraId="14001BAE" w14:textId="4B81F3A5" w:rsidR="00514A46" w:rsidRPr="00BC1156" w:rsidRDefault="00514A46" w:rsidP="00C8034B">
      <w:pPr>
        <w:pStyle w:val="COTCOCLV2-ASDEFCON"/>
      </w:pPr>
      <w:bookmarkStart w:id="340" w:name="_Ref95272425"/>
      <w:bookmarkStart w:id="341" w:name="_Toc229445708"/>
      <w:bookmarkStart w:id="342" w:name="_Toc121903976"/>
      <w:bookmarkStart w:id="343" w:name="_Toc175208052"/>
      <w:r w:rsidRPr="00BC1156">
        <w:t>Co</w:t>
      </w:r>
      <w:r>
        <w:t>nfidentiality</w:t>
      </w:r>
      <w:r w:rsidR="00C17D31">
        <w:t xml:space="preserve"> </w:t>
      </w:r>
      <w:r w:rsidRPr="00BC1156">
        <w:t>(Core)</w:t>
      </w:r>
      <w:bookmarkEnd w:id="340"/>
      <w:bookmarkEnd w:id="341"/>
      <w:bookmarkEnd w:id="342"/>
      <w:bookmarkEnd w:id="343"/>
    </w:p>
    <w:p w14:paraId="63329E3A" w14:textId="609DA762" w:rsidR="00514A46" w:rsidRDefault="00514A46" w:rsidP="00C8034B">
      <w:pPr>
        <w:pStyle w:val="COTCOCLV3-ASDEFCON"/>
      </w:pPr>
      <w:r>
        <w:rPr>
          <w:lang w:eastAsia="zh-CN"/>
        </w:rPr>
        <w:t>T</w:t>
      </w:r>
      <w:r w:rsidRPr="00C37546">
        <w:rPr>
          <w:lang w:eastAsia="zh-CN"/>
        </w:rPr>
        <w:t>enderers</w:t>
      </w:r>
      <w:r w:rsidR="00C17D31">
        <w:rPr>
          <w:lang w:eastAsia="zh-CN"/>
        </w:rPr>
        <w:t xml:space="preserve"> </w:t>
      </w:r>
      <w:r>
        <w:rPr>
          <w:lang w:eastAsia="zh-CN"/>
        </w:rPr>
        <w:t>are</w:t>
      </w:r>
      <w:r w:rsidR="00C17D31">
        <w:rPr>
          <w:lang w:eastAsia="zh-CN"/>
        </w:rPr>
        <w:t xml:space="preserve"> </w:t>
      </w:r>
      <w:r>
        <w:rPr>
          <w:lang w:eastAsia="zh-CN"/>
        </w:rPr>
        <w:t>to</w:t>
      </w:r>
      <w:r w:rsidR="00C17D31">
        <w:rPr>
          <w:lang w:eastAsia="zh-CN"/>
        </w:rPr>
        <w:t xml:space="preserve"> </w:t>
      </w:r>
      <w:r w:rsidRPr="00C37546">
        <w:rPr>
          <w:lang w:eastAsia="zh-CN"/>
        </w:rPr>
        <w:t>treat</w:t>
      </w:r>
      <w:r w:rsidR="00C17D31">
        <w:rPr>
          <w:lang w:eastAsia="zh-CN"/>
        </w:rPr>
        <w:t xml:space="preserve"> </w:t>
      </w:r>
      <w:r w:rsidRPr="00C37546">
        <w:rPr>
          <w:lang w:eastAsia="zh-CN"/>
        </w:rPr>
        <w:t>the</w:t>
      </w:r>
      <w:r w:rsidR="00C17D31">
        <w:rPr>
          <w:lang w:eastAsia="zh-CN"/>
        </w:rPr>
        <w:t xml:space="preserve"> </w:t>
      </w:r>
      <w:r w:rsidRPr="00C37546">
        <w:rPr>
          <w:lang w:eastAsia="zh-CN"/>
        </w:rPr>
        <w:t>RFT</w:t>
      </w:r>
      <w:r w:rsidR="00C17D31">
        <w:rPr>
          <w:lang w:eastAsia="zh-CN"/>
        </w:rPr>
        <w:t xml:space="preserve"> </w:t>
      </w:r>
      <w:r w:rsidRPr="00C37546">
        <w:rPr>
          <w:lang w:eastAsia="zh-CN"/>
        </w:rPr>
        <w:t>and</w:t>
      </w:r>
      <w:r w:rsidR="00C17D31">
        <w:rPr>
          <w:lang w:eastAsia="zh-CN"/>
        </w:rPr>
        <w:t xml:space="preserve"> </w:t>
      </w:r>
      <w:r w:rsidRPr="00C37546">
        <w:rPr>
          <w:lang w:eastAsia="zh-CN"/>
        </w:rPr>
        <w:t>any</w:t>
      </w:r>
      <w:r w:rsidR="00C17D31">
        <w:rPr>
          <w:lang w:eastAsia="zh-CN"/>
        </w:rPr>
        <w:t xml:space="preserve"> </w:t>
      </w:r>
      <w:r w:rsidRPr="00C37546">
        <w:rPr>
          <w:lang w:eastAsia="zh-CN"/>
        </w:rPr>
        <w:t>information</w:t>
      </w:r>
      <w:r w:rsidR="00C17D31">
        <w:rPr>
          <w:lang w:eastAsia="zh-CN"/>
        </w:rPr>
        <w:t xml:space="preserve"> </w:t>
      </w:r>
      <w:r>
        <w:rPr>
          <w:lang w:eastAsia="zh-CN"/>
        </w:rPr>
        <w:t>provided</w:t>
      </w:r>
      <w:r w:rsidR="00C17D31">
        <w:rPr>
          <w:lang w:eastAsia="zh-CN"/>
        </w:rPr>
        <w:t xml:space="preserve"> </w:t>
      </w:r>
      <w:r>
        <w:rPr>
          <w:lang w:eastAsia="zh-CN"/>
        </w:rPr>
        <w:t>to</w:t>
      </w:r>
      <w:r w:rsidR="00C17D31">
        <w:rPr>
          <w:lang w:eastAsia="zh-CN"/>
        </w:rPr>
        <w:t xml:space="preserve"> </w:t>
      </w:r>
      <w:r>
        <w:rPr>
          <w:lang w:eastAsia="zh-CN"/>
        </w:rPr>
        <w:t>tenderers</w:t>
      </w:r>
      <w:r w:rsidR="00C17D31">
        <w:rPr>
          <w:lang w:eastAsia="zh-CN"/>
        </w:rPr>
        <w:t xml:space="preserve"> </w:t>
      </w:r>
      <w:r>
        <w:rPr>
          <w:lang w:eastAsia="zh-CN"/>
        </w:rPr>
        <w:t>by</w:t>
      </w:r>
      <w:r w:rsidR="00C17D31">
        <w:rPr>
          <w:lang w:eastAsia="zh-CN"/>
        </w:rPr>
        <w:t xml:space="preserve"> </w:t>
      </w:r>
      <w:r>
        <w:rPr>
          <w:lang w:eastAsia="zh-CN"/>
        </w:rPr>
        <w:t>or</w:t>
      </w:r>
      <w:r w:rsidR="00C17D31">
        <w:rPr>
          <w:lang w:eastAsia="zh-CN"/>
        </w:rPr>
        <w:t xml:space="preserve"> </w:t>
      </w:r>
      <w:r>
        <w:rPr>
          <w:lang w:eastAsia="zh-CN"/>
        </w:rPr>
        <w:t>on</w:t>
      </w:r>
      <w:r w:rsidR="00C17D31">
        <w:rPr>
          <w:lang w:eastAsia="zh-CN"/>
        </w:rPr>
        <w:t xml:space="preserve"> </w:t>
      </w:r>
      <w:r>
        <w:rPr>
          <w:lang w:eastAsia="zh-CN"/>
        </w:rPr>
        <w:t>behalf</w:t>
      </w:r>
      <w:r w:rsidR="00C17D31">
        <w:rPr>
          <w:lang w:eastAsia="zh-CN"/>
        </w:rPr>
        <w:t xml:space="preserve"> </w:t>
      </w:r>
      <w:r>
        <w:rPr>
          <w:lang w:eastAsia="zh-CN"/>
        </w:rPr>
        <w:t>of</w:t>
      </w:r>
      <w:r w:rsidR="00C17D31">
        <w:rPr>
          <w:lang w:eastAsia="zh-CN"/>
        </w:rPr>
        <w:t xml:space="preserve"> </w:t>
      </w:r>
      <w:r>
        <w:rPr>
          <w:lang w:eastAsia="zh-CN"/>
        </w:rPr>
        <w:t>the</w:t>
      </w:r>
      <w:r w:rsidR="00C17D31">
        <w:rPr>
          <w:lang w:eastAsia="zh-CN"/>
        </w:rPr>
        <w:t xml:space="preserve"> </w:t>
      </w:r>
      <w:r>
        <w:rPr>
          <w:lang w:eastAsia="zh-CN"/>
        </w:rPr>
        <w:t>Commonwealth</w:t>
      </w:r>
      <w:r w:rsidR="00C17D31">
        <w:rPr>
          <w:lang w:eastAsia="zh-CN"/>
        </w:rPr>
        <w:t xml:space="preserve"> </w:t>
      </w:r>
      <w:r w:rsidRPr="00C37546">
        <w:rPr>
          <w:lang w:eastAsia="zh-CN"/>
        </w:rPr>
        <w:t>in</w:t>
      </w:r>
      <w:r w:rsidR="00C17D31">
        <w:rPr>
          <w:lang w:eastAsia="zh-CN"/>
        </w:rPr>
        <w:t xml:space="preserve"> </w:t>
      </w:r>
      <w:r w:rsidRPr="00C37546">
        <w:rPr>
          <w:lang w:eastAsia="zh-CN"/>
        </w:rPr>
        <w:t>connection</w:t>
      </w:r>
      <w:r w:rsidR="00C17D31">
        <w:rPr>
          <w:lang w:eastAsia="zh-CN"/>
        </w:rPr>
        <w:t xml:space="preserve"> </w:t>
      </w:r>
      <w:r w:rsidRPr="00C37546">
        <w:rPr>
          <w:lang w:eastAsia="zh-CN"/>
        </w:rPr>
        <w:t>with</w:t>
      </w:r>
      <w:r w:rsidR="00C17D31">
        <w:rPr>
          <w:lang w:eastAsia="zh-CN"/>
        </w:rPr>
        <w:t xml:space="preserve"> </w:t>
      </w:r>
      <w:r w:rsidRPr="00C37546">
        <w:rPr>
          <w:lang w:eastAsia="zh-CN"/>
        </w:rPr>
        <w:t>the</w:t>
      </w:r>
      <w:r w:rsidR="00C17D31">
        <w:rPr>
          <w:lang w:eastAsia="zh-CN"/>
        </w:rPr>
        <w:t xml:space="preserve"> </w:t>
      </w:r>
      <w:r w:rsidRPr="00C37546">
        <w:rPr>
          <w:lang w:eastAsia="zh-CN"/>
        </w:rPr>
        <w:t>RFT</w:t>
      </w:r>
      <w:r w:rsidR="00C17D31">
        <w:rPr>
          <w:lang w:eastAsia="zh-CN"/>
        </w:rPr>
        <w:t xml:space="preserve"> </w:t>
      </w:r>
      <w:r w:rsidRPr="00C37546">
        <w:rPr>
          <w:lang w:eastAsia="zh-CN"/>
        </w:rPr>
        <w:t>process</w:t>
      </w:r>
      <w:r w:rsidR="00C17D31">
        <w:rPr>
          <w:lang w:eastAsia="zh-CN"/>
        </w:rPr>
        <w:t xml:space="preserve"> </w:t>
      </w:r>
      <w:r w:rsidRPr="00C37546">
        <w:rPr>
          <w:lang w:eastAsia="zh-CN"/>
        </w:rPr>
        <w:t>as</w:t>
      </w:r>
      <w:r w:rsidR="00C17D31">
        <w:rPr>
          <w:lang w:eastAsia="zh-CN"/>
        </w:rPr>
        <w:t xml:space="preserve"> </w:t>
      </w:r>
      <w:r>
        <w:rPr>
          <w:lang w:eastAsia="zh-CN"/>
        </w:rPr>
        <w:t>confidential</w:t>
      </w:r>
      <w:r w:rsidR="00C17D31">
        <w:rPr>
          <w:lang w:eastAsia="zh-CN"/>
        </w:rPr>
        <w:t xml:space="preserve"> </w:t>
      </w:r>
      <w:r>
        <w:rPr>
          <w:lang w:eastAsia="zh-CN"/>
        </w:rPr>
        <w:t>and</w:t>
      </w:r>
      <w:r w:rsidR="00C17D31">
        <w:rPr>
          <w:lang w:eastAsia="zh-CN"/>
        </w:rPr>
        <w:t xml:space="preserve"> </w:t>
      </w:r>
      <w:r w:rsidRPr="00C37546">
        <w:rPr>
          <w:lang w:eastAsia="zh-CN"/>
        </w:rPr>
        <w:t>not</w:t>
      </w:r>
      <w:r w:rsidR="00C17D31">
        <w:rPr>
          <w:lang w:eastAsia="zh-CN"/>
        </w:rPr>
        <w:t xml:space="preserve"> </w:t>
      </w:r>
      <w:r w:rsidRPr="00C37546">
        <w:rPr>
          <w:lang w:eastAsia="zh-CN"/>
        </w:rPr>
        <w:t>disclose</w:t>
      </w:r>
      <w:r w:rsidR="00C17D31">
        <w:rPr>
          <w:lang w:eastAsia="zh-CN"/>
        </w:rPr>
        <w:t xml:space="preserve"> </w:t>
      </w:r>
      <w:r w:rsidRPr="00C37546">
        <w:rPr>
          <w:lang w:eastAsia="zh-CN"/>
        </w:rPr>
        <w:t>or</w:t>
      </w:r>
      <w:r w:rsidR="00C17D31">
        <w:rPr>
          <w:lang w:eastAsia="zh-CN"/>
        </w:rPr>
        <w:t xml:space="preserve"> </w:t>
      </w:r>
      <w:r w:rsidRPr="00C37546">
        <w:rPr>
          <w:lang w:eastAsia="zh-CN"/>
        </w:rPr>
        <w:t>use</w:t>
      </w:r>
      <w:r w:rsidR="00C17D31">
        <w:rPr>
          <w:lang w:eastAsia="zh-CN"/>
        </w:rPr>
        <w:t xml:space="preserve"> </w:t>
      </w:r>
      <w:r w:rsidRPr="00C37546">
        <w:rPr>
          <w:lang w:eastAsia="zh-CN"/>
        </w:rPr>
        <w:t>that</w:t>
      </w:r>
      <w:r w:rsidR="00C17D31">
        <w:rPr>
          <w:lang w:eastAsia="zh-CN"/>
        </w:rPr>
        <w:t xml:space="preserve"> </w:t>
      </w:r>
      <w:r w:rsidRPr="00C37546">
        <w:rPr>
          <w:lang w:eastAsia="zh-CN"/>
        </w:rPr>
        <w:t>information</w:t>
      </w:r>
      <w:r w:rsidR="00C17D31">
        <w:rPr>
          <w:lang w:eastAsia="zh-CN"/>
        </w:rPr>
        <w:t xml:space="preserve"> </w:t>
      </w:r>
      <w:r w:rsidRPr="00C37546">
        <w:rPr>
          <w:lang w:eastAsia="zh-CN"/>
        </w:rPr>
        <w:t>except</w:t>
      </w:r>
      <w:r w:rsidR="00C17D31">
        <w:rPr>
          <w:lang w:eastAsia="zh-CN"/>
        </w:rPr>
        <w:t xml:space="preserve"> </w:t>
      </w:r>
      <w:r w:rsidRPr="00C37546">
        <w:rPr>
          <w:lang w:eastAsia="zh-CN"/>
        </w:rPr>
        <w:t>as</w:t>
      </w:r>
      <w:r w:rsidR="00C17D31">
        <w:rPr>
          <w:lang w:eastAsia="zh-CN"/>
        </w:rPr>
        <w:t xml:space="preserve"> </w:t>
      </w:r>
      <w:r w:rsidRPr="00C37546">
        <w:rPr>
          <w:lang w:eastAsia="zh-CN"/>
        </w:rPr>
        <w:t>strictly</w:t>
      </w:r>
      <w:r w:rsidR="00C17D31">
        <w:rPr>
          <w:lang w:eastAsia="zh-CN"/>
        </w:rPr>
        <w:t xml:space="preserve"> </w:t>
      </w:r>
      <w:r w:rsidRPr="00C37546">
        <w:rPr>
          <w:lang w:eastAsia="zh-CN"/>
        </w:rPr>
        <w:t>required</w:t>
      </w:r>
      <w:r w:rsidR="00C17D31">
        <w:rPr>
          <w:lang w:eastAsia="zh-CN"/>
        </w:rPr>
        <w:t xml:space="preserve"> </w:t>
      </w:r>
      <w:r w:rsidRPr="00C37546">
        <w:rPr>
          <w:lang w:eastAsia="zh-CN"/>
        </w:rPr>
        <w:t>for</w:t>
      </w:r>
      <w:r w:rsidR="00C17D31">
        <w:rPr>
          <w:lang w:eastAsia="zh-CN"/>
        </w:rPr>
        <w:t xml:space="preserve"> </w:t>
      </w:r>
      <w:r w:rsidRPr="00C37546">
        <w:rPr>
          <w:lang w:eastAsia="zh-CN"/>
        </w:rPr>
        <w:t>the</w:t>
      </w:r>
      <w:r w:rsidR="00C17D31">
        <w:rPr>
          <w:lang w:eastAsia="zh-CN"/>
        </w:rPr>
        <w:t xml:space="preserve"> </w:t>
      </w:r>
      <w:r w:rsidRPr="00C37546">
        <w:rPr>
          <w:lang w:eastAsia="zh-CN"/>
        </w:rPr>
        <w:t>purpose</w:t>
      </w:r>
      <w:r w:rsidR="00C17D31">
        <w:rPr>
          <w:lang w:eastAsia="zh-CN"/>
        </w:rPr>
        <w:t xml:space="preserve"> </w:t>
      </w:r>
      <w:r w:rsidRPr="00C37546">
        <w:rPr>
          <w:lang w:eastAsia="zh-CN"/>
        </w:rPr>
        <w:t>of</w:t>
      </w:r>
      <w:r w:rsidR="00C17D31">
        <w:rPr>
          <w:lang w:eastAsia="zh-CN"/>
        </w:rPr>
        <w:t xml:space="preserve"> </w:t>
      </w:r>
      <w:r w:rsidRPr="00C37546">
        <w:rPr>
          <w:lang w:eastAsia="zh-CN"/>
        </w:rPr>
        <w:t>developing</w:t>
      </w:r>
      <w:r w:rsidR="00C17D31">
        <w:rPr>
          <w:lang w:eastAsia="zh-CN"/>
        </w:rPr>
        <w:t xml:space="preserve"> </w:t>
      </w:r>
      <w:r w:rsidRPr="00C37546">
        <w:rPr>
          <w:lang w:eastAsia="zh-CN"/>
        </w:rPr>
        <w:t>a</w:t>
      </w:r>
      <w:r w:rsidR="00C17D31">
        <w:rPr>
          <w:lang w:eastAsia="zh-CN"/>
        </w:rPr>
        <w:t xml:space="preserve"> </w:t>
      </w:r>
      <w:r w:rsidRPr="00C37546">
        <w:rPr>
          <w:lang w:eastAsia="zh-CN"/>
        </w:rPr>
        <w:t>tender</w:t>
      </w:r>
      <w:r w:rsidR="00C17D31">
        <w:rPr>
          <w:lang w:eastAsia="zh-CN"/>
        </w:rPr>
        <w:t xml:space="preserve"> </w:t>
      </w:r>
      <w:r w:rsidRPr="00C37546">
        <w:rPr>
          <w:lang w:eastAsia="zh-CN"/>
        </w:rPr>
        <w:t>i</w:t>
      </w:r>
      <w:r>
        <w:rPr>
          <w:lang w:eastAsia="zh-CN"/>
        </w:rPr>
        <w:t>n</w:t>
      </w:r>
      <w:r w:rsidR="00C17D31">
        <w:rPr>
          <w:lang w:eastAsia="zh-CN"/>
        </w:rPr>
        <w:t xml:space="preserve"> </w:t>
      </w:r>
      <w:r>
        <w:rPr>
          <w:lang w:eastAsia="zh-CN"/>
        </w:rPr>
        <w:t>accordance</w:t>
      </w:r>
      <w:r w:rsidR="00C17D31">
        <w:rPr>
          <w:lang w:eastAsia="zh-CN"/>
        </w:rPr>
        <w:t xml:space="preserve"> </w:t>
      </w:r>
      <w:r>
        <w:rPr>
          <w:lang w:eastAsia="zh-CN"/>
        </w:rPr>
        <w:t>with</w:t>
      </w:r>
      <w:r w:rsidR="00C17D31">
        <w:rPr>
          <w:lang w:eastAsia="zh-CN"/>
        </w:rPr>
        <w:t xml:space="preserve"> </w:t>
      </w:r>
      <w:r>
        <w:rPr>
          <w:lang w:eastAsia="zh-CN"/>
        </w:rPr>
        <w:t>the</w:t>
      </w:r>
      <w:r w:rsidR="00C17D31">
        <w:rPr>
          <w:lang w:eastAsia="zh-CN"/>
        </w:rPr>
        <w:t xml:space="preserve"> </w:t>
      </w:r>
      <w:r>
        <w:rPr>
          <w:lang w:eastAsia="zh-CN"/>
        </w:rPr>
        <w:t>RFT.</w:t>
      </w:r>
    </w:p>
    <w:p w14:paraId="27ED03DE" w14:textId="160A9AC0" w:rsidR="00514A46" w:rsidRPr="00C361BC" w:rsidRDefault="00514A46" w:rsidP="00C8034B">
      <w:pPr>
        <w:pStyle w:val="COTCOCLV3-ASDEFCON"/>
      </w:pPr>
      <w:bookmarkStart w:id="344" w:name="_Ref433892611"/>
      <w:r w:rsidRPr="009E0D72">
        <w:t>In</w:t>
      </w:r>
      <w:r w:rsidR="00C17D31">
        <w:t xml:space="preserve"> </w:t>
      </w:r>
      <w:r w:rsidRPr="009E0D72">
        <w:t>accordance</w:t>
      </w:r>
      <w:r w:rsidR="00C17D31">
        <w:t xml:space="preserve"> </w:t>
      </w:r>
      <w:r w:rsidRPr="009E0D72">
        <w:t>with</w:t>
      </w:r>
      <w:r w:rsidR="00C17D31">
        <w:t xml:space="preserve"> </w:t>
      </w:r>
      <w:r w:rsidRPr="009E0D72">
        <w:t>paragraph</w:t>
      </w:r>
      <w:r w:rsidR="00C17D31">
        <w:t xml:space="preserve"> </w:t>
      </w:r>
      <w:r w:rsidRPr="009E0D72">
        <w:t>7.2</w:t>
      </w:r>
      <w:r>
        <w:t>3</w:t>
      </w:r>
      <w:r w:rsidR="00C17D31">
        <w:t xml:space="preserve"> </w:t>
      </w:r>
      <w:r w:rsidRPr="009E0D72">
        <w:t>of</w:t>
      </w:r>
      <w:r w:rsidR="00C17D31">
        <w:t xml:space="preserve"> </w:t>
      </w:r>
      <w:r w:rsidRPr="009E0D72">
        <w:t>the</w:t>
      </w:r>
      <w:r w:rsidR="00C17D31">
        <w:t xml:space="preserve"> </w:t>
      </w:r>
      <w:r w:rsidRPr="009E0D72">
        <w:t>CPRs,</w:t>
      </w:r>
      <w:r w:rsidR="00C17D31">
        <w:t xml:space="preserve"> </w:t>
      </w:r>
      <w:r w:rsidRPr="009E0D72">
        <w:t>the</w:t>
      </w:r>
      <w:r w:rsidR="00C17D31">
        <w:t xml:space="preserve"> </w:t>
      </w:r>
      <w:r w:rsidRPr="009E0D72">
        <w:t>Commonwealth</w:t>
      </w:r>
      <w:r w:rsidR="00C17D31">
        <w:t xml:space="preserve"> </w:t>
      </w:r>
      <w:r w:rsidRPr="009E0D72">
        <w:t>will</w:t>
      </w:r>
      <w:r w:rsidR="00C17D31">
        <w:t xml:space="preserve"> </w:t>
      </w:r>
      <w:r w:rsidRPr="009E0D72">
        <w:t>treat</w:t>
      </w:r>
      <w:r w:rsidR="00C17D31">
        <w:t xml:space="preserve"> </w:t>
      </w:r>
      <w:r w:rsidRPr="009E0D72">
        <w:t>tenders</w:t>
      </w:r>
      <w:r w:rsidR="00C17D31">
        <w:t xml:space="preserve"> </w:t>
      </w:r>
      <w:r w:rsidRPr="009E0D72">
        <w:t>as</w:t>
      </w:r>
      <w:r w:rsidR="00C17D31">
        <w:t xml:space="preserve"> </w:t>
      </w:r>
      <w:r w:rsidRPr="009E0D72">
        <w:t>confidential</w:t>
      </w:r>
      <w:r w:rsidR="00C17D31">
        <w:t xml:space="preserve"> </w:t>
      </w:r>
      <w:r w:rsidRPr="009E0D72">
        <w:t>before</w:t>
      </w:r>
      <w:r w:rsidR="00C17D31">
        <w:t xml:space="preserve"> </w:t>
      </w:r>
      <w:r w:rsidRPr="009E0D72">
        <w:t>and</w:t>
      </w:r>
      <w:r w:rsidR="00C17D31">
        <w:t xml:space="preserve"> </w:t>
      </w:r>
      <w:r w:rsidRPr="009E0D72">
        <w:t>after</w:t>
      </w:r>
      <w:r w:rsidR="00C17D31">
        <w:t xml:space="preserve"> </w:t>
      </w:r>
      <w:r w:rsidRPr="009E0D72">
        <w:t>the</w:t>
      </w:r>
      <w:r w:rsidR="00C17D31">
        <w:t xml:space="preserve"> </w:t>
      </w:r>
      <w:r w:rsidRPr="009E0D72">
        <w:t>award</w:t>
      </w:r>
      <w:r w:rsidR="00C17D31">
        <w:t xml:space="preserve"> </w:t>
      </w:r>
      <w:r w:rsidRPr="009E0D72">
        <w:t>of</w:t>
      </w:r>
      <w:r w:rsidR="00C17D31">
        <w:t xml:space="preserve"> </w:t>
      </w:r>
      <w:r w:rsidRPr="009E0D72">
        <w:t>any</w:t>
      </w:r>
      <w:r w:rsidR="00C17D31">
        <w:t xml:space="preserve"> </w:t>
      </w:r>
      <w:r w:rsidRPr="009E0D72">
        <w:t>resultant</w:t>
      </w:r>
      <w:r w:rsidR="00C17D31">
        <w:t xml:space="preserve"> </w:t>
      </w:r>
      <w:r w:rsidRPr="009E0D72">
        <w:t>Contract.</w:t>
      </w:r>
      <w:bookmarkEnd w:id="344"/>
    </w:p>
    <w:p w14:paraId="4ABA2B99" w14:textId="6A847AC3" w:rsidR="00514A46" w:rsidRDefault="00514A46" w:rsidP="00C8034B">
      <w:pPr>
        <w:pStyle w:val="COTCOCLV3-ASDEFCON"/>
        <w:rPr>
          <w:lang w:eastAsia="zh-CN"/>
        </w:rPr>
      </w:pPr>
      <w:r>
        <w:rPr>
          <w:lang w:eastAsia="zh-CN"/>
        </w:rPr>
        <w:t>Despite</w:t>
      </w:r>
      <w:r w:rsidR="00C17D31">
        <w:rPr>
          <w:lang w:eastAsia="zh-CN"/>
        </w:rPr>
        <w:t xml:space="preserve"> </w:t>
      </w:r>
      <w:r>
        <w:rPr>
          <w:lang w:eastAsia="zh-CN"/>
        </w:rPr>
        <w:t>clause</w:t>
      </w:r>
      <w:r w:rsidR="00C17D31">
        <w:rPr>
          <w:lang w:eastAsia="zh-CN"/>
        </w:rPr>
        <w:t xml:space="preserve"> </w:t>
      </w:r>
      <w:r>
        <w:rPr>
          <w:lang w:eastAsia="zh-CN"/>
        </w:rPr>
        <w:fldChar w:fldCharType="begin"/>
      </w:r>
      <w:r>
        <w:rPr>
          <w:lang w:eastAsia="zh-CN"/>
        </w:rPr>
        <w:instrText xml:space="preserve"> REF _Ref433892611 \w \h </w:instrText>
      </w:r>
      <w:r>
        <w:rPr>
          <w:lang w:eastAsia="zh-CN"/>
        </w:rPr>
      </w:r>
      <w:r>
        <w:rPr>
          <w:lang w:eastAsia="zh-CN"/>
        </w:rPr>
        <w:fldChar w:fldCharType="separate"/>
      </w:r>
      <w:r w:rsidR="00857305">
        <w:rPr>
          <w:lang w:eastAsia="zh-CN"/>
        </w:rPr>
        <w:t>2.11.2</w:t>
      </w:r>
      <w:r>
        <w:rPr>
          <w:lang w:eastAsia="zh-CN"/>
        </w:rPr>
        <w:fldChar w:fldCharType="end"/>
      </w:r>
      <w:r w:rsidR="00C17D31">
        <w:rPr>
          <w:lang w:eastAsia="zh-CN"/>
        </w:rPr>
        <w:t xml:space="preserve"> </w:t>
      </w:r>
      <w:r>
        <w:rPr>
          <w:lang w:eastAsia="zh-CN"/>
        </w:rPr>
        <w:t>the</w:t>
      </w:r>
      <w:r w:rsidR="00C17D31">
        <w:rPr>
          <w:lang w:eastAsia="zh-CN"/>
        </w:rPr>
        <w:t xml:space="preserve"> </w:t>
      </w:r>
      <w:r>
        <w:rPr>
          <w:lang w:eastAsia="zh-CN"/>
        </w:rPr>
        <w:t>Commonwealth</w:t>
      </w:r>
      <w:r w:rsidR="00C17D31">
        <w:rPr>
          <w:lang w:eastAsia="zh-CN"/>
        </w:rPr>
        <w:t xml:space="preserve"> </w:t>
      </w:r>
      <w:r>
        <w:rPr>
          <w:lang w:eastAsia="zh-CN"/>
        </w:rPr>
        <w:t>may</w:t>
      </w:r>
      <w:r w:rsidR="00C17D31">
        <w:rPr>
          <w:lang w:eastAsia="zh-CN"/>
        </w:rPr>
        <w:t xml:space="preserve"> </w:t>
      </w:r>
      <w:r>
        <w:rPr>
          <w:lang w:eastAsia="zh-CN"/>
        </w:rPr>
        <w:t>disclose</w:t>
      </w:r>
      <w:r w:rsidR="00C17D31">
        <w:rPr>
          <w:lang w:eastAsia="zh-CN"/>
        </w:rPr>
        <w:t xml:space="preserve"> </w:t>
      </w:r>
      <w:r>
        <w:rPr>
          <w:lang w:eastAsia="zh-CN"/>
        </w:rPr>
        <w:t>information:</w:t>
      </w:r>
    </w:p>
    <w:p w14:paraId="63275F27" w14:textId="1ED0FABC" w:rsidR="00514A46" w:rsidRDefault="00514A46" w:rsidP="00C8034B">
      <w:pPr>
        <w:pStyle w:val="COTCOCLV4-ASDEFCON"/>
      </w:pPr>
      <w:r>
        <w:rPr>
          <w:lang w:eastAsia="zh-CN"/>
        </w:rPr>
        <w:lastRenderedPageBreak/>
        <w:t>if</w:t>
      </w:r>
      <w:r w:rsidR="00C17D31">
        <w:rPr>
          <w:lang w:eastAsia="zh-CN"/>
        </w:rPr>
        <w:t xml:space="preserve"> </w:t>
      </w:r>
      <w:r w:rsidRPr="000D238C">
        <w:rPr>
          <w:lang w:eastAsia="zh-CN"/>
        </w:rPr>
        <w:t>required</w:t>
      </w:r>
      <w:r w:rsidR="00C17D31">
        <w:rPr>
          <w:lang w:eastAsia="zh-CN"/>
        </w:rPr>
        <w:t xml:space="preserve"> </w:t>
      </w:r>
      <w:r w:rsidRPr="000D238C">
        <w:rPr>
          <w:lang w:eastAsia="zh-CN"/>
        </w:rPr>
        <w:t>by</w:t>
      </w:r>
      <w:r w:rsidR="00C17D31">
        <w:rPr>
          <w:lang w:eastAsia="zh-CN"/>
        </w:rPr>
        <w:t xml:space="preserve"> </w:t>
      </w:r>
      <w:r w:rsidRPr="000D238C">
        <w:rPr>
          <w:lang w:eastAsia="zh-CN"/>
        </w:rPr>
        <w:t>law</w:t>
      </w:r>
      <w:r w:rsidR="00C17D31">
        <w:rPr>
          <w:lang w:eastAsia="zh-CN"/>
        </w:rPr>
        <w:t xml:space="preserve"> </w:t>
      </w:r>
      <w:r w:rsidRPr="000D238C">
        <w:rPr>
          <w:lang w:eastAsia="zh-CN"/>
        </w:rPr>
        <w:t>or</w:t>
      </w:r>
      <w:r w:rsidR="00C17D31">
        <w:rPr>
          <w:lang w:eastAsia="zh-CN"/>
        </w:rPr>
        <w:t xml:space="preserve"> </w:t>
      </w:r>
      <w:r w:rsidRPr="000D238C">
        <w:rPr>
          <w:lang w:eastAsia="zh-CN"/>
        </w:rPr>
        <w:t>statutory</w:t>
      </w:r>
      <w:r w:rsidR="00C17D31">
        <w:rPr>
          <w:lang w:eastAsia="zh-CN"/>
        </w:rPr>
        <w:t xml:space="preserve"> </w:t>
      </w:r>
      <w:r w:rsidRPr="000D238C">
        <w:rPr>
          <w:lang w:eastAsia="zh-CN"/>
        </w:rPr>
        <w:t>or</w:t>
      </w:r>
      <w:r w:rsidR="00C17D31">
        <w:rPr>
          <w:lang w:eastAsia="zh-CN"/>
        </w:rPr>
        <w:t xml:space="preserve"> </w:t>
      </w:r>
      <w:r w:rsidRPr="000D238C">
        <w:rPr>
          <w:lang w:eastAsia="zh-CN"/>
        </w:rPr>
        <w:t>portfolio</w:t>
      </w:r>
      <w:r w:rsidR="00C17D31">
        <w:rPr>
          <w:lang w:eastAsia="zh-CN"/>
        </w:rPr>
        <w:t xml:space="preserve"> </w:t>
      </w:r>
      <w:r w:rsidRPr="000D238C">
        <w:rPr>
          <w:lang w:eastAsia="zh-CN"/>
        </w:rPr>
        <w:t>duties</w:t>
      </w:r>
      <w:r>
        <w:rPr>
          <w:lang w:eastAsia="zh-CN"/>
        </w:rPr>
        <w:t>,</w:t>
      </w:r>
      <w:r w:rsidR="00C17D31">
        <w:rPr>
          <w:lang w:eastAsia="zh-CN"/>
        </w:rPr>
        <w:t xml:space="preserve"> </w:t>
      </w:r>
      <w:r w:rsidRPr="000D238C">
        <w:rPr>
          <w:lang w:eastAsia="zh-CN"/>
        </w:rPr>
        <w:t>or</w:t>
      </w:r>
      <w:r w:rsidR="00C17D31">
        <w:rPr>
          <w:lang w:eastAsia="zh-CN"/>
        </w:rPr>
        <w:t xml:space="preserve"> </w:t>
      </w:r>
      <w:r>
        <w:rPr>
          <w:lang w:eastAsia="zh-CN"/>
        </w:rPr>
        <w:t>required</w:t>
      </w:r>
      <w:r w:rsidR="00C17D31">
        <w:rPr>
          <w:lang w:eastAsia="zh-CN"/>
        </w:rPr>
        <w:t xml:space="preserve"> </w:t>
      </w:r>
      <w:r w:rsidRPr="002C718E">
        <w:t>for</w:t>
      </w:r>
      <w:r w:rsidR="00C17D31">
        <w:t xml:space="preserve"> </w:t>
      </w:r>
      <w:r w:rsidRPr="002C718E">
        <w:t>public</w:t>
      </w:r>
      <w:r w:rsidR="00C17D31">
        <w:t xml:space="preserve"> </w:t>
      </w:r>
      <w:r w:rsidRPr="002C718E">
        <w:t>accountability</w:t>
      </w:r>
      <w:r w:rsidR="00C17D31">
        <w:t xml:space="preserve"> </w:t>
      </w:r>
      <w:r w:rsidRPr="002C718E">
        <w:t>reasons,</w:t>
      </w:r>
      <w:r w:rsidR="00C17D31">
        <w:t xml:space="preserve"> </w:t>
      </w:r>
      <w:r w:rsidRPr="002C718E">
        <w:t>including</w:t>
      </w:r>
      <w:r w:rsidR="00C17D31">
        <w:t xml:space="preserve"> </w:t>
      </w:r>
      <w:r>
        <w:t>following</w:t>
      </w:r>
      <w:r w:rsidR="00C17D31">
        <w:t xml:space="preserve"> </w:t>
      </w:r>
      <w:r w:rsidRPr="002C718E">
        <w:t>a</w:t>
      </w:r>
      <w:r w:rsidR="00C17D31">
        <w:t xml:space="preserve"> </w:t>
      </w:r>
      <w:r w:rsidRPr="002C718E">
        <w:t>request</w:t>
      </w:r>
      <w:r w:rsidR="00C17D31">
        <w:t xml:space="preserve"> </w:t>
      </w:r>
      <w:r w:rsidRPr="002C718E">
        <w:t>by</w:t>
      </w:r>
      <w:r w:rsidR="00C17D31">
        <w:t xml:space="preserve"> </w:t>
      </w:r>
      <w:r w:rsidRPr="002C718E">
        <w:t>parliament</w:t>
      </w:r>
      <w:r w:rsidR="00C17D31">
        <w:t xml:space="preserve"> </w:t>
      </w:r>
      <w:r w:rsidRPr="002C718E">
        <w:t>or</w:t>
      </w:r>
      <w:r w:rsidR="00C17D31">
        <w:t xml:space="preserve"> </w:t>
      </w:r>
      <w:r w:rsidRPr="002C718E">
        <w:t>a</w:t>
      </w:r>
      <w:r w:rsidR="00C17D31">
        <w:t xml:space="preserve"> </w:t>
      </w:r>
      <w:r w:rsidRPr="002C718E">
        <w:t>parliamentary</w:t>
      </w:r>
      <w:r w:rsidR="00C17D31">
        <w:t xml:space="preserve"> </w:t>
      </w:r>
      <w:r w:rsidRPr="002C718E">
        <w:t>committee</w:t>
      </w:r>
      <w:r>
        <w:t>;</w:t>
      </w:r>
    </w:p>
    <w:p w14:paraId="031BB06A" w14:textId="05C86DA8" w:rsidR="00D5686F" w:rsidRDefault="00514A46" w:rsidP="00C8034B">
      <w:pPr>
        <w:pStyle w:val="COTCOCLV4-ASDEFCON"/>
        <w:rPr>
          <w:lang w:eastAsia="zh-CN"/>
        </w:rPr>
      </w:pPr>
      <w:r>
        <w:rPr>
          <w:lang w:eastAsia="zh-CN"/>
        </w:rPr>
        <w:t>for</w:t>
      </w:r>
      <w:r w:rsidR="00C17D31">
        <w:rPr>
          <w:lang w:eastAsia="zh-CN"/>
        </w:rPr>
        <w:t xml:space="preserve"> </w:t>
      </w:r>
      <w:r>
        <w:rPr>
          <w:lang w:eastAsia="zh-CN"/>
        </w:rPr>
        <w:t>the</w:t>
      </w:r>
      <w:r w:rsidR="00C17D31">
        <w:rPr>
          <w:lang w:eastAsia="zh-CN"/>
        </w:rPr>
        <w:t xml:space="preserve"> </w:t>
      </w:r>
      <w:r>
        <w:rPr>
          <w:lang w:eastAsia="zh-CN"/>
        </w:rPr>
        <w:t>purpose</w:t>
      </w:r>
      <w:r w:rsidR="00C17D31">
        <w:rPr>
          <w:lang w:eastAsia="zh-CN"/>
        </w:rPr>
        <w:t xml:space="preserve"> </w:t>
      </w:r>
      <w:r>
        <w:rPr>
          <w:lang w:eastAsia="zh-CN"/>
        </w:rPr>
        <w:t>of</w:t>
      </w:r>
      <w:r w:rsidR="00C17D31">
        <w:rPr>
          <w:lang w:eastAsia="zh-CN"/>
        </w:rPr>
        <w:t xml:space="preserve"> </w:t>
      </w:r>
      <w:r>
        <w:rPr>
          <w:lang w:eastAsia="zh-CN"/>
        </w:rPr>
        <w:t>defending</w:t>
      </w:r>
      <w:r w:rsidR="00C17D31">
        <w:rPr>
          <w:lang w:eastAsia="zh-CN"/>
        </w:rPr>
        <w:t xml:space="preserve"> </w:t>
      </w:r>
      <w:r>
        <w:rPr>
          <w:lang w:eastAsia="zh-CN"/>
        </w:rPr>
        <w:t>any</w:t>
      </w:r>
      <w:r w:rsidR="00C17D31">
        <w:rPr>
          <w:lang w:eastAsia="zh-CN"/>
        </w:rPr>
        <w:t xml:space="preserve"> </w:t>
      </w:r>
      <w:r>
        <w:rPr>
          <w:lang w:eastAsia="zh-CN"/>
        </w:rPr>
        <w:t>claim</w:t>
      </w:r>
      <w:r w:rsidR="00C17D31">
        <w:rPr>
          <w:lang w:eastAsia="zh-CN"/>
        </w:rPr>
        <w:t xml:space="preserve"> </w:t>
      </w:r>
      <w:r>
        <w:rPr>
          <w:lang w:eastAsia="zh-CN"/>
        </w:rPr>
        <w:t>or</w:t>
      </w:r>
      <w:r w:rsidR="00C17D31">
        <w:rPr>
          <w:lang w:eastAsia="zh-CN"/>
        </w:rPr>
        <w:t xml:space="preserve"> </w:t>
      </w:r>
      <w:r>
        <w:rPr>
          <w:lang w:eastAsia="zh-CN"/>
        </w:rPr>
        <w:t>proceeding</w:t>
      </w:r>
      <w:r w:rsidR="00C17D31">
        <w:rPr>
          <w:lang w:eastAsia="zh-CN"/>
        </w:rPr>
        <w:t xml:space="preserve"> </w:t>
      </w:r>
      <w:r>
        <w:rPr>
          <w:lang w:eastAsia="zh-CN"/>
        </w:rPr>
        <w:t>in</w:t>
      </w:r>
      <w:r w:rsidR="00C17D31">
        <w:rPr>
          <w:lang w:eastAsia="zh-CN"/>
        </w:rPr>
        <w:t xml:space="preserve"> </w:t>
      </w:r>
      <w:r>
        <w:rPr>
          <w:lang w:eastAsia="zh-CN"/>
        </w:rPr>
        <w:t>relation</w:t>
      </w:r>
      <w:r w:rsidR="00C17D31">
        <w:rPr>
          <w:lang w:eastAsia="zh-CN"/>
        </w:rPr>
        <w:t xml:space="preserve"> </w:t>
      </w:r>
      <w:r>
        <w:rPr>
          <w:lang w:eastAsia="zh-CN"/>
        </w:rPr>
        <w:t>to</w:t>
      </w:r>
      <w:r w:rsidR="00C17D31">
        <w:rPr>
          <w:lang w:eastAsia="zh-CN"/>
        </w:rPr>
        <w:t xml:space="preserve"> </w:t>
      </w:r>
      <w:r>
        <w:rPr>
          <w:lang w:eastAsia="zh-CN"/>
        </w:rPr>
        <w:t>this</w:t>
      </w:r>
      <w:r w:rsidR="00C17D31">
        <w:rPr>
          <w:lang w:eastAsia="zh-CN"/>
        </w:rPr>
        <w:t xml:space="preserve"> </w:t>
      </w:r>
      <w:r>
        <w:rPr>
          <w:lang w:eastAsia="zh-CN"/>
        </w:rPr>
        <w:t>RFT</w:t>
      </w:r>
      <w:r w:rsidR="00C17D31">
        <w:rPr>
          <w:lang w:eastAsia="zh-CN"/>
        </w:rPr>
        <w:t xml:space="preserve"> </w:t>
      </w:r>
      <w:r>
        <w:rPr>
          <w:lang w:eastAsia="zh-CN"/>
        </w:rPr>
        <w:t>process</w:t>
      </w:r>
      <w:r w:rsidR="00C17D31">
        <w:rPr>
          <w:lang w:eastAsia="zh-CN"/>
        </w:rPr>
        <w:t xml:space="preserve"> </w:t>
      </w:r>
      <w:r>
        <w:rPr>
          <w:lang w:eastAsia="zh-CN"/>
        </w:rPr>
        <w:t>or</w:t>
      </w:r>
      <w:r w:rsidR="00C17D31">
        <w:rPr>
          <w:lang w:eastAsia="zh-CN"/>
        </w:rPr>
        <w:t xml:space="preserve"> </w:t>
      </w:r>
      <w:r>
        <w:rPr>
          <w:lang w:eastAsia="zh-CN"/>
        </w:rPr>
        <w:t>any</w:t>
      </w:r>
      <w:r w:rsidR="00C17D31">
        <w:rPr>
          <w:lang w:eastAsia="zh-CN"/>
        </w:rPr>
        <w:t xml:space="preserve"> </w:t>
      </w:r>
      <w:r>
        <w:rPr>
          <w:lang w:eastAsia="zh-CN"/>
        </w:rPr>
        <w:t>resultant</w:t>
      </w:r>
      <w:r w:rsidR="00C17D31">
        <w:rPr>
          <w:lang w:eastAsia="zh-CN"/>
        </w:rPr>
        <w:t xml:space="preserve"> </w:t>
      </w:r>
      <w:r>
        <w:rPr>
          <w:lang w:eastAsia="zh-CN"/>
        </w:rPr>
        <w:t>Contract;</w:t>
      </w:r>
    </w:p>
    <w:p w14:paraId="04479448" w14:textId="1D45C884" w:rsidR="00514A46" w:rsidRDefault="00514A46" w:rsidP="00C8034B">
      <w:pPr>
        <w:pStyle w:val="COTCOCLV4-ASDEFCON"/>
        <w:rPr>
          <w:lang w:eastAsia="zh-CN"/>
        </w:rPr>
      </w:pPr>
      <w:r>
        <w:rPr>
          <w:lang w:eastAsia="zh-CN"/>
        </w:rPr>
        <w:t>in</w:t>
      </w:r>
      <w:r w:rsidR="00C17D31">
        <w:rPr>
          <w:lang w:eastAsia="zh-CN"/>
        </w:rPr>
        <w:t xml:space="preserve"> </w:t>
      </w:r>
      <w:r>
        <w:rPr>
          <w:lang w:eastAsia="zh-CN"/>
        </w:rPr>
        <w:t>the</w:t>
      </w:r>
      <w:r w:rsidR="00C17D31">
        <w:rPr>
          <w:lang w:eastAsia="zh-CN"/>
        </w:rPr>
        <w:t xml:space="preserve"> </w:t>
      </w:r>
      <w:r>
        <w:rPr>
          <w:lang w:eastAsia="zh-CN"/>
        </w:rPr>
        <w:t>public</w:t>
      </w:r>
      <w:r w:rsidR="00C17D31">
        <w:rPr>
          <w:lang w:eastAsia="zh-CN"/>
        </w:rPr>
        <w:t xml:space="preserve"> </w:t>
      </w:r>
      <w:r>
        <w:rPr>
          <w:lang w:eastAsia="zh-CN"/>
        </w:rPr>
        <w:t>domain</w:t>
      </w:r>
      <w:r w:rsidR="00C17D31">
        <w:rPr>
          <w:lang w:eastAsia="zh-CN"/>
        </w:rPr>
        <w:t xml:space="preserve"> </w:t>
      </w:r>
      <w:r>
        <w:rPr>
          <w:lang w:eastAsia="zh-CN"/>
        </w:rPr>
        <w:t>otherwise</w:t>
      </w:r>
      <w:r w:rsidR="00C17D31">
        <w:rPr>
          <w:lang w:eastAsia="zh-CN"/>
        </w:rPr>
        <w:t xml:space="preserve"> </w:t>
      </w:r>
      <w:r>
        <w:rPr>
          <w:lang w:eastAsia="zh-CN"/>
        </w:rPr>
        <w:t>than</w:t>
      </w:r>
      <w:r w:rsidR="00C17D31">
        <w:rPr>
          <w:lang w:eastAsia="zh-CN"/>
        </w:rPr>
        <w:t xml:space="preserve"> </w:t>
      </w:r>
      <w:r>
        <w:rPr>
          <w:lang w:eastAsia="zh-CN"/>
        </w:rPr>
        <w:t>due</w:t>
      </w:r>
      <w:r w:rsidR="00C17D31">
        <w:rPr>
          <w:lang w:eastAsia="zh-CN"/>
        </w:rPr>
        <w:t xml:space="preserve"> </w:t>
      </w:r>
      <w:r>
        <w:rPr>
          <w:lang w:eastAsia="zh-CN"/>
        </w:rPr>
        <w:t>to</w:t>
      </w:r>
      <w:r w:rsidR="00C17D31">
        <w:rPr>
          <w:lang w:eastAsia="zh-CN"/>
        </w:rPr>
        <w:t xml:space="preserve"> </w:t>
      </w:r>
      <w:r>
        <w:rPr>
          <w:lang w:eastAsia="zh-CN"/>
        </w:rPr>
        <w:t>a</w:t>
      </w:r>
      <w:r w:rsidR="00C17D31">
        <w:rPr>
          <w:lang w:eastAsia="zh-CN"/>
        </w:rPr>
        <w:t xml:space="preserve"> </w:t>
      </w:r>
      <w:r>
        <w:rPr>
          <w:lang w:eastAsia="zh-CN"/>
        </w:rPr>
        <w:t>breach</w:t>
      </w:r>
      <w:r w:rsidR="00C17D31">
        <w:rPr>
          <w:lang w:eastAsia="zh-CN"/>
        </w:rPr>
        <w:t xml:space="preserve"> </w:t>
      </w:r>
      <w:r>
        <w:rPr>
          <w:lang w:eastAsia="zh-CN"/>
        </w:rPr>
        <w:t>of</w:t>
      </w:r>
      <w:r w:rsidR="00C17D31">
        <w:rPr>
          <w:lang w:eastAsia="zh-CN"/>
        </w:rPr>
        <w:t xml:space="preserve"> </w:t>
      </w:r>
      <w:r>
        <w:rPr>
          <w:lang w:eastAsia="zh-CN"/>
        </w:rPr>
        <w:t>confidence;</w:t>
      </w:r>
      <w:r w:rsidR="00C17D31">
        <w:rPr>
          <w:lang w:eastAsia="zh-CN"/>
        </w:rPr>
        <w:t xml:space="preserve"> </w:t>
      </w:r>
      <w:r>
        <w:rPr>
          <w:lang w:eastAsia="zh-CN"/>
        </w:rPr>
        <w:t>or</w:t>
      </w:r>
    </w:p>
    <w:p w14:paraId="4910380A" w14:textId="330B0104" w:rsidR="00514A46" w:rsidRDefault="00514A46" w:rsidP="00C8034B">
      <w:pPr>
        <w:pStyle w:val="COTCOCLV4-ASDEFCON"/>
        <w:rPr>
          <w:lang w:eastAsia="zh-CN"/>
        </w:rPr>
      </w:pPr>
      <w:r>
        <w:rPr>
          <w:lang w:eastAsia="zh-CN"/>
        </w:rPr>
        <w:t>as</w:t>
      </w:r>
      <w:r w:rsidR="00C17D31">
        <w:rPr>
          <w:lang w:eastAsia="zh-CN"/>
        </w:rPr>
        <w:t xml:space="preserve"> </w:t>
      </w:r>
      <w:r>
        <w:rPr>
          <w:lang w:eastAsia="zh-CN"/>
        </w:rPr>
        <w:t>contemplated</w:t>
      </w:r>
      <w:r w:rsidR="00C17D31">
        <w:rPr>
          <w:lang w:eastAsia="zh-CN"/>
        </w:rPr>
        <w:t xml:space="preserve"> </w:t>
      </w:r>
      <w:r>
        <w:rPr>
          <w:lang w:eastAsia="zh-CN"/>
        </w:rPr>
        <w:t>under</w:t>
      </w:r>
      <w:r w:rsidR="00C17D31">
        <w:rPr>
          <w:lang w:eastAsia="zh-CN"/>
        </w:rPr>
        <w:t xml:space="preserve"> </w:t>
      </w:r>
      <w:r>
        <w:rPr>
          <w:lang w:eastAsia="zh-CN"/>
        </w:rPr>
        <w:t>clause</w:t>
      </w:r>
      <w:r w:rsidR="00C17D31">
        <w:rPr>
          <w:lang w:eastAsia="zh-CN"/>
        </w:rPr>
        <w:t xml:space="preserve"> </w:t>
      </w:r>
      <w:r>
        <w:rPr>
          <w:lang w:eastAsia="zh-CN"/>
        </w:rPr>
        <w:fldChar w:fldCharType="begin"/>
      </w:r>
      <w:r>
        <w:rPr>
          <w:lang w:eastAsia="zh-CN"/>
        </w:rPr>
        <w:instrText xml:space="preserve"> REF _Ref95272325 \w \h </w:instrText>
      </w:r>
      <w:r>
        <w:rPr>
          <w:lang w:eastAsia="zh-CN"/>
        </w:rPr>
      </w:r>
      <w:r>
        <w:rPr>
          <w:lang w:eastAsia="zh-CN"/>
        </w:rPr>
        <w:fldChar w:fldCharType="separate"/>
      </w:r>
      <w:r w:rsidR="00857305">
        <w:rPr>
          <w:lang w:eastAsia="zh-CN"/>
        </w:rPr>
        <w:t>2.12.1</w:t>
      </w:r>
      <w:r>
        <w:rPr>
          <w:lang w:eastAsia="zh-CN"/>
        </w:rPr>
        <w:fldChar w:fldCharType="end"/>
      </w:r>
      <w:r>
        <w:rPr>
          <w:lang w:eastAsia="zh-CN"/>
        </w:rPr>
        <w:t>.</w:t>
      </w:r>
    </w:p>
    <w:p w14:paraId="0E42C615" w14:textId="1BD4685E" w:rsidR="00514A46" w:rsidRDefault="00514A46" w:rsidP="00C8034B">
      <w:pPr>
        <w:pStyle w:val="COTCOCLV2-ASDEFCON"/>
        <w:rPr>
          <w:lang w:eastAsia="zh-CN"/>
        </w:rPr>
      </w:pPr>
      <w:bookmarkStart w:id="345" w:name="_Ref335690531"/>
      <w:bookmarkStart w:id="346" w:name="_Toc338418980"/>
      <w:bookmarkStart w:id="347" w:name="_Ref361128896"/>
      <w:bookmarkStart w:id="348" w:name="_Toc381968859"/>
      <w:bookmarkStart w:id="349" w:name="_Toc384027213"/>
      <w:bookmarkStart w:id="350" w:name="_Toc121903977"/>
      <w:bookmarkStart w:id="351" w:name="_Toc175208053"/>
      <w:r w:rsidRPr="007645B5">
        <w:rPr>
          <w:lang w:eastAsia="zh-CN"/>
        </w:rPr>
        <w:t>Probity</w:t>
      </w:r>
      <w:r w:rsidR="00C17D31">
        <w:rPr>
          <w:lang w:eastAsia="zh-CN"/>
        </w:rPr>
        <w:t xml:space="preserve"> </w:t>
      </w:r>
      <w:r w:rsidRPr="007645B5">
        <w:rPr>
          <w:lang w:eastAsia="zh-CN"/>
        </w:rPr>
        <w:t>Assurance</w:t>
      </w:r>
      <w:bookmarkEnd w:id="345"/>
      <w:bookmarkEnd w:id="346"/>
      <w:r w:rsidR="00C17D31">
        <w:rPr>
          <w:lang w:eastAsia="zh-CN"/>
        </w:rPr>
        <w:t xml:space="preserve"> </w:t>
      </w:r>
      <w:r w:rsidRPr="00C37546">
        <w:rPr>
          <w:lang w:eastAsia="zh-CN"/>
        </w:rPr>
        <w:t>(Core)</w:t>
      </w:r>
      <w:bookmarkEnd w:id="347"/>
      <w:bookmarkEnd w:id="348"/>
      <w:bookmarkEnd w:id="349"/>
      <w:bookmarkEnd w:id="350"/>
      <w:bookmarkEnd w:id="351"/>
    </w:p>
    <w:p w14:paraId="32B5BD11" w14:textId="17F12DDC" w:rsidR="00514A46" w:rsidRPr="007645B5" w:rsidRDefault="00514A46" w:rsidP="00C8034B">
      <w:pPr>
        <w:pStyle w:val="NoteToTenderers-ASDEFCON"/>
      </w:pPr>
      <w:r>
        <w:t>Note</w:t>
      </w:r>
      <w:r w:rsidR="00C17D31">
        <w:t xml:space="preserve"> </w:t>
      </w:r>
      <w:r>
        <w:t>to</w:t>
      </w:r>
      <w:r w:rsidR="00C17D31">
        <w:t xml:space="preserve"> </w:t>
      </w:r>
      <w:r>
        <w:t>tenderers:</w:t>
      </w:r>
      <w:r w:rsidR="00C17D31">
        <w:t xml:space="preserve">  </w:t>
      </w:r>
      <w:r>
        <w:t>Tenderers</w:t>
      </w:r>
      <w:r w:rsidR="00C17D31">
        <w:t xml:space="preserve"> </w:t>
      </w:r>
      <w:r>
        <w:t>should</w:t>
      </w:r>
      <w:r w:rsidR="00C17D31">
        <w:t xml:space="preserve"> </w:t>
      </w:r>
      <w:r>
        <w:t>note</w:t>
      </w:r>
      <w:r w:rsidR="00C17D31">
        <w:t xml:space="preserve"> </w:t>
      </w:r>
      <w:r>
        <w:t>that</w:t>
      </w:r>
      <w:r w:rsidR="00C17D31">
        <w:t xml:space="preserve"> </w:t>
      </w:r>
      <w:r>
        <w:t>the</w:t>
      </w:r>
      <w:r w:rsidR="00C17D31">
        <w:t xml:space="preserve"> </w:t>
      </w:r>
      <w:r>
        <w:t>Tenderer’s</w:t>
      </w:r>
      <w:r w:rsidR="00C17D31">
        <w:t xml:space="preserve"> </w:t>
      </w:r>
      <w:r>
        <w:t>Deed</w:t>
      </w:r>
      <w:r w:rsidR="00C17D31">
        <w:t xml:space="preserve"> </w:t>
      </w:r>
      <w:r>
        <w:t>of</w:t>
      </w:r>
      <w:r w:rsidR="00C17D31">
        <w:t xml:space="preserve"> </w:t>
      </w:r>
      <w:r>
        <w:t>Undertaking</w:t>
      </w:r>
      <w:r w:rsidR="00C17D31">
        <w:t xml:space="preserve"> </w:t>
      </w:r>
      <w:r>
        <w:t>sets</w:t>
      </w:r>
      <w:r w:rsidR="00C17D31">
        <w:t xml:space="preserve"> </w:t>
      </w:r>
      <w:r>
        <w:t>out</w:t>
      </w:r>
      <w:r w:rsidR="00C17D31">
        <w:t xml:space="preserve"> </w:t>
      </w:r>
      <w:r>
        <w:t>a</w:t>
      </w:r>
      <w:r w:rsidR="00C17D31">
        <w:t xml:space="preserve"> </w:t>
      </w:r>
      <w:r>
        <w:t>number</w:t>
      </w:r>
      <w:r w:rsidR="00C17D31">
        <w:t xml:space="preserve"> </w:t>
      </w:r>
      <w:r>
        <w:t>of</w:t>
      </w:r>
      <w:r w:rsidR="00C17D31">
        <w:t xml:space="preserve"> </w:t>
      </w:r>
      <w:r>
        <w:t>acknowledgements</w:t>
      </w:r>
      <w:r w:rsidR="00C17D31">
        <w:t xml:space="preserve"> </w:t>
      </w:r>
      <w:r>
        <w:t>and</w:t>
      </w:r>
      <w:r w:rsidR="00C17D31">
        <w:t xml:space="preserve"> </w:t>
      </w:r>
      <w:r>
        <w:t>undertakings</w:t>
      </w:r>
      <w:r w:rsidR="00C17D31">
        <w:t xml:space="preserve"> </w:t>
      </w:r>
      <w:r>
        <w:t>to</w:t>
      </w:r>
      <w:r w:rsidR="00C17D31">
        <w:t xml:space="preserve"> </w:t>
      </w:r>
      <w:r>
        <w:t>be</w:t>
      </w:r>
      <w:r w:rsidR="00C17D31">
        <w:t xml:space="preserve"> </w:t>
      </w:r>
      <w:r>
        <w:t>given</w:t>
      </w:r>
      <w:r w:rsidR="00C17D31">
        <w:t xml:space="preserve"> </w:t>
      </w:r>
      <w:r>
        <w:t>by</w:t>
      </w:r>
      <w:r w:rsidR="00C17D31">
        <w:t xml:space="preserve"> </w:t>
      </w:r>
      <w:r>
        <w:t>tenderers,</w:t>
      </w:r>
      <w:r w:rsidR="00C17D31">
        <w:t xml:space="preserve"> </w:t>
      </w:r>
      <w:r>
        <w:t>including</w:t>
      </w:r>
      <w:r w:rsidR="00C17D31">
        <w:t xml:space="preserve"> </w:t>
      </w:r>
      <w:r>
        <w:t>in</w:t>
      </w:r>
      <w:r w:rsidR="00C17D31">
        <w:t xml:space="preserve"> </w:t>
      </w:r>
      <w:r>
        <w:t>relation</w:t>
      </w:r>
      <w:r w:rsidR="00C17D31">
        <w:t xml:space="preserve"> </w:t>
      </w:r>
      <w:r>
        <w:t>to</w:t>
      </w:r>
      <w:r w:rsidR="00C17D31">
        <w:t xml:space="preserve"> </w:t>
      </w:r>
      <w:r>
        <w:t>probity,</w:t>
      </w:r>
      <w:r w:rsidR="00C17D31">
        <w:t xml:space="preserve"> </w:t>
      </w:r>
      <w:r w:rsidRPr="00300524">
        <w:rPr>
          <w:rFonts w:eastAsia="SimSun"/>
          <w:lang w:eastAsia="zh-CN"/>
        </w:rPr>
        <w:t>conflict</w:t>
      </w:r>
      <w:r w:rsidR="00C17D31">
        <w:rPr>
          <w:rFonts w:eastAsia="SimSun"/>
          <w:lang w:eastAsia="zh-CN"/>
        </w:rPr>
        <w:t xml:space="preserve"> </w:t>
      </w:r>
      <w:r w:rsidRPr="00300524">
        <w:rPr>
          <w:rFonts w:eastAsia="SimSun"/>
          <w:lang w:eastAsia="zh-CN"/>
        </w:rPr>
        <w:t>of</w:t>
      </w:r>
      <w:r w:rsidR="00C17D31">
        <w:rPr>
          <w:rFonts w:eastAsia="SimSun"/>
          <w:lang w:eastAsia="zh-CN"/>
        </w:rPr>
        <w:t xml:space="preserve"> </w:t>
      </w:r>
      <w:r w:rsidRPr="00300524">
        <w:rPr>
          <w:rFonts w:eastAsia="SimSun"/>
          <w:lang w:eastAsia="zh-CN"/>
        </w:rPr>
        <w:t>interest</w:t>
      </w:r>
      <w:r w:rsidR="00C17D31">
        <w:rPr>
          <w:rFonts w:eastAsia="SimSun"/>
          <w:lang w:eastAsia="zh-CN"/>
        </w:rPr>
        <w:t xml:space="preserve"> </w:t>
      </w:r>
      <w:r>
        <w:rPr>
          <w:rFonts w:eastAsia="SimSun"/>
          <w:lang w:eastAsia="zh-CN"/>
        </w:rPr>
        <w:t>and</w:t>
      </w:r>
      <w:r w:rsidR="00C17D31">
        <w:rPr>
          <w:rFonts w:eastAsia="SimSun"/>
          <w:lang w:eastAsia="zh-CN"/>
        </w:rPr>
        <w:t xml:space="preserve"> </w:t>
      </w:r>
      <w:r>
        <w:rPr>
          <w:rFonts w:eastAsia="SimSun"/>
          <w:lang w:eastAsia="zh-CN"/>
        </w:rPr>
        <w:t>bribery.</w:t>
      </w:r>
    </w:p>
    <w:p w14:paraId="200E9B7A" w14:textId="7DC09FFC" w:rsidR="00D5686F" w:rsidRDefault="00514A46" w:rsidP="00C8034B">
      <w:pPr>
        <w:pStyle w:val="COTCOCLV3-ASDEFCON"/>
        <w:rPr>
          <w:lang w:eastAsia="zh-CN"/>
        </w:rPr>
      </w:pPr>
      <w:r>
        <w:rPr>
          <w:lang w:eastAsia="zh-CN"/>
        </w:rPr>
        <w:t>The</w:t>
      </w:r>
      <w:r w:rsidR="00C17D31">
        <w:rPr>
          <w:lang w:eastAsia="zh-CN"/>
        </w:rPr>
        <w:t xml:space="preserve"> </w:t>
      </w:r>
      <w:r>
        <w:rPr>
          <w:lang w:eastAsia="zh-CN"/>
        </w:rPr>
        <w:t>Commonwealth</w:t>
      </w:r>
      <w:r w:rsidR="00C17D31">
        <w:rPr>
          <w:lang w:eastAsia="zh-CN"/>
        </w:rPr>
        <w:t xml:space="preserve"> </w:t>
      </w:r>
      <w:r>
        <w:rPr>
          <w:lang w:eastAsia="zh-CN"/>
        </w:rPr>
        <w:t>may</w:t>
      </w:r>
      <w:r w:rsidR="00C17D31">
        <w:rPr>
          <w:lang w:eastAsia="zh-CN"/>
        </w:rPr>
        <w:t xml:space="preserve"> </w:t>
      </w:r>
      <w:r>
        <w:rPr>
          <w:lang w:eastAsia="zh-CN"/>
        </w:rPr>
        <w:t>exclude</w:t>
      </w:r>
      <w:r w:rsidR="00C17D31">
        <w:rPr>
          <w:lang w:eastAsia="zh-CN"/>
        </w:rPr>
        <w:t xml:space="preserve"> </w:t>
      </w:r>
      <w:r>
        <w:rPr>
          <w:lang w:eastAsia="zh-CN"/>
        </w:rPr>
        <w:t>a</w:t>
      </w:r>
      <w:r w:rsidR="00C17D31">
        <w:rPr>
          <w:lang w:eastAsia="zh-CN"/>
        </w:rPr>
        <w:t xml:space="preserve"> </w:t>
      </w:r>
      <w:r>
        <w:rPr>
          <w:lang w:eastAsia="zh-CN"/>
        </w:rPr>
        <w:t>tender</w:t>
      </w:r>
      <w:r w:rsidR="00C17D31">
        <w:rPr>
          <w:lang w:eastAsia="zh-CN"/>
        </w:rPr>
        <w:t xml:space="preserve"> </w:t>
      </w:r>
      <w:r>
        <w:rPr>
          <w:lang w:eastAsia="zh-CN"/>
        </w:rPr>
        <w:t>from</w:t>
      </w:r>
      <w:r w:rsidR="00C17D31">
        <w:rPr>
          <w:lang w:eastAsia="zh-CN"/>
        </w:rPr>
        <w:t xml:space="preserve"> </w:t>
      </w:r>
      <w:r>
        <w:rPr>
          <w:lang w:eastAsia="zh-CN"/>
        </w:rPr>
        <w:t>further</w:t>
      </w:r>
      <w:r w:rsidR="00C17D31">
        <w:rPr>
          <w:lang w:eastAsia="zh-CN"/>
        </w:rPr>
        <w:t xml:space="preserve"> </w:t>
      </w:r>
      <w:r>
        <w:rPr>
          <w:lang w:eastAsia="zh-CN"/>
        </w:rPr>
        <w:t>consideration</w:t>
      </w:r>
      <w:r w:rsidR="00C17D31">
        <w:rPr>
          <w:lang w:eastAsia="zh-CN"/>
        </w:rPr>
        <w:t xml:space="preserve"> </w:t>
      </w:r>
      <w:r>
        <w:rPr>
          <w:lang w:eastAsia="zh-CN"/>
        </w:rPr>
        <w:t>if</w:t>
      </w:r>
      <w:r w:rsidR="00C17D31">
        <w:rPr>
          <w:lang w:eastAsia="zh-CN"/>
        </w:rPr>
        <w:t xml:space="preserve"> </w:t>
      </w:r>
      <w:r>
        <w:rPr>
          <w:lang w:eastAsia="zh-CN"/>
        </w:rPr>
        <w:t>in</w:t>
      </w:r>
      <w:r w:rsidR="00C17D31">
        <w:rPr>
          <w:lang w:eastAsia="zh-CN"/>
        </w:rPr>
        <w:t xml:space="preserve"> </w:t>
      </w:r>
      <w:r>
        <w:rPr>
          <w:lang w:eastAsia="zh-CN"/>
        </w:rPr>
        <w:t>the</w:t>
      </w:r>
      <w:r w:rsidR="00C17D31">
        <w:rPr>
          <w:lang w:eastAsia="zh-CN"/>
        </w:rPr>
        <w:t xml:space="preserve"> </w:t>
      </w:r>
      <w:r>
        <w:rPr>
          <w:lang w:eastAsia="zh-CN"/>
        </w:rPr>
        <w:t>opinion</w:t>
      </w:r>
      <w:r w:rsidR="00C17D31">
        <w:rPr>
          <w:lang w:eastAsia="zh-CN"/>
        </w:rPr>
        <w:t xml:space="preserve"> </w:t>
      </w:r>
      <w:r>
        <w:rPr>
          <w:lang w:eastAsia="zh-CN"/>
        </w:rPr>
        <w:t>of</w:t>
      </w:r>
      <w:r w:rsidR="00C17D31">
        <w:rPr>
          <w:lang w:eastAsia="zh-CN"/>
        </w:rPr>
        <w:t xml:space="preserve"> </w:t>
      </w:r>
      <w:r>
        <w:rPr>
          <w:lang w:eastAsia="zh-CN"/>
        </w:rPr>
        <w:t>the</w:t>
      </w:r>
      <w:r w:rsidR="00C17D31">
        <w:rPr>
          <w:lang w:eastAsia="zh-CN"/>
        </w:rPr>
        <w:t xml:space="preserve"> </w:t>
      </w:r>
      <w:r>
        <w:rPr>
          <w:lang w:eastAsia="zh-CN"/>
        </w:rPr>
        <w:t>Commonwealth,</w:t>
      </w:r>
      <w:r w:rsidR="00C17D31">
        <w:rPr>
          <w:lang w:eastAsia="zh-CN"/>
        </w:rPr>
        <w:t xml:space="preserve"> </w:t>
      </w:r>
      <w:r>
        <w:rPr>
          <w:lang w:eastAsia="zh-CN"/>
        </w:rPr>
        <w:t>the</w:t>
      </w:r>
      <w:r w:rsidR="00C17D31">
        <w:rPr>
          <w:lang w:eastAsia="zh-CN"/>
        </w:rPr>
        <w:t xml:space="preserve"> </w:t>
      </w:r>
      <w:r>
        <w:rPr>
          <w:lang w:eastAsia="zh-CN"/>
        </w:rPr>
        <w:t>tenderer</w:t>
      </w:r>
      <w:r w:rsidR="00C17D31">
        <w:rPr>
          <w:lang w:eastAsia="zh-CN"/>
        </w:rPr>
        <w:t xml:space="preserve"> </w:t>
      </w:r>
      <w:r>
        <w:rPr>
          <w:lang w:eastAsia="zh-CN"/>
        </w:rPr>
        <w:t>fails</w:t>
      </w:r>
      <w:r w:rsidR="00C17D31">
        <w:rPr>
          <w:lang w:eastAsia="zh-CN"/>
        </w:rPr>
        <w:t xml:space="preserve"> </w:t>
      </w:r>
      <w:r>
        <w:rPr>
          <w:lang w:eastAsia="zh-CN"/>
        </w:rPr>
        <w:t>to</w:t>
      </w:r>
      <w:r w:rsidR="00C17D31">
        <w:rPr>
          <w:lang w:eastAsia="zh-CN"/>
        </w:rPr>
        <w:t xml:space="preserve"> </w:t>
      </w:r>
      <w:r>
        <w:rPr>
          <w:lang w:eastAsia="zh-CN"/>
        </w:rPr>
        <w:t>comply</w:t>
      </w:r>
      <w:r w:rsidR="00C17D31">
        <w:rPr>
          <w:lang w:eastAsia="zh-CN"/>
        </w:rPr>
        <w:t xml:space="preserve"> </w:t>
      </w:r>
      <w:r>
        <w:rPr>
          <w:lang w:eastAsia="zh-CN"/>
        </w:rPr>
        <w:t>with</w:t>
      </w:r>
      <w:r w:rsidR="00C17D31">
        <w:rPr>
          <w:lang w:eastAsia="zh-CN"/>
        </w:rPr>
        <w:t xml:space="preserve"> </w:t>
      </w:r>
      <w:r>
        <w:rPr>
          <w:lang w:eastAsia="zh-CN"/>
        </w:rPr>
        <w:t>clause</w:t>
      </w:r>
      <w:r w:rsidR="00C17D31">
        <w:rPr>
          <w:lang w:eastAsia="zh-CN"/>
        </w:rPr>
        <w:t xml:space="preserve"> </w:t>
      </w:r>
      <w:r>
        <w:rPr>
          <w:lang w:eastAsia="zh-CN"/>
        </w:rPr>
        <w:t>4</w:t>
      </w:r>
      <w:r w:rsidR="00C17D31">
        <w:rPr>
          <w:lang w:eastAsia="zh-CN"/>
        </w:rPr>
        <w:t xml:space="preserve"> </w:t>
      </w:r>
      <w:r>
        <w:rPr>
          <w:lang w:eastAsia="zh-CN"/>
        </w:rPr>
        <w:t>of</w:t>
      </w:r>
      <w:r w:rsidR="00C17D31">
        <w:rPr>
          <w:lang w:eastAsia="zh-CN"/>
        </w:rPr>
        <w:t xml:space="preserve"> </w:t>
      </w:r>
      <w:r>
        <w:rPr>
          <w:lang w:eastAsia="zh-CN"/>
        </w:rPr>
        <w:t>the</w:t>
      </w:r>
      <w:r w:rsidR="00C17D31">
        <w:rPr>
          <w:lang w:eastAsia="zh-CN"/>
        </w:rPr>
        <w:t xml:space="preserve"> </w:t>
      </w:r>
      <w:r>
        <w:rPr>
          <w:lang w:eastAsia="zh-CN"/>
        </w:rPr>
        <w:t>Tenderer’s</w:t>
      </w:r>
      <w:r w:rsidR="00C17D31">
        <w:rPr>
          <w:lang w:eastAsia="zh-CN"/>
        </w:rPr>
        <w:t xml:space="preserve"> </w:t>
      </w:r>
      <w:r>
        <w:rPr>
          <w:lang w:eastAsia="zh-CN"/>
        </w:rPr>
        <w:t>Deed</w:t>
      </w:r>
      <w:r w:rsidR="00C17D31">
        <w:rPr>
          <w:lang w:eastAsia="zh-CN"/>
        </w:rPr>
        <w:t xml:space="preserve"> </w:t>
      </w:r>
      <w:r>
        <w:rPr>
          <w:lang w:eastAsia="zh-CN"/>
        </w:rPr>
        <w:t>of</w:t>
      </w:r>
      <w:r w:rsidR="00C17D31">
        <w:rPr>
          <w:lang w:eastAsia="zh-CN"/>
        </w:rPr>
        <w:t xml:space="preserve"> </w:t>
      </w:r>
      <w:r>
        <w:rPr>
          <w:lang w:eastAsia="zh-CN"/>
        </w:rPr>
        <w:t>Undertaking.</w:t>
      </w:r>
      <w:r w:rsidR="00C17D31">
        <w:rPr>
          <w:lang w:eastAsia="zh-CN"/>
        </w:rPr>
        <w:t xml:space="preserve">  </w:t>
      </w:r>
      <w:r>
        <w:rPr>
          <w:lang w:eastAsia="zh-CN"/>
        </w:rPr>
        <w:t>The</w:t>
      </w:r>
      <w:r w:rsidR="00C17D31">
        <w:rPr>
          <w:lang w:eastAsia="zh-CN"/>
        </w:rPr>
        <w:t xml:space="preserve"> </w:t>
      </w:r>
      <w:r>
        <w:rPr>
          <w:lang w:eastAsia="zh-CN"/>
        </w:rPr>
        <w:t>Commonwealth</w:t>
      </w:r>
      <w:r w:rsidR="00C17D31">
        <w:rPr>
          <w:lang w:eastAsia="zh-CN"/>
        </w:rPr>
        <w:t xml:space="preserve"> </w:t>
      </w:r>
      <w:r>
        <w:rPr>
          <w:lang w:eastAsia="zh-CN"/>
        </w:rPr>
        <w:t>may</w:t>
      </w:r>
      <w:r w:rsidR="00C17D31">
        <w:rPr>
          <w:lang w:eastAsia="zh-CN"/>
        </w:rPr>
        <w:t xml:space="preserve"> </w:t>
      </w:r>
      <w:r>
        <w:rPr>
          <w:lang w:eastAsia="zh-CN"/>
        </w:rPr>
        <w:t>exclude</w:t>
      </w:r>
      <w:r w:rsidR="00C17D31">
        <w:rPr>
          <w:lang w:eastAsia="zh-CN"/>
        </w:rPr>
        <w:t xml:space="preserve"> </w:t>
      </w:r>
      <w:r>
        <w:rPr>
          <w:lang w:eastAsia="zh-CN"/>
        </w:rPr>
        <w:t>a</w:t>
      </w:r>
      <w:r w:rsidR="00C17D31">
        <w:rPr>
          <w:lang w:eastAsia="zh-CN"/>
        </w:rPr>
        <w:t xml:space="preserve"> </w:t>
      </w:r>
      <w:r>
        <w:rPr>
          <w:lang w:eastAsia="zh-CN"/>
        </w:rPr>
        <w:t>tender</w:t>
      </w:r>
      <w:r w:rsidR="00C17D31">
        <w:rPr>
          <w:lang w:eastAsia="zh-CN"/>
        </w:rPr>
        <w:t xml:space="preserve"> </w:t>
      </w:r>
      <w:r>
        <w:rPr>
          <w:lang w:eastAsia="zh-CN"/>
        </w:rPr>
        <w:t>from</w:t>
      </w:r>
      <w:r w:rsidR="00C17D31">
        <w:rPr>
          <w:lang w:eastAsia="zh-CN"/>
        </w:rPr>
        <w:t xml:space="preserve"> </w:t>
      </w:r>
      <w:r>
        <w:rPr>
          <w:lang w:eastAsia="zh-CN"/>
        </w:rPr>
        <w:t>further</w:t>
      </w:r>
      <w:r w:rsidR="00C17D31">
        <w:rPr>
          <w:lang w:eastAsia="zh-CN"/>
        </w:rPr>
        <w:t xml:space="preserve"> </w:t>
      </w:r>
      <w:r>
        <w:rPr>
          <w:lang w:eastAsia="zh-CN"/>
        </w:rPr>
        <w:t>consideration</w:t>
      </w:r>
      <w:r w:rsidR="00C17D31">
        <w:rPr>
          <w:lang w:eastAsia="zh-CN"/>
        </w:rPr>
        <w:t xml:space="preserve"> </w:t>
      </w:r>
      <w:r>
        <w:rPr>
          <w:lang w:eastAsia="zh-CN"/>
        </w:rPr>
        <w:t>if</w:t>
      </w:r>
      <w:r w:rsidR="00C17D31">
        <w:rPr>
          <w:lang w:eastAsia="zh-CN"/>
        </w:rPr>
        <w:t xml:space="preserve"> </w:t>
      </w:r>
      <w:r>
        <w:rPr>
          <w:lang w:eastAsia="zh-CN"/>
        </w:rPr>
        <w:t>the</w:t>
      </w:r>
      <w:r w:rsidR="00C17D31">
        <w:rPr>
          <w:lang w:eastAsia="zh-CN"/>
        </w:rPr>
        <w:t xml:space="preserve"> </w:t>
      </w:r>
      <w:r>
        <w:rPr>
          <w:lang w:eastAsia="zh-CN"/>
        </w:rPr>
        <w:t>tenderer,</w:t>
      </w:r>
      <w:r w:rsidR="00C17D31">
        <w:rPr>
          <w:lang w:eastAsia="zh-CN"/>
        </w:rPr>
        <w:t xml:space="preserve"> </w:t>
      </w:r>
      <w:r>
        <w:rPr>
          <w:lang w:eastAsia="zh-CN"/>
        </w:rPr>
        <w:t>any</w:t>
      </w:r>
      <w:r w:rsidR="00C17D31">
        <w:rPr>
          <w:lang w:eastAsia="zh-CN"/>
        </w:rPr>
        <w:t xml:space="preserve"> </w:t>
      </w:r>
      <w:r>
        <w:rPr>
          <w:lang w:eastAsia="zh-CN"/>
        </w:rPr>
        <w:t>of</w:t>
      </w:r>
      <w:r w:rsidR="00C17D31">
        <w:rPr>
          <w:lang w:eastAsia="zh-CN"/>
        </w:rPr>
        <w:t xml:space="preserve"> </w:t>
      </w:r>
      <w:r>
        <w:rPr>
          <w:lang w:eastAsia="zh-CN"/>
        </w:rPr>
        <w:t>its</w:t>
      </w:r>
      <w:r w:rsidR="00C17D31">
        <w:rPr>
          <w:lang w:eastAsia="zh-CN"/>
        </w:rPr>
        <w:t xml:space="preserve"> </w:t>
      </w:r>
      <w:r>
        <w:rPr>
          <w:lang w:eastAsia="zh-CN"/>
        </w:rPr>
        <w:t>Related</w:t>
      </w:r>
      <w:r w:rsidR="00C17D31">
        <w:rPr>
          <w:lang w:eastAsia="zh-CN"/>
        </w:rPr>
        <w:t xml:space="preserve"> </w:t>
      </w:r>
      <w:r>
        <w:rPr>
          <w:lang w:eastAsia="zh-CN"/>
        </w:rPr>
        <w:t>Bodies</w:t>
      </w:r>
      <w:r w:rsidR="00C17D31">
        <w:rPr>
          <w:lang w:eastAsia="zh-CN"/>
        </w:rPr>
        <w:t xml:space="preserve"> </w:t>
      </w:r>
      <w:r>
        <w:rPr>
          <w:lang w:eastAsia="zh-CN"/>
        </w:rPr>
        <w:t>Corporate</w:t>
      </w:r>
      <w:r w:rsidR="00C17D31">
        <w:rPr>
          <w:lang w:eastAsia="zh-CN"/>
        </w:rPr>
        <w:t xml:space="preserve"> </w:t>
      </w:r>
      <w:r>
        <w:rPr>
          <w:lang w:eastAsia="zh-CN"/>
        </w:rPr>
        <w:t>or</w:t>
      </w:r>
      <w:r w:rsidR="00C17D31">
        <w:rPr>
          <w:lang w:eastAsia="zh-CN"/>
        </w:rPr>
        <w:t xml:space="preserve"> </w:t>
      </w:r>
      <w:r>
        <w:rPr>
          <w:lang w:eastAsia="zh-CN"/>
        </w:rPr>
        <w:t>any</w:t>
      </w:r>
      <w:r w:rsidR="00C17D31">
        <w:rPr>
          <w:lang w:eastAsia="zh-CN"/>
        </w:rPr>
        <w:t xml:space="preserve"> </w:t>
      </w:r>
      <w:r>
        <w:rPr>
          <w:szCs w:val="20"/>
        </w:rPr>
        <w:t>officer</w:t>
      </w:r>
      <w:r w:rsidR="00C17D31">
        <w:rPr>
          <w:szCs w:val="20"/>
        </w:rPr>
        <w:t xml:space="preserve"> </w:t>
      </w:r>
      <w:r>
        <w:rPr>
          <w:lang w:eastAsia="zh-CN"/>
        </w:rPr>
        <w:t>of</w:t>
      </w:r>
      <w:r w:rsidR="00C17D31">
        <w:rPr>
          <w:lang w:eastAsia="zh-CN"/>
        </w:rPr>
        <w:t xml:space="preserve"> </w:t>
      </w:r>
      <w:r>
        <w:rPr>
          <w:lang w:eastAsia="zh-CN"/>
        </w:rPr>
        <w:t>any</w:t>
      </w:r>
      <w:r w:rsidR="00C17D31">
        <w:rPr>
          <w:lang w:eastAsia="zh-CN"/>
        </w:rPr>
        <w:t xml:space="preserve"> </w:t>
      </w:r>
      <w:r>
        <w:rPr>
          <w:lang w:eastAsia="zh-CN"/>
        </w:rPr>
        <w:t>of</w:t>
      </w:r>
      <w:r w:rsidR="00C17D31">
        <w:rPr>
          <w:lang w:eastAsia="zh-CN"/>
        </w:rPr>
        <w:t xml:space="preserve"> </w:t>
      </w:r>
      <w:r>
        <w:rPr>
          <w:lang w:eastAsia="zh-CN"/>
        </w:rPr>
        <w:t>them</w:t>
      </w:r>
      <w:r w:rsidR="00C17D31">
        <w:rPr>
          <w:lang w:eastAsia="zh-CN"/>
        </w:rPr>
        <w:t xml:space="preserve"> </w:t>
      </w:r>
      <w:r>
        <w:rPr>
          <w:lang w:eastAsia="zh-CN"/>
        </w:rPr>
        <w:t>has</w:t>
      </w:r>
      <w:r w:rsidR="00C17D31">
        <w:rPr>
          <w:lang w:eastAsia="zh-CN"/>
        </w:rPr>
        <w:t xml:space="preserve"> </w:t>
      </w:r>
      <w:r>
        <w:rPr>
          <w:lang w:eastAsia="zh-CN"/>
        </w:rPr>
        <w:t>been</w:t>
      </w:r>
      <w:r w:rsidR="00C17D31">
        <w:rPr>
          <w:lang w:eastAsia="zh-CN"/>
        </w:rPr>
        <w:t xml:space="preserve"> </w:t>
      </w:r>
      <w:r>
        <w:rPr>
          <w:lang w:eastAsia="zh-CN"/>
        </w:rPr>
        <w:t>convicted</w:t>
      </w:r>
      <w:r w:rsidR="00C17D31">
        <w:rPr>
          <w:lang w:eastAsia="zh-CN"/>
        </w:rPr>
        <w:t xml:space="preserve"> </w:t>
      </w:r>
      <w:r>
        <w:rPr>
          <w:lang w:eastAsia="zh-CN"/>
        </w:rPr>
        <w:t>of</w:t>
      </w:r>
      <w:r w:rsidR="00C17D31">
        <w:rPr>
          <w:lang w:eastAsia="zh-CN"/>
        </w:rPr>
        <w:t xml:space="preserve"> </w:t>
      </w:r>
      <w:r>
        <w:rPr>
          <w:lang w:eastAsia="zh-CN"/>
        </w:rPr>
        <w:t>bribery</w:t>
      </w:r>
      <w:r w:rsidR="00C17D31">
        <w:rPr>
          <w:lang w:eastAsia="zh-CN"/>
        </w:rPr>
        <w:t xml:space="preserve"> </w:t>
      </w:r>
      <w:r>
        <w:rPr>
          <w:lang w:eastAsia="zh-CN"/>
        </w:rPr>
        <w:t>of</w:t>
      </w:r>
      <w:r w:rsidR="00C17D31">
        <w:rPr>
          <w:lang w:eastAsia="zh-CN"/>
        </w:rPr>
        <w:t xml:space="preserve"> </w:t>
      </w:r>
      <w:r>
        <w:rPr>
          <w:lang w:eastAsia="zh-CN"/>
        </w:rPr>
        <w:t>Commonwealth,</w:t>
      </w:r>
      <w:r w:rsidR="00C17D31">
        <w:rPr>
          <w:lang w:eastAsia="zh-CN"/>
        </w:rPr>
        <w:t xml:space="preserve"> </w:t>
      </w:r>
      <w:r>
        <w:rPr>
          <w:lang w:eastAsia="zh-CN"/>
        </w:rPr>
        <w:t>State,</w:t>
      </w:r>
      <w:r w:rsidR="00C17D31">
        <w:rPr>
          <w:lang w:eastAsia="zh-CN"/>
        </w:rPr>
        <w:t xml:space="preserve"> </w:t>
      </w:r>
      <w:r>
        <w:rPr>
          <w:lang w:eastAsia="zh-CN"/>
        </w:rPr>
        <w:t>Territory</w:t>
      </w:r>
      <w:r w:rsidR="00C17D31">
        <w:rPr>
          <w:lang w:eastAsia="zh-CN"/>
        </w:rPr>
        <w:t xml:space="preserve"> </w:t>
      </w:r>
      <w:r>
        <w:rPr>
          <w:lang w:eastAsia="zh-CN"/>
        </w:rPr>
        <w:t>or</w:t>
      </w:r>
      <w:r w:rsidR="00C17D31">
        <w:rPr>
          <w:lang w:eastAsia="zh-CN"/>
        </w:rPr>
        <w:t xml:space="preserve"> </w:t>
      </w:r>
      <w:r>
        <w:rPr>
          <w:lang w:eastAsia="zh-CN"/>
        </w:rPr>
        <w:t>foreign</w:t>
      </w:r>
      <w:r w:rsidR="00C17D31">
        <w:rPr>
          <w:lang w:eastAsia="zh-CN"/>
        </w:rPr>
        <w:t xml:space="preserve"> </w:t>
      </w:r>
      <w:r>
        <w:rPr>
          <w:lang w:eastAsia="zh-CN"/>
        </w:rPr>
        <w:t>government</w:t>
      </w:r>
      <w:r w:rsidR="00C17D31">
        <w:rPr>
          <w:lang w:eastAsia="zh-CN"/>
        </w:rPr>
        <w:t xml:space="preserve"> </w:t>
      </w:r>
      <w:r>
        <w:rPr>
          <w:lang w:eastAsia="zh-CN"/>
        </w:rPr>
        <w:t>officials</w:t>
      </w:r>
      <w:r w:rsidR="00C17D31">
        <w:rPr>
          <w:lang w:eastAsia="zh-CN"/>
        </w:rPr>
        <w:t xml:space="preserve"> </w:t>
      </w:r>
      <w:r>
        <w:rPr>
          <w:lang w:eastAsia="zh-CN"/>
        </w:rPr>
        <w:t>at</w:t>
      </w:r>
      <w:r w:rsidR="00C17D31">
        <w:rPr>
          <w:lang w:eastAsia="zh-CN"/>
        </w:rPr>
        <w:t xml:space="preserve"> </w:t>
      </w:r>
      <w:r>
        <w:rPr>
          <w:lang w:eastAsia="zh-CN"/>
        </w:rPr>
        <w:t>any</w:t>
      </w:r>
      <w:r w:rsidR="00C17D31">
        <w:rPr>
          <w:lang w:eastAsia="zh-CN"/>
        </w:rPr>
        <w:t xml:space="preserve"> </w:t>
      </w:r>
      <w:r>
        <w:rPr>
          <w:lang w:eastAsia="zh-CN"/>
        </w:rPr>
        <w:t>time</w:t>
      </w:r>
      <w:r w:rsidR="00C17D31">
        <w:rPr>
          <w:lang w:eastAsia="zh-CN"/>
        </w:rPr>
        <w:t xml:space="preserve"> </w:t>
      </w:r>
      <w:r>
        <w:rPr>
          <w:lang w:eastAsia="zh-CN"/>
        </w:rPr>
        <w:t>during</w:t>
      </w:r>
      <w:r w:rsidR="00C17D31">
        <w:rPr>
          <w:lang w:eastAsia="zh-CN"/>
        </w:rPr>
        <w:t xml:space="preserve"> </w:t>
      </w:r>
      <w:r>
        <w:rPr>
          <w:lang w:eastAsia="zh-CN"/>
        </w:rPr>
        <w:t>the</w:t>
      </w:r>
      <w:r w:rsidR="00C17D31">
        <w:rPr>
          <w:lang w:eastAsia="zh-CN"/>
        </w:rPr>
        <w:t xml:space="preserve"> </w:t>
      </w:r>
      <w:r>
        <w:rPr>
          <w:lang w:eastAsia="zh-CN"/>
        </w:rPr>
        <w:t>last</w:t>
      </w:r>
      <w:r w:rsidR="00C17D31">
        <w:rPr>
          <w:lang w:eastAsia="zh-CN"/>
        </w:rPr>
        <w:t xml:space="preserve"> </w:t>
      </w:r>
      <w:r>
        <w:rPr>
          <w:lang w:eastAsia="zh-CN"/>
        </w:rPr>
        <w:t>seven</w:t>
      </w:r>
      <w:r w:rsidR="00C17D31">
        <w:rPr>
          <w:lang w:eastAsia="zh-CN"/>
        </w:rPr>
        <w:t xml:space="preserve"> </w:t>
      </w:r>
      <w:r>
        <w:rPr>
          <w:lang w:eastAsia="zh-CN"/>
        </w:rPr>
        <w:t>years.</w:t>
      </w:r>
      <w:bookmarkStart w:id="352" w:name="_Ref95272325"/>
      <w:bookmarkStart w:id="353" w:name="_Toc229445714"/>
    </w:p>
    <w:p w14:paraId="35D662BA" w14:textId="4C0A69A9" w:rsidR="00514A46" w:rsidRPr="00BC1156" w:rsidRDefault="00514A46" w:rsidP="00C8034B">
      <w:pPr>
        <w:pStyle w:val="COTCOCLV2-ASDEFCON"/>
      </w:pPr>
      <w:bookmarkStart w:id="354" w:name="_Toc121903978"/>
      <w:bookmarkStart w:id="355" w:name="_Toc175208054"/>
      <w:r w:rsidRPr="00BC1156">
        <w:t>Use</w:t>
      </w:r>
      <w:r w:rsidR="00C17D31">
        <w:t xml:space="preserve"> </w:t>
      </w:r>
      <w:r w:rsidRPr="00BC1156">
        <w:t>of</w:t>
      </w:r>
      <w:r w:rsidR="00C17D31">
        <w:t xml:space="preserve"> </w:t>
      </w:r>
      <w:r w:rsidRPr="00BC1156">
        <w:t>Tender</w:t>
      </w:r>
      <w:r w:rsidR="00C17D31">
        <w:t xml:space="preserve"> </w:t>
      </w:r>
      <w:r w:rsidRPr="00BC1156">
        <w:t>Documents</w:t>
      </w:r>
      <w:r w:rsidR="00C17D31">
        <w:t xml:space="preserve"> </w:t>
      </w:r>
      <w:r w:rsidRPr="00BC1156">
        <w:t>(Core)</w:t>
      </w:r>
      <w:bookmarkEnd w:id="352"/>
      <w:bookmarkEnd w:id="353"/>
      <w:bookmarkEnd w:id="354"/>
      <w:bookmarkEnd w:id="355"/>
    </w:p>
    <w:p w14:paraId="7C963BF4" w14:textId="281925A8" w:rsidR="00514A46" w:rsidRPr="00BC1156" w:rsidRDefault="00514A46" w:rsidP="00C8034B">
      <w:pPr>
        <w:pStyle w:val="COTCOCLV3-ASDEFCON"/>
      </w:pPr>
      <w:bookmarkStart w:id="356" w:name="_Ref95272157"/>
      <w:bookmarkStart w:id="357" w:name="_Ref433892938"/>
      <w:r w:rsidRPr="00BC1156">
        <w:t>All</w:t>
      </w:r>
      <w:r w:rsidR="00C17D31">
        <w:t xml:space="preserve"> </w:t>
      </w:r>
      <w:r w:rsidRPr="00BC1156">
        <w:t>tender</w:t>
      </w:r>
      <w:r w:rsidR="00C17D31">
        <w:t xml:space="preserve"> </w:t>
      </w:r>
      <w:r w:rsidRPr="00BC1156">
        <w:t>documents</w:t>
      </w:r>
      <w:r w:rsidR="00C17D31">
        <w:t xml:space="preserve"> </w:t>
      </w:r>
      <w:r w:rsidRPr="00BC1156">
        <w:t>submitted</w:t>
      </w:r>
      <w:r w:rsidR="00C17D31">
        <w:t xml:space="preserve"> </w:t>
      </w:r>
      <w:r w:rsidRPr="00BC1156">
        <w:t>in</w:t>
      </w:r>
      <w:r w:rsidR="00C17D31">
        <w:t xml:space="preserve"> </w:t>
      </w:r>
      <w:r w:rsidRPr="00BC1156">
        <w:t>response</w:t>
      </w:r>
      <w:r w:rsidR="00C17D31">
        <w:t xml:space="preserve"> </w:t>
      </w:r>
      <w:r w:rsidRPr="00BC1156">
        <w:t>to</w:t>
      </w:r>
      <w:r w:rsidR="00C17D31">
        <w:t xml:space="preserve"> </w:t>
      </w:r>
      <w:r w:rsidRPr="00BC1156">
        <w:t>this</w:t>
      </w:r>
      <w:r w:rsidR="00C17D31">
        <w:t xml:space="preserve"> </w:t>
      </w:r>
      <w:r w:rsidRPr="00BC1156">
        <w:t>RFT</w:t>
      </w:r>
      <w:r w:rsidR="00C17D31">
        <w:t xml:space="preserve"> </w:t>
      </w:r>
      <w:r w:rsidRPr="00BC1156">
        <w:t>become</w:t>
      </w:r>
      <w:r w:rsidR="00C17D31">
        <w:t xml:space="preserve"> </w:t>
      </w:r>
      <w:r w:rsidRPr="00BC1156">
        <w:t>the</w:t>
      </w:r>
      <w:r w:rsidR="00C17D31">
        <w:t xml:space="preserve"> </w:t>
      </w:r>
      <w:r w:rsidRPr="00BC1156">
        <w:t>property</w:t>
      </w:r>
      <w:r w:rsidR="00C17D31">
        <w:t xml:space="preserve"> </w:t>
      </w:r>
      <w:r w:rsidRPr="00BC1156">
        <w:t>of</w:t>
      </w:r>
      <w:r w:rsidR="00C17D31">
        <w:t xml:space="preserve"> </w:t>
      </w:r>
      <w:r w:rsidRPr="00BC1156">
        <w:t>the</w:t>
      </w:r>
      <w:r w:rsidR="00C17D31">
        <w:t xml:space="preserve"> </w:t>
      </w:r>
      <w:r w:rsidRPr="00BC1156">
        <w:t>Commonwealth</w:t>
      </w:r>
      <w:r>
        <w:t>,</w:t>
      </w:r>
      <w:r w:rsidR="00C17D31">
        <w:t xml:space="preserve"> </w:t>
      </w:r>
      <w:r>
        <w:t>and</w:t>
      </w:r>
      <w:r w:rsidR="00C17D31">
        <w:t xml:space="preserve"> </w:t>
      </w:r>
      <w:r w:rsidRPr="00BC1156">
        <w:t>the</w:t>
      </w:r>
      <w:r w:rsidR="00C17D31">
        <w:t xml:space="preserve"> </w:t>
      </w:r>
      <w:r w:rsidRPr="00BC1156">
        <w:t>Commonwealth</w:t>
      </w:r>
      <w:r w:rsidR="00C17D31">
        <w:t xml:space="preserve"> </w:t>
      </w:r>
      <w:r w:rsidRPr="00BC1156">
        <w:t>may</w:t>
      </w:r>
      <w:r w:rsidR="00C17D31">
        <w:t xml:space="preserve"> </w:t>
      </w:r>
      <w:r w:rsidRPr="00BC1156">
        <w:t>use,</w:t>
      </w:r>
      <w:r w:rsidR="00C17D31">
        <w:t xml:space="preserve"> </w:t>
      </w:r>
      <w:r w:rsidRPr="00BC1156">
        <w:t>retain</w:t>
      </w:r>
      <w:r w:rsidR="00C17D31">
        <w:t xml:space="preserve"> </w:t>
      </w:r>
      <w:r w:rsidRPr="00BC1156">
        <w:t>and</w:t>
      </w:r>
      <w:r w:rsidR="00C17D31">
        <w:t xml:space="preserve"> </w:t>
      </w:r>
      <w:r w:rsidRPr="00BC1156">
        <w:t>copy</w:t>
      </w:r>
      <w:r w:rsidR="00C17D31">
        <w:t xml:space="preserve"> </w:t>
      </w:r>
      <w:r w:rsidRPr="00BC1156">
        <w:t>the</w:t>
      </w:r>
      <w:r w:rsidR="00C17D31">
        <w:t xml:space="preserve"> </w:t>
      </w:r>
      <w:r w:rsidRPr="00BC1156">
        <w:t>information</w:t>
      </w:r>
      <w:r w:rsidR="00C17D31">
        <w:t xml:space="preserve"> </w:t>
      </w:r>
      <w:r w:rsidRPr="00BC1156">
        <w:t>contained</w:t>
      </w:r>
      <w:r w:rsidR="00C17D31">
        <w:t xml:space="preserve"> </w:t>
      </w:r>
      <w:r w:rsidRPr="00BC1156">
        <w:t>in</w:t>
      </w:r>
      <w:r w:rsidR="00C17D31">
        <w:t xml:space="preserve"> </w:t>
      </w:r>
      <w:r w:rsidRPr="00BC1156">
        <w:t>those</w:t>
      </w:r>
      <w:r w:rsidR="00C17D31">
        <w:t xml:space="preserve"> </w:t>
      </w:r>
      <w:r w:rsidRPr="00BC1156">
        <w:t>documents</w:t>
      </w:r>
      <w:r w:rsidR="00C17D31">
        <w:t xml:space="preserve"> </w:t>
      </w:r>
      <w:r w:rsidRPr="00BC1156">
        <w:t>for</w:t>
      </w:r>
      <w:r w:rsidR="00C17D31">
        <w:t xml:space="preserve"> </w:t>
      </w:r>
      <w:r w:rsidRPr="00BC1156">
        <w:t>the</w:t>
      </w:r>
      <w:r w:rsidR="00C17D31">
        <w:t xml:space="preserve"> </w:t>
      </w:r>
      <w:r w:rsidRPr="00BC1156">
        <w:t>purposes</w:t>
      </w:r>
      <w:r w:rsidR="00C17D31">
        <w:t xml:space="preserve"> </w:t>
      </w:r>
      <w:r w:rsidRPr="00BC1156">
        <w:t>of</w:t>
      </w:r>
      <w:bookmarkEnd w:id="356"/>
      <w:r>
        <w:t>:</w:t>
      </w:r>
      <w:bookmarkEnd w:id="357"/>
    </w:p>
    <w:p w14:paraId="2A8708C3" w14:textId="2125995C" w:rsidR="00514A46" w:rsidRDefault="00514A46" w:rsidP="00C8034B">
      <w:pPr>
        <w:pStyle w:val="COTCOCLV4-ASDEFCON"/>
      </w:pPr>
      <w:r>
        <w:t>e</w:t>
      </w:r>
      <w:r w:rsidRPr="00BC1156">
        <w:t>valuation</w:t>
      </w:r>
      <w:r w:rsidR="00C17D31">
        <w:t xml:space="preserve"> </w:t>
      </w:r>
      <w:r>
        <w:t>and</w:t>
      </w:r>
      <w:r w:rsidR="00C17D31">
        <w:t xml:space="preserve"> </w:t>
      </w:r>
      <w:r w:rsidRPr="00BC1156">
        <w:t>selection</w:t>
      </w:r>
      <w:r w:rsidR="00C17D31">
        <w:t xml:space="preserve"> </w:t>
      </w:r>
      <w:r>
        <w:t>of</w:t>
      </w:r>
      <w:r w:rsidR="00C17D31">
        <w:t xml:space="preserve"> </w:t>
      </w:r>
      <w:r>
        <w:t>any</w:t>
      </w:r>
      <w:r w:rsidR="00C17D31">
        <w:t xml:space="preserve"> </w:t>
      </w:r>
      <w:r>
        <w:t>tender;</w:t>
      </w:r>
    </w:p>
    <w:p w14:paraId="1967E3E7" w14:textId="0B051976" w:rsidR="00514A46" w:rsidRPr="00BC1156" w:rsidRDefault="00514A46" w:rsidP="00C8034B">
      <w:pPr>
        <w:pStyle w:val="COTCOCLV4-ASDEFCON"/>
      </w:pPr>
      <w:r w:rsidRPr="00BC1156">
        <w:t>preparation</w:t>
      </w:r>
      <w:r w:rsidR="00C17D31">
        <w:t xml:space="preserve"> </w:t>
      </w:r>
      <w:r>
        <w:t>and</w:t>
      </w:r>
      <w:r w:rsidR="00C17D31">
        <w:t xml:space="preserve"> </w:t>
      </w:r>
      <w:r>
        <w:t>negotiation</w:t>
      </w:r>
      <w:r w:rsidR="00C17D31">
        <w:t xml:space="preserve"> </w:t>
      </w:r>
      <w:r w:rsidRPr="00BC1156">
        <w:t>of</w:t>
      </w:r>
      <w:r w:rsidR="00C17D31">
        <w:t xml:space="preserve"> </w:t>
      </w:r>
      <w:r w:rsidRPr="00BC1156">
        <w:t>any</w:t>
      </w:r>
      <w:r w:rsidR="00C17D31">
        <w:t xml:space="preserve"> </w:t>
      </w:r>
      <w:r>
        <w:t>resultant</w:t>
      </w:r>
      <w:r w:rsidR="00C17D31">
        <w:t xml:space="preserve"> </w:t>
      </w:r>
      <w:r>
        <w:t>C</w:t>
      </w:r>
      <w:r w:rsidRPr="00BC1156">
        <w:t>ontract</w:t>
      </w:r>
      <w:r w:rsidR="00C17D31">
        <w:t xml:space="preserve"> </w:t>
      </w:r>
      <w:r>
        <w:t>with</w:t>
      </w:r>
      <w:r w:rsidR="00C17D31">
        <w:t xml:space="preserve"> </w:t>
      </w:r>
      <w:r>
        <w:t>respect</w:t>
      </w:r>
      <w:r w:rsidR="00C17D31">
        <w:t xml:space="preserve"> </w:t>
      </w:r>
      <w:r>
        <w:t>to</w:t>
      </w:r>
      <w:r w:rsidR="00C17D31">
        <w:t xml:space="preserve"> </w:t>
      </w:r>
      <w:r>
        <w:t>the</w:t>
      </w:r>
      <w:r w:rsidR="00C17D31">
        <w:t xml:space="preserve"> </w:t>
      </w:r>
      <w:r>
        <w:t>RFT</w:t>
      </w:r>
      <w:r w:rsidRPr="00BC1156">
        <w:t>;</w:t>
      </w:r>
      <w:r w:rsidR="00C17D31">
        <w:t xml:space="preserve"> </w:t>
      </w:r>
      <w:r>
        <w:t>and</w:t>
      </w:r>
    </w:p>
    <w:p w14:paraId="419EDE33" w14:textId="14AD0CF0" w:rsidR="00514A46" w:rsidRPr="00BC1156" w:rsidRDefault="00514A46" w:rsidP="00C8034B">
      <w:pPr>
        <w:pStyle w:val="COTCOCLV4-ASDEFCON"/>
      </w:pPr>
      <w:r w:rsidRPr="00BC1156">
        <w:t>verifying</w:t>
      </w:r>
      <w:r w:rsidR="00C17D31">
        <w:t xml:space="preserve"> </w:t>
      </w:r>
      <w:r w:rsidRPr="00BC1156">
        <w:t>the</w:t>
      </w:r>
      <w:r w:rsidR="00C17D31">
        <w:t xml:space="preserve"> </w:t>
      </w:r>
      <w:r w:rsidRPr="00BC1156">
        <w:t>currency,</w:t>
      </w:r>
      <w:r w:rsidR="00C17D31">
        <w:t xml:space="preserve"> </w:t>
      </w:r>
      <w:r w:rsidRPr="00BC1156">
        <w:t>consistency</w:t>
      </w:r>
      <w:r w:rsidR="00C17D31">
        <w:t xml:space="preserve"> </w:t>
      </w:r>
      <w:r w:rsidRPr="00BC1156">
        <w:t>and</w:t>
      </w:r>
      <w:r w:rsidR="00C17D31">
        <w:t xml:space="preserve"> </w:t>
      </w:r>
      <w:r w:rsidRPr="00BC1156">
        <w:t>adequacy</w:t>
      </w:r>
      <w:r w:rsidR="00C17D31">
        <w:t xml:space="preserve"> </w:t>
      </w:r>
      <w:r w:rsidRPr="00BC1156">
        <w:t>of</w:t>
      </w:r>
      <w:r w:rsidR="00C17D31">
        <w:t xml:space="preserve"> </w:t>
      </w:r>
      <w:r w:rsidRPr="00BC1156">
        <w:t>information</w:t>
      </w:r>
      <w:r w:rsidR="00C17D31">
        <w:t xml:space="preserve"> </w:t>
      </w:r>
      <w:r w:rsidRPr="00BC1156">
        <w:t>provided</w:t>
      </w:r>
      <w:r w:rsidR="00C17D31">
        <w:t xml:space="preserve"> </w:t>
      </w:r>
      <w:r w:rsidRPr="00BC1156">
        <w:t>under</w:t>
      </w:r>
      <w:r w:rsidR="00C17D31">
        <w:t xml:space="preserve"> </w:t>
      </w:r>
      <w:r w:rsidRPr="00BC1156">
        <w:t>any</w:t>
      </w:r>
      <w:r w:rsidR="00C17D31">
        <w:t xml:space="preserve"> </w:t>
      </w:r>
      <w:r w:rsidRPr="00BC1156">
        <w:t>other</w:t>
      </w:r>
      <w:r w:rsidR="00C17D31">
        <w:t xml:space="preserve"> </w:t>
      </w:r>
      <w:r w:rsidRPr="00BC1156">
        <w:t>RFT</w:t>
      </w:r>
      <w:r w:rsidR="00C17D31">
        <w:t xml:space="preserve"> </w:t>
      </w:r>
      <w:r w:rsidRPr="00BC1156">
        <w:t>process</w:t>
      </w:r>
      <w:r w:rsidR="00C17D31">
        <w:t xml:space="preserve"> </w:t>
      </w:r>
      <w:r w:rsidRPr="00BC1156">
        <w:t>conducted</w:t>
      </w:r>
      <w:r w:rsidR="00C17D31">
        <w:t xml:space="preserve"> </w:t>
      </w:r>
      <w:r w:rsidRPr="00BC1156">
        <w:t>by</w:t>
      </w:r>
      <w:r w:rsidR="00C17D31">
        <w:t xml:space="preserve"> </w:t>
      </w:r>
      <w:r w:rsidRPr="00BC1156">
        <w:t>the</w:t>
      </w:r>
      <w:r w:rsidR="00C17D31">
        <w:t xml:space="preserve"> </w:t>
      </w:r>
      <w:r w:rsidRPr="00BC1156">
        <w:t>Commonwealth</w:t>
      </w:r>
      <w:r>
        <w:t>.</w:t>
      </w:r>
    </w:p>
    <w:p w14:paraId="06BF16BC" w14:textId="5E0C3A55" w:rsidR="00514A46" w:rsidRPr="00BC1156" w:rsidRDefault="00514A46" w:rsidP="00C8034B">
      <w:pPr>
        <w:pStyle w:val="COTCOCLV3-ASDEFCON"/>
      </w:pPr>
      <w:r>
        <w:t>T</w:t>
      </w:r>
      <w:r w:rsidRPr="00BC1156">
        <w:t>he</w:t>
      </w:r>
      <w:r w:rsidR="00C17D31">
        <w:t xml:space="preserve"> </w:t>
      </w:r>
      <w:r w:rsidRPr="00BC1156">
        <w:t>Commonwealth</w:t>
      </w:r>
      <w:r w:rsidR="00C17D31">
        <w:t xml:space="preserve"> </w:t>
      </w:r>
      <w:r w:rsidRPr="00BC1156">
        <w:t>may</w:t>
      </w:r>
      <w:r w:rsidR="00C17D31">
        <w:t xml:space="preserve"> </w:t>
      </w:r>
      <w:r w:rsidRPr="00BC1156">
        <w:t>disclose</w:t>
      </w:r>
      <w:r w:rsidR="00C17D31">
        <w:t xml:space="preserve"> </w:t>
      </w:r>
      <w:r>
        <w:t xml:space="preserve">all or part of the </w:t>
      </w:r>
      <w:r w:rsidRPr="00BC1156">
        <w:t>tender</w:t>
      </w:r>
      <w:r w:rsidR="00C17D31">
        <w:t xml:space="preserve"> </w:t>
      </w:r>
      <w:r w:rsidRPr="00BC1156">
        <w:t>documents</w:t>
      </w:r>
      <w:r w:rsidR="00C17D31">
        <w:t xml:space="preserve"> </w:t>
      </w:r>
      <w:r w:rsidRPr="00BC1156">
        <w:t>to</w:t>
      </w:r>
      <w:r w:rsidR="00C17D31">
        <w:t xml:space="preserve"> </w:t>
      </w:r>
      <w:r w:rsidRPr="00BC1156">
        <w:t>a</w:t>
      </w:r>
      <w:r w:rsidR="00C17D31">
        <w:t xml:space="preserve"> </w:t>
      </w:r>
      <w:r w:rsidRPr="00BC1156">
        <w:t>third</w:t>
      </w:r>
      <w:r w:rsidR="00C17D31">
        <w:t xml:space="preserve"> </w:t>
      </w:r>
      <w:r w:rsidRPr="00BC1156">
        <w:t>party</w:t>
      </w:r>
      <w:r w:rsidR="00C17D31">
        <w:t xml:space="preserve"> </w:t>
      </w:r>
      <w:r w:rsidRPr="00BC1156">
        <w:t>for</w:t>
      </w:r>
      <w:r w:rsidR="00C17D31">
        <w:t xml:space="preserve"> </w:t>
      </w:r>
      <w:r w:rsidRPr="00BC1156">
        <w:t>the</w:t>
      </w:r>
      <w:r w:rsidR="00C17D31">
        <w:t xml:space="preserve"> </w:t>
      </w:r>
      <w:r w:rsidRPr="00BC1156">
        <w:t>purposes</w:t>
      </w:r>
      <w:r w:rsidR="00C17D31">
        <w:t xml:space="preserve"> </w:t>
      </w:r>
      <w:r w:rsidRPr="00BC1156">
        <w:t>of</w:t>
      </w:r>
      <w:r w:rsidR="00C17D31">
        <w:t xml:space="preserve"> </w:t>
      </w:r>
      <w:r w:rsidRPr="00BC1156">
        <w:t>assisting</w:t>
      </w:r>
      <w:r w:rsidR="00C17D31">
        <w:t xml:space="preserve"> </w:t>
      </w:r>
      <w:r w:rsidRPr="00BC1156">
        <w:t>the</w:t>
      </w:r>
      <w:r w:rsidR="00C17D31">
        <w:t xml:space="preserve"> </w:t>
      </w:r>
      <w:r w:rsidRPr="00BC1156">
        <w:t>Commonwealth</w:t>
      </w:r>
      <w:r w:rsidR="00C17D31">
        <w:t xml:space="preserve"> </w:t>
      </w:r>
      <w:r w:rsidRPr="00BC1156">
        <w:t>in</w:t>
      </w:r>
      <w:r w:rsidR="00C17D31">
        <w:t xml:space="preserve"> </w:t>
      </w:r>
      <w:r w:rsidRPr="00BC1156">
        <w:t>the</w:t>
      </w:r>
      <w:r w:rsidR="00C17D31">
        <w:t xml:space="preserve"> </w:t>
      </w:r>
      <w:r w:rsidRPr="00BC1156">
        <w:t>conduct</w:t>
      </w:r>
      <w:r w:rsidR="00C17D31">
        <w:t xml:space="preserve"> </w:t>
      </w:r>
      <w:r w:rsidRPr="00BC1156">
        <w:t>of</w:t>
      </w:r>
      <w:r w:rsidR="00C17D31">
        <w:t xml:space="preserve"> </w:t>
      </w:r>
      <w:r w:rsidRPr="00BC1156">
        <w:t>the</w:t>
      </w:r>
      <w:r w:rsidR="00C17D31">
        <w:t xml:space="preserve"> </w:t>
      </w:r>
      <w:r w:rsidRPr="00BC1156">
        <w:t>RFT</w:t>
      </w:r>
      <w:r w:rsidR="00C17D31">
        <w:t xml:space="preserve"> </w:t>
      </w:r>
      <w:r w:rsidRPr="00BC1156">
        <w:t>process</w:t>
      </w:r>
      <w:r w:rsidR="00C17D31">
        <w:t xml:space="preserve"> </w:t>
      </w:r>
      <w:r>
        <w:t>and</w:t>
      </w:r>
      <w:r w:rsidR="00C17D31">
        <w:t xml:space="preserve"> </w:t>
      </w:r>
      <w:r>
        <w:t>for</w:t>
      </w:r>
      <w:r w:rsidR="00C17D31">
        <w:t xml:space="preserve"> </w:t>
      </w:r>
      <w:r>
        <w:t>the</w:t>
      </w:r>
      <w:r w:rsidR="00C17D31">
        <w:t xml:space="preserve"> </w:t>
      </w:r>
      <w:r>
        <w:t>purposes</w:t>
      </w:r>
      <w:r w:rsidR="00C17D31">
        <w:t xml:space="preserve"> </w:t>
      </w:r>
      <w:r>
        <w:t>contained</w:t>
      </w:r>
      <w:r w:rsidR="00C17D31">
        <w:t xml:space="preserve"> </w:t>
      </w:r>
      <w:r>
        <w:t>in</w:t>
      </w:r>
      <w:r w:rsidR="00C17D31">
        <w:t xml:space="preserve"> </w:t>
      </w:r>
      <w:r>
        <w:t>clause</w:t>
      </w:r>
      <w:r w:rsidR="00C17D31">
        <w:t xml:space="preserve"> </w:t>
      </w:r>
      <w:r>
        <w:fldChar w:fldCharType="begin"/>
      </w:r>
      <w:r>
        <w:instrText xml:space="preserve"> REF _Ref433892938 \w \h </w:instrText>
      </w:r>
      <w:r>
        <w:fldChar w:fldCharType="separate"/>
      </w:r>
      <w:r w:rsidR="00857305">
        <w:t>2.13.1</w:t>
      </w:r>
      <w:r>
        <w:fldChar w:fldCharType="end"/>
      </w:r>
      <w:r w:rsidRPr="00BC1156">
        <w:t>.</w:t>
      </w:r>
      <w:r w:rsidR="00C17D31">
        <w:t xml:space="preserve">  </w:t>
      </w:r>
      <w:r w:rsidRPr="00BC1156">
        <w:t>The</w:t>
      </w:r>
      <w:r w:rsidR="00C17D31">
        <w:t xml:space="preserve"> </w:t>
      </w:r>
      <w:r w:rsidRPr="00BC1156">
        <w:t>Commonwealth</w:t>
      </w:r>
      <w:r w:rsidR="00C17D31">
        <w:t xml:space="preserve"> </w:t>
      </w:r>
      <w:r w:rsidRPr="00BC1156">
        <w:t>may</w:t>
      </w:r>
      <w:r w:rsidR="00C17D31">
        <w:t xml:space="preserve"> </w:t>
      </w:r>
      <w:r w:rsidRPr="00BC1156">
        <w:t>obtain</w:t>
      </w:r>
      <w:r w:rsidR="00C17D31">
        <w:t xml:space="preserve"> </w:t>
      </w:r>
      <w:r w:rsidRPr="00BC1156">
        <w:t>appropriate</w:t>
      </w:r>
      <w:r w:rsidR="00C17D31">
        <w:t xml:space="preserve"> </w:t>
      </w:r>
      <w:r w:rsidRPr="00BC1156">
        <w:t>confidentiality</w:t>
      </w:r>
      <w:r w:rsidR="00C17D31">
        <w:t xml:space="preserve"> </w:t>
      </w:r>
      <w:r w:rsidRPr="00BC1156">
        <w:t>undertakings</w:t>
      </w:r>
      <w:r w:rsidR="00C17D31">
        <w:t xml:space="preserve"> </w:t>
      </w:r>
      <w:r w:rsidRPr="00BC1156">
        <w:t>from</w:t>
      </w:r>
      <w:r w:rsidR="00C17D31">
        <w:t xml:space="preserve"> </w:t>
      </w:r>
      <w:r w:rsidRPr="00BC1156">
        <w:t>the</w:t>
      </w:r>
      <w:r w:rsidR="00C17D31">
        <w:t xml:space="preserve"> </w:t>
      </w:r>
      <w:r w:rsidRPr="00BC1156">
        <w:t>third</w:t>
      </w:r>
      <w:r w:rsidR="00C17D31">
        <w:t xml:space="preserve"> </w:t>
      </w:r>
      <w:r w:rsidRPr="00BC1156">
        <w:t>party</w:t>
      </w:r>
      <w:r w:rsidR="00C17D31">
        <w:t xml:space="preserve"> </w:t>
      </w:r>
      <w:r w:rsidRPr="00BC1156">
        <w:t>prior</w:t>
      </w:r>
      <w:r w:rsidR="00C17D31">
        <w:t xml:space="preserve"> </w:t>
      </w:r>
      <w:r w:rsidRPr="00BC1156">
        <w:t>to</w:t>
      </w:r>
      <w:r w:rsidR="00C17D31">
        <w:t xml:space="preserve"> </w:t>
      </w:r>
      <w:r w:rsidRPr="00BC1156">
        <w:t>disclosure.</w:t>
      </w:r>
    </w:p>
    <w:p w14:paraId="6BD7D35B" w14:textId="68847A14" w:rsidR="00514A46" w:rsidRPr="00BC1156" w:rsidRDefault="00514A46" w:rsidP="00C8034B">
      <w:pPr>
        <w:pStyle w:val="COTCOCLV3-ASDEFCON"/>
      </w:pPr>
      <w:r w:rsidRPr="00BC1156">
        <w:t>Nothing</w:t>
      </w:r>
      <w:r w:rsidR="00C17D31">
        <w:t xml:space="preserve"> </w:t>
      </w:r>
      <w:r w:rsidRPr="00BC1156">
        <w:t>in</w:t>
      </w:r>
      <w:r w:rsidR="00C17D31">
        <w:t xml:space="preserve"> </w:t>
      </w:r>
      <w:r>
        <w:t>this</w:t>
      </w:r>
      <w:r w:rsidR="00C17D31">
        <w:t xml:space="preserve"> </w:t>
      </w:r>
      <w:r w:rsidRPr="00BC1156">
        <w:t>clause</w:t>
      </w:r>
      <w:r w:rsidR="00C17D31">
        <w:t xml:space="preserve"> </w:t>
      </w:r>
      <w:r w:rsidRPr="00BC1156">
        <w:fldChar w:fldCharType="begin"/>
      </w:r>
      <w:r w:rsidRPr="00BC1156">
        <w:instrText xml:space="preserve"> REF _Ref95272325 \r \h  \* MERGEFORMAT </w:instrText>
      </w:r>
      <w:r w:rsidRPr="00BC1156">
        <w:fldChar w:fldCharType="separate"/>
      </w:r>
      <w:r w:rsidR="00857305">
        <w:t>2.12.1</w:t>
      </w:r>
      <w:r w:rsidRPr="00BC1156">
        <w:fldChar w:fldCharType="end"/>
      </w:r>
      <w:r w:rsidR="00C17D31">
        <w:t xml:space="preserve"> </w:t>
      </w:r>
      <w:r w:rsidRPr="00BC1156">
        <w:t>changes</w:t>
      </w:r>
      <w:r w:rsidR="00C17D31">
        <w:t xml:space="preserve"> </w:t>
      </w:r>
      <w:r w:rsidRPr="00BC1156">
        <w:t>or</w:t>
      </w:r>
      <w:r w:rsidR="00C17D31">
        <w:t xml:space="preserve"> </w:t>
      </w:r>
      <w:r w:rsidRPr="00BC1156">
        <w:t>affects</w:t>
      </w:r>
      <w:r w:rsidR="00C17D31">
        <w:t xml:space="preserve"> </w:t>
      </w:r>
      <w:r w:rsidRPr="00BC1156">
        <w:t>the</w:t>
      </w:r>
      <w:r w:rsidR="00C17D31">
        <w:t xml:space="preserve"> </w:t>
      </w:r>
      <w:r w:rsidRPr="00BC1156">
        <w:t>ownership</w:t>
      </w:r>
      <w:r w:rsidR="00C17D31">
        <w:t xml:space="preserve"> </w:t>
      </w:r>
      <w:r w:rsidRPr="00BC1156">
        <w:t>of</w:t>
      </w:r>
      <w:r w:rsidR="00C17D31">
        <w:t xml:space="preserve"> </w:t>
      </w:r>
      <w:r>
        <w:t>Intellectual</w:t>
      </w:r>
      <w:r w:rsidR="00C17D31">
        <w:t xml:space="preserve"> </w:t>
      </w:r>
      <w:r>
        <w:t>Property</w:t>
      </w:r>
      <w:r w:rsidR="00C17D31">
        <w:t xml:space="preserve"> </w:t>
      </w:r>
      <w:r w:rsidRPr="00BC1156">
        <w:t>in</w:t>
      </w:r>
      <w:r w:rsidR="00C17D31">
        <w:t xml:space="preserve"> </w:t>
      </w:r>
      <w:r w:rsidRPr="00BC1156">
        <w:t>the</w:t>
      </w:r>
      <w:r w:rsidR="00C17D31">
        <w:t xml:space="preserve"> </w:t>
      </w:r>
      <w:r w:rsidRPr="00BC1156">
        <w:t>information</w:t>
      </w:r>
      <w:r w:rsidR="00C17D31">
        <w:t xml:space="preserve"> </w:t>
      </w:r>
      <w:r w:rsidRPr="00BC1156">
        <w:t>contained</w:t>
      </w:r>
      <w:r w:rsidR="00C17D31">
        <w:t xml:space="preserve"> </w:t>
      </w:r>
      <w:r w:rsidRPr="00BC1156">
        <w:t>in</w:t>
      </w:r>
      <w:r w:rsidR="00C17D31">
        <w:t xml:space="preserve"> </w:t>
      </w:r>
      <w:r w:rsidRPr="00BC1156">
        <w:t>the</w:t>
      </w:r>
      <w:r w:rsidR="00C17D31">
        <w:t xml:space="preserve"> </w:t>
      </w:r>
      <w:r w:rsidRPr="00BC1156">
        <w:t>tender</w:t>
      </w:r>
      <w:r w:rsidR="00C17D31">
        <w:t xml:space="preserve"> </w:t>
      </w:r>
      <w:r w:rsidRPr="00BC1156">
        <w:t>documents.</w:t>
      </w:r>
    </w:p>
    <w:p w14:paraId="51D43894" w14:textId="0CBA8F67" w:rsidR="00514A46" w:rsidRPr="00BC1156" w:rsidRDefault="00514A46" w:rsidP="00C8034B">
      <w:pPr>
        <w:pStyle w:val="COTCOCLV2-ASDEFCON"/>
      </w:pPr>
      <w:bookmarkStart w:id="358" w:name="_Toc434499745"/>
      <w:bookmarkStart w:id="359" w:name="_Toc434501879"/>
      <w:bookmarkStart w:id="360" w:name="_Toc435431264"/>
      <w:bookmarkStart w:id="361" w:name="_Toc435536748"/>
      <w:bookmarkStart w:id="362" w:name="_Toc436299968"/>
      <w:bookmarkStart w:id="363" w:name="_Toc436380584"/>
      <w:bookmarkStart w:id="364" w:name="_Toc436820411"/>
      <w:bookmarkStart w:id="365" w:name="_Toc436917290"/>
      <w:bookmarkStart w:id="366" w:name="_Ref95287696"/>
      <w:bookmarkStart w:id="367" w:name="_Toc229445716"/>
      <w:bookmarkStart w:id="368" w:name="_Toc121903979"/>
      <w:bookmarkStart w:id="369" w:name="_Toc175208055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r w:rsidRPr="00BC1156">
        <w:t>Part</w:t>
      </w:r>
      <w:r w:rsidR="00C17D31">
        <w:t xml:space="preserve"> </w:t>
      </w:r>
      <w:r>
        <w:t>and</w:t>
      </w:r>
      <w:r w:rsidR="00C17D31">
        <w:t xml:space="preserve"> </w:t>
      </w:r>
      <w:r w:rsidRPr="00BC1156">
        <w:t>Joint</w:t>
      </w:r>
      <w:r w:rsidR="00C17D31">
        <w:t xml:space="preserve"> </w:t>
      </w:r>
      <w:r w:rsidRPr="00BC1156">
        <w:t>Tenders</w:t>
      </w:r>
      <w:r w:rsidR="00C17D31">
        <w:t xml:space="preserve"> </w:t>
      </w:r>
      <w:r w:rsidRPr="00BC1156">
        <w:t>(Core)</w:t>
      </w:r>
      <w:bookmarkEnd w:id="366"/>
      <w:bookmarkEnd w:id="367"/>
      <w:bookmarkEnd w:id="368"/>
      <w:bookmarkEnd w:id="369"/>
    </w:p>
    <w:p w14:paraId="558B5C9B" w14:textId="44A508F8" w:rsidR="00514A46" w:rsidRPr="00C601E7" w:rsidRDefault="00514A46" w:rsidP="00C8034B">
      <w:pPr>
        <w:pStyle w:val="COTCOCLV3-ASDEFCON"/>
      </w:pPr>
      <w:r w:rsidRPr="00BC1156">
        <w:t>The</w:t>
      </w:r>
      <w:r w:rsidR="00C17D31">
        <w:t xml:space="preserve"> </w:t>
      </w:r>
      <w:r w:rsidRPr="00BC1156">
        <w:t>Commonwealth</w:t>
      </w:r>
      <w:r w:rsidR="00C17D31">
        <w:t xml:space="preserve"> </w:t>
      </w:r>
      <w:r w:rsidRPr="00BC1156">
        <w:t>will</w:t>
      </w:r>
      <w:r w:rsidR="00C17D31">
        <w:t xml:space="preserve"> </w:t>
      </w:r>
      <w:r w:rsidRPr="00BC1156">
        <w:t>not</w:t>
      </w:r>
      <w:r w:rsidR="00C17D31">
        <w:t xml:space="preserve"> </w:t>
      </w:r>
      <w:r w:rsidRPr="00BC1156">
        <w:t>consider</w:t>
      </w:r>
      <w:r w:rsidR="00C17D31">
        <w:t xml:space="preserve"> </w:t>
      </w:r>
      <w:r w:rsidRPr="00BC1156">
        <w:t>a</w:t>
      </w:r>
      <w:r w:rsidR="00C17D31">
        <w:t xml:space="preserve"> </w:t>
      </w:r>
      <w:r w:rsidRPr="00BC1156">
        <w:t>tender</w:t>
      </w:r>
      <w:r w:rsidR="00C17D31">
        <w:t xml:space="preserve"> </w:t>
      </w:r>
      <w:r w:rsidRPr="00BC1156">
        <w:t>for</w:t>
      </w:r>
      <w:r w:rsidR="00C17D31">
        <w:t xml:space="preserve"> </w:t>
      </w:r>
      <w:r w:rsidRPr="00BC1156">
        <w:t>part</w:t>
      </w:r>
      <w:r w:rsidR="00C17D31">
        <w:t xml:space="preserve"> </w:t>
      </w:r>
      <w:r w:rsidRPr="00BC1156">
        <w:t>of</w:t>
      </w:r>
      <w:r w:rsidR="00C17D31">
        <w:t xml:space="preserve"> </w:t>
      </w:r>
      <w:r w:rsidRPr="00BC1156">
        <w:t>the</w:t>
      </w:r>
      <w:r w:rsidR="00C17D31">
        <w:t xml:space="preserve"> </w:t>
      </w:r>
      <w:r w:rsidRPr="00BC1156">
        <w:t>Supplies.</w:t>
      </w:r>
    </w:p>
    <w:p w14:paraId="5E6C9427" w14:textId="545E8F03" w:rsidR="00514A46" w:rsidRPr="00BC1156" w:rsidRDefault="00514A46" w:rsidP="00C8034B">
      <w:pPr>
        <w:pStyle w:val="COTCOCLV3-ASDEFCON"/>
      </w:pPr>
      <w:r w:rsidRPr="00BC1156">
        <w:t>The</w:t>
      </w:r>
      <w:r w:rsidR="00C17D31">
        <w:t xml:space="preserve"> </w:t>
      </w:r>
      <w:r w:rsidRPr="00BC1156">
        <w:t>Commonwealth</w:t>
      </w:r>
      <w:r w:rsidR="00C17D31">
        <w:t xml:space="preserve"> </w:t>
      </w:r>
      <w:r w:rsidRPr="00BC1156">
        <w:t>will</w:t>
      </w:r>
      <w:r w:rsidR="00C17D31">
        <w:t xml:space="preserve"> </w:t>
      </w:r>
      <w:r w:rsidRPr="00BC1156">
        <w:t>not</w:t>
      </w:r>
      <w:r w:rsidR="00C17D31">
        <w:t xml:space="preserve"> </w:t>
      </w:r>
      <w:r w:rsidRPr="00BC1156">
        <w:t>consider</w:t>
      </w:r>
      <w:r w:rsidR="00C17D31">
        <w:t xml:space="preserve"> </w:t>
      </w:r>
      <w:r w:rsidRPr="00BC1156">
        <w:t>a</w:t>
      </w:r>
      <w:r w:rsidR="00C17D31">
        <w:t xml:space="preserve"> </w:t>
      </w:r>
      <w:r w:rsidRPr="00BC1156">
        <w:t>joint</w:t>
      </w:r>
      <w:r w:rsidR="00C17D31">
        <w:t xml:space="preserve"> </w:t>
      </w:r>
      <w:r w:rsidRPr="00BC1156">
        <w:t>tender</w:t>
      </w:r>
      <w:r w:rsidR="00C17D31">
        <w:t xml:space="preserve"> </w:t>
      </w:r>
      <w:r w:rsidRPr="00BC1156">
        <w:t>for</w:t>
      </w:r>
      <w:r w:rsidR="00C17D31">
        <w:t xml:space="preserve"> </w:t>
      </w:r>
      <w:r w:rsidRPr="00BC1156">
        <w:t>the</w:t>
      </w:r>
      <w:r w:rsidR="00C17D31">
        <w:t xml:space="preserve"> </w:t>
      </w:r>
      <w:r w:rsidRPr="00BC1156">
        <w:t>Supplies.</w:t>
      </w:r>
      <w:bookmarkStart w:id="370" w:name="_Hlt95873412"/>
      <w:bookmarkEnd w:id="370"/>
    </w:p>
    <w:p w14:paraId="067C80F3" w14:textId="2A350395" w:rsidR="00514A46" w:rsidRDefault="00514A46" w:rsidP="00C8034B">
      <w:pPr>
        <w:pStyle w:val="COTCOCLV2-ASDEFCON"/>
      </w:pPr>
      <w:bookmarkStart w:id="371" w:name="_Toc297282803"/>
      <w:bookmarkStart w:id="372" w:name="_Ref433893113"/>
      <w:bookmarkStart w:id="373" w:name="_Ref433893211"/>
      <w:bookmarkStart w:id="374" w:name="_Toc121903980"/>
      <w:bookmarkStart w:id="375" w:name="_Ref95720016"/>
      <w:bookmarkStart w:id="376" w:name="_Toc175208056"/>
      <w:r w:rsidRPr="00CC67FB">
        <w:t>Alternative</w:t>
      </w:r>
      <w:r w:rsidR="00C17D31">
        <w:t xml:space="preserve"> </w:t>
      </w:r>
      <w:r w:rsidRPr="00CC67FB">
        <w:t>Proposals</w:t>
      </w:r>
      <w:r w:rsidR="00C17D31">
        <w:t xml:space="preserve"> </w:t>
      </w:r>
      <w:r w:rsidRPr="00CC67FB">
        <w:t>(Core)</w:t>
      </w:r>
      <w:bookmarkEnd w:id="371"/>
      <w:bookmarkEnd w:id="372"/>
      <w:bookmarkEnd w:id="373"/>
      <w:bookmarkEnd w:id="374"/>
      <w:bookmarkEnd w:id="376"/>
    </w:p>
    <w:p w14:paraId="716BA984" w14:textId="2EA87646" w:rsidR="00514A46" w:rsidRDefault="00514A46" w:rsidP="00C8034B">
      <w:pPr>
        <w:pStyle w:val="COTCOCLV3-ASDEFCON"/>
      </w:pPr>
      <w:r>
        <w:t>T</w:t>
      </w:r>
      <w:r w:rsidRPr="00BC1156">
        <w:t>he</w:t>
      </w:r>
      <w:r w:rsidR="00C17D31">
        <w:t xml:space="preserve"> </w:t>
      </w:r>
      <w:r w:rsidRPr="00BC1156">
        <w:t>Commonwealth</w:t>
      </w:r>
      <w:r w:rsidR="00C17D31">
        <w:t xml:space="preserve"> </w:t>
      </w:r>
      <w:r w:rsidRPr="00BC1156">
        <w:t>may</w:t>
      </w:r>
      <w:r w:rsidR="00C17D31">
        <w:t xml:space="preserve"> </w:t>
      </w:r>
      <w:r w:rsidRPr="00BC1156">
        <w:t>consider</w:t>
      </w:r>
      <w:r w:rsidR="00C17D31">
        <w:t xml:space="preserve"> </w:t>
      </w:r>
      <w:r>
        <w:t>an</w:t>
      </w:r>
      <w:r w:rsidR="00C17D31">
        <w:t xml:space="preserve"> </w:t>
      </w:r>
      <w:r w:rsidRPr="00BC1156">
        <w:t>alternative</w:t>
      </w:r>
      <w:r w:rsidR="00C17D31">
        <w:t xml:space="preserve"> </w:t>
      </w:r>
      <w:r>
        <w:t>proposal</w:t>
      </w:r>
      <w:r w:rsidR="00C17D31">
        <w:t xml:space="preserve"> </w:t>
      </w:r>
      <w:r>
        <w:t>submitted</w:t>
      </w:r>
      <w:r w:rsidR="00C17D31">
        <w:t xml:space="preserve"> </w:t>
      </w:r>
      <w:r>
        <w:t>by</w:t>
      </w:r>
      <w:r w:rsidR="00C17D31">
        <w:t xml:space="preserve"> </w:t>
      </w:r>
      <w:r>
        <w:t>a</w:t>
      </w:r>
      <w:r w:rsidR="00C17D31">
        <w:t xml:space="preserve"> </w:t>
      </w:r>
      <w:r>
        <w:t>tenderer</w:t>
      </w:r>
      <w:r w:rsidR="00C17D31">
        <w:t xml:space="preserve"> </w:t>
      </w:r>
      <w:r>
        <w:t>that</w:t>
      </w:r>
      <w:r w:rsidR="00C17D31">
        <w:t xml:space="preserve"> </w:t>
      </w:r>
      <w:r>
        <w:t>does</w:t>
      </w:r>
      <w:r w:rsidR="00C17D31">
        <w:t xml:space="preserve"> </w:t>
      </w:r>
      <w:r>
        <w:t>not</w:t>
      </w:r>
      <w:r w:rsidR="00C17D31">
        <w:t xml:space="preserve"> </w:t>
      </w:r>
      <w:r>
        <w:t>comply</w:t>
      </w:r>
      <w:r w:rsidR="00C17D31">
        <w:t xml:space="preserve"> </w:t>
      </w:r>
      <w:r>
        <w:t>with</w:t>
      </w:r>
      <w:r w:rsidR="00C17D31">
        <w:t xml:space="preserve"> </w:t>
      </w:r>
      <w:r>
        <w:t>the</w:t>
      </w:r>
      <w:r w:rsidR="00C17D31">
        <w:t xml:space="preserve"> </w:t>
      </w:r>
      <w:r>
        <w:t>requirements</w:t>
      </w:r>
      <w:r w:rsidR="00C17D31">
        <w:t xml:space="preserve"> </w:t>
      </w:r>
      <w:r>
        <w:t>of</w:t>
      </w:r>
      <w:r w:rsidR="00C17D31">
        <w:t xml:space="preserve"> </w:t>
      </w:r>
      <w:r>
        <w:t>the</w:t>
      </w:r>
      <w:r w:rsidR="00C17D31">
        <w:t xml:space="preserve"> </w:t>
      </w:r>
      <w:r>
        <w:t>RFT.</w:t>
      </w:r>
      <w:r w:rsidR="00C17D31">
        <w:t xml:space="preserve">  </w:t>
      </w:r>
      <w:r>
        <w:t>Any</w:t>
      </w:r>
      <w:r w:rsidR="00C17D31">
        <w:t xml:space="preserve"> </w:t>
      </w:r>
      <w:r>
        <w:t>alternative</w:t>
      </w:r>
      <w:r w:rsidR="00C17D31">
        <w:t xml:space="preserve"> </w:t>
      </w:r>
      <w:r>
        <w:t>proposal</w:t>
      </w:r>
      <w:r w:rsidR="00C17D31">
        <w:t xml:space="preserve"> </w:t>
      </w:r>
      <w:r>
        <w:t>is</w:t>
      </w:r>
      <w:r w:rsidR="00C17D31">
        <w:t xml:space="preserve"> </w:t>
      </w:r>
      <w:r>
        <w:t>to</w:t>
      </w:r>
      <w:r w:rsidR="00C17D31">
        <w:t xml:space="preserve"> </w:t>
      </w:r>
      <w:r>
        <w:t>be</w:t>
      </w:r>
      <w:r w:rsidR="00C17D31">
        <w:t xml:space="preserve"> </w:t>
      </w:r>
      <w:r>
        <w:t>submitted</w:t>
      </w:r>
      <w:r w:rsidR="00C17D31">
        <w:t xml:space="preserve"> </w:t>
      </w:r>
      <w:r>
        <w:t>in</w:t>
      </w:r>
      <w:r w:rsidR="00C17D31">
        <w:t xml:space="preserve"> </w:t>
      </w:r>
      <w:r>
        <w:t>accordance</w:t>
      </w:r>
      <w:r w:rsidR="00C17D31">
        <w:t xml:space="preserve"> </w:t>
      </w:r>
      <w:r>
        <w:t>with</w:t>
      </w:r>
      <w:r w:rsidR="00C17D31">
        <w:t xml:space="preserve"> </w:t>
      </w:r>
      <w:r>
        <w:t>this</w:t>
      </w:r>
      <w:r w:rsidR="00C17D31">
        <w:t xml:space="preserve"> </w:t>
      </w:r>
      <w:r>
        <w:t>clause</w:t>
      </w:r>
      <w:r w:rsidR="00C17D31">
        <w:t xml:space="preserve"> </w:t>
      </w:r>
      <w:r>
        <w:fldChar w:fldCharType="begin"/>
      </w:r>
      <w:r>
        <w:instrText xml:space="preserve"> REF _Ref433893113 \w \h </w:instrText>
      </w:r>
      <w:r>
        <w:fldChar w:fldCharType="separate"/>
      </w:r>
      <w:r w:rsidR="00857305">
        <w:t>2.15</w:t>
      </w:r>
      <w:r>
        <w:fldChar w:fldCharType="end"/>
      </w:r>
      <w:r>
        <w:t>.</w:t>
      </w:r>
    </w:p>
    <w:p w14:paraId="4A53127B" w14:textId="79D9058F" w:rsidR="00514A46" w:rsidRPr="00BC1156" w:rsidRDefault="00514A46" w:rsidP="00C8034B">
      <w:pPr>
        <w:pStyle w:val="COTCOCLV3-ASDEFCON"/>
      </w:pPr>
      <w:r>
        <w:t>The</w:t>
      </w:r>
      <w:r w:rsidR="00C17D31">
        <w:t xml:space="preserve"> </w:t>
      </w:r>
      <w:r>
        <w:t>Commonwealth</w:t>
      </w:r>
      <w:r w:rsidR="00C17D31">
        <w:t xml:space="preserve"> </w:t>
      </w:r>
      <w:r>
        <w:t>will</w:t>
      </w:r>
      <w:r w:rsidR="00C17D31">
        <w:t xml:space="preserve"> </w:t>
      </w:r>
      <w:r>
        <w:t>not</w:t>
      </w:r>
      <w:r w:rsidR="00C17D31">
        <w:t xml:space="preserve"> </w:t>
      </w:r>
      <w:r>
        <w:t>consider</w:t>
      </w:r>
      <w:r w:rsidR="00C17D31">
        <w:t xml:space="preserve"> </w:t>
      </w:r>
      <w:r>
        <w:t>an</w:t>
      </w:r>
      <w:r w:rsidR="00C17D31">
        <w:t xml:space="preserve"> </w:t>
      </w:r>
      <w:r>
        <w:t>alternative</w:t>
      </w:r>
      <w:r w:rsidR="00C17D31">
        <w:t xml:space="preserve"> </w:t>
      </w:r>
      <w:r>
        <w:t>proposal</w:t>
      </w:r>
      <w:r w:rsidR="00C17D31">
        <w:t xml:space="preserve"> </w:t>
      </w:r>
      <w:r>
        <w:t>unless</w:t>
      </w:r>
      <w:r w:rsidR="00C17D31">
        <w:t xml:space="preserve"> </w:t>
      </w:r>
      <w:r>
        <w:t>the</w:t>
      </w:r>
      <w:r w:rsidR="00C17D31">
        <w:t xml:space="preserve"> </w:t>
      </w:r>
      <w:r>
        <w:t>alternative</w:t>
      </w:r>
      <w:r w:rsidR="00C17D31">
        <w:t xml:space="preserve"> </w:t>
      </w:r>
      <w:r>
        <w:t>proposal:</w:t>
      </w:r>
      <w:bookmarkEnd w:id="375"/>
    </w:p>
    <w:p w14:paraId="6FF8D751" w14:textId="460A4B9E" w:rsidR="00514A46" w:rsidRDefault="00514A46" w:rsidP="00C8034B">
      <w:pPr>
        <w:pStyle w:val="COTCOCLV4-ASDEFCON"/>
      </w:pPr>
      <w:r>
        <w:t>is</w:t>
      </w:r>
      <w:r w:rsidR="00C17D31">
        <w:t xml:space="preserve"> </w:t>
      </w:r>
      <w:r>
        <w:t>submitted</w:t>
      </w:r>
      <w:r w:rsidR="00C17D31">
        <w:t xml:space="preserve"> </w:t>
      </w:r>
      <w:r>
        <w:t>together</w:t>
      </w:r>
      <w:r w:rsidR="00C17D31">
        <w:t xml:space="preserve"> </w:t>
      </w:r>
      <w:r>
        <w:t>with</w:t>
      </w:r>
      <w:r w:rsidR="00C17D31">
        <w:t xml:space="preserve"> </w:t>
      </w:r>
      <w:r>
        <w:t>a</w:t>
      </w:r>
      <w:r w:rsidR="00C17D31">
        <w:t xml:space="preserve"> </w:t>
      </w:r>
      <w:r>
        <w:t>tender</w:t>
      </w:r>
      <w:r w:rsidR="00C17D31">
        <w:t xml:space="preserve"> </w:t>
      </w:r>
      <w:r>
        <w:t>that</w:t>
      </w:r>
      <w:r w:rsidR="00C17D31">
        <w:t xml:space="preserve"> </w:t>
      </w:r>
      <w:r>
        <w:t>addresses</w:t>
      </w:r>
      <w:r w:rsidR="00C17D31">
        <w:t xml:space="preserve"> </w:t>
      </w:r>
      <w:r>
        <w:t>the</w:t>
      </w:r>
      <w:r w:rsidR="00C17D31">
        <w:t xml:space="preserve"> </w:t>
      </w:r>
      <w:r>
        <w:t>requirements</w:t>
      </w:r>
      <w:r w:rsidR="00C17D31">
        <w:t xml:space="preserve"> </w:t>
      </w:r>
      <w:r>
        <w:t>of</w:t>
      </w:r>
      <w:r w:rsidR="00C17D31">
        <w:t xml:space="preserve"> </w:t>
      </w:r>
      <w:r>
        <w:t>the</w:t>
      </w:r>
      <w:r w:rsidR="00C17D31">
        <w:t xml:space="preserve"> </w:t>
      </w:r>
      <w:r>
        <w:t>RFT;</w:t>
      </w:r>
    </w:p>
    <w:p w14:paraId="38692813" w14:textId="73E734DC" w:rsidR="00514A46" w:rsidRDefault="00514A46" w:rsidP="00C8034B">
      <w:pPr>
        <w:pStyle w:val="COTCOCLV4-ASDEFCON"/>
      </w:pPr>
      <w:r>
        <w:t>is</w:t>
      </w:r>
      <w:r w:rsidR="00C17D31">
        <w:t xml:space="preserve"> </w:t>
      </w:r>
      <w:r>
        <w:t>clearly</w:t>
      </w:r>
      <w:r w:rsidR="00C17D31">
        <w:t xml:space="preserve"> </w:t>
      </w:r>
      <w:r>
        <w:t>identified</w:t>
      </w:r>
      <w:r w:rsidR="00C17D31">
        <w:t xml:space="preserve"> </w:t>
      </w:r>
      <w:r>
        <w:t>as</w:t>
      </w:r>
      <w:r w:rsidR="00C17D31">
        <w:t xml:space="preserve"> </w:t>
      </w:r>
      <w:r>
        <w:t>an</w:t>
      </w:r>
      <w:r w:rsidR="00C17D31">
        <w:t xml:space="preserve"> </w:t>
      </w:r>
      <w:r>
        <w:t>alternative</w:t>
      </w:r>
      <w:r w:rsidR="00C17D31">
        <w:t xml:space="preserve"> </w:t>
      </w:r>
      <w:r>
        <w:t>proposal</w:t>
      </w:r>
      <w:r w:rsidR="00C17D31">
        <w:t xml:space="preserve"> </w:t>
      </w:r>
      <w:r>
        <w:t>submitted</w:t>
      </w:r>
      <w:r w:rsidR="00C17D31">
        <w:t xml:space="preserve"> </w:t>
      </w:r>
      <w:r>
        <w:t>under</w:t>
      </w:r>
      <w:r w:rsidR="00C17D31">
        <w:t xml:space="preserve"> </w:t>
      </w:r>
      <w:r>
        <w:t>this</w:t>
      </w:r>
      <w:r w:rsidR="00C17D31">
        <w:t xml:space="preserve"> </w:t>
      </w:r>
      <w:r>
        <w:t>clause</w:t>
      </w:r>
      <w:r w:rsidR="00C17D31">
        <w:t xml:space="preserve"> </w:t>
      </w:r>
      <w:r>
        <w:fldChar w:fldCharType="begin"/>
      </w:r>
      <w:r>
        <w:instrText xml:space="preserve"> REF _Ref433893211 \w \h </w:instrText>
      </w:r>
      <w:r>
        <w:fldChar w:fldCharType="separate"/>
      </w:r>
      <w:r w:rsidR="00857305">
        <w:t>2.15</w:t>
      </w:r>
      <w:r>
        <w:fldChar w:fldCharType="end"/>
      </w:r>
      <w:r>
        <w:t>;</w:t>
      </w:r>
    </w:p>
    <w:p w14:paraId="35333F3D" w14:textId="05BDF52F" w:rsidR="00514A46" w:rsidRPr="00BC1156" w:rsidRDefault="00514A46" w:rsidP="00C8034B">
      <w:pPr>
        <w:pStyle w:val="COTCOCLV4-ASDEFCON"/>
      </w:pPr>
      <w:r>
        <w:t>complies</w:t>
      </w:r>
      <w:r w:rsidR="00C17D31">
        <w:t xml:space="preserve"> </w:t>
      </w:r>
      <w:r>
        <w:t>with</w:t>
      </w:r>
      <w:r w:rsidR="00C17D31">
        <w:t xml:space="preserve"> </w:t>
      </w:r>
      <w:r>
        <w:t>all</w:t>
      </w:r>
      <w:r w:rsidR="00C17D31">
        <w:t xml:space="preserve"> </w:t>
      </w:r>
      <w:r>
        <w:t>essential</w:t>
      </w:r>
      <w:r w:rsidR="00C17D31">
        <w:t xml:space="preserve"> </w:t>
      </w:r>
      <w:r>
        <w:t>requirements</w:t>
      </w:r>
      <w:r w:rsidR="00C17D31">
        <w:t xml:space="preserve"> </w:t>
      </w:r>
      <w:r>
        <w:t>identified</w:t>
      </w:r>
      <w:r w:rsidR="00C17D31">
        <w:t xml:space="preserve"> </w:t>
      </w:r>
      <w:r>
        <w:t>in</w:t>
      </w:r>
      <w:r w:rsidR="00C17D31">
        <w:t xml:space="preserve"> </w:t>
      </w:r>
      <w:r>
        <w:t>the</w:t>
      </w:r>
      <w:r w:rsidR="00C17D31">
        <w:t xml:space="preserve"> </w:t>
      </w:r>
      <w:r>
        <w:t>RFT;</w:t>
      </w:r>
    </w:p>
    <w:p w14:paraId="0A0DD4F0" w14:textId="17072A83" w:rsidR="00514A46" w:rsidRDefault="00514A46" w:rsidP="00C8034B">
      <w:pPr>
        <w:pStyle w:val="COTCOCLV4-ASDEFCON"/>
      </w:pPr>
      <w:r>
        <w:t>is</w:t>
      </w:r>
      <w:r w:rsidR="00C17D31">
        <w:t xml:space="preserve"> </w:t>
      </w:r>
      <w:r>
        <w:t>fully</w:t>
      </w:r>
      <w:r w:rsidR="00C17D31">
        <w:t xml:space="preserve"> </w:t>
      </w:r>
      <w:r>
        <w:t>described</w:t>
      </w:r>
      <w:r w:rsidR="00C17D31">
        <w:t xml:space="preserve"> </w:t>
      </w:r>
      <w:r>
        <w:t>by</w:t>
      </w:r>
      <w:r w:rsidR="00C17D31">
        <w:t xml:space="preserve"> </w:t>
      </w:r>
      <w:r>
        <w:t>the</w:t>
      </w:r>
      <w:r w:rsidR="00C17D31">
        <w:t xml:space="preserve"> </w:t>
      </w:r>
      <w:r>
        <w:t>tenderer,</w:t>
      </w:r>
      <w:r w:rsidR="00C17D31">
        <w:t xml:space="preserve"> </w:t>
      </w:r>
      <w:r>
        <w:t>including:</w:t>
      </w:r>
    </w:p>
    <w:p w14:paraId="4FAEC37E" w14:textId="55F1C4BE" w:rsidR="00514A46" w:rsidRPr="00C27DB6" w:rsidRDefault="00514A46" w:rsidP="00C8034B">
      <w:pPr>
        <w:pStyle w:val="COTCOCLV5-ASDEFCON"/>
      </w:pPr>
      <w:r w:rsidRPr="00C27DB6">
        <w:t>the</w:t>
      </w:r>
      <w:r w:rsidR="00C17D31">
        <w:t xml:space="preserve"> </w:t>
      </w:r>
      <w:r w:rsidRPr="00C27DB6">
        <w:t>advantages,</w:t>
      </w:r>
      <w:r w:rsidR="00C17D31">
        <w:t xml:space="preserve"> </w:t>
      </w:r>
      <w:r w:rsidRPr="00C27DB6">
        <w:t>disadvantages,</w:t>
      </w:r>
      <w:r w:rsidR="00C17D31">
        <w:t xml:space="preserve"> </w:t>
      </w:r>
      <w:r w:rsidRPr="00C27DB6">
        <w:t>limitations</w:t>
      </w:r>
      <w:r w:rsidR="00C17D31">
        <w:t xml:space="preserve"> </w:t>
      </w:r>
      <w:r w:rsidRPr="00C27DB6">
        <w:t>and</w:t>
      </w:r>
      <w:r w:rsidR="00C17D31">
        <w:t xml:space="preserve"> </w:t>
      </w:r>
      <w:r w:rsidRPr="00C27DB6">
        <w:t>capabilit</w:t>
      </w:r>
      <w:r>
        <w:t>y</w:t>
      </w:r>
      <w:r w:rsidR="00C17D31">
        <w:t xml:space="preserve"> </w:t>
      </w:r>
      <w:r w:rsidRPr="00C27DB6">
        <w:t>of</w:t>
      </w:r>
      <w:r w:rsidR="00C17D31">
        <w:t xml:space="preserve"> </w:t>
      </w:r>
      <w:r w:rsidRPr="00C27DB6">
        <w:t>the</w:t>
      </w:r>
      <w:r w:rsidR="00C17D31">
        <w:t xml:space="preserve"> </w:t>
      </w:r>
      <w:r>
        <w:t>alternative</w:t>
      </w:r>
      <w:r w:rsidR="00C17D31">
        <w:t xml:space="preserve"> </w:t>
      </w:r>
      <w:r>
        <w:t>proposal</w:t>
      </w:r>
      <w:r w:rsidRPr="00C27DB6">
        <w:t>;</w:t>
      </w:r>
      <w:r w:rsidR="00C17D31">
        <w:t xml:space="preserve"> </w:t>
      </w:r>
      <w:r>
        <w:t>and</w:t>
      </w:r>
    </w:p>
    <w:p w14:paraId="7E8E9D79" w14:textId="280B92A4" w:rsidR="00514A46" w:rsidRDefault="00514A46" w:rsidP="00C8034B">
      <w:pPr>
        <w:pStyle w:val="COTCOCLV5-ASDEFCON"/>
      </w:pPr>
      <w:r w:rsidRPr="00384F4F">
        <w:t>the</w:t>
      </w:r>
      <w:r w:rsidR="00C17D31">
        <w:t xml:space="preserve"> </w:t>
      </w:r>
      <w:r w:rsidRPr="00384F4F">
        <w:t>extent</w:t>
      </w:r>
      <w:r w:rsidR="00C17D31">
        <w:t xml:space="preserve"> </w:t>
      </w:r>
      <w:r w:rsidRPr="00384F4F">
        <w:t>to</w:t>
      </w:r>
      <w:r w:rsidR="00C17D31">
        <w:t xml:space="preserve"> </w:t>
      </w:r>
      <w:r w:rsidRPr="00384F4F">
        <w:t>which</w:t>
      </w:r>
      <w:r w:rsidR="00C17D31">
        <w:t xml:space="preserve"> </w:t>
      </w:r>
      <w:r w:rsidRPr="00384F4F">
        <w:t>the</w:t>
      </w:r>
      <w:r w:rsidR="00C17D31">
        <w:t xml:space="preserve"> </w:t>
      </w:r>
      <w:r>
        <w:t>adoption</w:t>
      </w:r>
      <w:r w:rsidR="00C17D31">
        <w:t xml:space="preserve"> </w:t>
      </w:r>
      <w:r>
        <w:t>of</w:t>
      </w:r>
      <w:r w:rsidR="00C17D31">
        <w:t xml:space="preserve"> </w:t>
      </w:r>
      <w:r>
        <w:t>the</w:t>
      </w:r>
      <w:r w:rsidR="00C17D31">
        <w:t xml:space="preserve"> </w:t>
      </w:r>
      <w:r>
        <w:t>a</w:t>
      </w:r>
      <w:r w:rsidRPr="00384F4F">
        <w:t>lternative</w:t>
      </w:r>
      <w:r w:rsidR="00C17D31">
        <w:t xml:space="preserve"> </w:t>
      </w:r>
      <w:r>
        <w:t>p</w:t>
      </w:r>
      <w:r w:rsidRPr="00384F4F">
        <w:t>roposal</w:t>
      </w:r>
      <w:r w:rsidR="00C17D31">
        <w:t xml:space="preserve"> </w:t>
      </w:r>
      <w:r>
        <w:t>would</w:t>
      </w:r>
      <w:r w:rsidR="00C17D31">
        <w:t xml:space="preserve"> </w:t>
      </w:r>
      <w:r>
        <w:t>impact</w:t>
      </w:r>
      <w:r w:rsidR="00C17D31">
        <w:t xml:space="preserve"> </w:t>
      </w:r>
      <w:r>
        <w:t>upon</w:t>
      </w:r>
      <w:r w:rsidR="00C17D31">
        <w:t xml:space="preserve"> </w:t>
      </w:r>
      <w:r>
        <w:t>the</w:t>
      </w:r>
      <w:r w:rsidR="00C17D31">
        <w:t xml:space="preserve"> </w:t>
      </w:r>
      <w:r>
        <w:t>tender</w:t>
      </w:r>
      <w:r w:rsidR="00C17D31">
        <w:t xml:space="preserve"> </w:t>
      </w:r>
      <w:r>
        <w:t>that</w:t>
      </w:r>
      <w:r w:rsidR="00C17D31">
        <w:t xml:space="preserve"> </w:t>
      </w:r>
      <w:r>
        <w:t>addresses</w:t>
      </w:r>
      <w:r w:rsidR="00C17D31">
        <w:t xml:space="preserve"> </w:t>
      </w:r>
      <w:r>
        <w:t>the</w:t>
      </w:r>
      <w:r w:rsidR="00C17D31">
        <w:t xml:space="preserve"> </w:t>
      </w:r>
      <w:r>
        <w:t>requirements</w:t>
      </w:r>
      <w:r w:rsidR="00C17D31">
        <w:t xml:space="preserve"> </w:t>
      </w:r>
      <w:r>
        <w:t>of</w:t>
      </w:r>
      <w:r w:rsidR="00C17D31">
        <w:t xml:space="preserve"> </w:t>
      </w:r>
      <w:r>
        <w:t>the</w:t>
      </w:r>
      <w:r w:rsidR="00C17D31">
        <w:t xml:space="preserve"> </w:t>
      </w:r>
      <w:r>
        <w:t>RFT,</w:t>
      </w:r>
      <w:r w:rsidR="00C17D31">
        <w:t xml:space="preserve"> </w:t>
      </w:r>
      <w:r>
        <w:t>including</w:t>
      </w:r>
      <w:r w:rsidR="00C17D31">
        <w:t xml:space="preserve"> </w:t>
      </w:r>
      <w:r>
        <w:t>any</w:t>
      </w:r>
      <w:r w:rsidR="00C17D31">
        <w:t xml:space="preserve"> </w:t>
      </w:r>
      <w:r>
        <w:t>financial</w:t>
      </w:r>
      <w:r w:rsidR="00C17D31">
        <w:t xml:space="preserve"> </w:t>
      </w:r>
      <w:r>
        <w:lastRenderedPageBreak/>
        <w:t>impact,</w:t>
      </w:r>
      <w:r w:rsidR="00C17D31">
        <w:t xml:space="preserve"> </w:t>
      </w:r>
      <w:r>
        <w:t>impact</w:t>
      </w:r>
      <w:r w:rsidR="00C17D31">
        <w:t xml:space="preserve"> </w:t>
      </w:r>
      <w:r>
        <w:t>on</w:t>
      </w:r>
      <w:r w:rsidR="00C17D31">
        <w:t xml:space="preserve"> </w:t>
      </w:r>
      <w:r>
        <w:t>the</w:t>
      </w:r>
      <w:r w:rsidR="00C17D31">
        <w:t xml:space="preserve"> </w:t>
      </w:r>
      <w:r>
        <w:t>provision</w:t>
      </w:r>
      <w:r w:rsidR="00C17D31">
        <w:t xml:space="preserve"> </w:t>
      </w:r>
      <w:r>
        <w:t>of</w:t>
      </w:r>
      <w:r w:rsidR="00C17D31">
        <w:t xml:space="preserve"> </w:t>
      </w:r>
      <w:r>
        <w:t>the</w:t>
      </w:r>
      <w:r w:rsidR="00C17D31">
        <w:t xml:space="preserve"> </w:t>
      </w:r>
      <w:r>
        <w:t>Supplies,</w:t>
      </w:r>
      <w:r w:rsidR="00C17D31">
        <w:t xml:space="preserve"> </w:t>
      </w:r>
      <w:r w:rsidRPr="00C27DB6">
        <w:t>and</w:t>
      </w:r>
      <w:r w:rsidR="00C17D31">
        <w:t xml:space="preserve"> </w:t>
      </w:r>
      <w:r w:rsidRPr="00C27DB6">
        <w:t>any</w:t>
      </w:r>
      <w:r w:rsidR="00C17D31">
        <w:t xml:space="preserve"> </w:t>
      </w:r>
      <w:r w:rsidRPr="00C27DB6">
        <w:t>other</w:t>
      </w:r>
      <w:r w:rsidR="00C17D31">
        <w:t xml:space="preserve"> </w:t>
      </w:r>
      <w:r w:rsidRPr="00C27DB6">
        <w:t>consequences</w:t>
      </w:r>
      <w:r w:rsidR="00C17D31">
        <w:t xml:space="preserve"> </w:t>
      </w:r>
      <w:r w:rsidRPr="00C27DB6">
        <w:t>of</w:t>
      </w:r>
      <w:r w:rsidR="00C17D31">
        <w:t xml:space="preserve"> </w:t>
      </w:r>
      <w:r w:rsidRPr="00C27DB6">
        <w:t>the</w:t>
      </w:r>
      <w:r w:rsidR="00C17D31">
        <w:t xml:space="preserve"> </w:t>
      </w:r>
      <w:r>
        <w:t>alternative</w:t>
      </w:r>
      <w:r w:rsidR="00C17D31">
        <w:t xml:space="preserve"> </w:t>
      </w:r>
      <w:r>
        <w:t>proposal;</w:t>
      </w:r>
      <w:r w:rsidR="00C17D31">
        <w:t xml:space="preserve"> </w:t>
      </w:r>
      <w:r>
        <w:t>and</w:t>
      </w:r>
    </w:p>
    <w:p w14:paraId="403C2FF4" w14:textId="29D882BD" w:rsidR="00514A46" w:rsidRDefault="00514A46" w:rsidP="00C8034B">
      <w:pPr>
        <w:pStyle w:val="COTCOCLV4-ASDEFCON"/>
      </w:pPr>
      <w:r>
        <w:t>contains</w:t>
      </w:r>
      <w:r w:rsidR="00C17D31">
        <w:t xml:space="preserve"> </w:t>
      </w:r>
      <w:r>
        <w:t>sufficient</w:t>
      </w:r>
      <w:r w:rsidR="00C17D31">
        <w:t xml:space="preserve"> </w:t>
      </w:r>
      <w:r>
        <w:t>and</w:t>
      </w:r>
      <w:r w:rsidR="00C17D31">
        <w:t xml:space="preserve"> </w:t>
      </w:r>
      <w:r>
        <w:t>verifiable</w:t>
      </w:r>
      <w:r w:rsidR="00C17D31">
        <w:t xml:space="preserve"> </w:t>
      </w:r>
      <w:r>
        <w:t>supporting</w:t>
      </w:r>
      <w:r w:rsidR="00C17D31">
        <w:t xml:space="preserve"> </w:t>
      </w:r>
      <w:r w:rsidRPr="00C27DB6">
        <w:t>information</w:t>
      </w:r>
      <w:r w:rsidR="00C17D31">
        <w:t xml:space="preserve"> </w:t>
      </w:r>
      <w:r>
        <w:t>and</w:t>
      </w:r>
      <w:r w:rsidR="00C17D31">
        <w:t xml:space="preserve"> </w:t>
      </w:r>
      <w:r>
        <w:t>data</w:t>
      </w:r>
      <w:r w:rsidR="00C17D31">
        <w:t xml:space="preserve"> </w:t>
      </w:r>
      <w:r w:rsidRPr="00C27DB6">
        <w:t>to</w:t>
      </w:r>
      <w:r w:rsidR="00C17D31">
        <w:t xml:space="preserve"> </w:t>
      </w:r>
      <w:r>
        <w:t>enable</w:t>
      </w:r>
      <w:r w:rsidR="00C17D31">
        <w:t xml:space="preserve"> </w:t>
      </w:r>
      <w:r w:rsidRPr="00C27DB6">
        <w:t>a</w:t>
      </w:r>
      <w:r w:rsidR="00C17D31">
        <w:t xml:space="preserve"> </w:t>
      </w:r>
      <w:r w:rsidRPr="00C27DB6">
        <w:t>comparison</w:t>
      </w:r>
      <w:r w:rsidR="00C17D31">
        <w:t xml:space="preserve"> </w:t>
      </w:r>
      <w:r w:rsidRPr="00C27DB6">
        <w:t>of</w:t>
      </w:r>
      <w:r w:rsidR="00C17D31">
        <w:t xml:space="preserve"> </w:t>
      </w:r>
      <w:r w:rsidRPr="00C27DB6">
        <w:t>the</w:t>
      </w:r>
      <w:r w:rsidR="00C17D31">
        <w:t xml:space="preserve"> </w:t>
      </w:r>
      <w:r>
        <w:t>alternative</w:t>
      </w:r>
      <w:r w:rsidR="00C17D31">
        <w:t xml:space="preserve"> </w:t>
      </w:r>
      <w:r>
        <w:t>proposal</w:t>
      </w:r>
      <w:r w:rsidR="00C17D31">
        <w:t xml:space="preserve"> </w:t>
      </w:r>
      <w:r>
        <w:t>against</w:t>
      </w:r>
      <w:r w:rsidR="00C17D31">
        <w:t xml:space="preserve"> </w:t>
      </w:r>
      <w:r>
        <w:t>other</w:t>
      </w:r>
      <w:r w:rsidR="00C17D31">
        <w:t xml:space="preserve"> </w:t>
      </w:r>
      <w:r w:rsidRPr="00C27DB6">
        <w:t>tenders</w:t>
      </w:r>
      <w:r>
        <w:t>.</w:t>
      </w:r>
    </w:p>
    <w:p w14:paraId="60088D5D" w14:textId="047AD18E" w:rsidR="00514A46" w:rsidRDefault="00514A46" w:rsidP="00C8034B">
      <w:pPr>
        <w:pStyle w:val="COTCOCLV3-ASDEFCON"/>
      </w:pPr>
      <w:r>
        <w:t>For</w:t>
      </w:r>
      <w:r w:rsidR="00C17D31">
        <w:t xml:space="preserve"> </w:t>
      </w:r>
      <w:r>
        <w:t>the</w:t>
      </w:r>
      <w:r w:rsidR="00C17D31">
        <w:t xml:space="preserve"> </w:t>
      </w:r>
      <w:r>
        <w:t>avoidance</w:t>
      </w:r>
      <w:r w:rsidR="00C17D31">
        <w:t xml:space="preserve"> </w:t>
      </w:r>
      <w:r>
        <w:t>of</w:t>
      </w:r>
      <w:r w:rsidR="00C17D31">
        <w:t xml:space="preserve"> </w:t>
      </w:r>
      <w:r>
        <w:t>doubt,</w:t>
      </w:r>
      <w:r w:rsidR="00C17D31">
        <w:t xml:space="preserve"> </w:t>
      </w:r>
      <w:r>
        <w:t>alternative</w:t>
      </w:r>
      <w:r w:rsidR="00C17D31">
        <w:t xml:space="preserve"> </w:t>
      </w:r>
      <w:r>
        <w:t>proposals</w:t>
      </w:r>
      <w:r w:rsidR="00C17D31">
        <w:t xml:space="preserve"> </w:t>
      </w:r>
      <w:r>
        <w:t>are</w:t>
      </w:r>
      <w:r w:rsidR="00C17D31">
        <w:t xml:space="preserve"> </w:t>
      </w:r>
      <w:r>
        <w:t>not</w:t>
      </w:r>
      <w:r w:rsidR="00C17D31">
        <w:t xml:space="preserve"> </w:t>
      </w:r>
      <w:r>
        <w:t>required</w:t>
      </w:r>
      <w:r w:rsidR="00C17D31">
        <w:t xml:space="preserve"> </w:t>
      </w:r>
      <w:r>
        <w:t>to</w:t>
      </w:r>
      <w:r w:rsidR="00C17D31">
        <w:t xml:space="preserve"> </w:t>
      </w:r>
      <w:r>
        <w:t>constitute</w:t>
      </w:r>
      <w:r w:rsidR="00C17D31">
        <w:t xml:space="preserve"> </w:t>
      </w:r>
      <w:r>
        <w:t>a</w:t>
      </w:r>
      <w:r w:rsidR="00C17D31">
        <w:t xml:space="preserve"> </w:t>
      </w:r>
      <w:r>
        <w:t>complete</w:t>
      </w:r>
      <w:r w:rsidR="00C17D31">
        <w:t xml:space="preserve"> </w:t>
      </w:r>
      <w:r>
        <w:t>tender</w:t>
      </w:r>
      <w:r w:rsidR="00C17D31">
        <w:t xml:space="preserve"> </w:t>
      </w:r>
      <w:r>
        <w:t>that</w:t>
      </w:r>
      <w:r w:rsidR="00C17D31">
        <w:t xml:space="preserve"> </w:t>
      </w:r>
      <w:r>
        <w:t>addresses</w:t>
      </w:r>
      <w:r w:rsidR="00C17D31">
        <w:t xml:space="preserve"> </w:t>
      </w:r>
      <w:r>
        <w:t>all</w:t>
      </w:r>
      <w:r w:rsidR="00C17D31">
        <w:t xml:space="preserve"> </w:t>
      </w:r>
      <w:r>
        <w:t>of</w:t>
      </w:r>
      <w:r w:rsidR="00C17D31">
        <w:t xml:space="preserve"> </w:t>
      </w:r>
      <w:r>
        <w:t>the</w:t>
      </w:r>
      <w:r w:rsidR="00C17D31">
        <w:t xml:space="preserve"> </w:t>
      </w:r>
      <w:r>
        <w:t>requirements</w:t>
      </w:r>
      <w:r w:rsidR="00C17D31">
        <w:t xml:space="preserve"> </w:t>
      </w:r>
      <w:r>
        <w:t>of</w:t>
      </w:r>
      <w:r w:rsidR="00C17D31">
        <w:t xml:space="preserve"> </w:t>
      </w:r>
      <w:r>
        <w:t>the</w:t>
      </w:r>
      <w:r w:rsidR="00C17D31">
        <w:t xml:space="preserve"> </w:t>
      </w:r>
      <w:r>
        <w:t>RFT.</w:t>
      </w:r>
      <w:bookmarkStart w:id="377" w:name="_Toc435536760"/>
      <w:bookmarkStart w:id="378" w:name="_Toc436299980"/>
      <w:bookmarkStart w:id="379" w:name="_Toc229445717"/>
      <w:bookmarkEnd w:id="377"/>
      <w:bookmarkEnd w:id="378"/>
    </w:p>
    <w:p w14:paraId="43240DF0" w14:textId="7956BE87" w:rsidR="00514A46" w:rsidRPr="00593895" w:rsidRDefault="00514A46" w:rsidP="00C8034B">
      <w:pPr>
        <w:pStyle w:val="COTCOCLV1-ASDEFCON"/>
      </w:pPr>
      <w:bookmarkStart w:id="380" w:name="_Toc121903981"/>
      <w:bookmarkStart w:id="381" w:name="_Toc175208057"/>
      <w:r w:rsidRPr="00593895">
        <w:t>EVALUATION</w:t>
      </w:r>
      <w:r w:rsidR="00C17D31">
        <w:t xml:space="preserve"> </w:t>
      </w:r>
      <w:r w:rsidRPr="00593895">
        <w:t>OF</w:t>
      </w:r>
      <w:r w:rsidR="00C17D31">
        <w:t xml:space="preserve"> </w:t>
      </w:r>
      <w:r w:rsidRPr="00593895">
        <w:t>TENDERS</w:t>
      </w:r>
      <w:bookmarkEnd w:id="379"/>
      <w:bookmarkEnd w:id="380"/>
      <w:bookmarkEnd w:id="381"/>
    </w:p>
    <w:p w14:paraId="59379244" w14:textId="4C2833F1" w:rsidR="00514A46" w:rsidRPr="00BC1156" w:rsidRDefault="00514A46" w:rsidP="00C8034B">
      <w:pPr>
        <w:pStyle w:val="COTCOCLV2-ASDEFCON"/>
      </w:pPr>
      <w:bookmarkStart w:id="382" w:name="_Toc297282815"/>
      <w:bookmarkStart w:id="383" w:name="_Toc384741996"/>
      <w:bookmarkStart w:id="384" w:name="_Toc384743213"/>
      <w:bookmarkStart w:id="385" w:name="_Toc384743372"/>
      <w:bookmarkStart w:id="386" w:name="_Toc384824685"/>
      <w:bookmarkStart w:id="387" w:name="_Toc384902226"/>
      <w:bookmarkStart w:id="388" w:name="_Toc297282816"/>
      <w:bookmarkStart w:id="389" w:name="_Toc384741997"/>
      <w:bookmarkStart w:id="390" w:name="_Toc384743214"/>
      <w:bookmarkStart w:id="391" w:name="_Toc384743373"/>
      <w:bookmarkStart w:id="392" w:name="_Toc384824686"/>
      <w:bookmarkStart w:id="393" w:name="_Toc384902227"/>
      <w:bookmarkStart w:id="394" w:name="_Toc297282817"/>
      <w:bookmarkStart w:id="395" w:name="_Toc384741998"/>
      <w:bookmarkStart w:id="396" w:name="_Toc384743215"/>
      <w:bookmarkStart w:id="397" w:name="_Toc384743374"/>
      <w:bookmarkStart w:id="398" w:name="_Toc384824687"/>
      <w:bookmarkStart w:id="399" w:name="_Toc384902228"/>
      <w:bookmarkStart w:id="400" w:name="_Toc297282818"/>
      <w:bookmarkStart w:id="401" w:name="_Toc297282819"/>
      <w:bookmarkStart w:id="402" w:name="_Toc384742002"/>
      <w:bookmarkStart w:id="403" w:name="_Toc384743219"/>
      <w:bookmarkStart w:id="404" w:name="_Toc384743378"/>
      <w:bookmarkStart w:id="405" w:name="_Toc384824691"/>
      <w:bookmarkStart w:id="406" w:name="_Toc384902232"/>
      <w:bookmarkStart w:id="407" w:name="_Toc384742007"/>
      <w:bookmarkStart w:id="408" w:name="_Toc384743224"/>
      <w:bookmarkStart w:id="409" w:name="_Toc384743383"/>
      <w:bookmarkStart w:id="410" w:name="_Toc384824696"/>
      <w:bookmarkStart w:id="411" w:name="_Toc384902237"/>
      <w:bookmarkStart w:id="412" w:name="_Toc384742010"/>
      <w:bookmarkStart w:id="413" w:name="_Toc384743227"/>
      <w:bookmarkStart w:id="414" w:name="_Toc384743386"/>
      <w:bookmarkStart w:id="415" w:name="_Toc384824699"/>
      <w:bookmarkStart w:id="416" w:name="_Toc384902240"/>
      <w:bookmarkStart w:id="417" w:name="_Hlt95785531"/>
      <w:bookmarkStart w:id="418" w:name="_Ref434502788"/>
      <w:bookmarkStart w:id="419" w:name="_Toc121903982"/>
      <w:bookmarkStart w:id="420" w:name="_Ref95287896"/>
      <w:bookmarkStart w:id="421" w:name="_Toc229445719"/>
      <w:bookmarkStart w:id="422" w:name="_Toc434317590"/>
      <w:bookmarkStart w:id="423" w:name="_Toc175208058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Pr="00BC1156">
        <w:t>Evaluation</w:t>
      </w:r>
      <w:r w:rsidR="00C17D31">
        <w:t xml:space="preserve"> </w:t>
      </w:r>
      <w:r>
        <w:t>and</w:t>
      </w:r>
      <w:r w:rsidR="00C17D31">
        <w:t xml:space="preserve"> </w:t>
      </w:r>
      <w:r>
        <w:t>Process</w:t>
      </w:r>
      <w:r w:rsidR="00C17D31">
        <w:t xml:space="preserve"> </w:t>
      </w:r>
      <w:r w:rsidRPr="00BC1156">
        <w:t>(Core)</w:t>
      </w:r>
      <w:bookmarkEnd w:id="418"/>
      <w:bookmarkEnd w:id="419"/>
      <w:bookmarkEnd w:id="423"/>
    </w:p>
    <w:p w14:paraId="43F331FD" w14:textId="57C2D70F" w:rsidR="00514A46" w:rsidRDefault="00514A46" w:rsidP="00C8034B">
      <w:pPr>
        <w:pStyle w:val="NoteToDrafters-ASDEFCON"/>
      </w:pPr>
      <w:r w:rsidRPr="00BC1156">
        <w:t>Note</w:t>
      </w:r>
      <w:r w:rsidR="00C17D31">
        <w:t xml:space="preserve"> </w:t>
      </w:r>
      <w:r w:rsidRPr="00BC1156">
        <w:t>to</w:t>
      </w:r>
      <w:r w:rsidR="00C17D31">
        <w:t xml:space="preserve"> </w:t>
      </w:r>
      <w:r w:rsidRPr="00BC1156">
        <w:t>drafters:</w:t>
      </w:r>
      <w:r w:rsidR="00C17D31">
        <w:t xml:space="preserve">  </w:t>
      </w:r>
      <w:r w:rsidRPr="00BC1156">
        <w:t>Additional</w:t>
      </w:r>
      <w:r w:rsidR="00C17D31">
        <w:t xml:space="preserve"> </w:t>
      </w:r>
      <w:r w:rsidRPr="00BC1156">
        <w:t>or</w:t>
      </w:r>
      <w:r w:rsidR="00C17D31">
        <w:t xml:space="preserve"> </w:t>
      </w:r>
      <w:r w:rsidRPr="00BC1156">
        <w:t>alternative</w:t>
      </w:r>
      <w:r w:rsidR="00C17D31">
        <w:t xml:space="preserve"> </w:t>
      </w:r>
      <w:r w:rsidRPr="00BC1156">
        <w:t>evaluation</w:t>
      </w:r>
      <w:r w:rsidR="00C17D31">
        <w:t xml:space="preserve"> </w:t>
      </w:r>
      <w:r w:rsidRPr="00BC1156">
        <w:t>criteria</w:t>
      </w:r>
      <w:r w:rsidR="00C17D31">
        <w:t xml:space="preserve"> </w:t>
      </w:r>
      <w:r w:rsidRPr="00BC1156">
        <w:t>may</w:t>
      </w:r>
      <w:r w:rsidR="00C17D31">
        <w:t xml:space="preserve"> </w:t>
      </w:r>
      <w:r w:rsidRPr="00BC1156">
        <w:t>be</w:t>
      </w:r>
      <w:r w:rsidR="00C17D31">
        <w:t xml:space="preserve"> </w:t>
      </w:r>
      <w:r w:rsidRPr="00BC1156">
        <w:t>included</w:t>
      </w:r>
      <w:r w:rsidR="00C17D31">
        <w:t xml:space="preserve"> </w:t>
      </w:r>
      <w:r w:rsidRPr="00BC1156">
        <w:t>in</w:t>
      </w:r>
      <w:r w:rsidR="00C17D31">
        <w:t xml:space="preserve"> </w:t>
      </w:r>
      <w:r w:rsidRPr="00BC1156">
        <w:t>the</w:t>
      </w:r>
      <w:r w:rsidR="00C17D31">
        <w:t xml:space="preserve"> </w:t>
      </w:r>
      <w:r w:rsidRPr="00BC1156">
        <w:t>following</w:t>
      </w:r>
      <w:r w:rsidR="00C17D31">
        <w:t xml:space="preserve"> </w:t>
      </w:r>
      <w:r w:rsidRPr="00BC1156">
        <w:t>list</w:t>
      </w:r>
      <w:r w:rsidR="00C17D31">
        <w:t xml:space="preserve"> </w:t>
      </w:r>
      <w:r w:rsidRPr="00BC1156">
        <w:t>where</w:t>
      </w:r>
      <w:r w:rsidR="00C17D31">
        <w:t xml:space="preserve"> </w:t>
      </w:r>
      <w:r w:rsidRPr="00BC1156">
        <w:t>appropriate.</w:t>
      </w:r>
    </w:p>
    <w:p w14:paraId="63D19757" w14:textId="470E3C96" w:rsidR="00514A46" w:rsidRDefault="00514A46" w:rsidP="00C8034B">
      <w:pPr>
        <w:pStyle w:val="COTCOCLV3-ASDEFCON"/>
      </w:pPr>
      <w:bookmarkStart w:id="424" w:name="_Ref116980315"/>
      <w:r w:rsidRPr="00872311">
        <w:t>Tenders</w:t>
      </w:r>
      <w:r w:rsidR="00C17D31">
        <w:t xml:space="preserve"> </w:t>
      </w:r>
      <w:r>
        <w:t>will</w:t>
      </w:r>
      <w:r w:rsidR="00C17D31">
        <w:t xml:space="preserve"> </w:t>
      </w:r>
      <w:r w:rsidRPr="00872311">
        <w:t>be</w:t>
      </w:r>
      <w:r w:rsidR="00C17D31">
        <w:t xml:space="preserve"> </w:t>
      </w:r>
      <w:r w:rsidRPr="00872311">
        <w:t>evaluated</w:t>
      </w:r>
      <w:r w:rsidR="00C17D31">
        <w:t xml:space="preserve"> </w:t>
      </w:r>
      <w:r w:rsidRPr="00872311">
        <w:t>on</w:t>
      </w:r>
      <w:r w:rsidR="00C17D31">
        <w:t xml:space="preserve"> </w:t>
      </w:r>
      <w:r w:rsidRPr="00872311">
        <w:t>the</w:t>
      </w:r>
      <w:r w:rsidR="00C17D31">
        <w:t xml:space="preserve"> </w:t>
      </w:r>
      <w:r w:rsidRPr="00872311">
        <w:t>basis</w:t>
      </w:r>
      <w:r w:rsidR="00C17D31">
        <w:t xml:space="preserve"> </w:t>
      </w:r>
      <w:r w:rsidRPr="00872311">
        <w:t>of</w:t>
      </w:r>
      <w:r w:rsidR="00C17D31">
        <w:t xml:space="preserve"> </w:t>
      </w:r>
      <w:r w:rsidRPr="00872311">
        <w:t>best</w:t>
      </w:r>
      <w:r w:rsidR="00C17D31">
        <w:t xml:space="preserve"> </w:t>
      </w:r>
      <w:r w:rsidRPr="00872311">
        <w:t>value</w:t>
      </w:r>
      <w:r w:rsidR="00C17D31">
        <w:t xml:space="preserve"> </w:t>
      </w:r>
      <w:r w:rsidRPr="00872311">
        <w:t>for</w:t>
      </w:r>
      <w:r w:rsidR="00C17D31">
        <w:t xml:space="preserve"> </w:t>
      </w:r>
      <w:r w:rsidRPr="00872311">
        <w:t>money</w:t>
      </w:r>
      <w:r w:rsidR="00C17D31">
        <w:t xml:space="preserve"> </w:t>
      </w:r>
      <w:r w:rsidRPr="00872311">
        <w:t>consistent</w:t>
      </w:r>
      <w:r w:rsidR="00C17D31">
        <w:t xml:space="preserve"> </w:t>
      </w:r>
      <w:r w:rsidRPr="00872311">
        <w:t>with</w:t>
      </w:r>
      <w:r w:rsidR="00C17D31">
        <w:t xml:space="preserve"> </w:t>
      </w:r>
      <w:r w:rsidRPr="00872311">
        <w:t>Commonwealth</w:t>
      </w:r>
      <w:r w:rsidR="00C17D31">
        <w:t xml:space="preserve"> </w:t>
      </w:r>
      <w:r w:rsidRPr="00872311">
        <w:t>p</w:t>
      </w:r>
      <w:r>
        <w:t>rocurement</w:t>
      </w:r>
      <w:r w:rsidR="00C17D31">
        <w:t xml:space="preserve"> </w:t>
      </w:r>
      <w:r w:rsidRPr="00872311">
        <w:t>policies</w:t>
      </w:r>
      <w:r w:rsidR="00C17D31">
        <w:t xml:space="preserve"> </w:t>
      </w:r>
      <w:r>
        <w:t>utilising</w:t>
      </w:r>
      <w:r w:rsidR="00C17D31">
        <w:t xml:space="preserve"> </w:t>
      </w:r>
      <w:r>
        <w:t>the</w:t>
      </w:r>
      <w:r w:rsidR="00C17D31">
        <w:t xml:space="preserve"> </w:t>
      </w:r>
      <w:r>
        <w:t>tender</w:t>
      </w:r>
      <w:r w:rsidR="00C17D31">
        <w:t xml:space="preserve"> </w:t>
      </w:r>
      <w:r>
        <w:t>evaluation</w:t>
      </w:r>
      <w:r w:rsidR="00C17D31">
        <w:t xml:space="preserve"> </w:t>
      </w:r>
      <w:r>
        <w:t>criteria</w:t>
      </w:r>
      <w:r w:rsidR="00C17D31">
        <w:t xml:space="preserve"> </w:t>
      </w:r>
      <w:r>
        <w:t>at</w:t>
      </w:r>
      <w:r w:rsidR="00C17D31">
        <w:t xml:space="preserve"> </w:t>
      </w:r>
      <w:r>
        <w:t>clause</w:t>
      </w:r>
      <w:r w:rsidR="00C17D31">
        <w:t xml:space="preserve"> </w:t>
      </w:r>
      <w:r>
        <w:fldChar w:fldCharType="begin"/>
      </w:r>
      <w:r>
        <w:instrText xml:space="preserve"> REF _Ref50136372 \r \h </w:instrText>
      </w:r>
      <w:r>
        <w:fldChar w:fldCharType="separate"/>
      </w:r>
      <w:r w:rsidR="00857305">
        <w:t>3.9</w:t>
      </w:r>
      <w:r>
        <w:fldChar w:fldCharType="end"/>
      </w:r>
      <w:r>
        <w:t>.</w:t>
      </w:r>
      <w:bookmarkEnd w:id="424"/>
    </w:p>
    <w:p w14:paraId="14B15A01" w14:textId="77777777" w:rsidR="00514A46" w:rsidRDefault="00514A46" w:rsidP="00C8034B">
      <w:pPr>
        <w:pStyle w:val="ASDEFCONOptionSpace"/>
        <w:rPr>
          <w:lang w:eastAsia="zh-CN"/>
        </w:rPr>
      </w:pPr>
    </w:p>
    <w:p w14:paraId="72D6A144" w14:textId="2F60DD27" w:rsidR="00514A46" w:rsidRPr="00460D59" w:rsidRDefault="00514A46" w:rsidP="00C8034B">
      <w:pPr>
        <w:pStyle w:val="COTCOCLV3-ASDEFCON"/>
      </w:pPr>
      <w:bookmarkStart w:id="425" w:name="_Ref50136111"/>
      <w:r w:rsidRPr="00460D59">
        <w:t>The</w:t>
      </w:r>
      <w:r w:rsidR="00C17D31">
        <w:t xml:space="preserve"> </w:t>
      </w:r>
      <w:r w:rsidRPr="00460D59">
        <w:t>Commonwealth</w:t>
      </w:r>
      <w:r w:rsidR="00C17D31">
        <w:t xml:space="preserve"> </w:t>
      </w:r>
      <w:r w:rsidRPr="00460D59">
        <w:t>may</w:t>
      </w:r>
      <w:r w:rsidR="00C17D31">
        <w:t xml:space="preserve"> </w:t>
      </w:r>
      <w:r>
        <w:t>at</w:t>
      </w:r>
      <w:r w:rsidR="00C17D31">
        <w:t xml:space="preserve"> </w:t>
      </w:r>
      <w:r>
        <w:t>any</w:t>
      </w:r>
      <w:r w:rsidR="00C17D31">
        <w:t xml:space="preserve"> </w:t>
      </w:r>
      <w:r>
        <w:t>time</w:t>
      </w:r>
      <w:r w:rsidR="00C17D31">
        <w:t xml:space="preserve"> </w:t>
      </w:r>
      <w:r>
        <w:t>during</w:t>
      </w:r>
      <w:r w:rsidR="00C17D31">
        <w:t xml:space="preserve"> </w:t>
      </w:r>
      <w:r>
        <w:t>the</w:t>
      </w:r>
      <w:r w:rsidR="00C17D31">
        <w:t xml:space="preserve"> </w:t>
      </w:r>
      <w:r>
        <w:t>RFT</w:t>
      </w:r>
      <w:r w:rsidR="00C17D31">
        <w:t xml:space="preserve"> </w:t>
      </w:r>
      <w:r>
        <w:t>process</w:t>
      </w:r>
      <w:r w:rsidRPr="00460D59">
        <w:t>:</w:t>
      </w:r>
      <w:bookmarkEnd w:id="425"/>
    </w:p>
    <w:p w14:paraId="2EF5A3CB" w14:textId="5E443BB0" w:rsidR="00514A46" w:rsidRPr="00460D59" w:rsidRDefault="00514A46" w:rsidP="00C8034B">
      <w:pPr>
        <w:pStyle w:val="COTCOCLV4-ASDEFCON"/>
      </w:pPr>
      <w:bookmarkStart w:id="426" w:name="_Ref436820346"/>
      <w:r>
        <w:rPr>
          <w:lang w:eastAsia="zh-CN"/>
        </w:rPr>
        <w:t>obtain</w:t>
      </w:r>
      <w:r w:rsidR="00C17D31">
        <w:rPr>
          <w:lang w:eastAsia="zh-CN"/>
        </w:rPr>
        <w:t xml:space="preserve"> </w:t>
      </w:r>
      <w:r>
        <w:rPr>
          <w:lang w:eastAsia="zh-CN"/>
        </w:rPr>
        <w:t>additional</w:t>
      </w:r>
      <w:r w:rsidR="00C17D31">
        <w:rPr>
          <w:lang w:eastAsia="zh-CN"/>
        </w:rPr>
        <w:t xml:space="preserve"> </w:t>
      </w:r>
      <w:r>
        <w:rPr>
          <w:lang w:eastAsia="zh-CN"/>
        </w:rPr>
        <w:t>information</w:t>
      </w:r>
      <w:r w:rsidR="00C17D31">
        <w:rPr>
          <w:lang w:eastAsia="zh-CN"/>
        </w:rPr>
        <w:t xml:space="preserve"> </w:t>
      </w:r>
      <w:r>
        <w:rPr>
          <w:lang w:eastAsia="zh-CN"/>
        </w:rPr>
        <w:t>(whether</w:t>
      </w:r>
      <w:r w:rsidR="00C17D31">
        <w:rPr>
          <w:lang w:eastAsia="zh-CN"/>
        </w:rPr>
        <w:t xml:space="preserve"> </w:t>
      </w:r>
      <w:r>
        <w:rPr>
          <w:lang w:eastAsia="zh-CN"/>
        </w:rPr>
        <w:t>that</w:t>
      </w:r>
      <w:r w:rsidR="00C17D31">
        <w:rPr>
          <w:lang w:eastAsia="zh-CN"/>
        </w:rPr>
        <w:t xml:space="preserve"> </w:t>
      </w:r>
      <w:r>
        <w:rPr>
          <w:lang w:eastAsia="zh-CN"/>
        </w:rPr>
        <w:t>information</w:t>
      </w:r>
      <w:r w:rsidR="00C17D31">
        <w:rPr>
          <w:lang w:eastAsia="zh-CN"/>
        </w:rPr>
        <w:t xml:space="preserve"> </w:t>
      </w:r>
      <w:r>
        <w:rPr>
          <w:lang w:eastAsia="zh-CN"/>
        </w:rPr>
        <w:t>is</w:t>
      </w:r>
      <w:r w:rsidR="00C17D31">
        <w:rPr>
          <w:lang w:eastAsia="zh-CN"/>
        </w:rPr>
        <w:t xml:space="preserve"> </w:t>
      </w:r>
      <w:r>
        <w:rPr>
          <w:lang w:eastAsia="zh-CN"/>
        </w:rPr>
        <w:t>obtained</w:t>
      </w:r>
      <w:r w:rsidR="00C17D31">
        <w:rPr>
          <w:lang w:eastAsia="zh-CN"/>
        </w:rPr>
        <w:t xml:space="preserve"> </w:t>
      </w:r>
      <w:r>
        <w:rPr>
          <w:lang w:eastAsia="zh-CN"/>
        </w:rPr>
        <w:t>through</w:t>
      </w:r>
      <w:r w:rsidR="00C17D31">
        <w:rPr>
          <w:lang w:eastAsia="zh-CN"/>
        </w:rPr>
        <w:t xml:space="preserve"> </w:t>
      </w:r>
      <w:r>
        <w:rPr>
          <w:lang w:eastAsia="zh-CN"/>
        </w:rPr>
        <w:t>the</w:t>
      </w:r>
      <w:r w:rsidR="00C17D31">
        <w:rPr>
          <w:lang w:eastAsia="zh-CN"/>
        </w:rPr>
        <w:t xml:space="preserve"> </w:t>
      </w:r>
      <w:r>
        <w:rPr>
          <w:lang w:eastAsia="zh-CN"/>
        </w:rPr>
        <w:t>RFT</w:t>
      </w:r>
      <w:r w:rsidR="00C17D31">
        <w:rPr>
          <w:lang w:eastAsia="zh-CN"/>
        </w:rPr>
        <w:t xml:space="preserve"> </w:t>
      </w:r>
      <w:r>
        <w:rPr>
          <w:lang w:eastAsia="zh-CN"/>
        </w:rPr>
        <w:t>process</w:t>
      </w:r>
      <w:r w:rsidR="00C17D31">
        <w:rPr>
          <w:lang w:eastAsia="zh-CN"/>
        </w:rPr>
        <w:t xml:space="preserve"> </w:t>
      </w:r>
      <w:r>
        <w:rPr>
          <w:lang w:eastAsia="zh-CN"/>
        </w:rPr>
        <w:t>or</w:t>
      </w:r>
      <w:r w:rsidR="00C17D31">
        <w:rPr>
          <w:lang w:eastAsia="zh-CN"/>
        </w:rPr>
        <w:t xml:space="preserve"> </w:t>
      </w:r>
      <w:r>
        <w:rPr>
          <w:lang w:eastAsia="zh-CN"/>
        </w:rPr>
        <w:t>by</w:t>
      </w:r>
      <w:r w:rsidR="00C17D31">
        <w:rPr>
          <w:lang w:eastAsia="zh-CN"/>
        </w:rPr>
        <w:t xml:space="preserve"> </w:t>
      </w:r>
      <w:r>
        <w:rPr>
          <w:lang w:eastAsia="zh-CN"/>
        </w:rPr>
        <w:t>any</w:t>
      </w:r>
      <w:r w:rsidR="00C17D31">
        <w:rPr>
          <w:lang w:eastAsia="zh-CN"/>
        </w:rPr>
        <w:t xml:space="preserve"> </w:t>
      </w:r>
      <w:r>
        <w:rPr>
          <w:lang w:eastAsia="zh-CN"/>
        </w:rPr>
        <w:t>other</w:t>
      </w:r>
      <w:r w:rsidR="00C17D31">
        <w:rPr>
          <w:lang w:eastAsia="zh-CN"/>
        </w:rPr>
        <w:t xml:space="preserve"> </w:t>
      </w:r>
      <w:r>
        <w:rPr>
          <w:lang w:eastAsia="zh-CN"/>
        </w:rPr>
        <w:t>means)</w:t>
      </w:r>
      <w:r w:rsidR="00C17D31">
        <w:rPr>
          <w:lang w:eastAsia="zh-CN"/>
        </w:rPr>
        <w:t xml:space="preserve"> </w:t>
      </w:r>
      <w:r>
        <w:rPr>
          <w:lang w:eastAsia="zh-CN"/>
        </w:rPr>
        <w:t>relevant</w:t>
      </w:r>
      <w:r w:rsidR="00C17D31">
        <w:rPr>
          <w:lang w:eastAsia="zh-CN"/>
        </w:rPr>
        <w:t xml:space="preserve"> </w:t>
      </w:r>
      <w:r>
        <w:rPr>
          <w:lang w:eastAsia="zh-CN"/>
        </w:rPr>
        <w:t>to</w:t>
      </w:r>
      <w:r w:rsidR="00C17D31">
        <w:rPr>
          <w:lang w:eastAsia="zh-CN"/>
        </w:rPr>
        <w:t xml:space="preserve"> </w:t>
      </w:r>
      <w:r>
        <w:rPr>
          <w:lang w:eastAsia="zh-CN"/>
        </w:rPr>
        <w:t>a</w:t>
      </w:r>
      <w:r w:rsidR="00C17D31">
        <w:rPr>
          <w:lang w:eastAsia="zh-CN"/>
        </w:rPr>
        <w:t xml:space="preserve"> </w:t>
      </w:r>
      <w:r>
        <w:rPr>
          <w:lang w:eastAsia="zh-CN"/>
        </w:rPr>
        <w:t>tenderer’s</w:t>
      </w:r>
      <w:r w:rsidR="00C17D31">
        <w:rPr>
          <w:lang w:eastAsia="zh-CN"/>
        </w:rPr>
        <w:t xml:space="preserve"> </w:t>
      </w:r>
      <w:r>
        <w:rPr>
          <w:lang w:eastAsia="zh-CN"/>
        </w:rPr>
        <w:t>tender</w:t>
      </w:r>
      <w:r w:rsidRPr="00460D59">
        <w:t>;</w:t>
      </w:r>
      <w:bookmarkEnd w:id="426"/>
    </w:p>
    <w:p w14:paraId="2099606A" w14:textId="1C97BA01" w:rsidR="00514A46" w:rsidRDefault="00514A46" w:rsidP="00C8034B">
      <w:pPr>
        <w:pStyle w:val="COTCOCLV4-ASDEFCON"/>
      </w:pPr>
      <w:r w:rsidRPr="00460D59">
        <w:t>use</w:t>
      </w:r>
      <w:r w:rsidR="00C17D31">
        <w:t xml:space="preserve"> </w:t>
      </w:r>
      <w:r w:rsidRPr="00460D59">
        <w:t>material</w:t>
      </w:r>
      <w:r w:rsidR="00C17D31">
        <w:t xml:space="preserve"> </w:t>
      </w:r>
      <w:r w:rsidRPr="00460D59">
        <w:t>tendered</w:t>
      </w:r>
      <w:r w:rsidR="00C17D31">
        <w:t xml:space="preserve"> </w:t>
      </w:r>
      <w:r w:rsidRPr="00460D59">
        <w:t>in</w:t>
      </w:r>
      <w:r w:rsidR="00C17D31">
        <w:t xml:space="preserve"> </w:t>
      </w:r>
      <w:r w:rsidRPr="00460D59">
        <w:t>response</w:t>
      </w:r>
      <w:r w:rsidR="00C17D31">
        <w:t xml:space="preserve"> </w:t>
      </w:r>
      <w:r w:rsidRPr="00460D59">
        <w:t>to</w:t>
      </w:r>
      <w:r w:rsidR="00C17D31">
        <w:t xml:space="preserve"> </w:t>
      </w:r>
      <w:r w:rsidRPr="00460D59">
        <w:t>one</w:t>
      </w:r>
      <w:r w:rsidR="00C17D31">
        <w:t xml:space="preserve"> </w:t>
      </w:r>
      <w:r w:rsidRPr="00460D59">
        <w:t>evaluation</w:t>
      </w:r>
      <w:r w:rsidR="00C17D31">
        <w:t xml:space="preserve"> </w:t>
      </w:r>
      <w:r w:rsidRPr="00460D59">
        <w:t>criterion</w:t>
      </w:r>
      <w:r w:rsidR="00C17D31">
        <w:t xml:space="preserve"> </w:t>
      </w:r>
      <w:r w:rsidRPr="00460D59">
        <w:t>in</w:t>
      </w:r>
      <w:r w:rsidR="00C17D31">
        <w:t xml:space="preserve"> </w:t>
      </w:r>
      <w:r w:rsidRPr="00460D59">
        <w:t>the</w:t>
      </w:r>
      <w:r w:rsidR="00C17D31">
        <w:t xml:space="preserve"> </w:t>
      </w:r>
      <w:r w:rsidRPr="00460D59">
        <w:t>evaluation</w:t>
      </w:r>
      <w:r w:rsidR="00C17D31">
        <w:t xml:space="preserve"> </w:t>
      </w:r>
      <w:r w:rsidRPr="00460D59">
        <w:t>of</w:t>
      </w:r>
      <w:r w:rsidR="00C17D31">
        <w:t xml:space="preserve"> </w:t>
      </w:r>
      <w:r w:rsidRPr="00460D59">
        <w:t>other</w:t>
      </w:r>
      <w:r w:rsidR="00C17D31">
        <w:t xml:space="preserve"> </w:t>
      </w:r>
      <w:r w:rsidRPr="00460D59">
        <w:t>criteria;</w:t>
      </w:r>
    </w:p>
    <w:p w14:paraId="371488CB" w14:textId="544765BB" w:rsidR="00514A46" w:rsidRPr="00460D59" w:rsidRDefault="00514A46" w:rsidP="00C8034B">
      <w:pPr>
        <w:pStyle w:val="COTCOCLV4-ASDEFCON"/>
      </w:pPr>
      <w:r w:rsidRPr="001D087E">
        <w:t>seek</w:t>
      </w:r>
      <w:r w:rsidR="00C17D31">
        <w:t xml:space="preserve"> </w:t>
      </w:r>
      <w:r w:rsidRPr="001D087E">
        <w:t>clarification</w:t>
      </w:r>
      <w:r w:rsidR="00C17D31">
        <w:t xml:space="preserve"> </w:t>
      </w:r>
      <w:r w:rsidRPr="001D087E">
        <w:t>or</w:t>
      </w:r>
      <w:r w:rsidR="00C17D31">
        <w:t xml:space="preserve"> </w:t>
      </w:r>
      <w:r w:rsidRPr="001D087E">
        <w:t>additional</w:t>
      </w:r>
      <w:r w:rsidR="00C17D31">
        <w:t xml:space="preserve"> </w:t>
      </w:r>
      <w:r w:rsidRPr="001D087E">
        <w:t>information</w:t>
      </w:r>
      <w:r w:rsidR="00C17D31">
        <w:t xml:space="preserve"> </w:t>
      </w:r>
      <w:r w:rsidRPr="001D087E">
        <w:t>from,</w:t>
      </w:r>
      <w:r w:rsidR="00C17D31">
        <w:t xml:space="preserve"> </w:t>
      </w:r>
      <w:r w:rsidRPr="001D087E">
        <w:t>and</w:t>
      </w:r>
      <w:r w:rsidR="00C17D31">
        <w:t xml:space="preserve"> </w:t>
      </w:r>
      <w:r w:rsidRPr="001D087E">
        <w:t>enter</w:t>
      </w:r>
      <w:r w:rsidR="00C17D31">
        <w:t xml:space="preserve"> </w:t>
      </w:r>
      <w:r w:rsidRPr="001D087E">
        <w:t>into</w:t>
      </w:r>
      <w:r w:rsidR="00C17D31">
        <w:t xml:space="preserve"> </w:t>
      </w:r>
      <w:r w:rsidRPr="001D087E">
        <w:t>discussions</w:t>
      </w:r>
      <w:r w:rsidR="00C17D31">
        <w:t xml:space="preserve"> </w:t>
      </w:r>
      <w:r w:rsidRPr="001D087E">
        <w:t>with,</w:t>
      </w:r>
      <w:r w:rsidR="00C17D31">
        <w:t xml:space="preserve"> </w:t>
      </w:r>
      <w:r w:rsidRPr="001D087E">
        <w:t>any</w:t>
      </w:r>
      <w:r w:rsidR="00C17D31">
        <w:t xml:space="preserve"> </w:t>
      </w:r>
      <w:r w:rsidRPr="001D087E">
        <w:t>or</w:t>
      </w:r>
      <w:r w:rsidR="00C17D31">
        <w:t xml:space="preserve"> </w:t>
      </w:r>
      <w:r w:rsidRPr="001D087E">
        <w:t>all</w:t>
      </w:r>
      <w:r w:rsidR="00C17D31">
        <w:t xml:space="preserve"> </w:t>
      </w:r>
      <w:r w:rsidRPr="001D087E">
        <w:t>of</w:t>
      </w:r>
      <w:r w:rsidR="00C17D31">
        <w:t xml:space="preserve"> </w:t>
      </w:r>
      <w:r w:rsidRPr="001D087E">
        <w:t>the</w:t>
      </w:r>
      <w:r w:rsidR="00C17D31">
        <w:t xml:space="preserve"> </w:t>
      </w:r>
      <w:r w:rsidRPr="001D087E">
        <w:t>tenderers</w:t>
      </w:r>
      <w:r w:rsidR="00C17D31">
        <w:t xml:space="preserve"> </w:t>
      </w:r>
      <w:r w:rsidRPr="001D087E">
        <w:t>in</w:t>
      </w:r>
      <w:r w:rsidR="00C17D31">
        <w:t xml:space="preserve"> </w:t>
      </w:r>
      <w:r w:rsidRPr="001D087E">
        <w:t>relation</w:t>
      </w:r>
      <w:r w:rsidR="00C17D31">
        <w:t xml:space="preserve"> </w:t>
      </w:r>
      <w:r w:rsidRPr="001D087E">
        <w:t>to</w:t>
      </w:r>
      <w:r w:rsidR="00C17D31">
        <w:t xml:space="preserve"> </w:t>
      </w:r>
      <w:r w:rsidRPr="001D087E">
        <w:t>their</w:t>
      </w:r>
      <w:r w:rsidR="00C17D31">
        <w:t xml:space="preserve"> </w:t>
      </w:r>
      <w:r w:rsidRPr="001D087E">
        <w:t>tender;</w:t>
      </w:r>
      <w:r w:rsidR="00C17D31">
        <w:t xml:space="preserve"> </w:t>
      </w:r>
      <w:r w:rsidRPr="00460D59">
        <w:t>or</w:t>
      </w:r>
    </w:p>
    <w:p w14:paraId="29D095C2" w14:textId="4CF9C043" w:rsidR="00514A46" w:rsidRPr="00460D59" w:rsidRDefault="00FC6706" w:rsidP="00C8034B">
      <w:pPr>
        <w:pStyle w:val="COTCOCLV4-ASDEFCON"/>
      </w:pPr>
      <w:r>
        <w:t>shortlist</w:t>
      </w:r>
      <w:r w:rsidR="00C17D31">
        <w:t xml:space="preserve"> </w:t>
      </w:r>
      <w:r>
        <w:t>one</w:t>
      </w:r>
      <w:r w:rsidR="00C17D31">
        <w:t xml:space="preserve"> </w:t>
      </w:r>
      <w:r>
        <w:t>or</w:t>
      </w:r>
      <w:r w:rsidR="00C17D31">
        <w:t xml:space="preserve"> </w:t>
      </w:r>
      <w:r>
        <w:t>more</w:t>
      </w:r>
      <w:r w:rsidR="00C17D31">
        <w:t xml:space="preserve"> </w:t>
      </w:r>
      <w:r>
        <w:t>tenderers</w:t>
      </w:r>
      <w:r w:rsidR="00514A46" w:rsidRPr="00460D59">
        <w:t>.</w:t>
      </w:r>
    </w:p>
    <w:p w14:paraId="420E0E4A" w14:textId="55CACB1E" w:rsidR="00514A46" w:rsidRDefault="00514A46" w:rsidP="00C8034B">
      <w:pPr>
        <w:pStyle w:val="NoteToDrafters-ASDEFCON"/>
      </w:pPr>
      <w:r w:rsidRPr="00BC1156">
        <w:t>Notes</w:t>
      </w:r>
      <w:r w:rsidR="00C17D31">
        <w:t xml:space="preserve"> </w:t>
      </w:r>
      <w:r w:rsidRPr="00BC1156">
        <w:t>to</w:t>
      </w:r>
      <w:r w:rsidR="00C17D31">
        <w:t xml:space="preserve"> </w:t>
      </w:r>
      <w:r w:rsidRPr="00BC1156">
        <w:t>drafters:</w:t>
      </w:r>
      <w:r w:rsidR="00C17D31">
        <w:t xml:space="preserve">  </w:t>
      </w:r>
      <w:r w:rsidRPr="00BC1156">
        <w:t>The</w:t>
      </w:r>
      <w:r w:rsidR="00C17D31">
        <w:t xml:space="preserve"> </w:t>
      </w:r>
      <w:r w:rsidRPr="00BC1156">
        <w:t>SOW</w:t>
      </w:r>
      <w:r w:rsidR="00C17D31">
        <w:t xml:space="preserve"> </w:t>
      </w:r>
      <w:r w:rsidRPr="00BC1156">
        <w:t>does</w:t>
      </w:r>
      <w:r w:rsidR="00C17D31">
        <w:t xml:space="preserve"> </w:t>
      </w:r>
      <w:r w:rsidRPr="00BC1156">
        <w:t>not</w:t>
      </w:r>
      <w:r w:rsidR="00C17D31">
        <w:t xml:space="preserve"> </w:t>
      </w:r>
      <w:r w:rsidRPr="00BC1156">
        <w:t>provide</w:t>
      </w:r>
      <w:r w:rsidR="00C17D31">
        <w:t xml:space="preserve"> </w:t>
      </w:r>
      <w:r w:rsidRPr="00BC1156">
        <w:t>a</w:t>
      </w:r>
      <w:r w:rsidR="00C17D31">
        <w:t xml:space="preserve"> </w:t>
      </w:r>
      <w:r w:rsidRPr="00BC1156">
        <w:t>process</w:t>
      </w:r>
      <w:r w:rsidR="00C17D31">
        <w:t xml:space="preserve"> </w:t>
      </w:r>
      <w:r w:rsidRPr="00BC1156">
        <w:t>for</w:t>
      </w:r>
      <w:r w:rsidR="00C17D31">
        <w:t xml:space="preserve"> </w:t>
      </w:r>
      <w:r w:rsidRPr="00BC1156">
        <w:t>the</w:t>
      </w:r>
      <w:r w:rsidR="00C17D31">
        <w:t xml:space="preserve"> </w:t>
      </w:r>
      <w:r w:rsidRPr="00BC1156">
        <w:t>Commonwealth</w:t>
      </w:r>
      <w:r w:rsidR="00C17D31">
        <w:t xml:space="preserve"> </w:t>
      </w:r>
      <w:r>
        <w:t>to</w:t>
      </w:r>
      <w:r w:rsidR="00C17D31">
        <w:t xml:space="preserve"> </w:t>
      </w:r>
      <w:r w:rsidRPr="00BC1156">
        <w:t>review</w:t>
      </w:r>
      <w:r w:rsidR="00C17D31">
        <w:t xml:space="preserve"> </w:t>
      </w:r>
      <w:r>
        <w:t>the</w:t>
      </w:r>
      <w:r w:rsidR="00C17D31">
        <w:t xml:space="preserve"> </w:t>
      </w:r>
      <w:r>
        <w:t>design</w:t>
      </w:r>
      <w:r w:rsidR="00C17D31">
        <w:t xml:space="preserve"> </w:t>
      </w:r>
      <w:r>
        <w:t>and</w:t>
      </w:r>
      <w:r w:rsidR="00C17D31">
        <w:t xml:space="preserve"> </w:t>
      </w:r>
      <w:r w:rsidRPr="00BC1156">
        <w:t>development</w:t>
      </w:r>
      <w:r w:rsidR="00C17D31">
        <w:t xml:space="preserve"> </w:t>
      </w:r>
      <w:r w:rsidRPr="00BC1156">
        <w:t>of</w:t>
      </w:r>
      <w:r w:rsidR="00C17D31">
        <w:t xml:space="preserve"> </w:t>
      </w:r>
      <w:r w:rsidRPr="00BC1156">
        <w:t>Supplies.</w:t>
      </w:r>
      <w:r w:rsidR="00C17D31">
        <w:t xml:space="preserve">  </w:t>
      </w:r>
      <w:r>
        <w:t>I</w:t>
      </w:r>
      <w:r w:rsidRPr="00BC1156">
        <w:t>f</w:t>
      </w:r>
      <w:r w:rsidR="00C17D31">
        <w:t xml:space="preserve"> </w:t>
      </w:r>
      <w:r w:rsidRPr="00BC1156">
        <w:t>the</w:t>
      </w:r>
      <w:r w:rsidR="00C17D31">
        <w:t xml:space="preserve"> </w:t>
      </w:r>
      <w:r w:rsidRPr="00BC1156">
        <w:t>Supplies</w:t>
      </w:r>
      <w:r w:rsidR="00C17D31">
        <w:t xml:space="preserve"> </w:t>
      </w:r>
      <w:r w:rsidRPr="00BC1156">
        <w:t>involve</w:t>
      </w:r>
      <w:r w:rsidR="00C17D31">
        <w:t xml:space="preserve"> </w:t>
      </w:r>
      <w:r w:rsidRPr="00BC1156">
        <w:t>minor,</w:t>
      </w:r>
      <w:r w:rsidR="00C17D31">
        <w:t xml:space="preserve"> </w:t>
      </w:r>
      <w:r w:rsidRPr="00BC1156">
        <w:t>non-critical</w:t>
      </w:r>
      <w:r w:rsidR="00C17D31">
        <w:t xml:space="preserve"> </w:t>
      </w:r>
      <w:r w:rsidRPr="00BC1156">
        <w:t>development,</w:t>
      </w:r>
      <w:r w:rsidR="00C17D31">
        <w:t xml:space="preserve"> </w:t>
      </w:r>
      <w:r w:rsidRPr="00BC1156">
        <w:t>the</w:t>
      </w:r>
      <w:r w:rsidR="00C17D31">
        <w:t xml:space="preserve"> </w:t>
      </w:r>
      <w:r w:rsidRPr="00BC1156">
        <w:t>Contract</w:t>
      </w:r>
      <w:r w:rsidR="00C17D31">
        <w:t xml:space="preserve"> </w:t>
      </w:r>
      <w:r>
        <w:t>will</w:t>
      </w:r>
      <w:r w:rsidR="00C17D31">
        <w:t xml:space="preserve"> </w:t>
      </w:r>
      <w:r>
        <w:t>enable</w:t>
      </w:r>
      <w:r w:rsidR="00C17D31">
        <w:t xml:space="preserve"> </w:t>
      </w:r>
      <w:r w:rsidRPr="00BC1156">
        <w:t>demonstrati</w:t>
      </w:r>
      <w:r>
        <w:t>o</w:t>
      </w:r>
      <w:r w:rsidRPr="00BC1156">
        <w:t>n</w:t>
      </w:r>
      <w:r w:rsidR="00C17D31">
        <w:t xml:space="preserve"> </w:t>
      </w:r>
      <w:r w:rsidRPr="00BC1156">
        <w:t>that</w:t>
      </w:r>
      <w:r w:rsidR="00C17D31">
        <w:t xml:space="preserve"> </w:t>
      </w:r>
      <w:r w:rsidRPr="00BC1156">
        <w:t>the</w:t>
      </w:r>
      <w:r w:rsidR="00C17D31">
        <w:t xml:space="preserve"> </w:t>
      </w:r>
      <w:r w:rsidRPr="00BC1156">
        <w:t>Supplies</w:t>
      </w:r>
      <w:r w:rsidR="00C17D31">
        <w:t xml:space="preserve"> </w:t>
      </w:r>
      <w:r w:rsidRPr="00BC1156">
        <w:t>meet</w:t>
      </w:r>
      <w:r w:rsidR="00C17D31">
        <w:t xml:space="preserve"> </w:t>
      </w:r>
      <w:r w:rsidRPr="00BC1156">
        <w:t>the</w:t>
      </w:r>
      <w:r w:rsidR="00C17D31">
        <w:t xml:space="preserve"> </w:t>
      </w:r>
      <w:r w:rsidRPr="00BC1156">
        <w:t>requirements</w:t>
      </w:r>
      <w:r w:rsidR="00C17D31">
        <w:t xml:space="preserve"> </w:t>
      </w:r>
      <w:r w:rsidRPr="00BC1156">
        <w:t>of</w:t>
      </w:r>
      <w:r w:rsidR="00C17D31">
        <w:t xml:space="preserve"> </w:t>
      </w:r>
      <w:r w:rsidRPr="00BC1156">
        <w:t>the</w:t>
      </w:r>
      <w:r w:rsidR="00C17D31">
        <w:t xml:space="preserve"> </w:t>
      </w:r>
      <w:r w:rsidRPr="00BC1156">
        <w:t>Contract</w:t>
      </w:r>
      <w:r>
        <w:t>,</w:t>
      </w:r>
      <w:r w:rsidR="00C17D31">
        <w:t xml:space="preserve"> </w:t>
      </w:r>
      <w:r w:rsidRPr="00BC1156">
        <w:t>during</w:t>
      </w:r>
      <w:r w:rsidR="00C17D31">
        <w:t xml:space="preserve"> </w:t>
      </w:r>
      <w:r w:rsidRPr="00BC1156">
        <w:t>Final</w:t>
      </w:r>
      <w:r w:rsidR="00C17D31">
        <w:t xml:space="preserve"> </w:t>
      </w:r>
      <w:r w:rsidRPr="00BC1156">
        <w:t>Inspection</w:t>
      </w:r>
      <w:r w:rsidR="00C17D31">
        <w:t xml:space="preserve"> </w:t>
      </w:r>
      <w:r>
        <w:t>and</w:t>
      </w:r>
      <w:r w:rsidR="00C17D31">
        <w:t xml:space="preserve"> </w:t>
      </w:r>
      <w:r>
        <w:t>Test</w:t>
      </w:r>
      <w:r w:rsidR="00C17D31">
        <w:t xml:space="preserve"> </w:t>
      </w:r>
      <w:r>
        <w:t>activities</w:t>
      </w:r>
      <w:r w:rsidRPr="00BC1156">
        <w:t>.</w:t>
      </w:r>
      <w:r w:rsidR="00C17D31">
        <w:t xml:space="preserve">  </w:t>
      </w:r>
      <w:r w:rsidRPr="00BC1156">
        <w:t>If</w:t>
      </w:r>
      <w:r w:rsidR="00C17D31">
        <w:t xml:space="preserve"> </w:t>
      </w:r>
      <w:r w:rsidRPr="00BC1156">
        <w:t>drafters</w:t>
      </w:r>
      <w:r w:rsidR="00C17D31">
        <w:t xml:space="preserve"> </w:t>
      </w:r>
      <w:r w:rsidRPr="00BC1156">
        <w:t>consider</w:t>
      </w:r>
      <w:r w:rsidR="00C17D31">
        <w:t xml:space="preserve"> </w:t>
      </w:r>
      <w:r w:rsidRPr="00BC1156">
        <w:t>that</w:t>
      </w:r>
      <w:r w:rsidR="00C17D31">
        <w:t xml:space="preserve"> </w:t>
      </w:r>
      <w:r w:rsidRPr="00BC1156">
        <w:t>tender</w:t>
      </w:r>
      <w:r>
        <w:t>ed</w:t>
      </w:r>
      <w:r w:rsidR="00C17D31">
        <w:t xml:space="preserve"> </w:t>
      </w:r>
      <w:r>
        <w:t>solutions</w:t>
      </w:r>
      <w:r w:rsidR="00C17D31">
        <w:t xml:space="preserve"> </w:t>
      </w:r>
      <w:r w:rsidRPr="00BC1156">
        <w:t>are</w:t>
      </w:r>
      <w:r w:rsidR="00C17D31">
        <w:t xml:space="preserve"> </w:t>
      </w:r>
      <w:r w:rsidRPr="00BC1156">
        <w:t>likely</w:t>
      </w:r>
      <w:r w:rsidR="00C17D31">
        <w:t xml:space="preserve"> </w:t>
      </w:r>
      <w:r w:rsidRPr="00BC1156">
        <w:t>to</w:t>
      </w:r>
      <w:r w:rsidR="00C17D31">
        <w:t xml:space="preserve"> </w:t>
      </w:r>
      <w:r w:rsidRPr="00BC1156">
        <w:t>include</w:t>
      </w:r>
      <w:r w:rsidR="00C17D31">
        <w:t xml:space="preserve"> </w:t>
      </w:r>
      <w:r w:rsidRPr="00BC1156">
        <w:t>greater</w:t>
      </w:r>
      <w:r w:rsidR="00C17D31">
        <w:t xml:space="preserve"> </w:t>
      </w:r>
      <w:r w:rsidRPr="00BC1156">
        <w:t>levels</w:t>
      </w:r>
      <w:r w:rsidR="00C17D31">
        <w:t xml:space="preserve"> </w:t>
      </w:r>
      <w:r w:rsidRPr="00BC1156">
        <w:t>of</w:t>
      </w:r>
      <w:r w:rsidR="00C17D31">
        <w:t xml:space="preserve"> </w:t>
      </w:r>
      <w:r w:rsidRPr="00BC1156">
        <w:t>development,</w:t>
      </w:r>
      <w:r w:rsidR="00C17D31">
        <w:t xml:space="preserve"> </w:t>
      </w:r>
      <w:r w:rsidRPr="00BC1156">
        <w:t>which</w:t>
      </w:r>
      <w:r w:rsidR="00C17D31">
        <w:t xml:space="preserve"> </w:t>
      </w:r>
      <w:r w:rsidRPr="00BC1156">
        <w:t>would</w:t>
      </w:r>
      <w:r w:rsidR="00C17D31">
        <w:t xml:space="preserve"> </w:t>
      </w:r>
      <w:r w:rsidRPr="00BC1156">
        <w:t>warrant</w:t>
      </w:r>
      <w:r w:rsidR="00C17D31">
        <w:t xml:space="preserve"> </w:t>
      </w:r>
      <w:r w:rsidRPr="00BC1156">
        <w:t>Commonwealth</w:t>
      </w:r>
      <w:r w:rsidR="00C17D31">
        <w:t xml:space="preserve"> </w:t>
      </w:r>
      <w:r>
        <w:t>insight</w:t>
      </w:r>
      <w:r w:rsidR="00C17D31">
        <w:t xml:space="preserve"> </w:t>
      </w:r>
      <w:r w:rsidRPr="00BC1156">
        <w:t>in</w:t>
      </w:r>
      <w:r>
        <w:t>to</w:t>
      </w:r>
      <w:r w:rsidR="00C17D31">
        <w:t xml:space="preserve"> </w:t>
      </w:r>
      <w:r w:rsidRPr="00BC1156">
        <w:t>the</w:t>
      </w:r>
      <w:r w:rsidR="00C17D31">
        <w:t xml:space="preserve"> </w:t>
      </w:r>
      <w:r w:rsidRPr="00BC1156">
        <w:t>development</w:t>
      </w:r>
      <w:r w:rsidR="00C17D31">
        <w:t xml:space="preserve"> </w:t>
      </w:r>
      <w:r w:rsidRPr="00BC1156">
        <w:t>process</w:t>
      </w:r>
      <w:r w:rsidR="00C17D31">
        <w:t xml:space="preserve"> </w:t>
      </w:r>
      <w:r>
        <w:t>(</w:t>
      </w:r>
      <w:r w:rsidRPr="00BC1156">
        <w:t>such</w:t>
      </w:r>
      <w:r w:rsidR="00C17D31">
        <w:t xml:space="preserve"> </w:t>
      </w:r>
      <w:r w:rsidRPr="00BC1156">
        <w:t>as</w:t>
      </w:r>
      <w:r w:rsidR="00C17D31">
        <w:t xml:space="preserve"> </w:t>
      </w:r>
      <w:r w:rsidRPr="00BC1156">
        <w:t>requirements</w:t>
      </w:r>
      <w:r w:rsidR="00C17D31">
        <w:t xml:space="preserve"> </w:t>
      </w:r>
      <w:r w:rsidRPr="00BC1156">
        <w:t>validation,</w:t>
      </w:r>
      <w:r w:rsidR="00C17D31">
        <w:t xml:space="preserve"> </w:t>
      </w:r>
      <w:r w:rsidRPr="00BC1156">
        <w:t>design</w:t>
      </w:r>
      <w:r w:rsidR="00C17D31">
        <w:t xml:space="preserve"> </w:t>
      </w:r>
      <w:r w:rsidRPr="00BC1156">
        <w:t>reviews,</w:t>
      </w:r>
      <w:r w:rsidR="00C17D31">
        <w:t xml:space="preserve"> </w:t>
      </w:r>
      <w:r w:rsidRPr="00BC1156">
        <w:t>and</w:t>
      </w:r>
      <w:r w:rsidR="00C17D31">
        <w:t xml:space="preserve"> </w:t>
      </w:r>
      <w:r w:rsidRPr="00BC1156">
        <w:t>detailed</w:t>
      </w:r>
      <w:r w:rsidR="00C17D31">
        <w:t xml:space="preserve"> </w:t>
      </w:r>
      <w:r w:rsidRPr="00BC1156">
        <w:t>product</w:t>
      </w:r>
      <w:r w:rsidR="00C17D31">
        <w:t xml:space="preserve"> </w:t>
      </w:r>
      <w:r w:rsidRPr="00BC1156">
        <w:t>Verification</w:t>
      </w:r>
      <w:r>
        <w:t>)</w:t>
      </w:r>
      <w:r w:rsidRPr="00BC1156">
        <w:t>,</w:t>
      </w:r>
      <w:r w:rsidR="00C17D31">
        <w:t xml:space="preserve"> </w:t>
      </w:r>
      <w:r w:rsidRPr="00BC1156">
        <w:t>then</w:t>
      </w:r>
      <w:r w:rsidR="00C17D31">
        <w:t xml:space="preserve"> </w:t>
      </w:r>
      <w:r>
        <w:t>the</w:t>
      </w:r>
      <w:r w:rsidR="00C17D31">
        <w:t xml:space="preserve"> </w:t>
      </w:r>
      <w:r w:rsidRPr="00BC1156">
        <w:t>use</w:t>
      </w:r>
      <w:r w:rsidR="00C17D31">
        <w:t xml:space="preserve"> </w:t>
      </w:r>
      <w:r w:rsidRPr="00BC1156">
        <w:t>of</w:t>
      </w:r>
      <w:r w:rsidR="00C17D31">
        <w:t xml:space="preserve"> </w:t>
      </w:r>
      <w:r w:rsidRPr="00BC1156">
        <w:t>ASDEFCON</w:t>
      </w:r>
      <w:r w:rsidR="00C17D31">
        <w:t xml:space="preserve"> </w:t>
      </w:r>
      <w:r w:rsidRPr="00BC1156">
        <w:t>(Complex</w:t>
      </w:r>
      <w:r w:rsidR="00C17D31">
        <w:t xml:space="preserve"> </w:t>
      </w:r>
      <w:r w:rsidRPr="00BC1156">
        <w:t>Materiel)</w:t>
      </w:r>
      <w:r w:rsidR="00C17D31">
        <w:t xml:space="preserve"> </w:t>
      </w:r>
      <w:r w:rsidRPr="00BC1156">
        <w:t>Volume</w:t>
      </w:r>
      <w:r w:rsidR="00C17D31">
        <w:t xml:space="preserve"> </w:t>
      </w:r>
      <w:r w:rsidRPr="00BC1156">
        <w:t>1</w:t>
      </w:r>
      <w:r w:rsidR="00C17D31">
        <w:t xml:space="preserve"> </w:t>
      </w:r>
      <w:r w:rsidRPr="00BC1156">
        <w:t>is</w:t>
      </w:r>
      <w:r w:rsidR="00C17D31">
        <w:t xml:space="preserve"> </w:t>
      </w:r>
      <w:r w:rsidRPr="00BC1156">
        <w:t>not</w:t>
      </w:r>
      <w:r w:rsidR="00C17D31">
        <w:t xml:space="preserve"> </w:t>
      </w:r>
      <w:r w:rsidRPr="00BC1156">
        <w:t>appropriate</w:t>
      </w:r>
      <w:r w:rsidR="00C17D31">
        <w:t xml:space="preserve"> </w:t>
      </w:r>
      <w:r w:rsidRPr="00BC1156">
        <w:t>and</w:t>
      </w:r>
      <w:r w:rsidR="00C17D31">
        <w:t xml:space="preserve"> </w:t>
      </w:r>
      <w:r w:rsidRPr="00BC1156">
        <w:t>drafters</w:t>
      </w:r>
      <w:r w:rsidR="00C17D31">
        <w:t xml:space="preserve"> </w:t>
      </w:r>
      <w:r w:rsidRPr="00BC1156">
        <w:t>should</w:t>
      </w:r>
      <w:r w:rsidR="00C17D31">
        <w:t xml:space="preserve"> </w:t>
      </w:r>
      <w:r w:rsidRPr="00BC1156">
        <w:t>use</w:t>
      </w:r>
      <w:r w:rsidR="00C17D31">
        <w:t xml:space="preserve"> </w:t>
      </w:r>
      <w:r w:rsidRPr="00BC1156">
        <w:t>ASDEFCON</w:t>
      </w:r>
      <w:r w:rsidR="00C17D31">
        <w:t xml:space="preserve"> </w:t>
      </w:r>
      <w:r w:rsidRPr="00BC1156">
        <w:t>(Complex</w:t>
      </w:r>
      <w:r w:rsidR="00C17D31">
        <w:t xml:space="preserve"> </w:t>
      </w:r>
      <w:r w:rsidRPr="00BC1156">
        <w:t>Materiel)</w:t>
      </w:r>
      <w:r w:rsidR="00C17D31">
        <w:t xml:space="preserve"> </w:t>
      </w:r>
      <w:r w:rsidRPr="00BC1156">
        <w:t>Volume</w:t>
      </w:r>
      <w:r w:rsidR="00C17D31">
        <w:t xml:space="preserve"> </w:t>
      </w:r>
      <w:r w:rsidRPr="00BC1156">
        <w:t>2.</w:t>
      </w:r>
    </w:p>
    <w:p w14:paraId="30470C6B" w14:textId="7B4EF182" w:rsidR="00514A46" w:rsidRDefault="00514A46" w:rsidP="00C8034B">
      <w:pPr>
        <w:pStyle w:val="NoteToDrafters-ASDEFCON"/>
      </w:pPr>
      <w:r>
        <w:t>The</w:t>
      </w:r>
      <w:r w:rsidR="00C17D31">
        <w:t xml:space="preserve"> </w:t>
      </w:r>
      <w:r>
        <w:t>following</w:t>
      </w:r>
      <w:r w:rsidR="00C17D31">
        <w:t xml:space="preserve"> </w:t>
      </w:r>
      <w:r>
        <w:t>optional</w:t>
      </w:r>
      <w:r w:rsidR="00C17D31">
        <w:t xml:space="preserve"> </w:t>
      </w:r>
      <w:r>
        <w:t>clause</w:t>
      </w:r>
      <w:r w:rsidR="00C17D31">
        <w:t xml:space="preserve"> </w:t>
      </w:r>
      <w:r>
        <w:t>enables</w:t>
      </w:r>
      <w:r w:rsidR="00C17D31">
        <w:t xml:space="preserve"> </w:t>
      </w:r>
      <w:r>
        <w:t>samples</w:t>
      </w:r>
      <w:r w:rsidR="00C17D31">
        <w:t xml:space="preserve"> </w:t>
      </w:r>
      <w:r>
        <w:t>of</w:t>
      </w:r>
      <w:r w:rsidR="00C17D31">
        <w:t xml:space="preserve"> </w:t>
      </w:r>
      <w:r>
        <w:t>proposed</w:t>
      </w:r>
      <w:r w:rsidR="00C17D31">
        <w:t xml:space="preserve"> </w:t>
      </w:r>
      <w:r>
        <w:t>Supplies</w:t>
      </w:r>
      <w:r w:rsidR="00C17D31">
        <w:t xml:space="preserve"> </w:t>
      </w:r>
      <w:r>
        <w:t>to</w:t>
      </w:r>
      <w:r w:rsidR="00C17D31">
        <w:t xml:space="preserve"> </w:t>
      </w:r>
      <w:r>
        <w:t>be</w:t>
      </w:r>
      <w:r w:rsidR="00C17D31">
        <w:t xml:space="preserve"> </w:t>
      </w:r>
      <w:r>
        <w:t>provided</w:t>
      </w:r>
      <w:r w:rsidR="00C17D31">
        <w:t xml:space="preserve"> </w:t>
      </w:r>
      <w:r>
        <w:t>for</w:t>
      </w:r>
      <w:r w:rsidR="00C17D31">
        <w:t xml:space="preserve"> </w:t>
      </w:r>
      <w:r>
        <w:t>tender</w:t>
      </w:r>
      <w:r w:rsidR="00C17D31">
        <w:t xml:space="preserve"> </w:t>
      </w:r>
      <w:r>
        <w:t>evaluation</w:t>
      </w:r>
      <w:r w:rsidR="00C17D31">
        <w:t xml:space="preserve"> </w:t>
      </w:r>
      <w:r>
        <w:t>purposes.</w:t>
      </w:r>
      <w:r w:rsidR="00C17D31">
        <w:t xml:space="preserve">  </w:t>
      </w:r>
      <w:r>
        <w:t>If</w:t>
      </w:r>
      <w:r w:rsidR="00C17D31">
        <w:t xml:space="preserve"> </w:t>
      </w:r>
      <w:r>
        <w:t>the</w:t>
      </w:r>
      <w:r w:rsidR="00C17D31">
        <w:t xml:space="preserve"> </w:t>
      </w:r>
      <w:r>
        <w:t>clause</w:t>
      </w:r>
      <w:r w:rsidR="00C17D31">
        <w:t xml:space="preserve"> </w:t>
      </w:r>
      <w:r>
        <w:t>is</w:t>
      </w:r>
      <w:r w:rsidR="00C17D31">
        <w:t xml:space="preserve"> </w:t>
      </w:r>
      <w:r>
        <w:t>included,</w:t>
      </w:r>
      <w:r w:rsidR="00C17D31">
        <w:t xml:space="preserve"> </w:t>
      </w:r>
      <w:r>
        <w:t>drafters</w:t>
      </w:r>
      <w:r w:rsidR="00C17D31">
        <w:t xml:space="preserve"> </w:t>
      </w:r>
      <w:r>
        <w:t>must</w:t>
      </w:r>
      <w:r w:rsidR="00C17D31">
        <w:t xml:space="preserve"> </w:t>
      </w:r>
      <w:r>
        <w:t>consider</w:t>
      </w:r>
      <w:r w:rsidR="00C17D31">
        <w:t xml:space="preserve"> </w:t>
      </w:r>
      <w:r>
        <w:t>how</w:t>
      </w:r>
      <w:r w:rsidR="00C17D31">
        <w:t xml:space="preserve"> </w:t>
      </w:r>
      <w:r>
        <w:t>samples</w:t>
      </w:r>
      <w:r w:rsidR="00C17D31">
        <w:t xml:space="preserve"> </w:t>
      </w:r>
      <w:r>
        <w:t>will</w:t>
      </w:r>
      <w:r w:rsidR="00C17D31">
        <w:t xml:space="preserve"> </w:t>
      </w:r>
      <w:r>
        <w:t>be</w:t>
      </w:r>
      <w:r w:rsidR="00C17D31">
        <w:t xml:space="preserve"> </w:t>
      </w:r>
      <w:r>
        <w:t>used</w:t>
      </w:r>
      <w:r w:rsidR="00C17D31">
        <w:t xml:space="preserve"> </w:t>
      </w:r>
      <w:r>
        <w:t>(eg,</w:t>
      </w:r>
      <w:r w:rsidR="00C17D31">
        <w:t xml:space="preserve"> </w:t>
      </w:r>
      <w:r>
        <w:t>for</w:t>
      </w:r>
      <w:r w:rsidR="00C17D31">
        <w:t xml:space="preserve"> </w:t>
      </w:r>
      <w:r>
        <w:t>inspection,</w:t>
      </w:r>
      <w:r w:rsidR="00C17D31">
        <w:t xml:space="preserve"> </w:t>
      </w:r>
      <w:r>
        <w:t>demonstration</w:t>
      </w:r>
      <w:r w:rsidR="00C17D31">
        <w:t xml:space="preserve"> </w:t>
      </w:r>
      <w:r>
        <w:t>or</w:t>
      </w:r>
      <w:r w:rsidR="00C17D31">
        <w:t xml:space="preserve"> </w:t>
      </w:r>
      <w:r>
        <w:t>user</w:t>
      </w:r>
      <w:r w:rsidR="00C17D31">
        <w:t xml:space="preserve"> </w:t>
      </w:r>
      <w:r>
        <w:t>trial)</w:t>
      </w:r>
      <w:r w:rsidR="00C17D31">
        <w:t xml:space="preserve"> </w:t>
      </w:r>
      <w:r>
        <w:t>and</w:t>
      </w:r>
      <w:r w:rsidR="00C17D31">
        <w:t xml:space="preserve"> </w:t>
      </w:r>
      <w:r>
        <w:t>the</w:t>
      </w:r>
      <w:r w:rsidR="00C17D31">
        <w:t xml:space="preserve"> </w:t>
      </w:r>
      <w:r>
        <w:t>issues</w:t>
      </w:r>
      <w:r w:rsidR="00C17D31">
        <w:t xml:space="preserve"> </w:t>
      </w:r>
      <w:r>
        <w:t>related</w:t>
      </w:r>
      <w:r w:rsidR="00C17D31">
        <w:t xml:space="preserve"> </w:t>
      </w:r>
      <w:r>
        <w:t>to</w:t>
      </w:r>
      <w:r w:rsidR="00C17D31">
        <w:t xml:space="preserve"> </w:t>
      </w:r>
      <w:r>
        <w:t>that</w:t>
      </w:r>
      <w:r w:rsidR="00C17D31">
        <w:t xml:space="preserve"> </w:t>
      </w:r>
      <w:r>
        <w:t>use.</w:t>
      </w:r>
      <w:r w:rsidR="00C17D31">
        <w:t xml:space="preserve">  </w:t>
      </w:r>
      <w:r>
        <w:t>Drafters</w:t>
      </w:r>
      <w:r w:rsidR="00C17D31">
        <w:t xml:space="preserve"> </w:t>
      </w:r>
      <w:r>
        <w:t>need</w:t>
      </w:r>
      <w:r w:rsidR="00C17D31">
        <w:t xml:space="preserve"> </w:t>
      </w:r>
      <w:r>
        <w:t>to</w:t>
      </w:r>
      <w:r w:rsidR="00C17D31">
        <w:t xml:space="preserve"> </w:t>
      </w:r>
      <w:r>
        <w:t>consider</w:t>
      </w:r>
      <w:r w:rsidR="00C17D31">
        <w:t xml:space="preserve"> </w:t>
      </w:r>
      <w:r>
        <w:t>the</w:t>
      </w:r>
      <w:r w:rsidR="00C17D31">
        <w:t xml:space="preserve"> </w:t>
      </w:r>
      <w:r>
        <w:t>Work</w:t>
      </w:r>
      <w:r w:rsidR="00C17D31">
        <w:t xml:space="preserve"> </w:t>
      </w:r>
      <w:r>
        <w:t>Health</w:t>
      </w:r>
      <w:r w:rsidR="00C17D31">
        <w:t xml:space="preserve"> </w:t>
      </w:r>
      <w:r>
        <w:t>and</w:t>
      </w:r>
      <w:r w:rsidR="00C17D31">
        <w:t xml:space="preserve"> </w:t>
      </w:r>
      <w:r>
        <w:t>Safety</w:t>
      </w:r>
      <w:r w:rsidR="00C17D31">
        <w:t xml:space="preserve"> </w:t>
      </w:r>
      <w:r>
        <w:t>of</w:t>
      </w:r>
      <w:r w:rsidR="00C17D31">
        <w:t xml:space="preserve"> </w:t>
      </w:r>
      <w:r>
        <w:t>Defence</w:t>
      </w:r>
      <w:r w:rsidR="00C17D31">
        <w:t xml:space="preserve"> </w:t>
      </w:r>
      <w:r>
        <w:t>and</w:t>
      </w:r>
      <w:r w:rsidR="00C17D31">
        <w:t xml:space="preserve"> </w:t>
      </w:r>
      <w:r>
        <w:t>tenderer</w:t>
      </w:r>
      <w:r w:rsidR="00C17D31">
        <w:t xml:space="preserve"> </w:t>
      </w:r>
      <w:r>
        <w:t>Personnel,</w:t>
      </w:r>
      <w:r w:rsidR="00C17D31">
        <w:t xml:space="preserve"> </w:t>
      </w:r>
      <w:r>
        <w:t>Training</w:t>
      </w:r>
      <w:r w:rsidR="00C17D31">
        <w:t xml:space="preserve"> </w:t>
      </w:r>
      <w:r>
        <w:t>of</w:t>
      </w:r>
      <w:r w:rsidR="00C17D31">
        <w:t xml:space="preserve"> </w:t>
      </w:r>
      <w:r>
        <w:t>Defence</w:t>
      </w:r>
      <w:r w:rsidR="00C17D31">
        <w:t xml:space="preserve"> </w:t>
      </w:r>
      <w:r>
        <w:t>Personnel,</w:t>
      </w:r>
      <w:r w:rsidR="00C17D31">
        <w:t xml:space="preserve"> </w:t>
      </w:r>
      <w:r>
        <w:t>Intellectual</w:t>
      </w:r>
      <w:r w:rsidR="00C17D31">
        <w:t xml:space="preserve"> </w:t>
      </w:r>
      <w:r>
        <w:t>Property</w:t>
      </w:r>
      <w:r w:rsidR="00C17D31">
        <w:t xml:space="preserve"> </w:t>
      </w:r>
      <w:r>
        <w:t>rights,</w:t>
      </w:r>
      <w:r w:rsidR="00C17D31">
        <w:t xml:space="preserve"> </w:t>
      </w:r>
      <w:r>
        <w:t>Confidential</w:t>
      </w:r>
      <w:r w:rsidR="00C17D31">
        <w:t xml:space="preserve"> </w:t>
      </w:r>
      <w:r>
        <w:t>Information</w:t>
      </w:r>
      <w:r w:rsidR="00C17D31">
        <w:t xml:space="preserve"> </w:t>
      </w:r>
      <w:r>
        <w:t>(including</w:t>
      </w:r>
      <w:r w:rsidR="00C17D31">
        <w:t xml:space="preserve"> </w:t>
      </w:r>
      <w:r>
        <w:t>for</w:t>
      </w:r>
      <w:r w:rsidR="00C17D31">
        <w:t xml:space="preserve"> </w:t>
      </w:r>
      <w:r>
        <w:t>test</w:t>
      </w:r>
      <w:r w:rsidR="00C17D31">
        <w:t xml:space="preserve"> </w:t>
      </w:r>
      <w:r>
        <w:t>results),</w:t>
      </w:r>
      <w:r w:rsidR="00C17D31">
        <w:t xml:space="preserve"> </w:t>
      </w:r>
      <w:r>
        <w:t>limits</w:t>
      </w:r>
      <w:r w:rsidR="00C17D31">
        <w:t xml:space="preserve"> </w:t>
      </w:r>
      <w:r>
        <w:t>of</w:t>
      </w:r>
      <w:r w:rsidR="00C17D31">
        <w:t xml:space="preserve"> </w:t>
      </w:r>
      <w:r>
        <w:t>liability,</w:t>
      </w:r>
      <w:r w:rsidR="00C17D31">
        <w:t xml:space="preserve"> </w:t>
      </w:r>
      <w:r>
        <w:t>maintenance</w:t>
      </w:r>
      <w:r w:rsidR="00C17D31">
        <w:t xml:space="preserve"> </w:t>
      </w:r>
      <w:r>
        <w:t>of</w:t>
      </w:r>
      <w:r w:rsidR="00C17D31">
        <w:t xml:space="preserve"> </w:t>
      </w:r>
      <w:r>
        <w:t>sample</w:t>
      </w:r>
      <w:r w:rsidR="00C17D31">
        <w:t xml:space="preserve"> </w:t>
      </w:r>
      <w:r>
        <w:t>equipment,</w:t>
      </w:r>
      <w:r w:rsidR="00C17D31">
        <w:t xml:space="preserve"> </w:t>
      </w:r>
      <w:r>
        <w:t>return</w:t>
      </w:r>
      <w:r w:rsidR="00C17D31">
        <w:t xml:space="preserve"> </w:t>
      </w:r>
      <w:r>
        <w:t>of</w:t>
      </w:r>
      <w:r w:rsidR="00C17D31">
        <w:t xml:space="preserve"> </w:t>
      </w:r>
      <w:r>
        <w:t>the</w:t>
      </w:r>
      <w:r w:rsidR="00C17D31">
        <w:t xml:space="preserve"> </w:t>
      </w:r>
      <w:r>
        <w:t>samples,</w:t>
      </w:r>
      <w:r w:rsidR="00C17D31">
        <w:t xml:space="preserve"> </w:t>
      </w:r>
      <w:r>
        <w:t>potential</w:t>
      </w:r>
      <w:r w:rsidR="00C17D31">
        <w:t xml:space="preserve"> </w:t>
      </w:r>
      <w:r>
        <w:t>damage</w:t>
      </w:r>
      <w:r w:rsidR="00C17D31">
        <w:t xml:space="preserve"> </w:t>
      </w:r>
      <w:r>
        <w:t>to</w:t>
      </w:r>
      <w:r w:rsidR="00C17D31">
        <w:t xml:space="preserve"> </w:t>
      </w:r>
      <w:r>
        <w:t>the</w:t>
      </w:r>
      <w:r w:rsidR="00C17D31">
        <w:t xml:space="preserve"> </w:t>
      </w:r>
      <w:r>
        <w:t>samples</w:t>
      </w:r>
      <w:r w:rsidR="00C17D31">
        <w:t xml:space="preserve"> </w:t>
      </w:r>
      <w:r>
        <w:t>or</w:t>
      </w:r>
      <w:r w:rsidR="00C17D31">
        <w:t xml:space="preserve"> </w:t>
      </w:r>
      <w:r>
        <w:t>Defence</w:t>
      </w:r>
      <w:r w:rsidR="00C17D31">
        <w:t xml:space="preserve"> </w:t>
      </w:r>
      <w:r>
        <w:t>equipment</w:t>
      </w:r>
      <w:r w:rsidR="00C17D31">
        <w:t xml:space="preserve"> </w:t>
      </w:r>
      <w:r>
        <w:t>interfacing</w:t>
      </w:r>
      <w:r w:rsidR="00C17D31">
        <w:t xml:space="preserve"> </w:t>
      </w:r>
      <w:r>
        <w:t>with</w:t>
      </w:r>
      <w:r w:rsidR="00C17D31">
        <w:t xml:space="preserve"> </w:t>
      </w:r>
      <w:r>
        <w:t>the</w:t>
      </w:r>
      <w:r w:rsidR="00C17D31">
        <w:t xml:space="preserve"> </w:t>
      </w:r>
      <w:r>
        <w:t>samples,</w:t>
      </w:r>
      <w:r w:rsidR="00C17D31">
        <w:t xml:space="preserve"> </w:t>
      </w:r>
      <w:r>
        <w:t>and</w:t>
      </w:r>
      <w:r w:rsidR="00C17D31">
        <w:t xml:space="preserve"> </w:t>
      </w:r>
      <w:r>
        <w:t>the</w:t>
      </w:r>
      <w:r w:rsidR="00C17D31">
        <w:t xml:space="preserve"> </w:t>
      </w:r>
      <w:r>
        <w:t>party</w:t>
      </w:r>
      <w:r w:rsidR="00C17D31">
        <w:t xml:space="preserve"> </w:t>
      </w:r>
      <w:r>
        <w:t>responsible</w:t>
      </w:r>
      <w:r w:rsidR="00C17D31">
        <w:t xml:space="preserve"> </w:t>
      </w:r>
      <w:r>
        <w:t>for</w:t>
      </w:r>
      <w:r w:rsidR="00C17D31">
        <w:t xml:space="preserve"> </w:t>
      </w:r>
      <w:r>
        <w:t>each</w:t>
      </w:r>
      <w:r w:rsidR="00C17D31">
        <w:t xml:space="preserve"> </w:t>
      </w:r>
      <w:r>
        <w:t>aspect.</w:t>
      </w:r>
      <w:r w:rsidR="00C17D31">
        <w:t xml:space="preserve">  </w:t>
      </w:r>
      <w:r>
        <w:t>Drafters</w:t>
      </w:r>
      <w:r w:rsidR="00C17D31">
        <w:t xml:space="preserve"> </w:t>
      </w:r>
      <w:r>
        <w:t>should</w:t>
      </w:r>
      <w:r w:rsidR="00C17D31">
        <w:t xml:space="preserve"> </w:t>
      </w:r>
      <w:r>
        <w:t>seek</w:t>
      </w:r>
      <w:r w:rsidR="00C17D31">
        <w:t xml:space="preserve"> </w:t>
      </w:r>
      <w:r>
        <w:t>specialist</w:t>
      </w:r>
      <w:r w:rsidR="00C17D31">
        <w:t xml:space="preserve"> </w:t>
      </w:r>
      <w:r>
        <w:t>commercial</w:t>
      </w:r>
      <w:r w:rsidR="00C17D31">
        <w:t xml:space="preserve"> </w:t>
      </w:r>
      <w:r>
        <w:t>and</w:t>
      </w:r>
      <w:r w:rsidR="00C17D31">
        <w:t xml:space="preserve"> </w:t>
      </w:r>
      <w:r>
        <w:t>legal</w:t>
      </w:r>
      <w:r w:rsidR="00C17D31">
        <w:t xml:space="preserve"> </w:t>
      </w:r>
      <w:r>
        <w:t>advice</w:t>
      </w:r>
      <w:r w:rsidR="00C17D31">
        <w:t xml:space="preserve"> </w:t>
      </w:r>
      <w:r>
        <w:t>regarding</w:t>
      </w:r>
      <w:r w:rsidR="00C17D31">
        <w:t xml:space="preserve"> </w:t>
      </w:r>
      <w:r>
        <w:t>terms</w:t>
      </w:r>
      <w:r w:rsidR="00C17D31">
        <w:t xml:space="preserve"> </w:t>
      </w:r>
      <w:r>
        <w:t>to</w:t>
      </w:r>
      <w:r w:rsidR="00C17D31">
        <w:t xml:space="preserve"> </w:t>
      </w:r>
      <w:r>
        <w:t>be</w:t>
      </w:r>
      <w:r w:rsidR="00C17D31">
        <w:t xml:space="preserve"> </w:t>
      </w:r>
      <w:r>
        <w:t>added</w:t>
      </w:r>
      <w:r w:rsidR="00C17D31">
        <w:t xml:space="preserve"> </w:t>
      </w:r>
      <w:r>
        <w:t>to</w:t>
      </w:r>
      <w:r w:rsidR="00C17D31">
        <w:t xml:space="preserve"> </w:t>
      </w:r>
      <w:r>
        <w:t>the</w:t>
      </w:r>
      <w:r w:rsidR="00C17D31">
        <w:t xml:space="preserve"> </w:t>
      </w:r>
      <w:r>
        <w:t>COT</w:t>
      </w:r>
      <w:r w:rsidR="00C17D31">
        <w:t xml:space="preserve"> </w:t>
      </w:r>
      <w:r>
        <w:t>and/or</w:t>
      </w:r>
      <w:r w:rsidR="00C17D31">
        <w:t xml:space="preserve"> </w:t>
      </w:r>
      <w:r>
        <w:t>the</w:t>
      </w:r>
      <w:r w:rsidR="00C17D31">
        <w:t xml:space="preserve"> </w:t>
      </w:r>
      <w:r>
        <w:t>need</w:t>
      </w:r>
      <w:r w:rsidR="00C17D31">
        <w:t xml:space="preserve"> </w:t>
      </w:r>
      <w:r>
        <w:t>for</w:t>
      </w:r>
      <w:r w:rsidR="00C17D31">
        <w:t xml:space="preserve"> </w:t>
      </w:r>
      <w:r>
        <w:t>separate</w:t>
      </w:r>
      <w:r w:rsidR="00C17D31">
        <w:t xml:space="preserve"> </w:t>
      </w:r>
      <w:r>
        <w:t>agreements</w:t>
      </w:r>
      <w:r w:rsidR="00C17D31">
        <w:t xml:space="preserve"> </w:t>
      </w:r>
      <w:r>
        <w:t>for</w:t>
      </w:r>
      <w:r w:rsidR="00C17D31">
        <w:t xml:space="preserve"> </w:t>
      </w:r>
      <w:r>
        <w:t>the</w:t>
      </w:r>
      <w:r w:rsidR="00C17D31">
        <w:t xml:space="preserve"> </w:t>
      </w:r>
      <w:r>
        <w:t>loan</w:t>
      </w:r>
      <w:r w:rsidR="00C17D31">
        <w:t xml:space="preserve"> </w:t>
      </w:r>
      <w:r>
        <w:t>and</w:t>
      </w:r>
      <w:r w:rsidR="00C17D31">
        <w:t xml:space="preserve"> </w:t>
      </w:r>
      <w:r>
        <w:t>use</w:t>
      </w:r>
      <w:r w:rsidR="00C17D31">
        <w:t xml:space="preserve"> </w:t>
      </w:r>
      <w:r>
        <w:t>of</w:t>
      </w:r>
      <w:r w:rsidR="00C17D31">
        <w:t xml:space="preserve"> </w:t>
      </w:r>
      <w:r>
        <w:t>samples.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7"/>
      </w:tblGrid>
      <w:tr w:rsidR="00F84DC7" w14:paraId="75F3B49F" w14:textId="77777777" w:rsidTr="00514A46">
        <w:tc>
          <w:tcPr>
            <w:tcW w:w="9067" w:type="dxa"/>
            <w:shd w:val="clear" w:color="auto" w:fill="auto"/>
          </w:tcPr>
          <w:p w14:paraId="30B42F0D" w14:textId="21597853" w:rsidR="00514A46" w:rsidRPr="00BC1156" w:rsidRDefault="00514A46" w:rsidP="008C4BB1">
            <w:pPr>
              <w:pStyle w:val="ASDEFCONOption"/>
            </w:pPr>
            <w:bookmarkStart w:id="427" w:name="_Ref434566223"/>
            <w:r w:rsidRPr="00BC1156">
              <w:t>Option:</w:t>
            </w:r>
            <w:r w:rsidR="00C17D31">
              <w:t xml:space="preserve">  </w:t>
            </w:r>
            <w:r w:rsidRPr="00BC1156">
              <w:t>For</w:t>
            </w:r>
            <w:r w:rsidR="00C17D31">
              <w:t xml:space="preserve"> </w:t>
            </w:r>
            <w:r w:rsidRPr="00BC1156">
              <w:t>when</w:t>
            </w:r>
            <w:r w:rsidR="00C17D31">
              <w:t xml:space="preserve"> </w:t>
            </w:r>
            <w:r w:rsidRPr="00BC1156">
              <w:t>a</w:t>
            </w:r>
            <w:r w:rsidR="00C17D31">
              <w:t xml:space="preserve"> </w:t>
            </w:r>
            <w:r w:rsidRPr="00BC1156">
              <w:t>sample</w:t>
            </w:r>
            <w:r w:rsidR="00C17D31">
              <w:t xml:space="preserve"> </w:t>
            </w:r>
            <w:r w:rsidRPr="00BC1156">
              <w:t>of</w:t>
            </w:r>
            <w:r w:rsidR="00C17D31">
              <w:t xml:space="preserve"> </w:t>
            </w:r>
            <w:r w:rsidRPr="00BC1156">
              <w:t>the</w:t>
            </w:r>
            <w:r w:rsidR="00C17D31">
              <w:t xml:space="preserve"> </w:t>
            </w:r>
            <w:r w:rsidRPr="00BC1156">
              <w:t>tendered</w:t>
            </w:r>
            <w:r w:rsidR="00C17D31">
              <w:t xml:space="preserve"> </w:t>
            </w:r>
            <w:r w:rsidRPr="00BC1156">
              <w:t>Supplies</w:t>
            </w:r>
            <w:r w:rsidR="00C17D31">
              <w:t xml:space="preserve"> </w:t>
            </w:r>
            <w:r w:rsidRPr="00BC1156">
              <w:t>may</w:t>
            </w:r>
            <w:r w:rsidR="00C17D31">
              <w:t xml:space="preserve"> </w:t>
            </w:r>
            <w:r w:rsidRPr="00BC1156">
              <w:t>be</w:t>
            </w:r>
            <w:r w:rsidR="00C17D31">
              <w:t xml:space="preserve"> </w:t>
            </w:r>
            <w:r w:rsidRPr="00BC1156">
              <w:t>requested.</w:t>
            </w:r>
          </w:p>
          <w:p w14:paraId="0B7DD8D2" w14:textId="7F8DE00E" w:rsidR="00514A46" w:rsidRDefault="00514A46" w:rsidP="00C8034B">
            <w:pPr>
              <w:pStyle w:val="COTCOCLV3-ASDEFCON"/>
            </w:pPr>
            <w:bookmarkStart w:id="428" w:name="_Ref434502607"/>
            <w:r w:rsidRPr="00BC1156">
              <w:t>The</w:t>
            </w:r>
            <w:r w:rsidR="00C17D31">
              <w:t xml:space="preserve"> </w:t>
            </w:r>
            <w:r w:rsidRPr="00BC1156">
              <w:t>Commonwealth</w:t>
            </w:r>
            <w:r w:rsidR="00C17D31">
              <w:t xml:space="preserve"> </w:t>
            </w:r>
            <w:r w:rsidRPr="00BC1156">
              <w:t>may</w:t>
            </w:r>
            <w:r w:rsidR="00C17D31">
              <w:t xml:space="preserve"> </w:t>
            </w:r>
            <w:r w:rsidRPr="00BC1156">
              <w:t>request</w:t>
            </w:r>
            <w:r w:rsidR="00C17D31">
              <w:t xml:space="preserve"> </w:t>
            </w:r>
            <w:r w:rsidRPr="00BC1156">
              <w:t>tenderers</w:t>
            </w:r>
            <w:r w:rsidR="00C17D31">
              <w:t xml:space="preserve"> </w:t>
            </w:r>
            <w:r w:rsidRPr="00BC1156">
              <w:t>to</w:t>
            </w:r>
            <w:r w:rsidR="00C17D31">
              <w:t xml:space="preserve"> </w:t>
            </w:r>
            <w:r w:rsidRPr="00BC1156">
              <w:t>provide</w:t>
            </w:r>
            <w:r w:rsidR="00C17D31">
              <w:t xml:space="preserve"> </w:t>
            </w:r>
            <w:r w:rsidRPr="00BC1156">
              <w:t>a</w:t>
            </w:r>
            <w:r w:rsidR="00C17D31">
              <w:t xml:space="preserve"> </w:t>
            </w:r>
            <w:r w:rsidRPr="00BC1156">
              <w:t>sample</w:t>
            </w:r>
            <w:r w:rsidR="00C17D31">
              <w:t xml:space="preserve"> </w:t>
            </w:r>
            <w:r w:rsidRPr="00BC1156">
              <w:t>of</w:t>
            </w:r>
            <w:r w:rsidR="00C17D31">
              <w:t xml:space="preserve"> </w:t>
            </w:r>
            <w:r w:rsidRPr="00BC1156">
              <w:t>the</w:t>
            </w:r>
            <w:r w:rsidR="00C17D31">
              <w:t xml:space="preserve"> </w:t>
            </w:r>
            <w:r w:rsidRPr="00BC1156">
              <w:t>tendered</w:t>
            </w:r>
            <w:r w:rsidR="00C17D31">
              <w:t xml:space="preserve"> </w:t>
            </w:r>
            <w:r w:rsidRPr="00BC1156">
              <w:t>Supplies.</w:t>
            </w:r>
            <w:r w:rsidR="00C17D31">
              <w:t xml:space="preserve">  </w:t>
            </w:r>
            <w:r w:rsidRPr="00BC1156">
              <w:t>Failure</w:t>
            </w:r>
            <w:r w:rsidR="00C17D31">
              <w:t xml:space="preserve"> </w:t>
            </w:r>
            <w:r w:rsidRPr="00BC1156">
              <w:t>to</w:t>
            </w:r>
            <w:r w:rsidR="00C17D31">
              <w:t xml:space="preserve"> </w:t>
            </w:r>
            <w:r w:rsidRPr="00BC1156">
              <w:t>provide</w:t>
            </w:r>
            <w:r w:rsidR="00C17D31">
              <w:t xml:space="preserve"> </w:t>
            </w:r>
            <w:r w:rsidRPr="00BC1156">
              <w:t>a</w:t>
            </w:r>
            <w:r w:rsidR="00C17D31">
              <w:t xml:space="preserve"> </w:t>
            </w:r>
            <w:r w:rsidRPr="00BC1156">
              <w:t>sample</w:t>
            </w:r>
            <w:r w:rsidR="00C17D31">
              <w:t xml:space="preserve"> </w:t>
            </w:r>
            <w:r w:rsidRPr="00BC1156">
              <w:t>of</w:t>
            </w:r>
            <w:r w:rsidR="00C17D31">
              <w:t xml:space="preserve"> </w:t>
            </w:r>
            <w:r w:rsidRPr="00BC1156">
              <w:t>the</w:t>
            </w:r>
            <w:r w:rsidR="00C17D31">
              <w:t xml:space="preserve"> </w:t>
            </w:r>
            <w:r w:rsidRPr="00BC1156">
              <w:t>tendered</w:t>
            </w:r>
            <w:r w:rsidR="00C17D31">
              <w:t xml:space="preserve"> </w:t>
            </w:r>
            <w:r w:rsidRPr="00BC1156">
              <w:t>Supplies</w:t>
            </w:r>
            <w:r w:rsidR="00C17D31">
              <w:t xml:space="preserve"> </w:t>
            </w:r>
            <w:r w:rsidRPr="00BC1156">
              <w:t>may</w:t>
            </w:r>
            <w:r w:rsidR="00C17D31">
              <w:t xml:space="preserve"> </w:t>
            </w:r>
            <w:r w:rsidRPr="00BC1156">
              <w:t>result</w:t>
            </w:r>
            <w:r w:rsidR="00C17D31">
              <w:t xml:space="preserve"> </w:t>
            </w:r>
            <w:r w:rsidRPr="00BC1156">
              <w:t>in</w:t>
            </w:r>
            <w:r w:rsidR="00C17D31">
              <w:t xml:space="preserve"> </w:t>
            </w:r>
            <w:r w:rsidRPr="00BC1156">
              <w:t>the</w:t>
            </w:r>
            <w:r w:rsidR="00C17D31">
              <w:t xml:space="preserve"> </w:t>
            </w:r>
            <w:r w:rsidRPr="00BC1156">
              <w:t>Commonwealth</w:t>
            </w:r>
            <w:r w:rsidR="00C17D31">
              <w:t xml:space="preserve"> </w:t>
            </w:r>
            <w:r w:rsidRPr="00BC1156">
              <w:t>not</w:t>
            </w:r>
            <w:r w:rsidR="00C17D31">
              <w:t xml:space="preserve"> </w:t>
            </w:r>
            <w:r w:rsidRPr="00BC1156">
              <w:t>further</w:t>
            </w:r>
            <w:r w:rsidR="00C17D31">
              <w:t xml:space="preserve"> </w:t>
            </w:r>
            <w:r w:rsidRPr="00BC1156">
              <w:t>considering</w:t>
            </w:r>
            <w:r w:rsidR="00C17D31">
              <w:t xml:space="preserve"> </w:t>
            </w:r>
            <w:r w:rsidRPr="00BC1156">
              <w:t>the</w:t>
            </w:r>
            <w:r w:rsidR="00C17D31">
              <w:t xml:space="preserve"> </w:t>
            </w:r>
            <w:r w:rsidRPr="00BC1156">
              <w:t>tender.</w:t>
            </w:r>
            <w:bookmarkEnd w:id="428"/>
          </w:p>
        </w:tc>
      </w:tr>
    </w:tbl>
    <w:p w14:paraId="013AEFAF" w14:textId="77777777" w:rsidR="00614605" w:rsidRDefault="00614605" w:rsidP="00C8034B">
      <w:pPr>
        <w:pStyle w:val="ASDEFCONOptionSpace"/>
      </w:pPr>
    </w:p>
    <w:p w14:paraId="21652AC7" w14:textId="4727970C" w:rsidR="00514A46" w:rsidRDefault="00514A46" w:rsidP="00C8034B">
      <w:pPr>
        <w:pStyle w:val="COTCOCLV3-ASDEFCON"/>
        <w:rPr>
          <w:lang w:eastAsia="zh-CN"/>
        </w:rPr>
      </w:pPr>
      <w:r w:rsidRPr="000604CE">
        <w:rPr>
          <w:lang w:eastAsia="zh-CN"/>
        </w:rPr>
        <w:t>In</w:t>
      </w:r>
      <w:r w:rsidR="00C17D31">
        <w:rPr>
          <w:lang w:eastAsia="zh-CN"/>
        </w:rPr>
        <w:t xml:space="preserve"> </w:t>
      </w:r>
      <w:r w:rsidRPr="000604CE">
        <w:rPr>
          <w:lang w:eastAsia="zh-CN"/>
        </w:rPr>
        <w:t>assessing</w:t>
      </w:r>
      <w:r w:rsidR="00C17D31">
        <w:rPr>
          <w:lang w:eastAsia="zh-CN"/>
        </w:rPr>
        <w:t xml:space="preserve"> </w:t>
      </w:r>
      <w:r w:rsidRPr="000604CE">
        <w:rPr>
          <w:lang w:eastAsia="zh-CN"/>
        </w:rPr>
        <w:t>tenders,</w:t>
      </w:r>
      <w:r w:rsidR="00C17D31">
        <w:rPr>
          <w:lang w:eastAsia="zh-CN"/>
        </w:rPr>
        <w:t xml:space="preserve"> </w:t>
      </w:r>
      <w:r w:rsidRPr="000604CE">
        <w:rPr>
          <w:lang w:eastAsia="zh-CN"/>
        </w:rPr>
        <w:t>the</w:t>
      </w:r>
      <w:r w:rsidR="00C17D31">
        <w:rPr>
          <w:lang w:eastAsia="zh-CN"/>
        </w:rPr>
        <w:t xml:space="preserve"> </w:t>
      </w:r>
      <w:r w:rsidRPr="000604CE">
        <w:rPr>
          <w:lang w:eastAsia="zh-CN"/>
        </w:rPr>
        <w:t>Commonwealth</w:t>
      </w:r>
      <w:r w:rsidR="00C17D31">
        <w:rPr>
          <w:lang w:eastAsia="zh-CN"/>
        </w:rPr>
        <w:t xml:space="preserve"> </w:t>
      </w:r>
      <w:r w:rsidRPr="000604CE">
        <w:rPr>
          <w:lang w:eastAsia="zh-CN"/>
        </w:rPr>
        <w:t>may</w:t>
      </w:r>
      <w:r w:rsidR="00C17D31">
        <w:rPr>
          <w:lang w:eastAsia="zh-CN"/>
        </w:rPr>
        <w:t xml:space="preserve"> </w:t>
      </w:r>
      <w:r w:rsidRPr="000604CE">
        <w:rPr>
          <w:lang w:eastAsia="zh-CN"/>
        </w:rPr>
        <w:t>take</w:t>
      </w:r>
      <w:r w:rsidR="00C17D31">
        <w:rPr>
          <w:lang w:eastAsia="zh-CN"/>
        </w:rPr>
        <w:t xml:space="preserve"> </w:t>
      </w:r>
      <w:r w:rsidRPr="000604CE">
        <w:rPr>
          <w:lang w:eastAsia="zh-CN"/>
        </w:rPr>
        <w:t>into</w:t>
      </w:r>
      <w:r w:rsidR="00C17D31">
        <w:rPr>
          <w:lang w:eastAsia="zh-CN"/>
        </w:rPr>
        <w:t xml:space="preserve"> </w:t>
      </w:r>
      <w:r w:rsidRPr="000604CE">
        <w:rPr>
          <w:lang w:eastAsia="zh-CN"/>
        </w:rPr>
        <w:t>account</w:t>
      </w:r>
      <w:r w:rsidR="00C17D31">
        <w:rPr>
          <w:lang w:eastAsia="zh-CN"/>
        </w:rPr>
        <w:t xml:space="preserve"> </w:t>
      </w:r>
      <w:r w:rsidRPr="000604CE">
        <w:rPr>
          <w:lang w:eastAsia="zh-CN"/>
        </w:rPr>
        <w:t>any</w:t>
      </w:r>
      <w:r w:rsidR="00C17D31">
        <w:rPr>
          <w:lang w:eastAsia="zh-CN"/>
        </w:rPr>
        <w:t xml:space="preserve"> </w:t>
      </w:r>
      <w:r w:rsidRPr="000604CE">
        <w:rPr>
          <w:lang w:eastAsia="zh-CN"/>
        </w:rPr>
        <w:t>supporting</w:t>
      </w:r>
      <w:r w:rsidR="00C17D31">
        <w:rPr>
          <w:lang w:eastAsia="zh-CN"/>
        </w:rPr>
        <w:t xml:space="preserve"> </w:t>
      </w:r>
      <w:r w:rsidRPr="000604CE">
        <w:rPr>
          <w:lang w:eastAsia="zh-CN"/>
        </w:rPr>
        <w:t>documentation</w:t>
      </w:r>
      <w:r w:rsidR="00C17D31">
        <w:rPr>
          <w:lang w:eastAsia="zh-CN"/>
        </w:rPr>
        <w:t xml:space="preserve"> </w:t>
      </w:r>
      <w:r w:rsidRPr="000604CE">
        <w:rPr>
          <w:lang w:eastAsia="zh-CN"/>
        </w:rPr>
        <w:t>provided</w:t>
      </w:r>
      <w:r w:rsidR="00C17D31">
        <w:rPr>
          <w:lang w:eastAsia="zh-CN"/>
        </w:rPr>
        <w:t xml:space="preserve"> </w:t>
      </w:r>
      <w:r w:rsidRPr="000604CE">
        <w:rPr>
          <w:lang w:eastAsia="zh-CN"/>
        </w:rPr>
        <w:t>under</w:t>
      </w:r>
      <w:r w:rsidR="00C17D31">
        <w:rPr>
          <w:lang w:eastAsia="zh-CN"/>
        </w:rPr>
        <w:t xml:space="preserve"> </w:t>
      </w:r>
      <w:r w:rsidRPr="000604CE">
        <w:rPr>
          <w:lang w:eastAsia="zh-CN"/>
        </w:rPr>
        <w:t>clause</w:t>
      </w:r>
      <w:r>
        <w:rPr>
          <w:lang w:eastAsia="zh-CN"/>
        </w:rPr>
        <w:t>s</w:t>
      </w:r>
      <w:r w:rsidR="00C17D31">
        <w:rPr>
          <w:lang w:eastAsia="zh-CN"/>
        </w:rPr>
        <w:t xml:space="preserve"> </w:t>
      </w:r>
      <w:r>
        <w:rPr>
          <w:lang w:eastAsia="zh-CN"/>
        </w:rPr>
        <w:fldChar w:fldCharType="begin"/>
      </w:r>
      <w:r>
        <w:rPr>
          <w:lang w:eastAsia="zh-CN"/>
        </w:rPr>
        <w:instrText xml:space="preserve"> REF _Ref434502425 \w \h </w:instrText>
      </w:r>
      <w:r>
        <w:rPr>
          <w:lang w:eastAsia="zh-CN"/>
        </w:rPr>
      </w:r>
      <w:r>
        <w:rPr>
          <w:lang w:eastAsia="zh-CN"/>
        </w:rPr>
        <w:fldChar w:fldCharType="separate"/>
      </w:r>
      <w:r w:rsidR="00857305">
        <w:rPr>
          <w:lang w:eastAsia="zh-CN"/>
        </w:rPr>
        <w:t>2.2.2</w:t>
      </w:r>
      <w:r>
        <w:rPr>
          <w:lang w:eastAsia="zh-CN"/>
        </w:rPr>
        <w:fldChar w:fldCharType="end"/>
      </w:r>
      <w:r w:rsidR="00C17D31">
        <w:rPr>
          <w:lang w:eastAsia="zh-CN"/>
        </w:rPr>
        <w:t xml:space="preserve"> </w:t>
      </w:r>
      <w:r w:rsidRPr="000604CE">
        <w:rPr>
          <w:lang w:eastAsia="zh-CN"/>
        </w:rPr>
        <w:t>and</w:t>
      </w:r>
      <w:r w:rsidR="00C17D31">
        <w:rPr>
          <w:lang w:eastAsia="zh-CN"/>
        </w:rPr>
        <w:t xml:space="preserve"> </w:t>
      </w:r>
      <w:r>
        <w:rPr>
          <w:lang w:eastAsia="zh-CN"/>
        </w:rPr>
        <w:fldChar w:fldCharType="begin"/>
      </w:r>
      <w:r>
        <w:rPr>
          <w:lang w:eastAsia="zh-CN"/>
        </w:rPr>
        <w:instrText xml:space="preserve"> REF _Ref50136111 \r \h </w:instrText>
      </w:r>
      <w:r>
        <w:rPr>
          <w:lang w:eastAsia="zh-CN"/>
        </w:rPr>
      </w:r>
      <w:r>
        <w:rPr>
          <w:lang w:eastAsia="zh-CN"/>
        </w:rPr>
        <w:fldChar w:fldCharType="separate"/>
      </w:r>
      <w:r w:rsidR="00857305">
        <w:rPr>
          <w:lang w:eastAsia="zh-CN"/>
        </w:rPr>
        <w:t>3.1.2</w:t>
      </w:r>
      <w:r>
        <w:rPr>
          <w:lang w:eastAsia="zh-CN"/>
        </w:rPr>
        <w:fldChar w:fldCharType="end"/>
      </w:r>
      <w:r w:rsidRPr="000604CE">
        <w:rPr>
          <w:lang w:eastAsia="zh-CN"/>
        </w:rPr>
        <w:t>.</w:t>
      </w:r>
    </w:p>
    <w:p w14:paraId="4126E73D" w14:textId="3EEB2D91" w:rsidR="00514A46" w:rsidRPr="00BC1156" w:rsidRDefault="00514A46" w:rsidP="00C8034B">
      <w:pPr>
        <w:pStyle w:val="COTCOCLV2-ASDEFCON"/>
      </w:pPr>
      <w:bookmarkStart w:id="429" w:name="_Ref436661773"/>
      <w:bookmarkStart w:id="430" w:name="_Toc121903983"/>
      <w:bookmarkStart w:id="431" w:name="_Toc175208059"/>
      <w:r w:rsidRPr="00BC1156">
        <w:lastRenderedPageBreak/>
        <w:t>Minimum</w:t>
      </w:r>
      <w:r w:rsidR="00C17D31">
        <w:t xml:space="preserve"> </w:t>
      </w:r>
      <w:r w:rsidRPr="00BC1156">
        <w:t>Content</w:t>
      </w:r>
      <w:r w:rsidR="00C17D31">
        <w:t xml:space="preserve"> </w:t>
      </w:r>
      <w:r w:rsidRPr="00BC1156">
        <w:t>and</w:t>
      </w:r>
      <w:r w:rsidR="00C17D31">
        <w:t xml:space="preserve"> </w:t>
      </w:r>
      <w:r w:rsidRPr="00BC1156">
        <w:t>Format</w:t>
      </w:r>
      <w:r w:rsidR="00C17D31">
        <w:t xml:space="preserve"> </w:t>
      </w:r>
      <w:r w:rsidRPr="00BC1156">
        <w:t>Requirements</w:t>
      </w:r>
      <w:r w:rsidR="00C17D31">
        <w:t xml:space="preserve"> </w:t>
      </w:r>
      <w:r w:rsidRPr="00BC1156">
        <w:t>(</w:t>
      </w:r>
      <w:r>
        <w:t>Core</w:t>
      </w:r>
      <w:r w:rsidRPr="00BC1156">
        <w:t>)</w:t>
      </w:r>
      <w:bookmarkEnd w:id="427"/>
      <w:bookmarkEnd w:id="429"/>
      <w:bookmarkEnd w:id="430"/>
      <w:bookmarkEnd w:id="431"/>
    </w:p>
    <w:p w14:paraId="0C81EBED" w14:textId="05B4F421" w:rsidR="00514A46" w:rsidRPr="00AB46EB" w:rsidRDefault="00514A46" w:rsidP="00C8034B">
      <w:pPr>
        <w:pStyle w:val="NoteToDrafters-ASDEFCON"/>
      </w:pPr>
      <w:r w:rsidRPr="00AB46EB">
        <w:t>Not</w:t>
      </w:r>
      <w:r>
        <w:t>e</w:t>
      </w:r>
      <w:r w:rsidR="00C17D31">
        <w:t xml:space="preserve"> </w:t>
      </w:r>
      <w:r w:rsidRPr="00AB46EB">
        <w:t>to</w:t>
      </w:r>
      <w:r w:rsidR="00C17D31">
        <w:t xml:space="preserve"> </w:t>
      </w:r>
      <w:r w:rsidRPr="00AB46EB">
        <w:t>drafter</w:t>
      </w:r>
      <w:r>
        <w:t>s</w:t>
      </w:r>
      <w:r w:rsidRPr="00AB46EB">
        <w:t>:</w:t>
      </w:r>
      <w:r w:rsidR="00C17D31">
        <w:t xml:space="preserve">  </w:t>
      </w:r>
      <w:r>
        <w:t>When</w:t>
      </w:r>
      <w:r w:rsidR="00C17D31">
        <w:t xml:space="preserve"> </w:t>
      </w:r>
      <w:r w:rsidRPr="00AB46EB">
        <w:t>the</w:t>
      </w:r>
      <w:r w:rsidR="00C17D31">
        <w:t xml:space="preserve"> </w:t>
      </w:r>
      <w:r w:rsidRPr="00AB46EB">
        <w:t>procurement</w:t>
      </w:r>
      <w:r w:rsidR="00C17D31">
        <w:t xml:space="preserve"> </w:t>
      </w:r>
      <w:r w:rsidRPr="00AB46EB">
        <w:t>is</w:t>
      </w:r>
      <w:r w:rsidR="00C17D31">
        <w:t xml:space="preserve"> </w:t>
      </w:r>
      <w:r w:rsidRPr="00AB46EB">
        <w:t>subject</w:t>
      </w:r>
      <w:r w:rsidR="00C17D31">
        <w:t xml:space="preserve"> </w:t>
      </w:r>
      <w:r w:rsidRPr="00AB46EB">
        <w:t>to</w:t>
      </w:r>
      <w:r w:rsidR="00C17D31">
        <w:t xml:space="preserve"> </w:t>
      </w:r>
      <w:r w:rsidRPr="00AB46EB">
        <w:t>the</w:t>
      </w:r>
      <w:r w:rsidR="00C17D31">
        <w:t xml:space="preserve"> </w:t>
      </w:r>
      <w:r w:rsidRPr="00AB46EB">
        <w:t>additional</w:t>
      </w:r>
      <w:r w:rsidR="00C17D31">
        <w:t xml:space="preserve"> </w:t>
      </w:r>
      <w:r w:rsidRPr="00AB46EB">
        <w:t>rules</w:t>
      </w:r>
      <w:r w:rsidR="00C17D31">
        <w:t xml:space="preserve"> </w:t>
      </w:r>
      <w:r w:rsidRPr="00AB46EB">
        <w:t>detailed</w:t>
      </w:r>
      <w:r w:rsidR="00C17D31">
        <w:t xml:space="preserve"> </w:t>
      </w:r>
      <w:r w:rsidRPr="00AB46EB">
        <w:t>in</w:t>
      </w:r>
      <w:r w:rsidR="00C17D31">
        <w:t xml:space="preserve"> </w:t>
      </w:r>
      <w:r w:rsidRPr="00AB46EB">
        <w:t>the</w:t>
      </w:r>
      <w:r w:rsidR="00C17D31">
        <w:t xml:space="preserve"> </w:t>
      </w:r>
      <w:r w:rsidRPr="00AB46EB">
        <w:t>CPRs</w:t>
      </w:r>
      <w:r>
        <w:t>,</w:t>
      </w:r>
      <w:r w:rsidR="00C17D31">
        <w:t xml:space="preserve"> </w:t>
      </w:r>
      <w:r>
        <w:t>‘will’</w:t>
      </w:r>
      <w:r w:rsidR="00C17D31">
        <w:t xml:space="preserve"> </w:t>
      </w:r>
      <w:r>
        <w:t>is</w:t>
      </w:r>
      <w:r w:rsidR="00C17D31">
        <w:t xml:space="preserve"> </w:t>
      </w:r>
      <w:r>
        <w:t>to</w:t>
      </w:r>
      <w:r w:rsidR="00C17D31">
        <w:t xml:space="preserve"> </w:t>
      </w:r>
      <w:r>
        <w:t>be</w:t>
      </w:r>
      <w:r w:rsidR="00C17D31">
        <w:t xml:space="preserve"> </w:t>
      </w:r>
      <w:r>
        <w:t>selected</w:t>
      </w:r>
      <w:r w:rsidR="00C17D31">
        <w:t xml:space="preserve"> </w:t>
      </w:r>
      <w:r>
        <w:t>from</w:t>
      </w:r>
      <w:r w:rsidR="00C17D31">
        <w:t xml:space="preserve"> </w:t>
      </w:r>
      <w:r>
        <w:t>the</w:t>
      </w:r>
      <w:r w:rsidR="00C17D31">
        <w:t xml:space="preserve"> </w:t>
      </w:r>
      <w:r>
        <w:t>following</w:t>
      </w:r>
      <w:r w:rsidR="00C17D31">
        <w:t xml:space="preserve"> </w:t>
      </w:r>
      <w:r>
        <w:t>clause</w:t>
      </w:r>
      <w:r w:rsidRPr="00AB46EB">
        <w:t>.</w:t>
      </w:r>
      <w:r w:rsidR="00C17D31">
        <w:t xml:space="preserve">  </w:t>
      </w:r>
      <w:r>
        <w:t>When</w:t>
      </w:r>
      <w:r w:rsidR="00C17D31">
        <w:t xml:space="preserve"> </w:t>
      </w:r>
      <w:r w:rsidRPr="00AB46EB">
        <w:t>the</w:t>
      </w:r>
      <w:r w:rsidR="00C17D31">
        <w:t xml:space="preserve"> </w:t>
      </w:r>
      <w:r w:rsidRPr="00AB46EB">
        <w:t>procurement</w:t>
      </w:r>
      <w:r w:rsidR="00C17D31">
        <w:t xml:space="preserve"> </w:t>
      </w:r>
      <w:r w:rsidRPr="00AB46EB">
        <w:t>is</w:t>
      </w:r>
      <w:r w:rsidR="00C17D31">
        <w:t xml:space="preserve"> </w:t>
      </w:r>
      <w:r w:rsidRPr="00E72349">
        <w:t>NOT</w:t>
      </w:r>
      <w:r w:rsidR="00C17D31">
        <w:t xml:space="preserve"> </w:t>
      </w:r>
      <w:r w:rsidRPr="00AB46EB">
        <w:t>subject</w:t>
      </w:r>
      <w:r w:rsidR="00C17D31">
        <w:t xml:space="preserve"> </w:t>
      </w:r>
      <w:r w:rsidRPr="00AB46EB">
        <w:t>to</w:t>
      </w:r>
      <w:r w:rsidR="00C17D31">
        <w:t xml:space="preserve"> </w:t>
      </w:r>
      <w:r w:rsidRPr="00AB46EB">
        <w:t>the</w:t>
      </w:r>
      <w:r w:rsidR="00C17D31">
        <w:t xml:space="preserve"> </w:t>
      </w:r>
      <w:r w:rsidRPr="00AB46EB">
        <w:t>additional</w:t>
      </w:r>
      <w:r w:rsidR="00C17D31">
        <w:t xml:space="preserve"> </w:t>
      </w:r>
      <w:r w:rsidRPr="00AB46EB">
        <w:t>rules</w:t>
      </w:r>
      <w:r w:rsidR="00C17D31">
        <w:t xml:space="preserve"> </w:t>
      </w:r>
      <w:r w:rsidRPr="00AB46EB">
        <w:t>detailed</w:t>
      </w:r>
      <w:r w:rsidR="00C17D31">
        <w:t xml:space="preserve"> </w:t>
      </w:r>
      <w:r w:rsidRPr="00AB46EB">
        <w:t>in</w:t>
      </w:r>
      <w:r w:rsidR="00C17D31">
        <w:t xml:space="preserve"> </w:t>
      </w:r>
      <w:r w:rsidRPr="00AB46EB">
        <w:t>the</w:t>
      </w:r>
      <w:r w:rsidR="00C17D31">
        <w:t xml:space="preserve"> </w:t>
      </w:r>
      <w:r w:rsidRPr="00AB46EB">
        <w:t>CPRs</w:t>
      </w:r>
      <w:r>
        <w:t>,</w:t>
      </w:r>
      <w:r w:rsidR="00C17D31">
        <w:t xml:space="preserve"> </w:t>
      </w:r>
      <w:r>
        <w:t>‘may’</w:t>
      </w:r>
      <w:r w:rsidR="00C17D31">
        <w:t xml:space="preserve"> </w:t>
      </w:r>
      <w:r>
        <w:t>is</w:t>
      </w:r>
      <w:r w:rsidR="00C17D31">
        <w:t xml:space="preserve"> </w:t>
      </w:r>
      <w:r>
        <w:t>to</w:t>
      </w:r>
      <w:r w:rsidR="00C17D31">
        <w:t xml:space="preserve"> </w:t>
      </w:r>
      <w:r>
        <w:t>be</w:t>
      </w:r>
      <w:r w:rsidR="00C17D31">
        <w:t xml:space="preserve"> </w:t>
      </w:r>
      <w:r>
        <w:t>selected.</w:t>
      </w:r>
    </w:p>
    <w:p w14:paraId="6F4491A0" w14:textId="5F645EA3" w:rsidR="00514A46" w:rsidRDefault="00514A46" w:rsidP="00C8034B">
      <w:pPr>
        <w:pStyle w:val="COTCOCLV3-ASDEFCON"/>
      </w:pPr>
      <w:r>
        <w:t>[</w:t>
      </w:r>
      <w:r w:rsidRPr="0087710C">
        <w:rPr>
          <w:b/>
          <w:shd w:val="clear" w:color="auto" w:fill="B3B3B3"/>
        </w:rPr>
        <w:t>Subject</w:t>
      </w:r>
      <w:r w:rsidR="00C17D31">
        <w:rPr>
          <w:b/>
          <w:shd w:val="clear" w:color="auto" w:fill="B3B3B3"/>
        </w:rPr>
        <w:t xml:space="preserve"> </w:t>
      </w:r>
      <w:r w:rsidRPr="0087710C">
        <w:rPr>
          <w:b/>
          <w:shd w:val="clear" w:color="auto" w:fill="B3B3B3"/>
        </w:rPr>
        <w:t>to</w:t>
      </w:r>
      <w:r w:rsidR="00C17D31">
        <w:rPr>
          <w:b/>
          <w:shd w:val="clear" w:color="auto" w:fill="B3B3B3"/>
        </w:rPr>
        <w:t xml:space="preserve"> </w:t>
      </w:r>
      <w:r w:rsidRPr="0087710C">
        <w:rPr>
          <w:b/>
          <w:shd w:val="clear" w:color="auto" w:fill="B3B3B3"/>
        </w:rPr>
        <w:t>clause</w:t>
      </w:r>
      <w:r w:rsidR="00C17D31">
        <w:rPr>
          <w:b/>
          <w:shd w:val="clear" w:color="auto" w:fill="B3B3B3"/>
        </w:rPr>
        <w:t xml:space="preserve"> </w:t>
      </w:r>
      <w:r w:rsidRPr="0087710C">
        <w:rPr>
          <w:b/>
          <w:shd w:val="clear" w:color="auto" w:fill="B3B3B3"/>
        </w:rPr>
        <w:fldChar w:fldCharType="begin"/>
      </w:r>
      <w:r w:rsidRPr="0087710C">
        <w:rPr>
          <w:b/>
          <w:shd w:val="clear" w:color="auto" w:fill="B3B3B3"/>
        </w:rPr>
        <w:instrText xml:space="preserve"> REF _Ref433893792 \w \h  \* MERGEFORMAT </w:instrText>
      </w:r>
      <w:r w:rsidRPr="0087710C">
        <w:rPr>
          <w:b/>
          <w:shd w:val="clear" w:color="auto" w:fill="B3B3B3"/>
        </w:rPr>
      </w:r>
      <w:r w:rsidRPr="0087710C">
        <w:rPr>
          <w:b/>
          <w:shd w:val="clear" w:color="auto" w:fill="B3B3B3"/>
        </w:rPr>
        <w:fldChar w:fldCharType="separate"/>
      </w:r>
      <w:r w:rsidR="00857305">
        <w:rPr>
          <w:b/>
          <w:shd w:val="clear" w:color="auto" w:fill="B3B3B3"/>
        </w:rPr>
        <w:t>2.10</w:t>
      </w:r>
      <w:r w:rsidRPr="0087710C">
        <w:rPr>
          <w:b/>
          <w:shd w:val="clear" w:color="auto" w:fill="B3B3B3"/>
        </w:rPr>
        <w:fldChar w:fldCharType="end"/>
      </w:r>
      <w:r>
        <w:t>]</w:t>
      </w:r>
      <w:r w:rsidRPr="00872311">
        <w:t>,</w:t>
      </w:r>
      <w:r w:rsidR="00C17D31">
        <w:t xml:space="preserve"> </w:t>
      </w:r>
      <w:r w:rsidRPr="00872311">
        <w:t>the</w:t>
      </w:r>
      <w:r w:rsidR="00C17D31">
        <w:t xml:space="preserve"> </w:t>
      </w:r>
      <w:r w:rsidRPr="00321EB7">
        <w:t>Commonwealth</w:t>
      </w:r>
      <w:r w:rsidR="00C17D31">
        <w:t xml:space="preserve"> </w:t>
      </w:r>
      <w:r w:rsidRPr="009909A1">
        <w:rPr>
          <w:b/>
        </w:rPr>
        <w:fldChar w:fldCharType="begin">
          <w:ffData>
            <w:name w:val="Text3"/>
            <w:enabled/>
            <w:calcOnExit w:val="0"/>
            <w:textInput>
              <w:default w:val="[MAY/WILL]"/>
              <w:format w:val="UPPERCASE"/>
            </w:textInput>
          </w:ffData>
        </w:fldChar>
      </w:r>
      <w:r w:rsidRPr="009909A1">
        <w:rPr>
          <w:b/>
        </w:rPr>
        <w:instrText xml:space="preserve"> FORMTEXT </w:instrText>
      </w:r>
      <w:r w:rsidRPr="009909A1">
        <w:rPr>
          <w:b/>
        </w:rPr>
      </w:r>
      <w:r w:rsidRPr="009909A1">
        <w:rPr>
          <w:b/>
        </w:rPr>
        <w:fldChar w:fldCharType="separate"/>
      </w:r>
      <w:r w:rsidR="00266516">
        <w:rPr>
          <w:b/>
          <w:noProof/>
        </w:rPr>
        <w:t>[MAY/WILL]</w:t>
      </w:r>
      <w:r w:rsidRPr="009909A1">
        <w:rPr>
          <w:b/>
        </w:rPr>
        <w:fldChar w:fldCharType="end"/>
      </w:r>
      <w:r w:rsidR="00C17D31">
        <w:rPr>
          <w:b/>
          <w:i/>
        </w:rPr>
        <w:t xml:space="preserve"> </w:t>
      </w:r>
      <w:r w:rsidRPr="00321EB7">
        <w:t>exclude</w:t>
      </w:r>
      <w:r w:rsidR="00C17D31">
        <w:t xml:space="preserve"> </w:t>
      </w:r>
      <w:r w:rsidRPr="00321EB7">
        <w:t>a</w:t>
      </w:r>
      <w:r w:rsidR="00C17D31">
        <w:t xml:space="preserve"> </w:t>
      </w:r>
      <w:r w:rsidRPr="00321EB7">
        <w:t>tender</w:t>
      </w:r>
      <w:r w:rsidR="00C17D31">
        <w:t xml:space="preserve"> </w:t>
      </w:r>
      <w:r w:rsidRPr="00321EB7">
        <w:t>from</w:t>
      </w:r>
      <w:r w:rsidR="00C17D31">
        <w:t xml:space="preserve"> </w:t>
      </w:r>
      <w:r w:rsidRPr="00321EB7">
        <w:t>further</w:t>
      </w:r>
      <w:r w:rsidR="00C17D31">
        <w:t xml:space="preserve"> </w:t>
      </w:r>
      <w:r w:rsidRPr="00321EB7">
        <w:t>consideration</w:t>
      </w:r>
      <w:r w:rsidR="00C17D31">
        <w:t xml:space="preserve"> </w:t>
      </w:r>
      <w:r w:rsidRPr="00321EB7">
        <w:t>if</w:t>
      </w:r>
      <w:r w:rsidR="00C17D31">
        <w:t xml:space="preserve"> </w:t>
      </w:r>
      <w:r w:rsidRPr="00321EB7">
        <w:t>the</w:t>
      </w:r>
      <w:r w:rsidR="00C17D31">
        <w:t xml:space="preserve"> </w:t>
      </w:r>
      <w:r w:rsidRPr="00321EB7">
        <w:t>Commonwealth</w:t>
      </w:r>
      <w:r w:rsidR="00C17D31">
        <w:t xml:space="preserve"> </w:t>
      </w:r>
      <w:r w:rsidRPr="00321EB7">
        <w:t>considers</w:t>
      </w:r>
      <w:r w:rsidR="00C17D31">
        <w:t xml:space="preserve"> </w:t>
      </w:r>
      <w:r w:rsidRPr="00321EB7">
        <w:t>that</w:t>
      </w:r>
      <w:r w:rsidR="00C17D31">
        <w:t xml:space="preserve"> </w:t>
      </w:r>
      <w:r w:rsidRPr="005D47CB">
        <w:t>the</w:t>
      </w:r>
      <w:r w:rsidR="00C17D31">
        <w:t xml:space="preserve"> </w:t>
      </w:r>
      <w:r w:rsidRPr="005D47CB">
        <w:t>tender</w:t>
      </w:r>
      <w:r w:rsidR="00C17D31">
        <w:t xml:space="preserve"> </w:t>
      </w:r>
      <w:r w:rsidRPr="005D47CB">
        <w:t>does</w:t>
      </w:r>
      <w:r w:rsidR="00C17D31">
        <w:t xml:space="preserve"> </w:t>
      </w:r>
      <w:r w:rsidRPr="005D47CB">
        <w:t>not</w:t>
      </w:r>
      <w:r w:rsidR="00C17D31">
        <w:t xml:space="preserve"> </w:t>
      </w:r>
      <w:r>
        <w:t>comply</w:t>
      </w:r>
      <w:r w:rsidR="00C17D31">
        <w:t xml:space="preserve"> </w:t>
      </w:r>
      <w:r>
        <w:t>with</w:t>
      </w:r>
      <w:r w:rsidR="00C17D31">
        <w:t xml:space="preserve"> </w:t>
      </w:r>
      <w:r w:rsidRPr="005D47CB">
        <w:t>any</w:t>
      </w:r>
      <w:r w:rsidR="00C17D31">
        <w:t xml:space="preserve"> </w:t>
      </w:r>
      <w:r w:rsidRPr="005D47CB">
        <w:t>of</w:t>
      </w:r>
      <w:r w:rsidR="00C17D31">
        <w:t xml:space="preserve"> </w:t>
      </w:r>
      <w:r w:rsidRPr="005D47CB">
        <w:t>the</w:t>
      </w:r>
      <w:r w:rsidR="00C17D31">
        <w:t xml:space="preserve"> </w:t>
      </w:r>
      <w:r>
        <w:t>M</w:t>
      </w:r>
      <w:r w:rsidRPr="005D47CB">
        <w:t>in</w:t>
      </w:r>
      <w:r>
        <w:t>i</w:t>
      </w:r>
      <w:r w:rsidRPr="005D47CB">
        <w:t>mum</w:t>
      </w:r>
      <w:r w:rsidR="00C17D31">
        <w:t xml:space="preserve"> </w:t>
      </w:r>
      <w:r>
        <w:t>Content</w:t>
      </w:r>
      <w:r w:rsidR="00C17D31">
        <w:t xml:space="preserve"> </w:t>
      </w:r>
      <w:r>
        <w:t>and</w:t>
      </w:r>
      <w:r w:rsidR="00C17D31">
        <w:t xml:space="preserve"> </w:t>
      </w:r>
      <w:r>
        <w:t>F</w:t>
      </w:r>
      <w:r w:rsidRPr="005D47CB">
        <w:t>ormat</w:t>
      </w:r>
      <w:r w:rsidR="00C17D31">
        <w:t xml:space="preserve"> </w:t>
      </w:r>
      <w:r>
        <w:t>Requirements</w:t>
      </w:r>
      <w:r w:rsidR="00C17D31">
        <w:t xml:space="preserve"> </w:t>
      </w:r>
      <w:r>
        <w:t>specified</w:t>
      </w:r>
      <w:r w:rsidR="00C17D31">
        <w:t xml:space="preserve"> </w:t>
      </w:r>
      <w:r w:rsidRPr="005D47CB">
        <w:t>in</w:t>
      </w:r>
      <w:r w:rsidR="00C17D31">
        <w:t xml:space="preserve"> </w:t>
      </w:r>
      <w:r w:rsidRPr="005D47CB">
        <w:t>the</w:t>
      </w:r>
      <w:r w:rsidR="00C17D31">
        <w:t xml:space="preserve"> </w:t>
      </w:r>
      <w:r w:rsidRPr="005D47CB">
        <w:t>Tender</w:t>
      </w:r>
      <w:r w:rsidR="00C17D31">
        <w:t xml:space="preserve"> </w:t>
      </w:r>
      <w:r>
        <w:t>Details</w:t>
      </w:r>
      <w:r w:rsidR="00C17D31">
        <w:t xml:space="preserve"> </w:t>
      </w:r>
      <w:r>
        <w:t>Schedule</w:t>
      </w:r>
      <w:r w:rsidRPr="00872311">
        <w:t>.</w:t>
      </w:r>
    </w:p>
    <w:p w14:paraId="34939F9C" w14:textId="2C0DD1F2" w:rsidR="00514A46" w:rsidRPr="00BC1156" w:rsidRDefault="00514A46" w:rsidP="00C8034B">
      <w:pPr>
        <w:pStyle w:val="COTCOCLV2-ASDEFCON"/>
      </w:pPr>
      <w:bookmarkStart w:id="432" w:name="_Ref436299906"/>
      <w:bookmarkStart w:id="433" w:name="_Toc121903984"/>
      <w:bookmarkStart w:id="434" w:name="_Toc175208060"/>
      <w:r w:rsidRPr="00BC1156">
        <w:t>Conditions</w:t>
      </w:r>
      <w:r w:rsidR="00C17D31">
        <w:t xml:space="preserve"> </w:t>
      </w:r>
      <w:r>
        <w:t>for</w:t>
      </w:r>
      <w:r w:rsidR="00C17D31">
        <w:t xml:space="preserve"> </w:t>
      </w:r>
      <w:r w:rsidRPr="00BC1156">
        <w:t>Participation</w:t>
      </w:r>
      <w:r w:rsidR="00C17D31">
        <w:t xml:space="preserve"> </w:t>
      </w:r>
      <w:r w:rsidRPr="00BC1156">
        <w:t>(Optional)</w:t>
      </w:r>
      <w:bookmarkEnd w:id="432"/>
      <w:bookmarkEnd w:id="433"/>
      <w:bookmarkEnd w:id="434"/>
    </w:p>
    <w:p w14:paraId="1E5F0083" w14:textId="05CFB5D3" w:rsidR="00514A46" w:rsidRPr="00BC1156" w:rsidRDefault="00514A46" w:rsidP="00C8034B">
      <w:pPr>
        <w:pStyle w:val="NoteToDrafters-ASDEFCON"/>
      </w:pPr>
      <w:r w:rsidRPr="00BC1156">
        <w:t>Note</w:t>
      </w:r>
      <w:r w:rsidR="00C17D31">
        <w:t xml:space="preserve"> </w:t>
      </w:r>
      <w:r w:rsidRPr="00BC1156">
        <w:t>to</w:t>
      </w:r>
      <w:r w:rsidR="00C17D31">
        <w:t xml:space="preserve"> </w:t>
      </w:r>
      <w:r w:rsidRPr="00BC1156">
        <w:t>drafters:</w:t>
      </w:r>
      <w:r w:rsidR="00C17D31">
        <w:t xml:space="preserve">  </w:t>
      </w:r>
      <w:r w:rsidRPr="00BC1156">
        <w:t>This</w:t>
      </w:r>
      <w:r w:rsidR="00C17D31">
        <w:t xml:space="preserve"> </w:t>
      </w:r>
      <w:r w:rsidRPr="00BC1156">
        <w:t>clause</w:t>
      </w:r>
      <w:r w:rsidR="00C17D31">
        <w:t xml:space="preserve"> </w:t>
      </w:r>
      <w:r>
        <w:t>should</w:t>
      </w:r>
      <w:r w:rsidR="00C17D31">
        <w:t xml:space="preserve"> </w:t>
      </w:r>
      <w:r w:rsidRPr="00BC1156">
        <w:t>be</w:t>
      </w:r>
      <w:r w:rsidR="00C17D31">
        <w:t xml:space="preserve"> </w:t>
      </w:r>
      <w:r w:rsidRPr="00BC1156">
        <w:t>used</w:t>
      </w:r>
      <w:r w:rsidR="00C17D31">
        <w:t xml:space="preserve"> </w:t>
      </w:r>
      <w:r w:rsidRPr="00BC1156">
        <w:t>when</w:t>
      </w:r>
      <w:r w:rsidR="00C17D31">
        <w:t xml:space="preserve"> </w:t>
      </w:r>
      <w:r w:rsidRPr="00BC1156">
        <w:t>the</w:t>
      </w:r>
      <w:r w:rsidR="00C17D31">
        <w:t xml:space="preserve"> </w:t>
      </w:r>
      <w:r w:rsidRPr="00BC1156">
        <w:t>procurement</w:t>
      </w:r>
      <w:r w:rsidR="00C17D31">
        <w:t xml:space="preserve"> </w:t>
      </w:r>
      <w:r w:rsidRPr="00BC1156">
        <w:t>is</w:t>
      </w:r>
      <w:r w:rsidR="00C17D31">
        <w:t xml:space="preserve"> </w:t>
      </w:r>
      <w:r w:rsidRPr="00BC1156">
        <w:t>subject</w:t>
      </w:r>
      <w:r w:rsidR="00C17D31">
        <w:t xml:space="preserve"> </w:t>
      </w:r>
      <w:r w:rsidRPr="00860527">
        <w:t>t</w:t>
      </w:r>
      <w:r>
        <w:t>he</w:t>
      </w:r>
      <w:r w:rsidR="00C17D31">
        <w:t xml:space="preserve"> </w:t>
      </w:r>
      <w:r>
        <w:t>additional</w:t>
      </w:r>
      <w:r w:rsidR="00C17D31">
        <w:t xml:space="preserve"> </w:t>
      </w:r>
      <w:r>
        <w:t>rules</w:t>
      </w:r>
      <w:r w:rsidR="00C17D31">
        <w:t xml:space="preserve"> </w:t>
      </w:r>
      <w:r>
        <w:t>detailed</w:t>
      </w:r>
      <w:r w:rsidR="00C17D31">
        <w:t xml:space="preserve"> </w:t>
      </w:r>
      <w:r>
        <w:t>in</w:t>
      </w:r>
      <w:r w:rsidR="00C17D31">
        <w:t xml:space="preserve"> </w:t>
      </w:r>
      <w:r w:rsidRPr="00BC1156">
        <w:t>the</w:t>
      </w:r>
      <w:r w:rsidR="00C17D31">
        <w:t xml:space="preserve"> </w:t>
      </w:r>
      <w:r>
        <w:t>CPRs</w:t>
      </w:r>
      <w:r w:rsidRPr="00BC1156">
        <w:t>.</w:t>
      </w:r>
    </w:p>
    <w:p w14:paraId="3DA35717" w14:textId="1321A3E5" w:rsidR="00514A46" w:rsidRPr="00833AAE" w:rsidRDefault="00514A46" w:rsidP="00C8034B">
      <w:pPr>
        <w:pStyle w:val="COTCOCLV3-ASDEFCON"/>
      </w:pPr>
      <w:r w:rsidRPr="00833AAE">
        <w:t>The</w:t>
      </w:r>
      <w:r w:rsidR="00C17D31">
        <w:t xml:space="preserve"> </w:t>
      </w:r>
      <w:r w:rsidRPr="00833AAE">
        <w:t>Commonwealth</w:t>
      </w:r>
      <w:r w:rsidR="00C17D31">
        <w:t xml:space="preserve"> </w:t>
      </w:r>
      <w:r w:rsidRPr="00833AAE">
        <w:t>will</w:t>
      </w:r>
      <w:r w:rsidR="00C17D31">
        <w:t xml:space="preserve"> </w:t>
      </w:r>
      <w:r w:rsidRPr="00833AAE">
        <w:t>exclude</w:t>
      </w:r>
      <w:r w:rsidR="00C17D31">
        <w:t xml:space="preserve"> </w:t>
      </w:r>
      <w:r w:rsidRPr="00833AAE">
        <w:t>a</w:t>
      </w:r>
      <w:r w:rsidR="00C17D31">
        <w:t xml:space="preserve"> </w:t>
      </w:r>
      <w:r w:rsidRPr="00833AAE">
        <w:t>tender</w:t>
      </w:r>
      <w:r w:rsidR="00C17D31">
        <w:t xml:space="preserve"> </w:t>
      </w:r>
      <w:r w:rsidRPr="00833AAE">
        <w:t>from</w:t>
      </w:r>
      <w:r w:rsidR="00C17D31">
        <w:t xml:space="preserve"> </w:t>
      </w:r>
      <w:r w:rsidRPr="00833AAE">
        <w:t>further</w:t>
      </w:r>
      <w:r w:rsidR="00C17D31">
        <w:t xml:space="preserve"> </w:t>
      </w:r>
      <w:r w:rsidRPr="00833AAE">
        <w:t>consideration</w:t>
      </w:r>
      <w:r w:rsidR="00C17D31">
        <w:t xml:space="preserve"> </w:t>
      </w:r>
      <w:r w:rsidRPr="00833AAE">
        <w:t>if</w:t>
      </w:r>
      <w:r w:rsidR="00C17D31">
        <w:t xml:space="preserve"> </w:t>
      </w:r>
      <w:r w:rsidRPr="00833AAE">
        <w:t>the</w:t>
      </w:r>
      <w:r w:rsidR="00C17D31">
        <w:t xml:space="preserve"> </w:t>
      </w:r>
      <w:r w:rsidRPr="00833AAE">
        <w:t>Commonwealth</w:t>
      </w:r>
      <w:r w:rsidR="00C17D31">
        <w:t xml:space="preserve"> </w:t>
      </w:r>
      <w:r w:rsidRPr="00833AAE">
        <w:t>considers</w:t>
      </w:r>
      <w:r w:rsidR="00C17D31">
        <w:t xml:space="preserve"> </w:t>
      </w:r>
      <w:r w:rsidRPr="00833AAE">
        <w:t>that</w:t>
      </w:r>
      <w:r w:rsidR="00C17D31">
        <w:t xml:space="preserve"> </w:t>
      </w:r>
      <w:r w:rsidRPr="00833AAE">
        <w:t>the</w:t>
      </w:r>
      <w:r w:rsidR="00C17D31">
        <w:t xml:space="preserve"> </w:t>
      </w:r>
      <w:r w:rsidRPr="00833AAE">
        <w:t>tenderer</w:t>
      </w:r>
      <w:r w:rsidR="00C17D31">
        <w:t xml:space="preserve"> </w:t>
      </w:r>
      <w:r w:rsidRPr="00833AAE">
        <w:t>does</w:t>
      </w:r>
      <w:r w:rsidR="00C17D31">
        <w:t xml:space="preserve"> </w:t>
      </w:r>
      <w:r w:rsidRPr="00833AAE">
        <w:t>not</w:t>
      </w:r>
      <w:r w:rsidR="00C17D31">
        <w:t xml:space="preserve"> </w:t>
      </w:r>
      <w:r>
        <w:t>comply</w:t>
      </w:r>
      <w:r w:rsidR="00C17D31">
        <w:t xml:space="preserve"> </w:t>
      </w:r>
      <w:r>
        <w:t>with</w:t>
      </w:r>
      <w:r w:rsidR="00C17D31">
        <w:t xml:space="preserve"> </w:t>
      </w:r>
      <w:r>
        <w:t>the</w:t>
      </w:r>
      <w:r w:rsidR="00C17D31">
        <w:t xml:space="preserve"> </w:t>
      </w:r>
      <w:r>
        <w:t>Conditions</w:t>
      </w:r>
      <w:r w:rsidR="00C17D31">
        <w:t xml:space="preserve"> </w:t>
      </w:r>
      <w:r>
        <w:t>for</w:t>
      </w:r>
      <w:r w:rsidR="00C17D31">
        <w:t xml:space="preserve"> </w:t>
      </w:r>
      <w:r>
        <w:t>Participation</w:t>
      </w:r>
      <w:r w:rsidR="00C17D31">
        <w:t xml:space="preserve"> </w:t>
      </w:r>
      <w:r>
        <w:t>specified</w:t>
      </w:r>
      <w:r w:rsidR="00C17D31">
        <w:t xml:space="preserve"> </w:t>
      </w:r>
      <w:r>
        <w:t>in</w:t>
      </w:r>
      <w:r w:rsidR="00C17D31">
        <w:t xml:space="preserve"> </w:t>
      </w:r>
      <w:r>
        <w:t>the</w:t>
      </w:r>
      <w:r w:rsidR="00C17D31">
        <w:t xml:space="preserve"> </w:t>
      </w:r>
      <w:r>
        <w:t>Tender</w:t>
      </w:r>
      <w:r w:rsidR="00C17D31">
        <w:t xml:space="preserve"> </w:t>
      </w:r>
      <w:r>
        <w:t>Details</w:t>
      </w:r>
      <w:r w:rsidR="00C17D31">
        <w:t xml:space="preserve"> </w:t>
      </w:r>
      <w:r>
        <w:t>Schedule.</w:t>
      </w:r>
    </w:p>
    <w:p w14:paraId="3E50DB5B" w14:textId="44047D0E" w:rsidR="00514A46" w:rsidRPr="00981B92" w:rsidRDefault="00514A46" w:rsidP="00C8034B">
      <w:pPr>
        <w:pStyle w:val="COTCOCLV2-ASDEFCON"/>
      </w:pPr>
      <w:bookmarkStart w:id="435" w:name="_Ref434501157"/>
      <w:bookmarkStart w:id="436" w:name="_Toc121903985"/>
      <w:bookmarkStart w:id="437" w:name="_Toc175208061"/>
      <w:r w:rsidRPr="00981B92">
        <w:t>Essential</w:t>
      </w:r>
      <w:r w:rsidR="00C17D31">
        <w:t xml:space="preserve"> </w:t>
      </w:r>
      <w:r w:rsidRPr="00981B92">
        <w:t>Requirements</w:t>
      </w:r>
      <w:r w:rsidR="00C17D31">
        <w:t xml:space="preserve"> </w:t>
      </w:r>
      <w:r w:rsidRPr="00981B92">
        <w:t>(Optional)</w:t>
      </w:r>
      <w:bookmarkEnd w:id="435"/>
      <w:bookmarkEnd w:id="436"/>
      <w:bookmarkEnd w:id="437"/>
    </w:p>
    <w:p w14:paraId="3EFC0F45" w14:textId="4D328943" w:rsidR="00514A46" w:rsidRPr="00981B92" w:rsidRDefault="00514A46" w:rsidP="00C8034B">
      <w:pPr>
        <w:pStyle w:val="NoteToDrafters-ASDEFCON"/>
      </w:pPr>
      <w:r w:rsidRPr="00981B92">
        <w:t>Note</w:t>
      </w:r>
      <w:r w:rsidR="00C17D31">
        <w:t xml:space="preserve"> </w:t>
      </w:r>
      <w:r w:rsidRPr="00981B92">
        <w:t>to</w:t>
      </w:r>
      <w:r w:rsidR="00C17D31">
        <w:t xml:space="preserve"> </w:t>
      </w:r>
      <w:r w:rsidRPr="00981B92">
        <w:t>drafters:</w:t>
      </w:r>
      <w:r w:rsidR="00C17D31">
        <w:t xml:space="preserve">  </w:t>
      </w:r>
      <w:r>
        <w:t>This</w:t>
      </w:r>
      <w:r w:rsidR="00C17D31">
        <w:t xml:space="preserve"> </w:t>
      </w:r>
      <w:r>
        <w:t>clause</w:t>
      </w:r>
      <w:r w:rsidR="00C17D31">
        <w:t xml:space="preserve"> </w:t>
      </w:r>
      <w:r>
        <w:t>is</w:t>
      </w:r>
      <w:r w:rsidR="00C17D31">
        <w:t xml:space="preserve"> </w:t>
      </w:r>
      <w:r>
        <w:t>to</w:t>
      </w:r>
      <w:r w:rsidR="00C17D31">
        <w:t xml:space="preserve"> </w:t>
      </w:r>
      <w:r>
        <w:t>be</w:t>
      </w:r>
      <w:r w:rsidR="00C17D31">
        <w:t xml:space="preserve"> </w:t>
      </w:r>
      <w:r>
        <w:t>used</w:t>
      </w:r>
      <w:r w:rsidR="00C17D31">
        <w:t xml:space="preserve"> </w:t>
      </w:r>
      <w:r>
        <w:t>if</w:t>
      </w:r>
      <w:r w:rsidR="00C17D31">
        <w:t xml:space="preserve"> </w:t>
      </w:r>
      <w:r>
        <w:t>the</w:t>
      </w:r>
      <w:r w:rsidR="00C17D31">
        <w:t xml:space="preserve"> </w:t>
      </w:r>
      <w:r>
        <w:t>draft</w:t>
      </w:r>
      <w:r w:rsidR="00C17D31">
        <w:t xml:space="preserve"> </w:t>
      </w:r>
      <w:r>
        <w:t>SOW</w:t>
      </w:r>
      <w:r w:rsidR="00C17D31">
        <w:t xml:space="preserve"> </w:t>
      </w:r>
      <w:r>
        <w:t>contains</w:t>
      </w:r>
      <w:r w:rsidR="00C17D31">
        <w:t xml:space="preserve"> </w:t>
      </w:r>
      <w:r>
        <w:t>essential</w:t>
      </w:r>
      <w:r w:rsidR="00C17D31">
        <w:t xml:space="preserve"> </w:t>
      </w:r>
      <w:r>
        <w:t>requirements.</w:t>
      </w:r>
      <w:r w:rsidR="00C17D31">
        <w:t xml:space="preserve">  </w:t>
      </w:r>
      <w:r>
        <w:t>When</w:t>
      </w:r>
      <w:r w:rsidR="00C17D31">
        <w:t xml:space="preserve"> </w:t>
      </w:r>
      <w:r w:rsidRPr="00AB46EB">
        <w:t>the</w:t>
      </w:r>
      <w:r w:rsidR="00C17D31">
        <w:t xml:space="preserve"> </w:t>
      </w:r>
      <w:r w:rsidRPr="00AB46EB">
        <w:t>procurement</w:t>
      </w:r>
      <w:r w:rsidR="00C17D31">
        <w:t xml:space="preserve"> </w:t>
      </w:r>
      <w:r w:rsidRPr="00AB46EB">
        <w:t>is</w:t>
      </w:r>
      <w:r w:rsidR="00C17D31">
        <w:t xml:space="preserve"> </w:t>
      </w:r>
      <w:r w:rsidRPr="00AB46EB">
        <w:t>subject</w:t>
      </w:r>
      <w:r w:rsidR="00C17D31">
        <w:t xml:space="preserve"> </w:t>
      </w:r>
      <w:r w:rsidRPr="00AB46EB">
        <w:t>to</w:t>
      </w:r>
      <w:r w:rsidR="00C17D31">
        <w:t xml:space="preserve"> </w:t>
      </w:r>
      <w:r w:rsidRPr="00AB46EB">
        <w:t>the</w:t>
      </w:r>
      <w:r w:rsidR="00C17D31">
        <w:t xml:space="preserve"> </w:t>
      </w:r>
      <w:r w:rsidRPr="00AB46EB">
        <w:t>additional</w:t>
      </w:r>
      <w:r w:rsidR="00C17D31">
        <w:t xml:space="preserve"> </w:t>
      </w:r>
      <w:r w:rsidRPr="00AB46EB">
        <w:t>rules</w:t>
      </w:r>
      <w:r w:rsidR="00C17D31">
        <w:t xml:space="preserve"> </w:t>
      </w:r>
      <w:r w:rsidRPr="00AB46EB">
        <w:t>detailed</w:t>
      </w:r>
      <w:r w:rsidR="00C17D31">
        <w:t xml:space="preserve"> </w:t>
      </w:r>
      <w:r w:rsidRPr="00AB46EB">
        <w:t>in</w:t>
      </w:r>
      <w:r w:rsidR="00C17D31">
        <w:t xml:space="preserve"> </w:t>
      </w:r>
      <w:r w:rsidRPr="00AB46EB">
        <w:t>the</w:t>
      </w:r>
      <w:r w:rsidR="00C17D31">
        <w:t xml:space="preserve"> </w:t>
      </w:r>
      <w:r w:rsidRPr="00AB46EB">
        <w:t>CPRs</w:t>
      </w:r>
      <w:r>
        <w:t>,</w:t>
      </w:r>
      <w:r w:rsidR="00C17D31">
        <w:t xml:space="preserve"> </w:t>
      </w:r>
      <w:r>
        <w:t>‘will’</w:t>
      </w:r>
      <w:r w:rsidR="00C17D31">
        <w:t xml:space="preserve"> </w:t>
      </w:r>
      <w:r>
        <w:t>is</w:t>
      </w:r>
      <w:r w:rsidR="00C17D31">
        <w:t xml:space="preserve"> </w:t>
      </w:r>
      <w:r>
        <w:t>to</w:t>
      </w:r>
      <w:r w:rsidR="00C17D31">
        <w:t xml:space="preserve"> </w:t>
      </w:r>
      <w:r>
        <w:t>be</w:t>
      </w:r>
      <w:r w:rsidR="00C17D31">
        <w:t xml:space="preserve"> </w:t>
      </w:r>
      <w:r>
        <w:t>selected</w:t>
      </w:r>
      <w:r w:rsidR="00C17D31">
        <w:t xml:space="preserve"> </w:t>
      </w:r>
      <w:r>
        <w:t>from</w:t>
      </w:r>
      <w:r w:rsidR="00C17D31">
        <w:t xml:space="preserve"> </w:t>
      </w:r>
      <w:r>
        <w:t>the</w:t>
      </w:r>
      <w:r w:rsidR="00C17D31">
        <w:t xml:space="preserve"> </w:t>
      </w:r>
      <w:r>
        <w:t>following</w:t>
      </w:r>
      <w:r w:rsidR="00C17D31">
        <w:t xml:space="preserve"> </w:t>
      </w:r>
      <w:r>
        <w:t>clause</w:t>
      </w:r>
      <w:r w:rsidRPr="00AB46EB">
        <w:t>.</w:t>
      </w:r>
      <w:r w:rsidR="00C17D31">
        <w:t xml:space="preserve">  </w:t>
      </w:r>
      <w:r>
        <w:t>When</w:t>
      </w:r>
      <w:r w:rsidR="00C17D31">
        <w:t xml:space="preserve"> </w:t>
      </w:r>
      <w:r w:rsidRPr="00AB46EB">
        <w:t>the</w:t>
      </w:r>
      <w:r w:rsidR="00C17D31">
        <w:t xml:space="preserve"> </w:t>
      </w:r>
      <w:r w:rsidRPr="00AB46EB">
        <w:t>procurement</w:t>
      </w:r>
      <w:r w:rsidR="00C17D31">
        <w:t xml:space="preserve"> </w:t>
      </w:r>
      <w:r w:rsidRPr="00AB46EB">
        <w:t>is</w:t>
      </w:r>
      <w:r w:rsidR="00C17D31">
        <w:t xml:space="preserve"> </w:t>
      </w:r>
      <w:r w:rsidRPr="00E72349">
        <w:t>NOT</w:t>
      </w:r>
      <w:r w:rsidR="00C17D31">
        <w:t xml:space="preserve"> </w:t>
      </w:r>
      <w:r w:rsidRPr="00AB46EB">
        <w:t>subject</w:t>
      </w:r>
      <w:r w:rsidR="00C17D31">
        <w:t xml:space="preserve"> </w:t>
      </w:r>
      <w:r w:rsidRPr="00AB46EB">
        <w:t>to</w:t>
      </w:r>
      <w:r w:rsidR="00C17D31">
        <w:t xml:space="preserve"> </w:t>
      </w:r>
      <w:r w:rsidRPr="00AB46EB">
        <w:t>the</w:t>
      </w:r>
      <w:r w:rsidR="00C17D31">
        <w:t xml:space="preserve"> </w:t>
      </w:r>
      <w:r w:rsidRPr="00AB46EB">
        <w:t>additional</w:t>
      </w:r>
      <w:r w:rsidR="00C17D31">
        <w:t xml:space="preserve"> </w:t>
      </w:r>
      <w:r w:rsidRPr="00AB46EB">
        <w:t>rules</w:t>
      </w:r>
      <w:r w:rsidR="00C17D31">
        <w:t xml:space="preserve"> </w:t>
      </w:r>
      <w:r w:rsidRPr="00AB46EB">
        <w:t>detailed</w:t>
      </w:r>
      <w:r w:rsidR="00C17D31">
        <w:t xml:space="preserve"> </w:t>
      </w:r>
      <w:r w:rsidRPr="00AB46EB">
        <w:t>in</w:t>
      </w:r>
      <w:r w:rsidR="00C17D31">
        <w:t xml:space="preserve"> </w:t>
      </w:r>
      <w:r w:rsidRPr="00AB46EB">
        <w:t>the</w:t>
      </w:r>
      <w:r w:rsidR="00C17D31">
        <w:t xml:space="preserve"> </w:t>
      </w:r>
      <w:r w:rsidRPr="00AB46EB">
        <w:t>CPRs</w:t>
      </w:r>
      <w:r>
        <w:t>,</w:t>
      </w:r>
      <w:r w:rsidR="00C17D31">
        <w:t xml:space="preserve"> </w:t>
      </w:r>
      <w:r>
        <w:t>‘may’</w:t>
      </w:r>
      <w:r w:rsidR="00C17D31">
        <w:t xml:space="preserve"> </w:t>
      </w:r>
      <w:r>
        <w:t>is</w:t>
      </w:r>
      <w:r w:rsidR="00C17D31">
        <w:t xml:space="preserve"> </w:t>
      </w:r>
      <w:r>
        <w:t>to</w:t>
      </w:r>
      <w:r w:rsidR="00C17D31">
        <w:t xml:space="preserve"> </w:t>
      </w:r>
      <w:r>
        <w:t>be</w:t>
      </w:r>
      <w:r w:rsidR="00C17D31">
        <w:t xml:space="preserve"> </w:t>
      </w:r>
      <w:r>
        <w:t>selected.</w:t>
      </w:r>
    </w:p>
    <w:p w14:paraId="66E2A268" w14:textId="0502CBFC" w:rsidR="00514A46" w:rsidRPr="00BC3E27" w:rsidRDefault="00514A46" w:rsidP="00C8034B">
      <w:pPr>
        <w:pStyle w:val="COTCOCLV3-ASDEFCON"/>
      </w:pPr>
      <w:r w:rsidRPr="00BC3E27">
        <w:t>The</w:t>
      </w:r>
      <w:r w:rsidR="00C17D31">
        <w:t xml:space="preserve"> </w:t>
      </w:r>
      <w:r w:rsidRPr="00BC3E27">
        <w:t>Commonwealth</w:t>
      </w:r>
      <w:r w:rsidR="00C17D31">
        <w:t xml:space="preserve"> </w:t>
      </w:r>
      <w:r w:rsidRPr="009909A1">
        <w:rPr>
          <w:b/>
          <w:lang w:eastAsia="zh-CN"/>
        </w:rPr>
        <w:fldChar w:fldCharType="begin">
          <w:ffData>
            <w:name w:val="Text3"/>
            <w:enabled/>
            <w:calcOnExit w:val="0"/>
            <w:textInput>
              <w:default w:val="[MAY/WILL]"/>
              <w:format w:val="UPPERCASE"/>
            </w:textInput>
          </w:ffData>
        </w:fldChar>
      </w:r>
      <w:r w:rsidRPr="009909A1">
        <w:rPr>
          <w:b/>
          <w:lang w:eastAsia="zh-CN"/>
        </w:rPr>
        <w:instrText xml:space="preserve"> FORMTEXT </w:instrText>
      </w:r>
      <w:r w:rsidRPr="009909A1">
        <w:rPr>
          <w:b/>
          <w:lang w:eastAsia="zh-CN"/>
        </w:rPr>
      </w:r>
      <w:r w:rsidRPr="009909A1">
        <w:rPr>
          <w:b/>
          <w:lang w:eastAsia="zh-CN"/>
        </w:rPr>
        <w:fldChar w:fldCharType="separate"/>
      </w:r>
      <w:r w:rsidR="00266516">
        <w:rPr>
          <w:b/>
          <w:noProof/>
          <w:lang w:eastAsia="zh-CN"/>
        </w:rPr>
        <w:t>[MAY/WILL]</w:t>
      </w:r>
      <w:r w:rsidRPr="009909A1">
        <w:rPr>
          <w:b/>
          <w:lang w:eastAsia="zh-CN"/>
        </w:rPr>
        <w:fldChar w:fldCharType="end"/>
      </w:r>
      <w:r w:rsidR="00C17D31">
        <w:t xml:space="preserve"> </w:t>
      </w:r>
      <w:r w:rsidRPr="00BC3E27">
        <w:t>exclude</w:t>
      </w:r>
      <w:r w:rsidR="00C17D31">
        <w:t xml:space="preserve"> </w:t>
      </w:r>
      <w:r w:rsidRPr="00BC3E27">
        <w:t>a</w:t>
      </w:r>
      <w:r w:rsidR="00C17D31">
        <w:t xml:space="preserve"> </w:t>
      </w:r>
      <w:r>
        <w:t>tender</w:t>
      </w:r>
      <w:r w:rsidR="00C17D31">
        <w:t xml:space="preserve"> </w:t>
      </w:r>
      <w:r w:rsidRPr="00BC3E27">
        <w:t>from</w:t>
      </w:r>
      <w:r w:rsidR="00C17D31">
        <w:t xml:space="preserve"> </w:t>
      </w:r>
      <w:r w:rsidRPr="00BC3E27">
        <w:t>further</w:t>
      </w:r>
      <w:r w:rsidR="00C17D31">
        <w:t xml:space="preserve"> </w:t>
      </w:r>
      <w:r w:rsidRPr="00BC3E27">
        <w:t>consideration</w:t>
      </w:r>
      <w:r w:rsidR="00C17D31">
        <w:t xml:space="preserve"> </w:t>
      </w:r>
      <w:r w:rsidRPr="00BC3E27">
        <w:t>if</w:t>
      </w:r>
      <w:r w:rsidR="00C17D31">
        <w:t xml:space="preserve"> </w:t>
      </w:r>
      <w:r w:rsidRPr="00BC3E27">
        <w:t>the</w:t>
      </w:r>
      <w:r w:rsidR="00C17D31">
        <w:t xml:space="preserve"> </w:t>
      </w:r>
      <w:r w:rsidRPr="00BC3E27">
        <w:t>Commonwealth</w:t>
      </w:r>
      <w:r w:rsidR="00C17D31">
        <w:t xml:space="preserve"> </w:t>
      </w:r>
      <w:r w:rsidRPr="00BC3E27">
        <w:t>considers</w:t>
      </w:r>
      <w:r w:rsidR="00C17D31">
        <w:t xml:space="preserve"> </w:t>
      </w:r>
      <w:r w:rsidRPr="00BC3E27">
        <w:t>that</w:t>
      </w:r>
      <w:r w:rsidR="00C17D31">
        <w:t xml:space="preserve"> </w:t>
      </w:r>
      <w:r w:rsidRPr="00BC3E27">
        <w:t>the</w:t>
      </w:r>
      <w:r w:rsidR="00C17D31">
        <w:t xml:space="preserve"> </w:t>
      </w:r>
      <w:r>
        <w:t>tender</w:t>
      </w:r>
      <w:r w:rsidR="00C17D31">
        <w:t xml:space="preserve"> </w:t>
      </w:r>
      <w:r w:rsidRPr="00BC3E27">
        <w:t>does</w:t>
      </w:r>
      <w:r w:rsidR="00C17D31">
        <w:t xml:space="preserve"> </w:t>
      </w:r>
      <w:r w:rsidRPr="00BC3E27">
        <w:t>not</w:t>
      </w:r>
      <w:r w:rsidR="00C17D31">
        <w:t xml:space="preserve"> </w:t>
      </w:r>
      <w:r w:rsidRPr="00BC3E27">
        <w:t>comply</w:t>
      </w:r>
      <w:r w:rsidR="00C17D31">
        <w:t xml:space="preserve"> </w:t>
      </w:r>
      <w:r w:rsidRPr="00BC3E27">
        <w:t>with</w:t>
      </w:r>
      <w:r w:rsidR="00C17D31">
        <w:t xml:space="preserve"> </w:t>
      </w:r>
      <w:r w:rsidRPr="00BC3E27">
        <w:t>a</w:t>
      </w:r>
      <w:r w:rsidR="00C17D31">
        <w:t xml:space="preserve"> </w:t>
      </w:r>
      <w:r w:rsidRPr="00BC3E27">
        <w:t>requirement</w:t>
      </w:r>
      <w:r w:rsidR="00C17D31">
        <w:t xml:space="preserve"> </w:t>
      </w:r>
      <w:r w:rsidRPr="00BC3E27">
        <w:t>identified</w:t>
      </w:r>
      <w:r w:rsidR="00C17D31">
        <w:t xml:space="preserve"> </w:t>
      </w:r>
      <w:r w:rsidRPr="00BC3E27">
        <w:t>as</w:t>
      </w:r>
      <w:r w:rsidR="00C17D31">
        <w:t xml:space="preserve"> </w:t>
      </w:r>
      <w:r w:rsidRPr="00BC3E27">
        <w:t>essential</w:t>
      </w:r>
      <w:r w:rsidR="00C17D31">
        <w:t xml:space="preserve"> </w:t>
      </w:r>
      <w:r w:rsidRPr="00BC3E27">
        <w:t>in</w:t>
      </w:r>
      <w:r w:rsidR="00C17D31">
        <w:t xml:space="preserve"> </w:t>
      </w:r>
      <w:r w:rsidRPr="00BC3E27">
        <w:t>the</w:t>
      </w:r>
      <w:r w:rsidR="00C17D31">
        <w:t xml:space="preserve"> </w:t>
      </w:r>
      <w:r>
        <w:t>draft</w:t>
      </w:r>
      <w:r w:rsidR="00C17D31">
        <w:t xml:space="preserve"> </w:t>
      </w:r>
      <w:r>
        <w:t>SOW.</w:t>
      </w:r>
    </w:p>
    <w:p w14:paraId="1F7D4F8B" w14:textId="437877C7" w:rsidR="00514A46" w:rsidRPr="00BC1156" w:rsidRDefault="00514A46" w:rsidP="00C8034B">
      <w:pPr>
        <w:pStyle w:val="COTCOCLV2-ASDEFCON"/>
      </w:pPr>
      <w:bookmarkStart w:id="438" w:name="_Toc121903986"/>
      <w:bookmarkStart w:id="439" w:name="_Toc175208062"/>
      <w:r w:rsidRPr="00BC1156">
        <w:t>Negotiation</w:t>
      </w:r>
      <w:r w:rsidR="00C17D31">
        <w:t xml:space="preserve"> </w:t>
      </w:r>
      <w:r w:rsidRPr="00BC1156">
        <w:t>(Core)</w:t>
      </w:r>
      <w:bookmarkEnd w:id="438"/>
      <w:bookmarkEnd w:id="439"/>
    </w:p>
    <w:p w14:paraId="25614038" w14:textId="226C5E82" w:rsidR="00514A46" w:rsidRDefault="00514A46" w:rsidP="00C8034B">
      <w:pPr>
        <w:pStyle w:val="COTCOCLV3-ASDEFCON"/>
      </w:pPr>
      <w:r w:rsidRPr="000935DB">
        <w:t>The</w:t>
      </w:r>
      <w:r w:rsidR="00C17D31">
        <w:t xml:space="preserve"> </w:t>
      </w:r>
      <w:r w:rsidRPr="000935DB">
        <w:t>Commonwealth</w:t>
      </w:r>
      <w:r w:rsidR="00C17D31">
        <w:t xml:space="preserve"> </w:t>
      </w:r>
      <w:r w:rsidRPr="000935DB">
        <w:t>may</w:t>
      </w:r>
      <w:r w:rsidR="00C17D31">
        <w:t xml:space="preserve"> </w:t>
      </w:r>
      <w:r w:rsidRPr="000935DB">
        <w:t>engage</w:t>
      </w:r>
      <w:r w:rsidR="00C17D31">
        <w:t xml:space="preserve"> </w:t>
      </w:r>
      <w:r w:rsidRPr="000935DB">
        <w:t>one</w:t>
      </w:r>
      <w:r w:rsidR="00C17D31">
        <w:t xml:space="preserve"> </w:t>
      </w:r>
      <w:r w:rsidRPr="000935DB">
        <w:t>or</w:t>
      </w:r>
      <w:r w:rsidR="00C17D31">
        <w:t xml:space="preserve"> </w:t>
      </w:r>
      <w:r w:rsidRPr="000935DB">
        <w:t>more</w:t>
      </w:r>
      <w:r w:rsidR="00C17D31">
        <w:t xml:space="preserve"> </w:t>
      </w:r>
      <w:r w:rsidRPr="000935DB">
        <w:t>tenderers</w:t>
      </w:r>
      <w:r w:rsidR="00C17D31">
        <w:t xml:space="preserve"> </w:t>
      </w:r>
      <w:r w:rsidRPr="000935DB">
        <w:t>in</w:t>
      </w:r>
      <w:r w:rsidR="00C17D31">
        <w:t xml:space="preserve"> </w:t>
      </w:r>
      <w:r w:rsidRPr="000935DB">
        <w:t>negotiations</w:t>
      </w:r>
      <w:r>
        <w:t>,</w:t>
      </w:r>
      <w:r w:rsidR="00C17D31">
        <w:t xml:space="preserve"> </w:t>
      </w:r>
      <w:r>
        <w:t>which</w:t>
      </w:r>
      <w:r w:rsidR="00C17D31">
        <w:t xml:space="preserve"> </w:t>
      </w:r>
      <w:r>
        <w:t>may</w:t>
      </w:r>
      <w:r w:rsidR="00C17D31">
        <w:t xml:space="preserve"> </w:t>
      </w:r>
      <w:r>
        <w:t>involve</w:t>
      </w:r>
      <w:r w:rsidR="00C17D31">
        <w:t xml:space="preserve"> </w:t>
      </w:r>
      <w:r>
        <w:t>tenderers</w:t>
      </w:r>
      <w:r w:rsidR="00C17D31">
        <w:t xml:space="preserve"> </w:t>
      </w:r>
      <w:r>
        <w:t>being</w:t>
      </w:r>
      <w:r w:rsidR="00C17D31">
        <w:t xml:space="preserve"> </w:t>
      </w:r>
      <w:r>
        <w:t>asked</w:t>
      </w:r>
      <w:r w:rsidR="00C17D31">
        <w:t xml:space="preserve"> </w:t>
      </w:r>
      <w:r>
        <w:t>to:</w:t>
      </w:r>
    </w:p>
    <w:p w14:paraId="1EE96B14" w14:textId="1DC1905D" w:rsidR="00514A46" w:rsidRDefault="00514A46" w:rsidP="00C8034B">
      <w:pPr>
        <w:pStyle w:val="COTCOCLV4-ASDEFCON"/>
      </w:pPr>
      <w:r w:rsidRPr="000935DB">
        <w:t>clarify,</w:t>
      </w:r>
      <w:r w:rsidR="00C17D31">
        <w:t xml:space="preserve"> </w:t>
      </w:r>
      <w:r w:rsidRPr="000935DB">
        <w:t>improve</w:t>
      </w:r>
      <w:r w:rsidR="00C17D31">
        <w:t xml:space="preserve"> </w:t>
      </w:r>
      <w:r w:rsidRPr="000935DB">
        <w:t>or</w:t>
      </w:r>
      <w:r w:rsidR="00C17D31">
        <w:t xml:space="preserve"> </w:t>
      </w:r>
      <w:r w:rsidRPr="000935DB">
        <w:t>consolidate</w:t>
      </w:r>
      <w:r w:rsidR="00C17D31">
        <w:t xml:space="preserve"> </w:t>
      </w:r>
      <w:r w:rsidRPr="000935DB">
        <w:t>any</w:t>
      </w:r>
      <w:r w:rsidR="00C17D31">
        <w:t xml:space="preserve"> </w:t>
      </w:r>
      <w:r w:rsidRPr="000935DB">
        <w:t>of</w:t>
      </w:r>
      <w:r w:rsidR="00C17D31">
        <w:t xml:space="preserve"> </w:t>
      </w:r>
      <w:r w:rsidRPr="000935DB">
        <w:t>the</w:t>
      </w:r>
      <w:r w:rsidR="00C17D31">
        <w:t xml:space="preserve"> </w:t>
      </w:r>
      <w:r w:rsidRPr="000935DB">
        <w:t>technical,</w:t>
      </w:r>
      <w:r w:rsidR="00C17D31">
        <w:t xml:space="preserve"> </w:t>
      </w:r>
      <w:r w:rsidRPr="000935DB">
        <w:t>commercial,</w:t>
      </w:r>
      <w:r w:rsidR="00C17D31">
        <w:t xml:space="preserve"> </w:t>
      </w:r>
      <w:r w:rsidRPr="000935DB">
        <w:t>legal,</w:t>
      </w:r>
      <w:r w:rsidR="00C17D31">
        <w:t xml:space="preserve"> </w:t>
      </w:r>
      <w:r w:rsidRPr="000935DB">
        <w:t>financial</w:t>
      </w:r>
      <w:r w:rsidR="00C17D31">
        <w:t xml:space="preserve"> </w:t>
      </w:r>
      <w:r w:rsidRPr="000935DB">
        <w:t>and</w:t>
      </w:r>
      <w:r w:rsidR="00C17D31">
        <w:t xml:space="preserve"> </w:t>
      </w:r>
      <w:r w:rsidRPr="000935DB">
        <w:t>operational</w:t>
      </w:r>
      <w:r w:rsidR="00C17D31">
        <w:t xml:space="preserve"> </w:t>
      </w:r>
      <w:r w:rsidRPr="000935DB">
        <w:t>aspects</w:t>
      </w:r>
      <w:r w:rsidR="00C17D31">
        <w:t xml:space="preserve"> </w:t>
      </w:r>
      <w:r w:rsidRPr="000935DB">
        <w:t>of</w:t>
      </w:r>
      <w:r w:rsidR="00C17D31">
        <w:t xml:space="preserve"> </w:t>
      </w:r>
      <w:r w:rsidRPr="000935DB">
        <w:t>their</w:t>
      </w:r>
      <w:r w:rsidR="00C17D31">
        <w:t xml:space="preserve"> </w:t>
      </w:r>
      <w:r w:rsidRPr="000935DB">
        <w:t>tenders</w:t>
      </w:r>
      <w:r>
        <w:t>;</w:t>
      </w:r>
      <w:r w:rsidR="00C17D31">
        <w:t xml:space="preserve"> </w:t>
      </w:r>
      <w:r>
        <w:t>or</w:t>
      </w:r>
    </w:p>
    <w:p w14:paraId="7BBDA3B9" w14:textId="10CC93DE" w:rsidR="00514A46" w:rsidRPr="000935DB" w:rsidRDefault="00514A46" w:rsidP="00C8034B">
      <w:pPr>
        <w:pStyle w:val="COTCOCLV4-ASDEFCON"/>
      </w:pPr>
      <w:r>
        <w:t>enter</w:t>
      </w:r>
      <w:r w:rsidR="00C17D31">
        <w:t xml:space="preserve"> </w:t>
      </w:r>
      <w:r>
        <w:t>into</w:t>
      </w:r>
      <w:r w:rsidR="00C17D31">
        <w:t xml:space="preserve"> </w:t>
      </w:r>
      <w:r>
        <w:t>an</w:t>
      </w:r>
      <w:r w:rsidR="00C17D31">
        <w:t xml:space="preserve"> </w:t>
      </w:r>
      <w:r>
        <w:t>agreement</w:t>
      </w:r>
      <w:r w:rsidR="00C17D31">
        <w:t xml:space="preserve"> </w:t>
      </w:r>
      <w:r>
        <w:t>with</w:t>
      </w:r>
      <w:r w:rsidR="00C17D31">
        <w:t xml:space="preserve"> </w:t>
      </w:r>
      <w:r>
        <w:t>the</w:t>
      </w:r>
      <w:r w:rsidR="00C17D31">
        <w:t xml:space="preserve"> </w:t>
      </w:r>
      <w:r>
        <w:t>Commonwealth</w:t>
      </w:r>
      <w:r w:rsidR="00C17D31">
        <w:t xml:space="preserve"> </w:t>
      </w:r>
      <w:r>
        <w:t>relating</w:t>
      </w:r>
      <w:r w:rsidR="00C17D31">
        <w:t xml:space="preserve"> </w:t>
      </w:r>
      <w:r>
        <w:t>to</w:t>
      </w:r>
      <w:r w:rsidR="00C17D31">
        <w:t xml:space="preserve"> </w:t>
      </w:r>
      <w:r>
        <w:t>the</w:t>
      </w:r>
      <w:r w:rsidR="00C17D31">
        <w:t xml:space="preserve"> </w:t>
      </w:r>
      <w:r>
        <w:t>terms</w:t>
      </w:r>
      <w:r w:rsidR="00C17D31">
        <w:t xml:space="preserve"> </w:t>
      </w:r>
      <w:r>
        <w:t>of</w:t>
      </w:r>
      <w:r w:rsidR="00C17D31">
        <w:t xml:space="preserve"> </w:t>
      </w:r>
      <w:r>
        <w:t>the</w:t>
      </w:r>
      <w:r w:rsidR="00C17D31">
        <w:t xml:space="preserve"> </w:t>
      </w:r>
      <w:r>
        <w:t>detailed</w:t>
      </w:r>
      <w:r w:rsidR="00C17D31">
        <w:t xml:space="preserve"> </w:t>
      </w:r>
      <w:r>
        <w:t>engagement</w:t>
      </w:r>
      <w:r w:rsidR="00C17D31">
        <w:t xml:space="preserve"> </w:t>
      </w:r>
      <w:r>
        <w:t>with</w:t>
      </w:r>
      <w:r w:rsidR="00C17D31">
        <w:t xml:space="preserve"> </w:t>
      </w:r>
      <w:r>
        <w:t>that</w:t>
      </w:r>
      <w:r w:rsidR="00C17D31">
        <w:t xml:space="preserve"> </w:t>
      </w:r>
      <w:r>
        <w:t>tenderer</w:t>
      </w:r>
      <w:r w:rsidRPr="000935DB">
        <w:t>.</w:t>
      </w:r>
    </w:p>
    <w:p w14:paraId="353ED8A8" w14:textId="1082C5B1" w:rsidR="00514A46" w:rsidRPr="00BC1156" w:rsidRDefault="00514A46" w:rsidP="00C8034B">
      <w:pPr>
        <w:pStyle w:val="COTCOCLV2-ASDEFCON"/>
      </w:pPr>
      <w:bookmarkStart w:id="440" w:name="_Toc121903987"/>
      <w:bookmarkStart w:id="441" w:name="_Toc175208063"/>
      <w:r w:rsidRPr="00BC1156">
        <w:t>Preferred</w:t>
      </w:r>
      <w:r w:rsidR="00C17D31">
        <w:t xml:space="preserve"> </w:t>
      </w:r>
      <w:r w:rsidRPr="00BC1156">
        <w:t>Tenderer</w:t>
      </w:r>
      <w:r w:rsidR="00C17D31">
        <w:t xml:space="preserve"> </w:t>
      </w:r>
      <w:r w:rsidRPr="00BC1156">
        <w:t>Status</w:t>
      </w:r>
      <w:r w:rsidR="00C17D31">
        <w:t xml:space="preserve"> </w:t>
      </w:r>
      <w:r w:rsidRPr="00BC1156">
        <w:t>(Core)</w:t>
      </w:r>
      <w:bookmarkEnd w:id="440"/>
      <w:bookmarkEnd w:id="441"/>
    </w:p>
    <w:p w14:paraId="470A86F6" w14:textId="4D1B517B" w:rsidR="00514A46" w:rsidRPr="00BC1156" w:rsidRDefault="00514A46" w:rsidP="00C8034B">
      <w:pPr>
        <w:pStyle w:val="COTCOCLV3-ASDEFCON"/>
      </w:pPr>
      <w:r w:rsidRPr="00BC1156">
        <w:t>The</w:t>
      </w:r>
      <w:r w:rsidR="00C17D31">
        <w:t xml:space="preserve"> </w:t>
      </w:r>
      <w:r w:rsidRPr="00BC1156">
        <w:t>Commonwealth</w:t>
      </w:r>
      <w:r w:rsidR="00C17D31">
        <w:t xml:space="preserve"> </w:t>
      </w:r>
      <w:r w:rsidRPr="00BC1156">
        <w:t>may</w:t>
      </w:r>
      <w:r w:rsidR="00C17D31">
        <w:t xml:space="preserve"> </w:t>
      </w:r>
      <w:r w:rsidRPr="00BC1156">
        <w:t>select</w:t>
      </w:r>
      <w:r w:rsidR="00C17D31">
        <w:t xml:space="preserve"> </w:t>
      </w:r>
      <w:r w:rsidRPr="00BC1156">
        <w:t>a</w:t>
      </w:r>
      <w:r w:rsidR="00C17D31">
        <w:t xml:space="preserve"> </w:t>
      </w:r>
      <w:r w:rsidRPr="00BC1156">
        <w:t>tenderer</w:t>
      </w:r>
      <w:r w:rsidR="00C17D31">
        <w:t xml:space="preserve"> </w:t>
      </w:r>
      <w:r w:rsidRPr="00BC1156">
        <w:t>as</w:t>
      </w:r>
      <w:r w:rsidR="00C17D31">
        <w:t xml:space="preserve"> </w:t>
      </w:r>
      <w:r>
        <w:t>a</w:t>
      </w:r>
      <w:r w:rsidR="00C17D31">
        <w:t xml:space="preserve"> </w:t>
      </w:r>
      <w:r w:rsidRPr="00BC1156">
        <w:t>preferred</w:t>
      </w:r>
      <w:r w:rsidR="00C17D31">
        <w:t xml:space="preserve"> </w:t>
      </w:r>
      <w:r w:rsidRPr="00BC1156">
        <w:t>tenderer,</w:t>
      </w:r>
      <w:r w:rsidR="00C17D31">
        <w:t xml:space="preserve"> </w:t>
      </w:r>
      <w:r w:rsidRPr="00BC1156">
        <w:t>but</w:t>
      </w:r>
      <w:r w:rsidR="00C17D31">
        <w:t xml:space="preserve"> </w:t>
      </w:r>
      <w:r w:rsidRPr="00BC1156">
        <w:t>such</w:t>
      </w:r>
      <w:r w:rsidR="00C17D31">
        <w:t xml:space="preserve"> </w:t>
      </w:r>
      <w:r w:rsidRPr="00BC1156">
        <w:t>selection:</w:t>
      </w:r>
    </w:p>
    <w:p w14:paraId="79E874B7" w14:textId="41A1D42D" w:rsidR="00514A46" w:rsidRPr="00BC1156" w:rsidRDefault="00514A46" w:rsidP="00C8034B">
      <w:pPr>
        <w:pStyle w:val="COTCOCLV4-ASDEFCON"/>
      </w:pPr>
      <w:r w:rsidRPr="00BC1156">
        <w:t>does</w:t>
      </w:r>
      <w:r w:rsidR="00C17D31">
        <w:t xml:space="preserve"> </w:t>
      </w:r>
      <w:r w:rsidRPr="00BC1156">
        <w:t>not</w:t>
      </w:r>
      <w:r w:rsidR="00C17D31">
        <w:t xml:space="preserve"> </w:t>
      </w:r>
      <w:r w:rsidRPr="00BC1156">
        <w:t>affect</w:t>
      </w:r>
      <w:r w:rsidR="00C17D31">
        <w:t xml:space="preserve"> </w:t>
      </w:r>
      <w:r w:rsidRPr="00BC1156">
        <w:t>or</w:t>
      </w:r>
      <w:r w:rsidR="00C17D31">
        <w:t xml:space="preserve"> </w:t>
      </w:r>
      <w:r w:rsidRPr="00BC1156">
        <w:t>limit</w:t>
      </w:r>
      <w:r w:rsidR="00C17D31">
        <w:t xml:space="preserve"> </w:t>
      </w:r>
      <w:r w:rsidRPr="00BC1156">
        <w:t>the</w:t>
      </w:r>
      <w:r w:rsidR="00C17D31">
        <w:t xml:space="preserve"> </w:t>
      </w:r>
      <w:r w:rsidRPr="00BC1156">
        <w:t>Commonwealth’s</w:t>
      </w:r>
      <w:r w:rsidR="00C17D31">
        <w:t xml:space="preserve"> </w:t>
      </w:r>
      <w:r w:rsidRPr="00BC1156">
        <w:t>rights</w:t>
      </w:r>
      <w:r w:rsidR="00C17D31">
        <w:t xml:space="preserve"> </w:t>
      </w:r>
      <w:r w:rsidRPr="00BC1156">
        <w:t>or</w:t>
      </w:r>
      <w:r w:rsidR="00C17D31">
        <w:t xml:space="preserve"> </w:t>
      </w:r>
      <w:r w:rsidRPr="00BC1156">
        <w:t>the</w:t>
      </w:r>
      <w:r w:rsidR="00C17D31">
        <w:t xml:space="preserve"> </w:t>
      </w:r>
      <w:r w:rsidRPr="00BC1156">
        <w:t>tenderer’s</w:t>
      </w:r>
      <w:r w:rsidR="00C17D31">
        <w:t xml:space="preserve"> </w:t>
      </w:r>
      <w:r w:rsidRPr="00BC1156">
        <w:t>obligations</w:t>
      </w:r>
      <w:r w:rsidR="00C17D31">
        <w:t xml:space="preserve"> </w:t>
      </w:r>
      <w:r w:rsidRPr="00BC1156">
        <w:t>under</w:t>
      </w:r>
      <w:r w:rsidR="00C17D31">
        <w:t xml:space="preserve"> </w:t>
      </w:r>
      <w:r w:rsidRPr="00BC1156">
        <w:t>the</w:t>
      </w:r>
      <w:r w:rsidR="00C17D31">
        <w:t xml:space="preserve"> </w:t>
      </w:r>
      <w:r w:rsidRPr="00BC1156">
        <w:t>RFT;</w:t>
      </w:r>
      <w:r w:rsidR="00C17D31">
        <w:t xml:space="preserve"> </w:t>
      </w:r>
      <w:r>
        <w:t>and</w:t>
      </w:r>
    </w:p>
    <w:p w14:paraId="65D27927" w14:textId="02C2E47F" w:rsidR="00514A46" w:rsidRPr="00BC1156" w:rsidRDefault="00514A46" w:rsidP="00C8034B">
      <w:pPr>
        <w:pStyle w:val="COTCOCLV4-ASDEFCON"/>
      </w:pPr>
      <w:r w:rsidRPr="00BC1156">
        <w:t>is</w:t>
      </w:r>
      <w:r w:rsidR="00C17D31">
        <w:t xml:space="preserve"> </w:t>
      </w:r>
      <w:r w:rsidRPr="00BC1156">
        <w:t>not</w:t>
      </w:r>
      <w:r w:rsidR="00C17D31">
        <w:t xml:space="preserve"> </w:t>
      </w:r>
      <w:r w:rsidRPr="00BC1156">
        <w:t>a</w:t>
      </w:r>
      <w:r w:rsidR="00C17D31">
        <w:t xml:space="preserve"> </w:t>
      </w:r>
      <w:r w:rsidRPr="00BC1156">
        <w:t>representation</w:t>
      </w:r>
      <w:r w:rsidR="00C17D31">
        <w:t xml:space="preserve"> </w:t>
      </w:r>
      <w:r w:rsidRPr="00BC1156">
        <w:t>that</w:t>
      </w:r>
      <w:r w:rsidR="00C17D31">
        <w:t xml:space="preserve"> </w:t>
      </w:r>
      <w:r w:rsidRPr="00BC1156">
        <w:t>a</w:t>
      </w:r>
      <w:r>
        <w:t>ny</w:t>
      </w:r>
      <w:r w:rsidR="00C17D31">
        <w:t xml:space="preserve"> </w:t>
      </w:r>
      <w:r>
        <w:t>resultant</w:t>
      </w:r>
      <w:r w:rsidR="00C17D31">
        <w:t xml:space="preserve"> </w:t>
      </w:r>
      <w:r>
        <w:t>C</w:t>
      </w:r>
      <w:r w:rsidRPr="00BC1156">
        <w:t>ontract</w:t>
      </w:r>
      <w:r w:rsidR="00C17D31">
        <w:t xml:space="preserve"> </w:t>
      </w:r>
      <w:r w:rsidRPr="00BC1156">
        <w:t>will</w:t>
      </w:r>
      <w:r w:rsidR="00C17D31">
        <w:t xml:space="preserve"> </w:t>
      </w:r>
      <w:r w:rsidRPr="00BC1156">
        <w:t>be</w:t>
      </w:r>
      <w:r w:rsidR="00C17D31">
        <w:t xml:space="preserve"> </w:t>
      </w:r>
      <w:r w:rsidRPr="00BC1156">
        <w:t>entered</w:t>
      </w:r>
      <w:r w:rsidR="00C17D31">
        <w:t xml:space="preserve"> </w:t>
      </w:r>
      <w:r w:rsidRPr="00BC1156">
        <w:t>into</w:t>
      </w:r>
      <w:r w:rsidR="00C17D31">
        <w:t xml:space="preserve"> </w:t>
      </w:r>
      <w:r w:rsidRPr="00BC1156">
        <w:t>between</w:t>
      </w:r>
      <w:r w:rsidR="00C17D31">
        <w:t xml:space="preserve"> </w:t>
      </w:r>
      <w:r w:rsidRPr="00BC1156">
        <w:t>the</w:t>
      </w:r>
      <w:r w:rsidR="00C17D31">
        <w:t xml:space="preserve"> </w:t>
      </w:r>
      <w:r w:rsidRPr="00BC1156">
        <w:t>Commonwealth</w:t>
      </w:r>
      <w:r w:rsidR="00C17D31">
        <w:t xml:space="preserve"> </w:t>
      </w:r>
      <w:r w:rsidRPr="00BC1156">
        <w:t>and</w:t>
      </w:r>
      <w:r w:rsidR="00C17D31">
        <w:t xml:space="preserve"> </w:t>
      </w:r>
      <w:r w:rsidRPr="00BC1156">
        <w:t>that</w:t>
      </w:r>
      <w:r w:rsidR="00C17D31">
        <w:t xml:space="preserve"> </w:t>
      </w:r>
      <w:r w:rsidRPr="00BC1156">
        <w:t>tenderer</w:t>
      </w:r>
      <w:r w:rsidR="00BB5D36">
        <w:t>.</w:t>
      </w:r>
    </w:p>
    <w:p w14:paraId="567EC3EE" w14:textId="49DA437E" w:rsidR="00514A46" w:rsidRPr="00BC1156" w:rsidRDefault="00514A46" w:rsidP="00C8034B">
      <w:pPr>
        <w:pStyle w:val="COTCOCLV3NONUM-ASDEFCON"/>
      </w:pPr>
      <w:r w:rsidRPr="00BC1156">
        <w:t>and</w:t>
      </w:r>
      <w:r w:rsidR="00C17D31">
        <w:t xml:space="preserve"> </w:t>
      </w:r>
      <w:r w:rsidRPr="00BC1156">
        <w:t>the</w:t>
      </w:r>
      <w:r w:rsidR="00C17D31">
        <w:t xml:space="preserve"> </w:t>
      </w:r>
      <w:r w:rsidRPr="00BC1156">
        <w:t>Commonwealth</w:t>
      </w:r>
      <w:r w:rsidR="00C17D31">
        <w:t xml:space="preserve"> </w:t>
      </w:r>
      <w:r w:rsidRPr="00BC1156">
        <w:t>may</w:t>
      </w:r>
      <w:r w:rsidR="00C17D31">
        <w:t xml:space="preserve"> </w:t>
      </w:r>
      <w:r w:rsidRPr="00BC1156">
        <w:t>recommence</w:t>
      </w:r>
      <w:r w:rsidR="00C17D31">
        <w:t xml:space="preserve"> </w:t>
      </w:r>
      <w:r w:rsidRPr="00BC1156">
        <w:t>or</w:t>
      </w:r>
      <w:r w:rsidR="00C17D31">
        <w:t xml:space="preserve"> </w:t>
      </w:r>
      <w:r w:rsidRPr="00BC1156">
        <w:t>commence</w:t>
      </w:r>
      <w:r w:rsidR="00C17D31">
        <w:t xml:space="preserve"> </w:t>
      </w:r>
      <w:r w:rsidRPr="00BC1156">
        <w:t>negotiations</w:t>
      </w:r>
      <w:r w:rsidR="00C17D31">
        <w:t xml:space="preserve"> </w:t>
      </w:r>
      <w:r w:rsidRPr="00BC1156">
        <w:t>under</w:t>
      </w:r>
      <w:r w:rsidR="00C17D31">
        <w:t xml:space="preserve"> </w:t>
      </w:r>
      <w:r w:rsidRPr="00BC1156">
        <w:t>the</w:t>
      </w:r>
      <w:r w:rsidR="00C17D31">
        <w:t xml:space="preserve"> </w:t>
      </w:r>
      <w:r w:rsidRPr="00BC1156">
        <w:t>RFT</w:t>
      </w:r>
      <w:r w:rsidR="00C17D31">
        <w:t xml:space="preserve"> </w:t>
      </w:r>
      <w:r w:rsidRPr="00BC1156">
        <w:t>with</w:t>
      </w:r>
      <w:r w:rsidR="00C17D31">
        <w:t xml:space="preserve"> </w:t>
      </w:r>
      <w:r w:rsidRPr="00BC1156">
        <w:t>any</w:t>
      </w:r>
      <w:r w:rsidR="00C17D31">
        <w:t xml:space="preserve"> </w:t>
      </w:r>
      <w:r w:rsidRPr="00BC1156">
        <w:t>other</w:t>
      </w:r>
      <w:r w:rsidR="00C17D31">
        <w:t xml:space="preserve"> </w:t>
      </w:r>
      <w:r w:rsidRPr="00BC1156">
        <w:t>tenderer</w:t>
      </w:r>
      <w:r w:rsidR="00C17D31">
        <w:t xml:space="preserve"> </w:t>
      </w:r>
      <w:r w:rsidRPr="00BC1156">
        <w:t>whether</w:t>
      </w:r>
      <w:r w:rsidR="00C17D31">
        <w:t xml:space="preserve"> </w:t>
      </w:r>
      <w:r w:rsidRPr="00BC1156">
        <w:t>or</w:t>
      </w:r>
      <w:r w:rsidR="00C17D31">
        <w:t xml:space="preserve"> </w:t>
      </w:r>
      <w:r w:rsidRPr="00BC1156">
        <w:t>not</w:t>
      </w:r>
      <w:r w:rsidR="00C17D31">
        <w:t xml:space="preserve"> </w:t>
      </w:r>
      <w:r w:rsidRPr="00BC1156">
        <w:t>a</w:t>
      </w:r>
      <w:r w:rsidR="00C17D31">
        <w:t xml:space="preserve"> </w:t>
      </w:r>
      <w:r w:rsidRPr="00BC1156">
        <w:t>tenderer</w:t>
      </w:r>
      <w:r w:rsidR="00C17D31">
        <w:t xml:space="preserve"> </w:t>
      </w:r>
      <w:r w:rsidRPr="00BC1156">
        <w:t>has</w:t>
      </w:r>
      <w:r w:rsidR="00C17D31">
        <w:t xml:space="preserve"> </w:t>
      </w:r>
      <w:r w:rsidRPr="00BC1156">
        <w:t>been</w:t>
      </w:r>
      <w:r w:rsidR="00C17D31">
        <w:t xml:space="preserve"> </w:t>
      </w:r>
      <w:r w:rsidRPr="00BC1156">
        <w:t>selected</w:t>
      </w:r>
      <w:r w:rsidR="00C17D31">
        <w:t xml:space="preserve"> </w:t>
      </w:r>
      <w:r w:rsidRPr="00BC1156">
        <w:t>as</w:t>
      </w:r>
      <w:r w:rsidR="00C17D31">
        <w:t xml:space="preserve"> </w:t>
      </w:r>
      <w:r w:rsidRPr="00BC1156">
        <w:t>preferred</w:t>
      </w:r>
      <w:r w:rsidR="00C17D31">
        <w:t xml:space="preserve"> </w:t>
      </w:r>
      <w:r w:rsidRPr="00BC1156">
        <w:t>tenderer.</w:t>
      </w:r>
    </w:p>
    <w:p w14:paraId="582F577A" w14:textId="7F9FC68A" w:rsidR="00514A46" w:rsidRDefault="00514A46" w:rsidP="00C8034B">
      <w:pPr>
        <w:pStyle w:val="COTCOCLV2-ASDEFCON"/>
      </w:pPr>
      <w:bookmarkStart w:id="442" w:name="_Toc121903988"/>
      <w:bookmarkStart w:id="443" w:name="_Toc175208064"/>
      <w:r>
        <w:t>Cost</w:t>
      </w:r>
      <w:r w:rsidR="00C17D31">
        <w:t xml:space="preserve"> </w:t>
      </w:r>
      <w:r>
        <w:t>Investigation</w:t>
      </w:r>
      <w:r w:rsidR="00C17D31">
        <w:t xml:space="preserve"> </w:t>
      </w:r>
      <w:r>
        <w:t>of</w:t>
      </w:r>
      <w:r w:rsidR="00C17D31">
        <w:t xml:space="preserve"> </w:t>
      </w:r>
      <w:r>
        <w:t>Tenders</w:t>
      </w:r>
      <w:r w:rsidR="00C17D31">
        <w:t xml:space="preserve"> </w:t>
      </w:r>
      <w:r>
        <w:t>(Core)</w:t>
      </w:r>
      <w:bookmarkEnd w:id="442"/>
      <w:bookmarkEnd w:id="443"/>
    </w:p>
    <w:p w14:paraId="5ED14FED" w14:textId="77777777" w:rsidR="008301C3" w:rsidRDefault="008301C3" w:rsidP="008301C3">
      <w:pPr>
        <w:pStyle w:val="NoteToTenderers-ASDEFCON"/>
      </w:pPr>
      <w:r w:rsidRPr="000604CE">
        <w:t xml:space="preserve">Note to tenderers:  The Commonwealth may refer to the </w:t>
      </w:r>
      <w:r>
        <w:t xml:space="preserve">Defence </w:t>
      </w:r>
      <w:r w:rsidRPr="000604CE">
        <w:t xml:space="preserve">Cost Principles in considering whether the costs that </w:t>
      </w:r>
      <w:r>
        <w:t>a</w:t>
      </w:r>
      <w:r w:rsidRPr="000604CE">
        <w:t xml:space="preserve"> </w:t>
      </w:r>
      <w:r>
        <w:t>c</w:t>
      </w:r>
      <w:r w:rsidRPr="000604CE">
        <w:t xml:space="preserve">ontractor </w:t>
      </w:r>
      <w:r>
        <w:t xml:space="preserve">would </w:t>
      </w:r>
      <w:r w:rsidRPr="000604CE">
        <w:t xml:space="preserve">seek to </w:t>
      </w:r>
      <w:r>
        <w:t>claim</w:t>
      </w:r>
      <w:r w:rsidRPr="000604CE">
        <w:t xml:space="preserve"> under </w:t>
      </w:r>
      <w:r>
        <w:t>any resultant</w:t>
      </w:r>
      <w:r w:rsidRPr="000604CE">
        <w:t xml:space="preserve"> Contract are reasonable.  </w:t>
      </w:r>
      <w:r w:rsidRPr="000604CE">
        <w:rPr>
          <w:iCs/>
        </w:rPr>
        <w:t xml:space="preserve">The </w:t>
      </w:r>
      <w:r>
        <w:rPr>
          <w:iCs/>
        </w:rPr>
        <w:t xml:space="preserve">Defence </w:t>
      </w:r>
      <w:r w:rsidRPr="000604CE">
        <w:rPr>
          <w:iCs/>
        </w:rPr>
        <w:t xml:space="preserve">Cost Principles can be accessed on the </w:t>
      </w:r>
      <w:r>
        <w:t>Defence</w:t>
      </w:r>
      <w:r w:rsidRPr="000604CE">
        <w:t xml:space="preserve"> internet site at</w:t>
      </w:r>
      <w:r>
        <w:t>:</w:t>
      </w:r>
    </w:p>
    <w:p w14:paraId="584B8455" w14:textId="288F6989" w:rsidR="00D5686F" w:rsidRPr="00702C44" w:rsidRDefault="008301C3" w:rsidP="00702C44">
      <w:pPr>
        <w:pStyle w:val="NoteToTenderersBullets-ASDEFCON"/>
      </w:pPr>
      <w:hyperlink r:id="rId23" w:history="1">
        <w:r>
          <w:rPr>
            <w:rStyle w:val="Hyperlink"/>
          </w:rPr>
          <w:t>https://www.defence.gov.au/business-industry/procurement/policies-guidelines-templates/cost-principles</w:t>
        </w:r>
      </w:hyperlink>
    </w:p>
    <w:p w14:paraId="30D6FCE9" w14:textId="21003F12" w:rsidR="00514A46" w:rsidRDefault="00514A46" w:rsidP="00C8034B">
      <w:pPr>
        <w:pStyle w:val="COTCOCLV3-ASDEFCON"/>
      </w:pPr>
      <w:r w:rsidRPr="001171C2">
        <w:rPr>
          <w:lang w:eastAsia="zh-CN"/>
        </w:rPr>
        <w:t>For</w:t>
      </w:r>
      <w:r w:rsidR="00C17D31">
        <w:rPr>
          <w:lang w:eastAsia="zh-CN"/>
        </w:rPr>
        <w:t xml:space="preserve"> </w:t>
      </w:r>
      <w:r w:rsidRPr="001171C2">
        <w:rPr>
          <w:lang w:eastAsia="zh-CN"/>
        </w:rPr>
        <w:t>the</w:t>
      </w:r>
      <w:r w:rsidR="00C17D31">
        <w:rPr>
          <w:lang w:eastAsia="zh-CN"/>
        </w:rPr>
        <w:t xml:space="preserve"> </w:t>
      </w:r>
      <w:r w:rsidRPr="001171C2">
        <w:rPr>
          <w:lang w:eastAsia="zh-CN"/>
        </w:rPr>
        <w:t>purposes</w:t>
      </w:r>
      <w:r w:rsidR="00C17D31">
        <w:rPr>
          <w:lang w:eastAsia="zh-CN"/>
        </w:rPr>
        <w:t xml:space="preserve"> </w:t>
      </w:r>
      <w:r w:rsidRPr="001171C2">
        <w:rPr>
          <w:lang w:eastAsia="zh-CN"/>
        </w:rPr>
        <w:t>of</w:t>
      </w:r>
      <w:r w:rsidR="00C17D31">
        <w:rPr>
          <w:lang w:eastAsia="zh-CN"/>
        </w:rPr>
        <w:t xml:space="preserve"> </w:t>
      </w:r>
      <w:r>
        <w:rPr>
          <w:lang w:eastAsia="zh-CN"/>
        </w:rPr>
        <w:t>evaluating</w:t>
      </w:r>
      <w:r w:rsidR="00C17D31">
        <w:rPr>
          <w:lang w:eastAsia="zh-CN"/>
        </w:rPr>
        <w:t xml:space="preserve"> </w:t>
      </w:r>
      <w:r w:rsidRPr="001171C2">
        <w:rPr>
          <w:lang w:eastAsia="zh-CN"/>
        </w:rPr>
        <w:t>a</w:t>
      </w:r>
      <w:r w:rsidR="00C17D31">
        <w:rPr>
          <w:lang w:eastAsia="zh-CN"/>
        </w:rPr>
        <w:t xml:space="preserve"> </w:t>
      </w:r>
      <w:r w:rsidRPr="001171C2">
        <w:rPr>
          <w:lang w:eastAsia="zh-CN"/>
        </w:rPr>
        <w:t>tender,</w:t>
      </w:r>
      <w:r w:rsidR="00C17D31">
        <w:rPr>
          <w:lang w:eastAsia="zh-CN"/>
        </w:rPr>
        <w:t xml:space="preserve"> </w:t>
      </w:r>
      <w:r w:rsidRPr="001171C2">
        <w:rPr>
          <w:lang w:eastAsia="zh-CN"/>
        </w:rPr>
        <w:t>Commonwealth</w:t>
      </w:r>
      <w:r w:rsidR="00C17D31">
        <w:rPr>
          <w:lang w:eastAsia="zh-CN"/>
        </w:rPr>
        <w:t xml:space="preserve"> </w:t>
      </w:r>
      <w:r>
        <w:rPr>
          <w:lang w:eastAsia="zh-CN"/>
        </w:rPr>
        <w:t>Personnel</w:t>
      </w:r>
      <w:r w:rsidR="00C17D31">
        <w:rPr>
          <w:lang w:eastAsia="zh-CN"/>
        </w:rPr>
        <w:t xml:space="preserve"> </w:t>
      </w:r>
      <w:r w:rsidRPr="001171C2">
        <w:rPr>
          <w:lang w:eastAsia="zh-CN"/>
        </w:rPr>
        <w:t>may</w:t>
      </w:r>
      <w:r w:rsidR="00C17D31">
        <w:rPr>
          <w:lang w:eastAsia="zh-CN"/>
        </w:rPr>
        <w:t xml:space="preserve"> </w:t>
      </w:r>
      <w:r w:rsidRPr="001171C2">
        <w:rPr>
          <w:lang w:eastAsia="zh-CN"/>
        </w:rPr>
        <w:t>conduct</w:t>
      </w:r>
      <w:r w:rsidR="00C17D31">
        <w:rPr>
          <w:lang w:eastAsia="zh-CN"/>
        </w:rPr>
        <w:t xml:space="preserve"> </w:t>
      </w:r>
      <w:r w:rsidRPr="001171C2">
        <w:rPr>
          <w:lang w:eastAsia="zh-CN"/>
        </w:rPr>
        <w:t>a</w:t>
      </w:r>
      <w:r w:rsidR="00C17D31">
        <w:rPr>
          <w:lang w:eastAsia="zh-CN"/>
        </w:rPr>
        <w:t xml:space="preserve"> </w:t>
      </w:r>
      <w:r w:rsidRPr="001171C2">
        <w:rPr>
          <w:lang w:eastAsia="zh-CN"/>
        </w:rPr>
        <w:t>cost</w:t>
      </w:r>
      <w:r w:rsidR="00C17D31">
        <w:rPr>
          <w:lang w:eastAsia="zh-CN"/>
        </w:rPr>
        <w:t xml:space="preserve"> </w:t>
      </w:r>
      <w:r w:rsidRPr="001171C2">
        <w:rPr>
          <w:lang w:eastAsia="zh-CN"/>
        </w:rPr>
        <w:t>investigation</w:t>
      </w:r>
      <w:r w:rsidR="00C17D31">
        <w:rPr>
          <w:lang w:eastAsia="zh-CN"/>
        </w:rPr>
        <w:t xml:space="preserve"> </w:t>
      </w:r>
      <w:r w:rsidRPr="001171C2">
        <w:rPr>
          <w:lang w:eastAsia="zh-CN"/>
        </w:rPr>
        <w:t>of</w:t>
      </w:r>
      <w:r w:rsidR="00C17D31">
        <w:rPr>
          <w:lang w:eastAsia="zh-CN"/>
        </w:rPr>
        <w:t xml:space="preserve"> </w:t>
      </w:r>
      <w:r w:rsidRPr="001171C2">
        <w:rPr>
          <w:lang w:eastAsia="zh-CN"/>
        </w:rPr>
        <w:t>the</w:t>
      </w:r>
      <w:r w:rsidR="00C17D31">
        <w:rPr>
          <w:lang w:eastAsia="zh-CN"/>
        </w:rPr>
        <w:t xml:space="preserve"> </w:t>
      </w:r>
      <w:r w:rsidRPr="001171C2">
        <w:rPr>
          <w:lang w:eastAsia="zh-CN"/>
        </w:rPr>
        <w:t>tendered</w:t>
      </w:r>
      <w:r w:rsidR="00C17D31">
        <w:rPr>
          <w:lang w:eastAsia="zh-CN"/>
        </w:rPr>
        <w:t xml:space="preserve"> </w:t>
      </w:r>
      <w:r w:rsidRPr="001171C2">
        <w:rPr>
          <w:lang w:eastAsia="zh-CN"/>
        </w:rPr>
        <w:t>price</w:t>
      </w:r>
      <w:r w:rsidRPr="00872311">
        <w:t>.</w:t>
      </w:r>
      <w:r w:rsidR="00C17D31">
        <w:t xml:space="preserve">  </w:t>
      </w:r>
      <w:r>
        <w:t>On</w:t>
      </w:r>
      <w:r w:rsidR="00C17D31">
        <w:t xml:space="preserve"> </w:t>
      </w:r>
      <w:r>
        <w:t>request</w:t>
      </w:r>
      <w:r w:rsidR="00C17D31">
        <w:t xml:space="preserve"> </w:t>
      </w:r>
      <w:r>
        <w:t>by</w:t>
      </w:r>
      <w:r w:rsidR="00C17D31">
        <w:t xml:space="preserve"> </w:t>
      </w:r>
      <w:r>
        <w:t>the</w:t>
      </w:r>
      <w:r w:rsidR="00C17D31">
        <w:t xml:space="preserve"> </w:t>
      </w:r>
      <w:r>
        <w:t>Commonwealth,</w:t>
      </w:r>
      <w:r w:rsidR="00C17D31">
        <w:t xml:space="preserve"> </w:t>
      </w:r>
      <w:r>
        <w:t>the</w:t>
      </w:r>
      <w:r w:rsidR="00C17D31">
        <w:t xml:space="preserve"> </w:t>
      </w:r>
      <w:r>
        <w:t>tenderer</w:t>
      </w:r>
      <w:r w:rsidR="00C17D31">
        <w:t xml:space="preserve"> </w:t>
      </w:r>
      <w:r>
        <w:t>is</w:t>
      </w:r>
      <w:r w:rsidR="00C17D31">
        <w:t xml:space="preserve"> </w:t>
      </w:r>
      <w:r>
        <w:t>to</w:t>
      </w:r>
      <w:r w:rsidR="00C17D31">
        <w:t xml:space="preserve"> </w:t>
      </w:r>
      <w:r>
        <w:t>facilitate</w:t>
      </w:r>
      <w:r w:rsidR="00C17D31">
        <w:t xml:space="preserve"> </w:t>
      </w:r>
      <w:r>
        <w:t>any</w:t>
      </w:r>
      <w:r w:rsidR="00C17D31">
        <w:t xml:space="preserve"> </w:t>
      </w:r>
      <w:r w:rsidR="006B6263">
        <w:t>such</w:t>
      </w:r>
      <w:r w:rsidR="00C17D31">
        <w:t xml:space="preserve"> </w:t>
      </w:r>
      <w:r>
        <w:t>cost</w:t>
      </w:r>
      <w:r w:rsidR="00C17D31">
        <w:t xml:space="preserve"> </w:t>
      </w:r>
      <w:r>
        <w:t>investigation.</w:t>
      </w:r>
    </w:p>
    <w:p w14:paraId="42B131C3" w14:textId="15D9495A" w:rsidR="00514A46" w:rsidRPr="00BC1156" w:rsidRDefault="00514A46" w:rsidP="00C8034B">
      <w:pPr>
        <w:pStyle w:val="COTCOCLV2-ASDEFCON"/>
      </w:pPr>
      <w:bookmarkStart w:id="444" w:name="_Toc434499534"/>
      <w:bookmarkStart w:id="445" w:name="_Toc434499607"/>
      <w:bookmarkStart w:id="446" w:name="_Toc434499681"/>
      <w:bookmarkStart w:id="447" w:name="_Toc434499758"/>
      <w:bookmarkStart w:id="448" w:name="_Toc434501900"/>
      <w:bookmarkStart w:id="449" w:name="_Toc384742017"/>
      <w:bookmarkStart w:id="450" w:name="_Toc384743234"/>
      <w:bookmarkStart w:id="451" w:name="_Toc384743393"/>
      <w:bookmarkStart w:id="452" w:name="_Toc384824706"/>
      <w:bookmarkStart w:id="453" w:name="_Toc384902247"/>
      <w:bookmarkStart w:id="454" w:name="_Toc434501903"/>
      <w:bookmarkStart w:id="455" w:name="_Toc434501904"/>
      <w:bookmarkStart w:id="456" w:name="_Toc434501907"/>
      <w:bookmarkStart w:id="457" w:name="_Toc384742026"/>
      <w:bookmarkStart w:id="458" w:name="_Toc384743243"/>
      <w:bookmarkStart w:id="459" w:name="_Toc384743402"/>
      <w:bookmarkStart w:id="460" w:name="_Toc384824715"/>
      <w:bookmarkStart w:id="461" w:name="_Toc384902256"/>
      <w:bookmarkStart w:id="462" w:name="_Toc384742029"/>
      <w:bookmarkStart w:id="463" w:name="_Toc384743246"/>
      <w:bookmarkStart w:id="464" w:name="_Toc384743405"/>
      <w:bookmarkStart w:id="465" w:name="_Toc384824718"/>
      <w:bookmarkStart w:id="466" w:name="_Toc384902259"/>
      <w:bookmarkStart w:id="467" w:name="_Toc384742032"/>
      <w:bookmarkStart w:id="468" w:name="_Toc384743249"/>
      <w:bookmarkStart w:id="469" w:name="_Toc384743408"/>
      <w:bookmarkStart w:id="470" w:name="_Toc384824721"/>
      <w:bookmarkStart w:id="471" w:name="_Toc384902262"/>
      <w:bookmarkStart w:id="472" w:name="_Toc384742035"/>
      <w:bookmarkStart w:id="473" w:name="_Toc384743252"/>
      <w:bookmarkStart w:id="474" w:name="_Toc384743411"/>
      <w:bookmarkStart w:id="475" w:name="_Toc384824724"/>
      <w:bookmarkStart w:id="476" w:name="_Toc384902265"/>
      <w:bookmarkStart w:id="477" w:name="_Toc384742038"/>
      <w:bookmarkStart w:id="478" w:name="_Toc384743255"/>
      <w:bookmarkStart w:id="479" w:name="_Toc384743414"/>
      <w:bookmarkStart w:id="480" w:name="_Toc384824727"/>
      <w:bookmarkStart w:id="481" w:name="_Toc384902268"/>
      <w:bookmarkStart w:id="482" w:name="_Toc384742039"/>
      <w:bookmarkStart w:id="483" w:name="_Toc384743256"/>
      <w:bookmarkStart w:id="484" w:name="_Toc384743415"/>
      <w:bookmarkStart w:id="485" w:name="_Toc384824728"/>
      <w:bookmarkStart w:id="486" w:name="_Toc384902269"/>
      <w:bookmarkStart w:id="487" w:name="_Toc355615719"/>
      <w:bookmarkStart w:id="488" w:name="_Toc360718199"/>
      <w:bookmarkStart w:id="489" w:name="_Toc381709655"/>
      <w:bookmarkStart w:id="490" w:name="_Toc381709897"/>
      <w:bookmarkStart w:id="491" w:name="_Toc381971272"/>
      <w:bookmarkStart w:id="492" w:name="_Toc384134091"/>
      <w:bookmarkStart w:id="493" w:name="_Toc384729991"/>
      <w:bookmarkStart w:id="494" w:name="_Toc384730097"/>
      <w:bookmarkStart w:id="495" w:name="_Toc384730203"/>
      <w:bookmarkStart w:id="496" w:name="_Toc384742047"/>
      <w:bookmarkStart w:id="497" w:name="_Toc384743264"/>
      <w:bookmarkStart w:id="498" w:name="_Toc384743423"/>
      <w:bookmarkStart w:id="499" w:name="_Toc384824736"/>
      <w:bookmarkStart w:id="500" w:name="_Toc384902277"/>
      <w:bookmarkStart w:id="501" w:name="_Toc434501909"/>
      <w:bookmarkStart w:id="502" w:name="_Toc434501910"/>
      <w:bookmarkStart w:id="503" w:name="_Toc434501912"/>
      <w:bookmarkStart w:id="504" w:name="_Toc434499540"/>
      <w:bookmarkStart w:id="505" w:name="_Toc434499613"/>
      <w:bookmarkStart w:id="506" w:name="_Toc434499687"/>
      <w:bookmarkStart w:id="507" w:name="_Toc434499764"/>
      <w:bookmarkStart w:id="508" w:name="_Toc434501913"/>
      <w:bookmarkStart w:id="509" w:name="_Toc435431280"/>
      <w:bookmarkStart w:id="510" w:name="_Toc435536769"/>
      <w:bookmarkStart w:id="511" w:name="_Toc436299989"/>
      <w:bookmarkStart w:id="512" w:name="_Toc436380598"/>
      <w:bookmarkStart w:id="513" w:name="_Toc436820425"/>
      <w:bookmarkStart w:id="514" w:name="_Toc436917304"/>
      <w:bookmarkStart w:id="515" w:name="_Hlt96145464"/>
      <w:bookmarkStart w:id="516" w:name="_Toc384742049"/>
      <w:bookmarkStart w:id="517" w:name="_Toc384743267"/>
      <w:bookmarkStart w:id="518" w:name="_Toc384743426"/>
      <w:bookmarkStart w:id="519" w:name="_Toc384824740"/>
      <w:bookmarkStart w:id="520" w:name="_Toc384902281"/>
      <w:bookmarkStart w:id="521" w:name="_Toc384742050"/>
      <w:bookmarkStart w:id="522" w:name="_Toc384743268"/>
      <w:bookmarkStart w:id="523" w:name="_Toc384743427"/>
      <w:bookmarkStart w:id="524" w:name="_Toc384824741"/>
      <w:bookmarkStart w:id="525" w:name="_Toc384902282"/>
      <w:bookmarkStart w:id="526" w:name="_Toc434501927"/>
      <w:bookmarkStart w:id="527" w:name="_Toc434501929"/>
      <w:bookmarkStart w:id="528" w:name="_Toc434501930"/>
      <w:bookmarkStart w:id="529" w:name="_Toc434501932"/>
      <w:bookmarkStart w:id="530" w:name="_Toc434501933"/>
      <w:bookmarkStart w:id="531" w:name="_Toc434501939"/>
      <w:bookmarkStart w:id="532" w:name="_Toc434501940"/>
      <w:bookmarkStart w:id="533" w:name="_Toc434501944"/>
      <w:bookmarkStart w:id="534" w:name="_Toc434501949"/>
      <w:bookmarkStart w:id="535" w:name="_Toc121903989"/>
      <w:bookmarkStart w:id="536" w:name="_Toc175208065"/>
      <w:bookmarkEnd w:id="420"/>
      <w:bookmarkEnd w:id="421"/>
      <w:bookmarkEnd w:id="422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r w:rsidRPr="00BC1156">
        <w:lastRenderedPageBreak/>
        <w:t>Debriefing</w:t>
      </w:r>
      <w:r w:rsidR="00C17D31">
        <w:t xml:space="preserve"> </w:t>
      </w:r>
      <w:r w:rsidRPr="00BC1156">
        <w:t>of</w:t>
      </w:r>
      <w:r w:rsidR="00C17D31">
        <w:t xml:space="preserve"> </w:t>
      </w:r>
      <w:r w:rsidRPr="00BC1156">
        <w:t>Tenderers</w:t>
      </w:r>
      <w:r w:rsidR="00C17D31">
        <w:t xml:space="preserve"> </w:t>
      </w:r>
      <w:r w:rsidRPr="00BC1156">
        <w:t>(Core)</w:t>
      </w:r>
      <w:bookmarkEnd w:id="535"/>
      <w:bookmarkEnd w:id="536"/>
    </w:p>
    <w:p w14:paraId="22CEEBBF" w14:textId="02AE0357" w:rsidR="00514A46" w:rsidRPr="000604CE" w:rsidRDefault="00514A46" w:rsidP="00C8034B">
      <w:pPr>
        <w:pStyle w:val="COTCOCLV3-ASDEFCON"/>
      </w:pPr>
      <w:r w:rsidRPr="000604CE">
        <w:t>Tenderers</w:t>
      </w:r>
      <w:r w:rsidR="00C17D31">
        <w:t xml:space="preserve"> </w:t>
      </w:r>
      <w:r w:rsidRPr="000604CE">
        <w:t>will</w:t>
      </w:r>
      <w:r w:rsidR="00C17D31">
        <w:t xml:space="preserve"> </w:t>
      </w:r>
      <w:r w:rsidRPr="000604CE">
        <w:t>be</w:t>
      </w:r>
      <w:r w:rsidR="00C17D31">
        <w:t xml:space="preserve"> </w:t>
      </w:r>
      <w:r w:rsidRPr="000604CE">
        <w:t>notified</w:t>
      </w:r>
      <w:r w:rsidR="00C17D31">
        <w:t xml:space="preserve"> </w:t>
      </w:r>
      <w:r w:rsidRPr="000604CE">
        <w:t>whether</w:t>
      </w:r>
      <w:r w:rsidR="00C17D31">
        <w:t xml:space="preserve"> </w:t>
      </w:r>
      <w:r w:rsidRPr="000604CE">
        <w:t>they</w:t>
      </w:r>
      <w:r w:rsidR="00C17D31">
        <w:t xml:space="preserve"> </w:t>
      </w:r>
      <w:r w:rsidRPr="000604CE">
        <w:t>have</w:t>
      </w:r>
      <w:r w:rsidR="00C17D31">
        <w:t xml:space="preserve"> </w:t>
      </w:r>
      <w:r w:rsidRPr="000604CE">
        <w:t>been</w:t>
      </w:r>
      <w:r w:rsidR="00C17D31">
        <w:t xml:space="preserve"> </w:t>
      </w:r>
      <w:r w:rsidRPr="000604CE">
        <w:t>successful</w:t>
      </w:r>
      <w:r w:rsidR="00C17D31">
        <w:t xml:space="preserve"> </w:t>
      </w:r>
      <w:r w:rsidRPr="000604CE">
        <w:t>or</w:t>
      </w:r>
      <w:r w:rsidR="00C17D31">
        <w:t xml:space="preserve"> </w:t>
      </w:r>
      <w:r w:rsidRPr="000604CE">
        <w:t>unsuccessful</w:t>
      </w:r>
      <w:r w:rsidR="00C17D31">
        <w:t xml:space="preserve"> </w:t>
      </w:r>
      <w:r w:rsidRPr="000604CE">
        <w:t>and</w:t>
      </w:r>
      <w:r w:rsidR="00C17D31">
        <w:t xml:space="preserve"> </w:t>
      </w:r>
      <w:r w:rsidRPr="000604CE">
        <w:t>may</w:t>
      </w:r>
      <w:r w:rsidR="00C17D31">
        <w:t xml:space="preserve"> </w:t>
      </w:r>
      <w:r w:rsidRPr="000604CE">
        <w:t>request</w:t>
      </w:r>
      <w:r w:rsidR="00C17D31">
        <w:t xml:space="preserve"> </w:t>
      </w:r>
      <w:r w:rsidRPr="000604CE">
        <w:t>an</w:t>
      </w:r>
      <w:r w:rsidR="00C17D31">
        <w:t xml:space="preserve"> </w:t>
      </w:r>
      <w:r w:rsidRPr="000604CE">
        <w:t>oral</w:t>
      </w:r>
      <w:r w:rsidR="00C17D31">
        <w:t xml:space="preserve"> </w:t>
      </w:r>
      <w:r w:rsidRPr="000604CE">
        <w:t>or</w:t>
      </w:r>
      <w:r w:rsidR="00C17D31">
        <w:t xml:space="preserve"> </w:t>
      </w:r>
      <w:r w:rsidRPr="000604CE">
        <w:t>written</w:t>
      </w:r>
      <w:r w:rsidR="00C17D31">
        <w:t xml:space="preserve"> </w:t>
      </w:r>
      <w:r w:rsidRPr="000604CE">
        <w:t>tender</w:t>
      </w:r>
      <w:r w:rsidR="00C17D31">
        <w:t xml:space="preserve"> </w:t>
      </w:r>
      <w:r w:rsidRPr="000604CE">
        <w:t>debriefing.</w:t>
      </w:r>
      <w:r w:rsidR="00C17D31">
        <w:t xml:space="preserve">  </w:t>
      </w:r>
      <w:r w:rsidRPr="000604CE">
        <w:t>Tenderers</w:t>
      </w:r>
      <w:r w:rsidR="00C17D31">
        <w:t xml:space="preserve"> </w:t>
      </w:r>
      <w:r w:rsidRPr="000604CE">
        <w:t>requiring</w:t>
      </w:r>
      <w:r w:rsidR="00C17D31">
        <w:t xml:space="preserve"> </w:t>
      </w:r>
      <w:r w:rsidRPr="000604CE">
        <w:t>a</w:t>
      </w:r>
      <w:r w:rsidR="00C17D31">
        <w:t xml:space="preserve"> </w:t>
      </w:r>
      <w:r w:rsidRPr="000604CE">
        <w:t>debriefing</w:t>
      </w:r>
      <w:r w:rsidR="00C17D31">
        <w:t xml:space="preserve"> </w:t>
      </w:r>
      <w:r w:rsidRPr="000604CE">
        <w:t>should</w:t>
      </w:r>
      <w:r w:rsidR="00C17D31">
        <w:t xml:space="preserve"> </w:t>
      </w:r>
      <w:r w:rsidRPr="000604CE">
        <w:t>contact</w:t>
      </w:r>
      <w:r w:rsidR="00C17D31">
        <w:t xml:space="preserve"> </w:t>
      </w:r>
      <w:r w:rsidRPr="000604CE">
        <w:t>the</w:t>
      </w:r>
      <w:r w:rsidR="00C17D31">
        <w:t xml:space="preserve"> </w:t>
      </w:r>
      <w:r w:rsidRPr="000604CE">
        <w:t>Contact</w:t>
      </w:r>
      <w:r w:rsidR="00C17D31">
        <w:t xml:space="preserve"> </w:t>
      </w:r>
      <w:r w:rsidRPr="000604CE">
        <w:t>Officer</w:t>
      </w:r>
      <w:r w:rsidR="00C17D31">
        <w:t xml:space="preserve"> </w:t>
      </w:r>
      <w:r w:rsidRPr="000604CE">
        <w:rPr>
          <w:lang w:eastAsia="zh-CN"/>
        </w:rPr>
        <w:t>specified</w:t>
      </w:r>
      <w:r w:rsidR="00C17D31">
        <w:rPr>
          <w:lang w:eastAsia="zh-CN"/>
        </w:rPr>
        <w:t xml:space="preserve"> </w:t>
      </w:r>
      <w:r w:rsidRPr="000604CE">
        <w:rPr>
          <w:lang w:eastAsia="zh-CN"/>
        </w:rPr>
        <w:t>in</w:t>
      </w:r>
      <w:r w:rsidR="00C17D31">
        <w:rPr>
          <w:lang w:eastAsia="zh-CN"/>
        </w:rPr>
        <w:t xml:space="preserve"> </w:t>
      </w:r>
      <w:r w:rsidRPr="000604CE">
        <w:rPr>
          <w:lang w:eastAsia="zh-CN"/>
        </w:rPr>
        <w:t>the</w:t>
      </w:r>
      <w:r w:rsidR="00C17D31">
        <w:rPr>
          <w:lang w:eastAsia="zh-CN"/>
        </w:rPr>
        <w:t xml:space="preserve"> </w:t>
      </w:r>
      <w:r w:rsidRPr="000604CE">
        <w:rPr>
          <w:lang w:eastAsia="zh-CN"/>
        </w:rPr>
        <w:t>Tender</w:t>
      </w:r>
      <w:r w:rsidR="00C17D31">
        <w:rPr>
          <w:lang w:eastAsia="zh-CN"/>
        </w:rPr>
        <w:t xml:space="preserve"> </w:t>
      </w:r>
      <w:r w:rsidRPr="000604CE">
        <w:rPr>
          <w:lang w:eastAsia="zh-CN"/>
        </w:rPr>
        <w:t>Details</w:t>
      </w:r>
      <w:r w:rsidR="00C17D31">
        <w:rPr>
          <w:lang w:eastAsia="zh-CN"/>
        </w:rPr>
        <w:t xml:space="preserve"> </w:t>
      </w:r>
      <w:r w:rsidRPr="000604CE">
        <w:rPr>
          <w:lang w:eastAsia="zh-CN"/>
        </w:rPr>
        <w:t>Schedule</w:t>
      </w:r>
      <w:r w:rsidRPr="000604CE">
        <w:t>.</w:t>
      </w:r>
    </w:p>
    <w:p w14:paraId="7736B30F" w14:textId="76791200" w:rsidR="00514A46" w:rsidRDefault="00514A46" w:rsidP="00C8034B">
      <w:pPr>
        <w:pStyle w:val="COTCOCLV3-ASDEFCON"/>
      </w:pPr>
      <w:r w:rsidRPr="000604CE">
        <w:t>Tenderers</w:t>
      </w:r>
      <w:r w:rsidR="00C17D31">
        <w:t xml:space="preserve"> </w:t>
      </w:r>
      <w:r w:rsidRPr="000604CE">
        <w:t>will</w:t>
      </w:r>
      <w:r w:rsidR="00C17D31">
        <w:t xml:space="preserve"> </w:t>
      </w:r>
      <w:r w:rsidRPr="000604CE">
        <w:t>be</w:t>
      </w:r>
      <w:r w:rsidR="00C17D31">
        <w:t xml:space="preserve"> </w:t>
      </w:r>
      <w:r w:rsidRPr="000604CE">
        <w:t>debriefed</w:t>
      </w:r>
      <w:r w:rsidR="00C17D31">
        <w:t xml:space="preserve"> </w:t>
      </w:r>
      <w:r w:rsidRPr="000604CE">
        <w:t>against</w:t>
      </w:r>
      <w:r w:rsidR="00C17D31">
        <w:t xml:space="preserve"> </w:t>
      </w:r>
      <w:r w:rsidRPr="000604CE">
        <w:t>the</w:t>
      </w:r>
      <w:r w:rsidR="00C17D31">
        <w:t xml:space="preserve"> </w:t>
      </w:r>
      <w:r w:rsidRPr="000604CE">
        <w:t>evaluation</w:t>
      </w:r>
      <w:r w:rsidR="00C17D31">
        <w:t xml:space="preserve"> </w:t>
      </w:r>
      <w:r w:rsidRPr="000604CE">
        <w:t>criteria</w:t>
      </w:r>
      <w:r w:rsidR="00C17D31">
        <w:t xml:space="preserve"> </w:t>
      </w:r>
      <w:r w:rsidRPr="000604CE">
        <w:t>contained</w:t>
      </w:r>
      <w:r w:rsidR="00C17D31">
        <w:t xml:space="preserve"> </w:t>
      </w:r>
      <w:r w:rsidRPr="000604CE">
        <w:t>in</w:t>
      </w:r>
      <w:r w:rsidR="00C17D31">
        <w:t xml:space="preserve"> </w:t>
      </w:r>
      <w:r w:rsidRPr="000604CE">
        <w:t>clause</w:t>
      </w:r>
      <w:r w:rsidR="00C17D31">
        <w:t xml:space="preserve"> </w:t>
      </w:r>
      <w:r w:rsidR="007C45B9">
        <w:fldChar w:fldCharType="begin"/>
      </w:r>
      <w:r w:rsidR="007C45B9">
        <w:instrText xml:space="preserve"> REF _Ref50136372 \r \h </w:instrText>
      </w:r>
      <w:r w:rsidR="007C45B9">
        <w:fldChar w:fldCharType="separate"/>
      </w:r>
      <w:r w:rsidR="00857305">
        <w:t>3.9</w:t>
      </w:r>
      <w:r w:rsidR="007C45B9">
        <w:fldChar w:fldCharType="end"/>
      </w:r>
      <w:r>
        <w:t>.</w:t>
      </w:r>
      <w:bookmarkStart w:id="537" w:name="_Toc384729999"/>
      <w:bookmarkStart w:id="538" w:name="_Toc384730105"/>
      <w:bookmarkStart w:id="539" w:name="_Toc384730211"/>
      <w:bookmarkStart w:id="540" w:name="_Toc384742067"/>
      <w:bookmarkStart w:id="541" w:name="_Toc384730000"/>
      <w:bookmarkStart w:id="542" w:name="_Toc384730106"/>
      <w:bookmarkStart w:id="543" w:name="_Toc384730212"/>
      <w:bookmarkStart w:id="544" w:name="_Toc384742068"/>
      <w:bookmarkStart w:id="545" w:name="_Toc384730008"/>
      <w:bookmarkStart w:id="546" w:name="_Toc384730114"/>
      <w:bookmarkStart w:id="547" w:name="_Toc384730220"/>
      <w:bookmarkStart w:id="548" w:name="_Toc384742076"/>
      <w:bookmarkStart w:id="549" w:name="_Toc384730009"/>
      <w:bookmarkStart w:id="550" w:name="_Toc384730115"/>
      <w:bookmarkStart w:id="551" w:name="_Toc384730221"/>
      <w:bookmarkStart w:id="552" w:name="_Toc384742077"/>
      <w:bookmarkStart w:id="553" w:name="_Toc384730010"/>
      <w:bookmarkStart w:id="554" w:name="_Toc384730116"/>
      <w:bookmarkStart w:id="555" w:name="_Toc384730222"/>
      <w:bookmarkStart w:id="556" w:name="_Toc384742078"/>
      <w:bookmarkStart w:id="557" w:name="_Toc384730012"/>
      <w:bookmarkStart w:id="558" w:name="_Toc384730118"/>
      <w:bookmarkStart w:id="559" w:name="_Toc384730224"/>
      <w:bookmarkStart w:id="560" w:name="_Toc384742080"/>
      <w:bookmarkStart w:id="561" w:name="_Toc384730014"/>
      <w:bookmarkStart w:id="562" w:name="_Toc384730120"/>
      <w:bookmarkStart w:id="563" w:name="_Toc384730226"/>
      <w:bookmarkStart w:id="564" w:name="_Toc384742082"/>
      <w:bookmarkStart w:id="565" w:name="_Toc384730015"/>
      <w:bookmarkStart w:id="566" w:name="_Toc384730121"/>
      <w:bookmarkStart w:id="567" w:name="_Toc384730227"/>
      <w:bookmarkStart w:id="568" w:name="_Toc384742083"/>
      <w:bookmarkStart w:id="569" w:name="_Toc384730016"/>
      <w:bookmarkStart w:id="570" w:name="_Toc384730122"/>
      <w:bookmarkStart w:id="571" w:name="_Toc384730228"/>
      <w:bookmarkStart w:id="572" w:name="_Toc384742084"/>
      <w:bookmarkStart w:id="573" w:name="_Toc384742086"/>
      <w:bookmarkStart w:id="574" w:name="_Toc384742087"/>
      <w:bookmarkStart w:id="575" w:name="_Toc384742088"/>
      <w:bookmarkStart w:id="576" w:name="_Toc384742089"/>
      <w:bookmarkStart w:id="577" w:name="_Toc316562890"/>
      <w:bookmarkStart w:id="578" w:name="_Toc317081671"/>
      <w:bookmarkStart w:id="579" w:name="_Toc351711310"/>
      <w:bookmarkStart w:id="580" w:name="_Toc355615705"/>
      <w:bookmarkStart w:id="581" w:name="_Toc360718185"/>
      <w:bookmarkStart w:id="582" w:name="_Toc381709641"/>
      <w:bookmarkStart w:id="583" w:name="_Toc381709883"/>
      <w:bookmarkStart w:id="584" w:name="_Toc381971258"/>
      <w:bookmarkStart w:id="585" w:name="_Toc384134077"/>
      <w:bookmarkStart w:id="586" w:name="_Toc384730022"/>
      <w:bookmarkStart w:id="587" w:name="_Toc384730128"/>
      <w:bookmarkStart w:id="588" w:name="_Toc384730234"/>
      <w:bookmarkStart w:id="589" w:name="_Toc384742093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</w:p>
    <w:p w14:paraId="08803AE4" w14:textId="2001FF44" w:rsidR="00514A46" w:rsidRDefault="00514A46" w:rsidP="00C8034B">
      <w:pPr>
        <w:pStyle w:val="COTCOCLV2-ASDEFCON"/>
      </w:pPr>
      <w:bookmarkStart w:id="590" w:name="_Ref50136372"/>
      <w:bookmarkStart w:id="591" w:name="_Toc121903990"/>
      <w:bookmarkStart w:id="592" w:name="_Toc175208066"/>
      <w:r>
        <w:t>Tender</w:t>
      </w:r>
      <w:r w:rsidR="00C17D31">
        <w:t xml:space="preserve"> </w:t>
      </w:r>
      <w:r>
        <w:t>Evaluation</w:t>
      </w:r>
      <w:r w:rsidR="00C17D31">
        <w:t xml:space="preserve"> </w:t>
      </w:r>
      <w:r>
        <w:t>Criteria</w:t>
      </w:r>
      <w:r w:rsidR="00C17D31">
        <w:t xml:space="preserve"> </w:t>
      </w:r>
      <w:r>
        <w:t>(Core)</w:t>
      </w:r>
      <w:bookmarkEnd w:id="590"/>
      <w:bookmarkEnd w:id="591"/>
      <w:bookmarkEnd w:id="592"/>
    </w:p>
    <w:p w14:paraId="3A5FFACB" w14:textId="700C9D25" w:rsidR="00514A46" w:rsidRDefault="00313327" w:rsidP="00C8034B">
      <w:pPr>
        <w:pStyle w:val="COTCOCLV3-ASDEFCON"/>
        <w:rPr>
          <w:lang w:eastAsia="zh-CN"/>
        </w:rPr>
      </w:pPr>
      <w:r>
        <w:t xml:space="preserve">For the purposes of clause </w:t>
      </w:r>
      <w:r>
        <w:fldChar w:fldCharType="begin"/>
      </w:r>
      <w:r>
        <w:instrText xml:space="preserve"> REF _Ref116980315 \w \h </w:instrText>
      </w:r>
      <w:r>
        <w:fldChar w:fldCharType="separate"/>
      </w:r>
      <w:r w:rsidR="00857305">
        <w:t>3.1.1</w:t>
      </w:r>
      <w:r>
        <w:fldChar w:fldCharType="end"/>
      </w:r>
      <w:r w:rsidR="006B6263">
        <w:t>,</w:t>
      </w:r>
      <w:r w:rsidR="00C17D31">
        <w:t xml:space="preserve"> </w:t>
      </w:r>
      <w:r w:rsidR="006B6263">
        <w:t>t</w:t>
      </w:r>
      <w:r w:rsidR="00514A46">
        <w:t>h</w:t>
      </w:r>
      <w:r w:rsidR="00514A46" w:rsidRPr="00872311">
        <w:t>e</w:t>
      </w:r>
      <w:r w:rsidR="00C17D31">
        <w:t xml:space="preserve"> </w:t>
      </w:r>
      <w:r w:rsidR="00514A46" w:rsidRPr="00872311">
        <w:t>criteria</w:t>
      </w:r>
      <w:r w:rsidR="00C17D31">
        <w:t xml:space="preserve"> </w:t>
      </w:r>
      <w:r w:rsidR="00514A46" w:rsidRPr="00872311">
        <w:t>to</w:t>
      </w:r>
      <w:r w:rsidR="00C17D31">
        <w:t xml:space="preserve"> </w:t>
      </w:r>
      <w:r w:rsidR="00514A46" w:rsidRPr="00872311">
        <w:t>be</w:t>
      </w:r>
      <w:r w:rsidR="00C17D31">
        <w:t xml:space="preserve"> </w:t>
      </w:r>
      <w:r w:rsidR="00514A46" w:rsidRPr="00872311">
        <w:t>applied</w:t>
      </w:r>
      <w:r w:rsidR="00C17D31">
        <w:t xml:space="preserve"> </w:t>
      </w:r>
      <w:r w:rsidR="00514A46" w:rsidRPr="00872311">
        <w:t>for</w:t>
      </w:r>
      <w:r w:rsidR="00C17D31">
        <w:t xml:space="preserve"> </w:t>
      </w:r>
      <w:r w:rsidR="00514A46" w:rsidRPr="00872311">
        <w:t>the</w:t>
      </w:r>
      <w:r w:rsidR="00C17D31">
        <w:t xml:space="preserve"> </w:t>
      </w:r>
      <w:r w:rsidR="00514A46" w:rsidRPr="00872311">
        <w:t>purposes</w:t>
      </w:r>
      <w:r w:rsidR="00C17D31">
        <w:t xml:space="preserve"> </w:t>
      </w:r>
      <w:r w:rsidR="00514A46" w:rsidRPr="00872311">
        <w:t>of</w:t>
      </w:r>
      <w:r w:rsidR="00C17D31">
        <w:t xml:space="preserve"> </w:t>
      </w:r>
      <w:r w:rsidR="00514A46" w:rsidRPr="00872311">
        <w:t>evaluation</w:t>
      </w:r>
      <w:r w:rsidR="00C17D31">
        <w:t xml:space="preserve"> </w:t>
      </w:r>
      <w:r w:rsidR="00514A46">
        <w:t>are</w:t>
      </w:r>
      <w:r w:rsidR="00C17D31">
        <w:t xml:space="preserve"> </w:t>
      </w:r>
      <w:r w:rsidR="00514A46">
        <w:t>as</w:t>
      </w:r>
      <w:r w:rsidR="00C17D31">
        <w:t xml:space="preserve"> </w:t>
      </w:r>
      <w:r w:rsidR="00514A46">
        <w:t>follows,</w:t>
      </w:r>
      <w:r w:rsidR="00C17D31">
        <w:t xml:space="preserve"> </w:t>
      </w:r>
      <w:r w:rsidR="00514A46">
        <w:t>not</w:t>
      </w:r>
      <w:r w:rsidR="00C17D31">
        <w:t xml:space="preserve"> </w:t>
      </w:r>
      <w:r w:rsidR="00514A46">
        <w:t>in</w:t>
      </w:r>
      <w:r w:rsidR="00C17D31">
        <w:t xml:space="preserve"> </w:t>
      </w:r>
      <w:r w:rsidR="00514A46">
        <w:t>any</w:t>
      </w:r>
      <w:r w:rsidR="00C17D31">
        <w:t xml:space="preserve"> </w:t>
      </w:r>
      <w:r w:rsidR="00514A46">
        <w:t>order</w:t>
      </w:r>
      <w:r w:rsidR="00C17D31">
        <w:t xml:space="preserve"> </w:t>
      </w:r>
      <w:r w:rsidR="00514A46">
        <w:t>of</w:t>
      </w:r>
      <w:r w:rsidR="00C17D31">
        <w:t xml:space="preserve"> </w:t>
      </w:r>
      <w:r w:rsidR="00514A46">
        <w:t>importance</w:t>
      </w:r>
      <w:r w:rsidR="00514A46" w:rsidRPr="00872311">
        <w:t>:</w:t>
      </w:r>
    </w:p>
    <w:p w14:paraId="0F251FE8" w14:textId="05D52AE0" w:rsidR="00514A46" w:rsidRPr="00460D59" w:rsidRDefault="00514A46" w:rsidP="00C8034B">
      <w:pPr>
        <w:pStyle w:val="COTCOCLV4-ASDEFCON"/>
      </w:pPr>
      <w:r w:rsidRPr="00460D59">
        <w:t>past</w:t>
      </w:r>
      <w:r w:rsidR="00C17D31">
        <w:t xml:space="preserve"> </w:t>
      </w:r>
      <w:r w:rsidRPr="00460D59">
        <w:t>performance</w:t>
      </w:r>
      <w:r w:rsidR="00C17D31">
        <w:t xml:space="preserve"> </w:t>
      </w:r>
      <w:r w:rsidRPr="00460D59">
        <w:t>of</w:t>
      </w:r>
      <w:r w:rsidR="00C17D31">
        <w:t xml:space="preserve"> </w:t>
      </w:r>
      <w:r w:rsidRPr="00460D59">
        <w:t>contractual</w:t>
      </w:r>
      <w:r w:rsidR="00C17D31">
        <w:t xml:space="preserve"> </w:t>
      </w:r>
      <w:r w:rsidRPr="00460D59">
        <w:t>obligations</w:t>
      </w:r>
      <w:r w:rsidR="00C17D31">
        <w:t xml:space="preserve"> </w:t>
      </w:r>
      <w:r w:rsidRPr="00460D59">
        <w:t>of</w:t>
      </w:r>
      <w:r w:rsidR="00C17D31">
        <w:t xml:space="preserve"> </w:t>
      </w:r>
      <w:r w:rsidRPr="00460D59">
        <w:t>the</w:t>
      </w:r>
      <w:r w:rsidR="00C17D31">
        <w:t xml:space="preserve"> </w:t>
      </w:r>
      <w:r w:rsidRPr="00460D59">
        <w:t>tenderer,</w:t>
      </w:r>
      <w:r w:rsidR="00C17D31">
        <w:t xml:space="preserve"> </w:t>
      </w:r>
      <w:r w:rsidRPr="00460D59">
        <w:t>any</w:t>
      </w:r>
      <w:r w:rsidR="00C17D31">
        <w:t xml:space="preserve"> </w:t>
      </w:r>
      <w:r w:rsidRPr="00460D59">
        <w:t>proposed</w:t>
      </w:r>
      <w:r w:rsidR="00C17D31">
        <w:t xml:space="preserve"> </w:t>
      </w:r>
      <w:r w:rsidRPr="00460D59">
        <w:t>Subcontractors</w:t>
      </w:r>
      <w:r w:rsidR="00C17D31">
        <w:t xml:space="preserve"> </w:t>
      </w:r>
      <w:r w:rsidRPr="00460D59">
        <w:t>and</w:t>
      </w:r>
      <w:r w:rsidR="00C17D31">
        <w:t xml:space="preserve"> </w:t>
      </w:r>
      <w:r w:rsidRPr="00460D59">
        <w:t>any</w:t>
      </w:r>
      <w:r w:rsidR="00C17D31">
        <w:t xml:space="preserve"> </w:t>
      </w:r>
      <w:r w:rsidRPr="00460D59">
        <w:t>Related</w:t>
      </w:r>
      <w:r w:rsidR="00C17D31">
        <w:t xml:space="preserve"> </w:t>
      </w:r>
      <w:r w:rsidRPr="00460D59">
        <w:t>Bodies</w:t>
      </w:r>
      <w:r w:rsidR="00C17D31">
        <w:t xml:space="preserve"> </w:t>
      </w:r>
      <w:r w:rsidRPr="00460D59">
        <w:t>Corporate;</w:t>
      </w:r>
    </w:p>
    <w:p w14:paraId="1E45B8D0" w14:textId="434710BD" w:rsidR="00514A46" w:rsidRPr="00460D59" w:rsidRDefault="00514A46" w:rsidP="00C8034B">
      <w:pPr>
        <w:pStyle w:val="COTCOCLV4-ASDEFCON"/>
      </w:pPr>
      <w:r w:rsidRPr="00460D59">
        <w:t>the</w:t>
      </w:r>
      <w:r w:rsidR="00C17D31">
        <w:t xml:space="preserve"> </w:t>
      </w:r>
      <w:r w:rsidRPr="00460D59">
        <w:t>tenderer’s</w:t>
      </w:r>
      <w:r w:rsidR="00C17D31">
        <w:t xml:space="preserve"> </w:t>
      </w:r>
      <w:r w:rsidRPr="00460D59">
        <w:t>degree</w:t>
      </w:r>
      <w:r w:rsidR="00C17D31">
        <w:t xml:space="preserve"> </w:t>
      </w:r>
      <w:r w:rsidRPr="00460D59">
        <w:t>of</w:t>
      </w:r>
      <w:r w:rsidR="00C17D31">
        <w:t xml:space="preserve"> </w:t>
      </w:r>
      <w:r w:rsidRPr="00460D59">
        <w:t>overall</w:t>
      </w:r>
      <w:r w:rsidR="00C17D31">
        <w:t xml:space="preserve"> </w:t>
      </w:r>
      <w:r w:rsidRPr="00460D59">
        <w:t>compliance</w:t>
      </w:r>
      <w:r w:rsidR="00C17D31">
        <w:t xml:space="preserve"> </w:t>
      </w:r>
      <w:r w:rsidRPr="00460D59">
        <w:t>with</w:t>
      </w:r>
      <w:r w:rsidR="00C17D31">
        <w:t xml:space="preserve"> </w:t>
      </w:r>
      <w:r w:rsidRPr="00460D59">
        <w:t>the</w:t>
      </w:r>
      <w:r w:rsidR="00C17D31">
        <w:t xml:space="preserve"> </w:t>
      </w:r>
      <w:r w:rsidRPr="00460D59">
        <w:t>RFT;</w:t>
      </w:r>
    </w:p>
    <w:p w14:paraId="73CFB982" w14:textId="0C936F79" w:rsidR="00514A46" w:rsidRPr="00460D59" w:rsidRDefault="00514A46" w:rsidP="00C8034B">
      <w:pPr>
        <w:pStyle w:val="COTCOCLV4-ASDEFCON"/>
      </w:pPr>
      <w:r w:rsidRPr="00460D59">
        <w:t>the</w:t>
      </w:r>
      <w:r w:rsidR="00C17D31">
        <w:t xml:space="preserve"> </w:t>
      </w:r>
      <w:r w:rsidRPr="00460D59">
        <w:t>extent</w:t>
      </w:r>
      <w:r w:rsidR="00C17D31">
        <w:t xml:space="preserve"> </w:t>
      </w:r>
      <w:r w:rsidRPr="00460D59">
        <w:t>to</w:t>
      </w:r>
      <w:r w:rsidR="00C17D31">
        <w:t xml:space="preserve"> </w:t>
      </w:r>
      <w:r w:rsidRPr="00460D59">
        <w:t>which</w:t>
      </w:r>
      <w:r w:rsidR="00C17D31">
        <w:t xml:space="preserve"> </w:t>
      </w:r>
      <w:r w:rsidRPr="00460D59">
        <w:t>the</w:t>
      </w:r>
      <w:r w:rsidR="00C17D31">
        <w:t xml:space="preserve"> </w:t>
      </w:r>
      <w:r w:rsidRPr="00460D59">
        <w:t>tender</w:t>
      </w:r>
      <w:r w:rsidR="00C17D31">
        <w:t xml:space="preserve"> </w:t>
      </w:r>
      <w:r w:rsidRPr="00460D59">
        <w:t>meets</w:t>
      </w:r>
      <w:r w:rsidR="00C17D31">
        <w:t xml:space="preserve"> </w:t>
      </w:r>
      <w:r w:rsidRPr="00460D59">
        <w:t>the</w:t>
      </w:r>
      <w:r w:rsidR="00C17D31">
        <w:t xml:space="preserve"> </w:t>
      </w:r>
      <w:r w:rsidRPr="00460D59">
        <w:t>technical,</w:t>
      </w:r>
      <w:r w:rsidR="00C17D31">
        <w:t xml:space="preserve"> </w:t>
      </w:r>
      <w:r w:rsidRPr="00460D59">
        <w:t>functional,</w:t>
      </w:r>
      <w:r w:rsidR="00C17D31">
        <w:t xml:space="preserve"> </w:t>
      </w:r>
      <w:r w:rsidRPr="00460D59">
        <w:t>operational</w:t>
      </w:r>
      <w:r w:rsidR="00C17D31">
        <w:t xml:space="preserve"> </w:t>
      </w:r>
      <w:r w:rsidRPr="00460D59">
        <w:t>and</w:t>
      </w:r>
      <w:r w:rsidR="00C17D31">
        <w:t xml:space="preserve"> </w:t>
      </w:r>
      <w:r w:rsidRPr="00460D59">
        <w:t>performance</w:t>
      </w:r>
      <w:r w:rsidR="00C17D31">
        <w:t xml:space="preserve"> </w:t>
      </w:r>
      <w:r w:rsidRPr="00460D59">
        <w:t>requirements</w:t>
      </w:r>
      <w:r w:rsidR="00C17D31">
        <w:t xml:space="preserve"> </w:t>
      </w:r>
      <w:r w:rsidRPr="00460D59">
        <w:t>stated</w:t>
      </w:r>
      <w:r w:rsidR="00C17D31">
        <w:t xml:space="preserve"> </w:t>
      </w:r>
      <w:r w:rsidRPr="00460D59">
        <w:t>in</w:t>
      </w:r>
      <w:r w:rsidR="00C17D31">
        <w:t xml:space="preserve"> </w:t>
      </w:r>
      <w:r w:rsidRPr="00460D59">
        <w:t>the</w:t>
      </w:r>
      <w:r w:rsidR="00C17D31">
        <w:t xml:space="preserve"> </w:t>
      </w:r>
      <w:r w:rsidRPr="00460D59">
        <w:t>draft</w:t>
      </w:r>
      <w:r w:rsidR="00C17D31">
        <w:t xml:space="preserve"> </w:t>
      </w:r>
      <w:r w:rsidRPr="00460D59">
        <w:t>SOW,</w:t>
      </w:r>
      <w:r w:rsidR="00C17D31">
        <w:t xml:space="preserve"> </w:t>
      </w:r>
      <w:r w:rsidRPr="00460D59">
        <w:t>including</w:t>
      </w:r>
      <w:r w:rsidR="00C17D31">
        <w:t xml:space="preserve"> </w:t>
      </w:r>
      <w:r w:rsidRPr="00460D59">
        <w:t>any</w:t>
      </w:r>
      <w:r w:rsidR="00C17D31">
        <w:t xml:space="preserve"> </w:t>
      </w:r>
      <w:r w:rsidRPr="00460D59">
        <w:t>specifications;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7"/>
      </w:tblGrid>
      <w:tr w:rsidR="00F84DC7" w14:paraId="2252D55D" w14:textId="77777777" w:rsidTr="00514A46">
        <w:tc>
          <w:tcPr>
            <w:tcW w:w="9067" w:type="dxa"/>
            <w:shd w:val="clear" w:color="auto" w:fill="auto"/>
          </w:tcPr>
          <w:p w14:paraId="030CA80A" w14:textId="17807137" w:rsidR="00514A46" w:rsidRPr="00460D59" w:rsidRDefault="00514A46" w:rsidP="008C4BB1">
            <w:pPr>
              <w:pStyle w:val="ASDEFCONOption"/>
            </w:pPr>
            <w:r w:rsidRPr="00460D59">
              <w:t>Option:</w:t>
            </w:r>
            <w:r w:rsidR="00C17D31">
              <w:t xml:space="preserve">  </w:t>
            </w:r>
            <w:r w:rsidRPr="00460D59">
              <w:t>For</w:t>
            </w:r>
            <w:r w:rsidR="00C17D31">
              <w:t xml:space="preserve"> </w:t>
            </w:r>
            <w:r w:rsidRPr="00460D59">
              <w:t>when</w:t>
            </w:r>
            <w:r w:rsidR="00C17D31">
              <w:t xml:space="preserve"> </w:t>
            </w:r>
            <w:r w:rsidRPr="00460D59">
              <w:t>a</w:t>
            </w:r>
            <w:r w:rsidR="00C17D31">
              <w:t xml:space="preserve"> </w:t>
            </w:r>
            <w:r w:rsidRPr="00460D59">
              <w:t>sample</w:t>
            </w:r>
            <w:r w:rsidR="00C17D31">
              <w:t xml:space="preserve"> </w:t>
            </w:r>
            <w:r w:rsidRPr="00460D59">
              <w:t>of</w:t>
            </w:r>
            <w:r w:rsidR="00C17D31">
              <w:t xml:space="preserve"> </w:t>
            </w:r>
            <w:r w:rsidRPr="00460D59">
              <w:t>the</w:t>
            </w:r>
            <w:r w:rsidR="00C17D31">
              <w:t xml:space="preserve"> </w:t>
            </w:r>
            <w:r w:rsidRPr="00460D59">
              <w:t>tendered</w:t>
            </w:r>
            <w:r w:rsidR="00C17D31">
              <w:t xml:space="preserve"> </w:t>
            </w:r>
            <w:r w:rsidRPr="00460D59">
              <w:t>Supplies</w:t>
            </w:r>
            <w:r w:rsidR="00C17D31">
              <w:t xml:space="preserve"> </w:t>
            </w:r>
            <w:r w:rsidRPr="00460D59">
              <w:t>may</w:t>
            </w:r>
            <w:r w:rsidR="00C17D31">
              <w:t xml:space="preserve"> </w:t>
            </w:r>
            <w:r w:rsidRPr="00460D59">
              <w:t>be</w:t>
            </w:r>
            <w:r w:rsidR="00C17D31">
              <w:t xml:space="preserve"> </w:t>
            </w:r>
            <w:r w:rsidRPr="00460D59">
              <w:t>requested</w:t>
            </w:r>
            <w:r>
              <w:t>.</w:t>
            </w:r>
          </w:p>
          <w:p w14:paraId="17974C32" w14:textId="1EE12947" w:rsidR="00514A46" w:rsidRDefault="00514A46" w:rsidP="00C8034B">
            <w:pPr>
              <w:pStyle w:val="COTCOCLV4-ASDEFCON"/>
            </w:pPr>
            <w:r w:rsidRPr="00460D59">
              <w:t>the</w:t>
            </w:r>
            <w:r w:rsidR="00C17D31">
              <w:t xml:space="preserve"> </w:t>
            </w:r>
            <w:r w:rsidRPr="00460D59">
              <w:t>degree</w:t>
            </w:r>
            <w:r w:rsidR="00C17D31">
              <w:t xml:space="preserve"> </w:t>
            </w:r>
            <w:r w:rsidRPr="00460D59">
              <w:t>to</w:t>
            </w:r>
            <w:r w:rsidR="00C17D31">
              <w:t xml:space="preserve"> </w:t>
            </w:r>
            <w:r w:rsidRPr="00460D59">
              <w:t>which</w:t>
            </w:r>
            <w:r w:rsidR="00C17D31">
              <w:t xml:space="preserve"> </w:t>
            </w:r>
            <w:r w:rsidRPr="00460D59">
              <w:t>any</w:t>
            </w:r>
            <w:r w:rsidR="00C17D31">
              <w:t xml:space="preserve"> </w:t>
            </w:r>
            <w:r w:rsidRPr="00460D59">
              <w:t>sample</w:t>
            </w:r>
            <w:r w:rsidR="00C17D31">
              <w:t xml:space="preserve"> </w:t>
            </w:r>
            <w:r w:rsidRPr="00460D59">
              <w:t>tendered</w:t>
            </w:r>
            <w:r w:rsidR="00C17D31">
              <w:t xml:space="preserve"> </w:t>
            </w:r>
            <w:r w:rsidRPr="00460D59">
              <w:t>in</w:t>
            </w:r>
            <w:r w:rsidR="00C17D31">
              <w:t xml:space="preserve"> </w:t>
            </w:r>
            <w:r w:rsidRPr="00460D59">
              <w:t>accordance</w:t>
            </w:r>
            <w:r w:rsidR="00C17D31">
              <w:t xml:space="preserve"> </w:t>
            </w:r>
            <w:r w:rsidRPr="00460D59">
              <w:t>with</w:t>
            </w:r>
            <w:r w:rsidR="00C17D31">
              <w:t xml:space="preserve"> </w:t>
            </w:r>
            <w:r w:rsidRPr="00460D59">
              <w:t>clause</w:t>
            </w:r>
            <w:r w:rsidR="00C17D31">
              <w:t xml:space="preserve"> </w:t>
            </w:r>
            <w:r>
              <w:fldChar w:fldCharType="begin"/>
            </w:r>
            <w:r>
              <w:instrText xml:space="preserve"> REF _Ref434502607 \r \h  \* MERGEFORMAT </w:instrText>
            </w:r>
            <w:r>
              <w:fldChar w:fldCharType="separate"/>
            </w:r>
            <w:r w:rsidR="00857305">
              <w:t>3.1.3</w:t>
            </w:r>
            <w:r>
              <w:fldChar w:fldCharType="end"/>
            </w:r>
            <w:r w:rsidR="00C17D31">
              <w:t xml:space="preserve"> </w:t>
            </w:r>
            <w:r w:rsidRPr="00460D59">
              <w:t>meets</w:t>
            </w:r>
            <w:r w:rsidR="00C17D31">
              <w:t xml:space="preserve"> </w:t>
            </w:r>
            <w:r w:rsidRPr="00460D59">
              <w:t>the</w:t>
            </w:r>
            <w:r w:rsidR="00C17D31">
              <w:t xml:space="preserve"> </w:t>
            </w:r>
            <w:r w:rsidRPr="00460D59">
              <w:t>require</w:t>
            </w:r>
            <w:r>
              <w:t>ments</w:t>
            </w:r>
            <w:r w:rsidR="00C17D31">
              <w:t xml:space="preserve"> </w:t>
            </w:r>
            <w:r>
              <w:t>stated</w:t>
            </w:r>
            <w:r w:rsidR="00C17D31">
              <w:t xml:space="preserve"> </w:t>
            </w:r>
            <w:r>
              <w:t>in</w:t>
            </w:r>
            <w:r w:rsidR="00C17D31">
              <w:t xml:space="preserve"> </w:t>
            </w:r>
            <w:r>
              <w:t>the</w:t>
            </w:r>
            <w:r w:rsidR="00C17D31">
              <w:t xml:space="preserve"> </w:t>
            </w:r>
            <w:r>
              <w:t>draft</w:t>
            </w:r>
            <w:r w:rsidR="00C17D31">
              <w:t xml:space="preserve"> </w:t>
            </w:r>
            <w:r>
              <w:t>SOW;</w:t>
            </w:r>
          </w:p>
        </w:tc>
      </w:tr>
    </w:tbl>
    <w:p w14:paraId="1A2890C9" w14:textId="77777777" w:rsidR="00614605" w:rsidRDefault="00614605" w:rsidP="00C8034B">
      <w:pPr>
        <w:pStyle w:val="ASDEFCONOptionSpace"/>
      </w:pPr>
    </w:p>
    <w:p w14:paraId="5ED007EE" w14:textId="62E22EC1" w:rsidR="00514A46" w:rsidRPr="00460D59" w:rsidRDefault="00514A46" w:rsidP="00C8034B">
      <w:pPr>
        <w:pStyle w:val="COTCOCLV4-ASDEFCON"/>
      </w:pPr>
      <w:r w:rsidRPr="00460D59">
        <w:t>the</w:t>
      </w:r>
      <w:r w:rsidR="00C17D31">
        <w:t xml:space="preserve"> </w:t>
      </w:r>
      <w:r w:rsidRPr="00460D59">
        <w:t>extent</w:t>
      </w:r>
      <w:r w:rsidR="00C17D31">
        <w:t xml:space="preserve"> </w:t>
      </w:r>
      <w:r w:rsidRPr="00460D59">
        <w:t>to</w:t>
      </w:r>
      <w:r w:rsidR="00C17D31">
        <w:t xml:space="preserve"> </w:t>
      </w:r>
      <w:r w:rsidRPr="00460D59">
        <w:t>which</w:t>
      </w:r>
      <w:r w:rsidR="00C17D31">
        <w:t xml:space="preserve"> </w:t>
      </w:r>
      <w:r w:rsidRPr="00460D59">
        <w:t>the</w:t>
      </w:r>
      <w:r w:rsidR="00C17D31">
        <w:t xml:space="preserve"> </w:t>
      </w:r>
      <w:r w:rsidRPr="00460D59">
        <w:t>tenderer</w:t>
      </w:r>
      <w:r w:rsidR="00C17D31">
        <w:t xml:space="preserve"> </w:t>
      </w:r>
      <w:r w:rsidRPr="00460D59">
        <w:t>is</w:t>
      </w:r>
      <w:r w:rsidR="00C17D31">
        <w:t xml:space="preserve"> </w:t>
      </w:r>
      <w:r w:rsidRPr="00460D59">
        <w:t>compliant</w:t>
      </w:r>
      <w:r w:rsidR="00C17D31">
        <w:t xml:space="preserve"> </w:t>
      </w:r>
      <w:r w:rsidRPr="00460D59">
        <w:t>with</w:t>
      </w:r>
      <w:r w:rsidR="00C17D31">
        <w:t xml:space="preserve"> </w:t>
      </w:r>
      <w:r w:rsidRPr="00460D59">
        <w:t>the</w:t>
      </w:r>
      <w:r w:rsidR="00C17D31">
        <w:t xml:space="preserve"> </w:t>
      </w:r>
      <w:r w:rsidRPr="00460D59">
        <w:t>draft</w:t>
      </w:r>
      <w:r w:rsidR="00C17D31">
        <w:t xml:space="preserve"> </w:t>
      </w:r>
      <w:r>
        <w:t>Contract</w:t>
      </w:r>
      <w:r w:rsidR="00C17D31">
        <w:t xml:space="preserve"> </w:t>
      </w:r>
      <w:r w:rsidRPr="00460D59">
        <w:t>and</w:t>
      </w:r>
      <w:r w:rsidR="00C17D31">
        <w:t xml:space="preserve"> </w:t>
      </w:r>
      <w:r w:rsidRPr="00460D59">
        <w:t>the</w:t>
      </w:r>
      <w:r w:rsidR="00C17D31">
        <w:t xml:space="preserve"> </w:t>
      </w:r>
      <w:r w:rsidRPr="00460D59">
        <w:t>assessed</w:t>
      </w:r>
      <w:r w:rsidR="00C17D31">
        <w:t xml:space="preserve"> </w:t>
      </w:r>
      <w:r w:rsidRPr="00460D59">
        <w:t>level</w:t>
      </w:r>
      <w:r w:rsidR="00C17D31">
        <w:t xml:space="preserve"> </w:t>
      </w:r>
      <w:r w:rsidRPr="00460D59">
        <w:t>of</w:t>
      </w:r>
      <w:r w:rsidR="00C17D31">
        <w:t xml:space="preserve"> </w:t>
      </w:r>
      <w:r w:rsidRPr="00460D59">
        <w:t>risk</w:t>
      </w:r>
      <w:r w:rsidR="00C17D31">
        <w:t xml:space="preserve"> </w:t>
      </w:r>
      <w:r w:rsidRPr="00460D59">
        <w:t>relating</w:t>
      </w:r>
      <w:r w:rsidR="00C17D31">
        <w:t xml:space="preserve"> </w:t>
      </w:r>
      <w:r w:rsidRPr="00460D59">
        <w:t>to</w:t>
      </w:r>
      <w:r w:rsidR="00C17D31">
        <w:t xml:space="preserve"> </w:t>
      </w:r>
      <w:r w:rsidRPr="00460D59">
        <w:t>the</w:t>
      </w:r>
      <w:r w:rsidR="00C17D31">
        <w:t xml:space="preserve"> </w:t>
      </w:r>
      <w:r w:rsidRPr="00460D59">
        <w:t>negotiation</w:t>
      </w:r>
      <w:r w:rsidR="00C17D31">
        <w:t xml:space="preserve"> </w:t>
      </w:r>
      <w:r w:rsidRPr="00460D59">
        <w:t>of</w:t>
      </w:r>
      <w:r w:rsidR="00C17D31">
        <w:t xml:space="preserve"> </w:t>
      </w:r>
      <w:r>
        <w:t>any</w:t>
      </w:r>
      <w:r w:rsidR="00C17D31">
        <w:t xml:space="preserve"> </w:t>
      </w:r>
      <w:r>
        <w:t>resultant</w:t>
      </w:r>
      <w:r w:rsidR="00C17D31">
        <w:t xml:space="preserve"> </w:t>
      </w:r>
      <w:r>
        <w:t>C</w:t>
      </w:r>
      <w:r w:rsidRPr="00460D59">
        <w:t>ontract</w:t>
      </w:r>
      <w:r w:rsidR="00C17D31">
        <w:t xml:space="preserve"> </w:t>
      </w:r>
      <w:r w:rsidRPr="00460D59">
        <w:t>acceptable</w:t>
      </w:r>
      <w:r w:rsidR="00C17D31">
        <w:t xml:space="preserve"> </w:t>
      </w:r>
      <w:r w:rsidRPr="00460D59">
        <w:t>to</w:t>
      </w:r>
      <w:r w:rsidR="00C17D31">
        <w:t xml:space="preserve"> </w:t>
      </w:r>
      <w:r w:rsidRPr="00460D59">
        <w:t>the</w:t>
      </w:r>
      <w:r w:rsidR="00C17D31">
        <w:t xml:space="preserve"> </w:t>
      </w:r>
      <w:r w:rsidRPr="00460D59">
        <w:t>Commonwealth;</w:t>
      </w:r>
    </w:p>
    <w:p w14:paraId="6DCD29AC" w14:textId="6382CD27" w:rsidR="00514A46" w:rsidRPr="00460D59" w:rsidRDefault="00514A46" w:rsidP="00C8034B">
      <w:pPr>
        <w:pStyle w:val="COTCOCLV4-ASDEFCON"/>
      </w:pPr>
      <w:r w:rsidRPr="00460D59">
        <w:t>the</w:t>
      </w:r>
      <w:r w:rsidR="00C17D31">
        <w:t xml:space="preserve"> </w:t>
      </w:r>
      <w:r w:rsidRPr="00460D59">
        <w:t>nature</w:t>
      </w:r>
      <w:r w:rsidR="00C17D31">
        <w:t xml:space="preserve"> </w:t>
      </w:r>
      <w:r w:rsidRPr="00460D59">
        <w:t>and</w:t>
      </w:r>
      <w:r w:rsidR="00C17D31">
        <w:t xml:space="preserve"> </w:t>
      </w:r>
      <w:r w:rsidRPr="00460D59">
        <w:t>extent</w:t>
      </w:r>
      <w:r w:rsidR="00C17D31">
        <w:t xml:space="preserve"> </w:t>
      </w:r>
      <w:r w:rsidRPr="00460D59">
        <w:t>to</w:t>
      </w:r>
      <w:r w:rsidR="00C17D31">
        <w:t xml:space="preserve"> </w:t>
      </w:r>
      <w:r w:rsidRPr="00460D59">
        <w:t>which</w:t>
      </w:r>
      <w:r w:rsidR="00C17D31">
        <w:t xml:space="preserve"> </w:t>
      </w:r>
      <w:r w:rsidRPr="00460D59">
        <w:t>the</w:t>
      </w:r>
      <w:r w:rsidR="00C17D31">
        <w:t xml:space="preserve"> </w:t>
      </w:r>
      <w:r w:rsidRPr="00460D59">
        <w:t>tender</w:t>
      </w:r>
      <w:r w:rsidR="00C17D31">
        <w:t xml:space="preserve"> </w:t>
      </w:r>
      <w:r w:rsidRPr="00460D59">
        <w:t>response</w:t>
      </w:r>
      <w:r w:rsidR="00C17D31">
        <w:t xml:space="preserve"> </w:t>
      </w:r>
      <w:r w:rsidRPr="00460D59">
        <w:t>proposes</w:t>
      </w:r>
      <w:r w:rsidR="00C17D31">
        <w:t xml:space="preserve"> </w:t>
      </w:r>
      <w:r>
        <w:t>Technical</w:t>
      </w:r>
      <w:r w:rsidR="00C17D31">
        <w:t xml:space="preserve"> </w:t>
      </w:r>
      <w:r>
        <w:t>Data,</w:t>
      </w:r>
      <w:r w:rsidR="00C17D31">
        <w:t xml:space="preserve"> </w:t>
      </w:r>
      <w:r>
        <w:t>Software</w:t>
      </w:r>
      <w:r w:rsidR="00C17D31">
        <w:t xml:space="preserve"> </w:t>
      </w:r>
      <w:r>
        <w:t>and</w:t>
      </w:r>
      <w:r w:rsidR="00C17D31">
        <w:t xml:space="preserve"> </w:t>
      </w:r>
      <w:r>
        <w:t>Contract</w:t>
      </w:r>
      <w:r w:rsidR="00C17D31">
        <w:t xml:space="preserve"> </w:t>
      </w:r>
      <w:r>
        <w:t>Materiel</w:t>
      </w:r>
      <w:r w:rsidR="00C17D31">
        <w:t xml:space="preserve"> </w:t>
      </w:r>
      <w:r w:rsidRPr="00460D59">
        <w:t>rights</w:t>
      </w:r>
      <w:r w:rsidR="00C17D31">
        <w:t xml:space="preserve"> </w:t>
      </w:r>
      <w:r w:rsidRPr="00460D59">
        <w:t>to</w:t>
      </w:r>
      <w:r w:rsidR="00C17D31">
        <w:t xml:space="preserve"> </w:t>
      </w:r>
      <w:r w:rsidRPr="00460D59">
        <w:t>the</w:t>
      </w:r>
      <w:r w:rsidR="00C17D31">
        <w:t xml:space="preserve"> </w:t>
      </w:r>
      <w:r w:rsidRPr="00460D59">
        <w:t>Commonwealth</w:t>
      </w:r>
      <w:r w:rsidR="00C17D31">
        <w:t xml:space="preserve"> </w:t>
      </w:r>
      <w:r w:rsidRPr="00460D59">
        <w:t>and</w:t>
      </w:r>
      <w:r w:rsidR="00C17D31">
        <w:t xml:space="preserve"> </w:t>
      </w:r>
      <w:r w:rsidRPr="00460D59">
        <w:t>the</w:t>
      </w:r>
      <w:r w:rsidR="00C17D31">
        <w:t xml:space="preserve"> </w:t>
      </w:r>
      <w:r w:rsidRPr="00460D59">
        <w:t>assessed</w:t>
      </w:r>
      <w:r w:rsidR="00C17D31">
        <w:t xml:space="preserve"> </w:t>
      </w:r>
      <w:r w:rsidRPr="00460D59">
        <w:t>level</w:t>
      </w:r>
      <w:r w:rsidR="00C17D31">
        <w:t xml:space="preserve"> </w:t>
      </w:r>
      <w:r w:rsidRPr="00460D59">
        <w:t>of</w:t>
      </w:r>
      <w:r w:rsidR="00C17D31">
        <w:t xml:space="preserve"> </w:t>
      </w:r>
      <w:r w:rsidRPr="00460D59">
        <w:t>risk</w:t>
      </w:r>
      <w:r w:rsidR="00C17D31">
        <w:t xml:space="preserve"> </w:t>
      </w:r>
      <w:r w:rsidRPr="00460D59">
        <w:t>relating</w:t>
      </w:r>
      <w:r w:rsidR="00C17D31">
        <w:t xml:space="preserve"> </w:t>
      </w:r>
      <w:r w:rsidRPr="00460D59">
        <w:t>to</w:t>
      </w:r>
      <w:r w:rsidR="00C17D31">
        <w:t xml:space="preserve"> </w:t>
      </w:r>
      <w:r w:rsidRPr="00460D59">
        <w:t>the</w:t>
      </w:r>
      <w:r w:rsidR="00C17D31">
        <w:t xml:space="preserve"> </w:t>
      </w:r>
      <w:r w:rsidRPr="00460D59">
        <w:t>negotiation</w:t>
      </w:r>
      <w:r w:rsidR="00C17D31">
        <w:t xml:space="preserve"> </w:t>
      </w:r>
      <w:r w:rsidRPr="00460D59">
        <w:t>of</w:t>
      </w:r>
      <w:r w:rsidR="00C17D31">
        <w:t xml:space="preserve"> </w:t>
      </w:r>
      <w:r>
        <w:t>the</w:t>
      </w:r>
      <w:r w:rsidR="00C17D31">
        <w:t xml:space="preserve"> </w:t>
      </w:r>
      <w:r>
        <w:t>relevant</w:t>
      </w:r>
      <w:r w:rsidR="00C17D31">
        <w:t xml:space="preserve"> </w:t>
      </w:r>
      <w:r w:rsidRPr="00460D59">
        <w:t>provisions</w:t>
      </w:r>
      <w:r w:rsidR="00C17D31">
        <w:t xml:space="preserve"> </w:t>
      </w:r>
      <w:r>
        <w:t>of</w:t>
      </w:r>
      <w:r w:rsidR="00C17D31">
        <w:t xml:space="preserve"> </w:t>
      </w:r>
      <w:r>
        <w:t>any</w:t>
      </w:r>
      <w:r w:rsidR="00C17D31">
        <w:t xml:space="preserve"> </w:t>
      </w:r>
      <w:r>
        <w:t>resultant</w:t>
      </w:r>
      <w:r w:rsidR="00C17D31">
        <w:t xml:space="preserve"> </w:t>
      </w:r>
      <w:r>
        <w:t>contract</w:t>
      </w:r>
      <w:r w:rsidR="00C17D31">
        <w:t xml:space="preserve"> </w:t>
      </w:r>
      <w:r w:rsidRPr="00460D59">
        <w:t>acceptable</w:t>
      </w:r>
      <w:r w:rsidR="00C17D31">
        <w:t xml:space="preserve"> </w:t>
      </w:r>
      <w:r w:rsidRPr="00460D59">
        <w:t>to</w:t>
      </w:r>
      <w:r w:rsidR="00C17D31">
        <w:t xml:space="preserve"> </w:t>
      </w:r>
      <w:r w:rsidRPr="00460D59">
        <w:t>the</w:t>
      </w:r>
      <w:r w:rsidR="00C17D31">
        <w:t xml:space="preserve"> </w:t>
      </w:r>
      <w:r w:rsidRPr="00460D59">
        <w:t>Commonwealth;</w:t>
      </w:r>
    </w:p>
    <w:p w14:paraId="72C4A11E" w14:textId="1BF7DA41" w:rsidR="00514A46" w:rsidRPr="00460D59" w:rsidRDefault="00514A46" w:rsidP="00C8034B">
      <w:pPr>
        <w:pStyle w:val="COTCOCLV4-ASDEFCON"/>
      </w:pPr>
      <w:r w:rsidRPr="00460D59">
        <w:t>the</w:t>
      </w:r>
      <w:r w:rsidR="00C17D31">
        <w:t xml:space="preserve"> </w:t>
      </w:r>
      <w:r w:rsidRPr="00460D59">
        <w:t>proposed</w:t>
      </w:r>
      <w:r w:rsidR="00C17D31">
        <w:t xml:space="preserve"> </w:t>
      </w:r>
      <w:r w:rsidRPr="00460D59">
        <w:t>corporate</w:t>
      </w:r>
      <w:r w:rsidR="00C17D31">
        <w:t xml:space="preserve"> </w:t>
      </w:r>
      <w:r w:rsidRPr="00460D59">
        <w:t>structure</w:t>
      </w:r>
      <w:r w:rsidR="00C17D31">
        <w:t xml:space="preserve"> </w:t>
      </w:r>
      <w:r w:rsidRPr="00460D59">
        <w:t>and</w:t>
      </w:r>
      <w:r w:rsidR="00C17D31">
        <w:t xml:space="preserve"> </w:t>
      </w:r>
      <w:r w:rsidRPr="00460D59">
        <w:t>the</w:t>
      </w:r>
      <w:r w:rsidR="00C17D31">
        <w:t xml:space="preserve"> </w:t>
      </w:r>
      <w:r w:rsidRPr="00460D59">
        <w:t>financial</w:t>
      </w:r>
      <w:r w:rsidR="00C17D31">
        <w:t xml:space="preserve"> </w:t>
      </w:r>
      <w:r w:rsidRPr="00460D59">
        <w:t>and</w:t>
      </w:r>
      <w:r w:rsidR="00C17D31">
        <w:t xml:space="preserve"> </w:t>
      </w:r>
      <w:r w:rsidRPr="00460D59">
        <w:t>corporate</w:t>
      </w:r>
      <w:r w:rsidR="00C17D31">
        <w:t xml:space="preserve"> </w:t>
      </w:r>
      <w:r w:rsidRPr="00460D59">
        <w:t>viability</w:t>
      </w:r>
      <w:r w:rsidR="00C17D31">
        <w:t xml:space="preserve"> </w:t>
      </w:r>
      <w:r w:rsidRPr="00460D59">
        <w:t>of</w:t>
      </w:r>
      <w:r w:rsidR="00C17D31">
        <w:t xml:space="preserve"> </w:t>
      </w:r>
      <w:r w:rsidRPr="00460D59">
        <w:t>the</w:t>
      </w:r>
      <w:r w:rsidR="00C17D31">
        <w:t xml:space="preserve"> </w:t>
      </w:r>
      <w:r w:rsidRPr="00460D59">
        <w:t>tenderer</w:t>
      </w:r>
      <w:r w:rsidR="00C17D31">
        <w:t xml:space="preserve"> </w:t>
      </w:r>
      <w:r w:rsidRPr="00460D59">
        <w:t>to</w:t>
      </w:r>
      <w:r w:rsidR="00C17D31">
        <w:t xml:space="preserve"> </w:t>
      </w:r>
      <w:r w:rsidRPr="00460D59">
        <w:t>fulfil</w:t>
      </w:r>
      <w:r w:rsidR="00C17D31">
        <w:t xml:space="preserve"> </w:t>
      </w:r>
      <w:r w:rsidRPr="00460D59">
        <w:t>Contract</w:t>
      </w:r>
      <w:r w:rsidR="00C17D31">
        <w:t xml:space="preserve"> </w:t>
      </w:r>
      <w:r w:rsidRPr="00460D59">
        <w:t>obligations;</w:t>
      </w:r>
    </w:p>
    <w:p w14:paraId="7C6602FE" w14:textId="0FE6BDC4" w:rsidR="00514A46" w:rsidRPr="00460D59" w:rsidRDefault="00514A46" w:rsidP="00C8034B">
      <w:pPr>
        <w:pStyle w:val="COTCOCLV4-ASDEFCON"/>
      </w:pPr>
      <w:r w:rsidRPr="00460D59">
        <w:t>the</w:t>
      </w:r>
      <w:r w:rsidR="00C17D31">
        <w:t xml:space="preserve"> </w:t>
      </w:r>
      <w:r w:rsidRPr="00460D59">
        <w:t>tendered</w:t>
      </w:r>
      <w:r w:rsidR="00C17D31">
        <w:t xml:space="preserve"> </w:t>
      </w:r>
      <w:r w:rsidRPr="00460D59">
        <w:t>prices</w:t>
      </w:r>
      <w:r w:rsidR="00C17D31">
        <w:t xml:space="preserve"> </w:t>
      </w:r>
      <w:r w:rsidRPr="00460D59">
        <w:t>and</w:t>
      </w:r>
      <w:r w:rsidR="00C17D31">
        <w:t xml:space="preserve"> </w:t>
      </w:r>
      <w:r w:rsidRPr="00460D59">
        <w:t>pricing</w:t>
      </w:r>
      <w:r w:rsidR="00C17D31">
        <w:t xml:space="preserve"> </w:t>
      </w:r>
      <w:r w:rsidRPr="00460D59">
        <w:t>structure,</w:t>
      </w:r>
      <w:r w:rsidR="00C17D31">
        <w:t xml:space="preserve"> </w:t>
      </w:r>
      <w:r w:rsidRPr="00460D59">
        <w:t>including</w:t>
      </w:r>
      <w:r w:rsidR="00C17D31">
        <w:t xml:space="preserve"> </w:t>
      </w:r>
      <w:r w:rsidRPr="00460D59">
        <w:t>proposed</w:t>
      </w:r>
      <w:r w:rsidR="00C17D31">
        <w:t xml:space="preserve"> </w:t>
      </w:r>
      <w:r w:rsidRPr="00460D59">
        <w:t>payment</w:t>
      </w:r>
      <w:r w:rsidR="00C17D31">
        <w:t xml:space="preserve"> </w:t>
      </w:r>
      <w:r w:rsidRPr="00460D59">
        <w:t>schedule;</w:t>
      </w:r>
    </w:p>
    <w:p w14:paraId="708DB74B" w14:textId="1D893F73" w:rsidR="00514A46" w:rsidRDefault="00514A46" w:rsidP="00C8034B">
      <w:pPr>
        <w:pStyle w:val="COTCOCLV4-ASDEFCON"/>
      </w:pPr>
      <w:r w:rsidRPr="00460D59">
        <w:t>the</w:t>
      </w:r>
      <w:r w:rsidR="00C17D31">
        <w:t xml:space="preserve"> </w:t>
      </w:r>
      <w:r w:rsidRPr="00460D59">
        <w:t>tenderer’s</w:t>
      </w:r>
      <w:r w:rsidR="00C17D31">
        <w:t xml:space="preserve"> </w:t>
      </w:r>
      <w:r w:rsidRPr="00460D59">
        <w:t>demonstrated</w:t>
      </w:r>
      <w:r w:rsidR="00C17D31">
        <w:t xml:space="preserve"> </w:t>
      </w:r>
      <w:r w:rsidRPr="00460D59">
        <w:t>technical</w:t>
      </w:r>
      <w:r w:rsidR="00C17D31">
        <w:t xml:space="preserve"> </w:t>
      </w:r>
      <w:r w:rsidRPr="00460D59">
        <w:t>and</w:t>
      </w:r>
      <w:r w:rsidR="00C17D31">
        <w:t xml:space="preserve"> </w:t>
      </w:r>
      <w:r w:rsidRPr="00460D59">
        <w:t>managerial</w:t>
      </w:r>
      <w:r w:rsidR="00C17D31">
        <w:t xml:space="preserve"> </w:t>
      </w:r>
      <w:r w:rsidRPr="00460D59">
        <w:t>capability</w:t>
      </w:r>
      <w:r w:rsidR="00C17D31">
        <w:t xml:space="preserve"> </w:t>
      </w:r>
      <w:r w:rsidRPr="00460D59">
        <w:t>to</w:t>
      </w:r>
      <w:r w:rsidR="00C17D31">
        <w:t xml:space="preserve"> </w:t>
      </w:r>
      <w:r w:rsidRPr="00460D59">
        <w:t>meet</w:t>
      </w:r>
      <w:r w:rsidR="00C17D31">
        <w:t xml:space="preserve"> </w:t>
      </w:r>
      <w:r w:rsidRPr="00460D59">
        <w:t>the</w:t>
      </w:r>
      <w:r w:rsidR="00C17D31">
        <w:t xml:space="preserve"> </w:t>
      </w:r>
      <w:r w:rsidRPr="00460D59">
        <w:t>requirements</w:t>
      </w:r>
      <w:r w:rsidR="00C17D31">
        <w:t xml:space="preserve"> </w:t>
      </w:r>
      <w:r w:rsidRPr="00460D59">
        <w:t>of</w:t>
      </w:r>
      <w:r w:rsidR="00C17D31">
        <w:t xml:space="preserve"> </w:t>
      </w:r>
      <w:r w:rsidRPr="00460D59">
        <w:t>the</w:t>
      </w:r>
      <w:r w:rsidR="00C17D31">
        <w:t xml:space="preserve"> </w:t>
      </w:r>
      <w:r w:rsidRPr="00460D59">
        <w:t>draft</w:t>
      </w:r>
      <w:r w:rsidR="00C17D31">
        <w:t xml:space="preserve"> </w:t>
      </w:r>
      <w:r w:rsidRPr="00460D59">
        <w:t>SOW</w:t>
      </w:r>
      <w:r>
        <w:t>;</w:t>
      </w:r>
      <w:r w:rsidR="00C17D31">
        <w:t xml:space="preserve"> </w:t>
      </w:r>
      <w:r>
        <w:t>and</w:t>
      </w:r>
    </w:p>
    <w:p w14:paraId="1354B9A1" w14:textId="77777777" w:rsidR="00000A7B" w:rsidRDefault="00000A7B" w:rsidP="00C8034B">
      <w:pPr>
        <w:pStyle w:val="ASDEFCONOptionSpac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0"/>
      </w:tblGrid>
      <w:tr w:rsidR="00614605" w14:paraId="4D3C9BD5" w14:textId="77777777" w:rsidTr="00614605">
        <w:tc>
          <w:tcPr>
            <w:tcW w:w="9070" w:type="dxa"/>
            <w:shd w:val="clear" w:color="auto" w:fill="auto"/>
          </w:tcPr>
          <w:p w14:paraId="25B8A6BF" w14:textId="317943A8" w:rsidR="00614605" w:rsidRPr="00755829" w:rsidRDefault="00614605" w:rsidP="008C4BB1">
            <w:pPr>
              <w:pStyle w:val="ASDEFCONOption"/>
            </w:pPr>
            <w:r w:rsidRPr="00755829">
              <w:t>Option:</w:t>
            </w:r>
            <w:r>
              <w:t xml:space="preserve">  </w:t>
            </w:r>
            <w:r w:rsidRPr="00755829">
              <w:t>This</w:t>
            </w:r>
            <w:r>
              <w:t xml:space="preserve"> </w:t>
            </w:r>
            <w:r w:rsidR="00C816B8">
              <w:t xml:space="preserve">criterion </w:t>
            </w:r>
            <w:r w:rsidRPr="00755829">
              <w:t>must</w:t>
            </w:r>
            <w:r>
              <w:t xml:space="preserve"> </w:t>
            </w:r>
            <w:r w:rsidRPr="00755829">
              <w:t>be</w:t>
            </w:r>
            <w:r>
              <w:t xml:space="preserve"> included if </w:t>
            </w:r>
            <w:r w:rsidRPr="00755829">
              <w:t>the</w:t>
            </w:r>
            <w:r>
              <w:t xml:space="preserve"> </w:t>
            </w:r>
            <w:r w:rsidR="00000A7B">
              <w:t>expected value of</w:t>
            </w:r>
            <w:r w:rsidR="0077564A">
              <w:t xml:space="preserve"> any resultant Contract is </w:t>
            </w:r>
            <w:r w:rsidR="00000A7B">
              <w:t>above</w:t>
            </w:r>
            <w:r>
              <w:t xml:space="preserve"> </w:t>
            </w:r>
            <w:r w:rsidRPr="00755829">
              <w:t>$</w:t>
            </w:r>
            <w:r w:rsidR="00DB60A3">
              <w:t>1</w:t>
            </w:r>
            <w:r w:rsidRPr="00755829">
              <w:t>million</w:t>
            </w:r>
            <w:r w:rsidR="0077564A">
              <w:t xml:space="preserve"> (including GST)</w:t>
            </w:r>
            <w:r w:rsidR="00000A7B">
              <w:t>.</w:t>
            </w:r>
          </w:p>
          <w:p w14:paraId="01C06703" w14:textId="16253406" w:rsidR="00614605" w:rsidRDefault="00614605" w:rsidP="00C8034B">
            <w:pPr>
              <w:pStyle w:val="COTCOCLV4-ASDEFCON"/>
            </w:pPr>
            <w:r>
              <w:t>the extent to which the tender</w:t>
            </w:r>
            <w:r w:rsidR="00890E5E">
              <w:t>er’s</w:t>
            </w:r>
            <w:r>
              <w:t xml:space="preserve"> </w:t>
            </w:r>
            <w:r w:rsidR="00890E5E">
              <w:t>proposal</w:t>
            </w:r>
            <w:r>
              <w:t xml:space="preserve"> will achieve </w:t>
            </w:r>
            <w:r w:rsidRPr="005E646F">
              <w:t>economic</w:t>
            </w:r>
            <w:r>
              <w:t xml:space="preserve"> </w:t>
            </w:r>
            <w:r w:rsidRPr="005E646F">
              <w:t>benefit</w:t>
            </w:r>
            <w:r>
              <w:t xml:space="preserve"> for </w:t>
            </w:r>
            <w:r w:rsidRPr="005E646F">
              <w:t>the</w:t>
            </w:r>
            <w:r>
              <w:t xml:space="preserve"> </w:t>
            </w:r>
            <w:r w:rsidRPr="005E646F">
              <w:t>Australian</w:t>
            </w:r>
            <w:r>
              <w:t xml:space="preserve"> </w:t>
            </w:r>
            <w:r w:rsidRPr="005E646F">
              <w:t>economy.</w:t>
            </w:r>
          </w:p>
        </w:tc>
      </w:tr>
    </w:tbl>
    <w:p w14:paraId="51DB863C" w14:textId="3038771F" w:rsidR="00514A46" w:rsidRDefault="00514A46" w:rsidP="00C8034B">
      <w:pPr>
        <w:pStyle w:val="ASDEFCONOptionSpac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0"/>
      </w:tblGrid>
      <w:tr w:rsidR="00000A7B" w14:paraId="2BC4BC4A" w14:textId="77777777" w:rsidTr="00000A7B">
        <w:tc>
          <w:tcPr>
            <w:tcW w:w="9070" w:type="dxa"/>
            <w:shd w:val="clear" w:color="auto" w:fill="auto"/>
          </w:tcPr>
          <w:p w14:paraId="4EC6A579" w14:textId="090EEB44" w:rsidR="00000A7B" w:rsidRDefault="00000A7B" w:rsidP="008C4BB1">
            <w:pPr>
              <w:pStyle w:val="ASDEFCONOption"/>
            </w:pPr>
            <w:r>
              <w:t xml:space="preserve">Option:  This criterion must also be included if </w:t>
            </w:r>
            <w:r w:rsidRPr="00755829">
              <w:t>the</w:t>
            </w:r>
            <w:r>
              <w:t xml:space="preserve"> expected value of any resultant Contract is at or above </w:t>
            </w:r>
            <w:r w:rsidRPr="00755829">
              <w:t>$4</w:t>
            </w:r>
            <w:r>
              <w:t xml:space="preserve"> </w:t>
            </w:r>
            <w:r w:rsidRPr="00755829">
              <w:t>million</w:t>
            </w:r>
            <w:r w:rsidR="0077564A">
              <w:t xml:space="preserve"> (including GST)</w:t>
            </w:r>
            <w:r w:rsidDel="00000A7B">
              <w:t xml:space="preserve"> </w:t>
            </w:r>
            <w:r>
              <w:t>and there is a requirement to address AIC in tender responses (refer to TDR E).</w:t>
            </w:r>
          </w:p>
          <w:p w14:paraId="35C6EED2" w14:textId="5DBE970C" w:rsidR="00000A7B" w:rsidRDefault="00000A7B" w:rsidP="00C8034B">
            <w:pPr>
              <w:pStyle w:val="COTCOCLV4-ASDEFCON"/>
            </w:pPr>
            <w:r w:rsidRPr="00460D59">
              <w:t>the</w:t>
            </w:r>
            <w:r>
              <w:t xml:space="preserve"> </w:t>
            </w:r>
            <w:r w:rsidRPr="00460D59">
              <w:t>extent</w:t>
            </w:r>
            <w:r>
              <w:t xml:space="preserve"> </w:t>
            </w:r>
            <w:r w:rsidRPr="00460D59">
              <w:t>to</w:t>
            </w:r>
            <w:r>
              <w:t xml:space="preserve"> </w:t>
            </w:r>
            <w:r w:rsidRPr="00460D59">
              <w:t>which</w:t>
            </w:r>
            <w:r>
              <w:t xml:space="preserve"> </w:t>
            </w:r>
            <w:r w:rsidRPr="00460D59">
              <w:t>the</w:t>
            </w:r>
            <w:r>
              <w:t xml:space="preserve"> </w:t>
            </w:r>
            <w:r w:rsidRPr="00460D59">
              <w:t>tender</w:t>
            </w:r>
            <w:r w:rsidR="00251395">
              <w:t>er’s</w:t>
            </w:r>
            <w:r>
              <w:t xml:space="preserve"> </w:t>
            </w:r>
            <w:r w:rsidR="00251395">
              <w:t>proposal</w:t>
            </w:r>
            <w:r>
              <w:t xml:space="preserve"> achieves the </w:t>
            </w:r>
            <w:r w:rsidRPr="00DF6635">
              <w:t xml:space="preserve">objectives for the Australian Industry Capability (AIC) program and </w:t>
            </w:r>
            <w:r w:rsidRPr="00460D59">
              <w:t>satisfies</w:t>
            </w:r>
            <w:r>
              <w:t xml:space="preserve"> </w:t>
            </w:r>
            <w:r w:rsidRPr="00460D59">
              <w:t>the</w:t>
            </w:r>
            <w:r>
              <w:t xml:space="preserve"> </w:t>
            </w:r>
            <w:r w:rsidRPr="00460D59">
              <w:t>AIC</w:t>
            </w:r>
            <w:r>
              <w:t xml:space="preserve"> </w:t>
            </w:r>
            <w:r w:rsidRPr="00460D59">
              <w:t>requirements</w:t>
            </w:r>
            <w:r w:rsidR="00890E5E">
              <w:t xml:space="preserve"> of the draft Contract</w:t>
            </w:r>
            <w:r>
              <w:t>.</w:t>
            </w:r>
          </w:p>
        </w:tc>
      </w:tr>
    </w:tbl>
    <w:p w14:paraId="013EBB14" w14:textId="77777777" w:rsidR="00000A7B" w:rsidRPr="00452D7C" w:rsidRDefault="00000A7B" w:rsidP="008C4BB1">
      <w:pPr>
        <w:pStyle w:val="COTCOCLV3-ASDEFCON"/>
        <w:numPr>
          <w:ilvl w:val="0"/>
          <w:numId w:val="0"/>
        </w:numPr>
        <w:ind w:left="851"/>
      </w:pPr>
    </w:p>
    <w:sectPr w:rsidR="00000A7B" w:rsidRPr="00452D7C" w:rsidSect="00514A46">
      <w:footerReference w:type="default" r:id="rId24"/>
      <w:pgSz w:w="11906" w:h="16838"/>
      <w:pgMar w:top="907" w:right="1418" w:bottom="567" w:left="1418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C42C1A" w14:textId="77777777" w:rsidR="003C0EF9" w:rsidRDefault="003C0EF9">
      <w:pPr>
        <w:spacing w:after="0"/>
      </w:pPr>
      <w:r>
        <w:separator/>
      </w:r>
    </w:p>
  </w:endnote>
  <w:endnote w:type="continuationSeparator" w:id="0">
    <w:p w14:paraId="03D955ED" w14:textId="77777777" w:rsidR="003C0EF9" w:rsidRDefault="003C0EF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AE5202" w14:textId="200A9A96" w:rsidR="008A1AC1" w:rsidRDefault="008A1AC1" w:rsidP="00514A46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10</w:t>
    </w:r>
    <w:r>
      <w:fldChar w:fldCharType="end"/>
    </w:r>
  </w:p>
  <w:p w14:paraId="038CFB22" w14:textId="77777777" w:rsidR="008A1AC1" w:rsidRDefault="008A1AC1">
    <w:pPr>
      <w:ind w:right="360"/>
    </w:pPr>
  </w:p>
  <w:p w14:paraId="528B0A1D" w14:textId="77777777" w:rsidR="008A1AC1" w:rsidRDefault="008A1AC1"/>
  <w:p w14:paraId="3B0FCE4E" w14:textId="77777777" w:rsidR="008A1AC1" w:rsidRDefault="008A1AC1"/>
  <w:p w14:paraId="686A6305" w14:textId="77777777" w:rsidR="008A1AC1" w:rsidRDefault="008A1AC1"/>
  <w:p w14:paraId="5465AB1B" w14:textId="77777777" w:rsidR="008A1AC1" w:rsidRDefault="008A1AC1"/>
  <w:p w14:paraId="5B62010D" w14:textId="77777777" w:rsidR="008A1AC1" w:rsidRDefault="008A1AC1"/>
  <w:p w14:paraId="59CF2C2F" w14:textId="77777777" w:rsidR="008A1AC1" w:rsidRDefault="008A1AC1"/>
  <w:p w14:paraId="7BDEE674" w14:textId="77777777" w:rsidR="008A1AC1" w:rsidRDefault="008A1AC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D08282" w14:textId="77777777" w:rsidR="008A1AC1" w:rsidRDefault="008A1AC1" w:rsidP="00514A46">
    <w:pPr>
      <w:pStyle w:val="ASDEFCONHeaderFooterLeft"/>
      <w:rPr>
        <w:color w:val="auto"/>
      </w:rPr>
    </w:pPr>
  </w:p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8A1AC1" w14:paraId="6E795CB6" w14:textId="77777777" w:rsidTr="00514A46">
      <w:tc>
        <w:tcPr>
          <w:tcW w:w="2500" w:type="pct"/>
        </w:tcPr>
        <w:bookmarkStart w:id="1" w:name="_Toc89141588"/>
        <w:bookmarkEnd w:id="1"/>
        <w:p w14:paraId="2E2B9F2D" w14:textId="450F3B21" w:rsidR="008A1AC1" w:rsidRDefault="008A1AC1" w:rsidP="00514A46">
          <w:pPr>
            <w:pStyle w:val="ASDEFCONHeaderFooterLeft"/>
          </w:pPr>
          <w:r>
            <w:fldChar w:fldCharType="begin"/>
          </w:r>
          <w:r>
            <w:instrText xml:space="preserve"> DOCPROPERTY Footer_Left </w:instrText>
          </w:r>
          <w:r>
            <w:fldChar w:fldCharType="separate"/>
          </w:r>
          <w:r>
            <w:t xml:space="preserve">Conditions of Tender </w:t>
          </w:r>
          <w:r>
            <w:fldChar w:fldCharType="end"/>
          </w:r>
          <w:r>
            <w:t>(</w:t>
          </w:r>
          <w:r w:rsidR="00857305">
            <w:fldChar w:fldCharType="begin"/>
          </w:r>
          <w:r w:rsidR="00857305">
            <w:instrText xml:space="preserve"> DOCPROPERTY Version </w:instrText>
          </w:r>
          <w:r w:rsidR="00857305">
            <w:fldChar w:fldCharType="separate"/>
          </w:r>
          <w:r>
            <w:t>V4.1</w:t>
          </w:r>
          <w:r w:rsidR="00857305">
            <w:fldChar w:fldCharType="end"/>
          </w:r>
          <w:r>
            <w:t>)</w:t>
          </w:r>
        </w:p>
      </w:tc>
      <w:tc>
        <w:tcPr>
          <w:tcW w:w="2500" w:type="pct"/>
        </w:tcPr>
        <w:p w14:paraId="5A86550B" w14:textId="74DF66A8" w:rsidR="008A1AC1" w:rsidRPr="00632C39" w:rsidRDefault="008A1AC1" w:rsidP="00514A46">
          <w:pPr>
            <w:pStyle w:val="ASDEFCONHeaderFooterRight"/>
          </w:pPr>
          <w:r w:rsidRPr="00632C39">
            <w:t>DS-</w:t>
          </w:r>
          <w:r w:rsidRPr="00632C39">
            <w:fldChar w:fldCharType="begin"/>
          </w:r>
          <w:r w:rsidRPr="00632C39">
            <w:instrText xml:space="preserve"> PAGE </w:instrText>
          </w:r>
          <w:r w:rsidRPr="00632C39">
            <w:fldChar w:fldCharType="separate"/>
          </w:r>
          <w:r w:rsidR="00857305">
            <w:rPr>
              <w:noProof/>
            </w:rPr>
            <w:t>1</w:t>
          </w:r>
          <w:r w:rsidRPr="00632C39">
            <w:fldChar w:fldCharType="end"/>
          </w:r>
        </w:p>
      </w:tc>
    </w:tr>
    <w:tr w:rsidR="008A1AC1" w14:paraId="6C28D2FC" w14:textId="77777777" w:rsidTr="00514A46">
      <w:tc>
        <w:tcPr>
          <w:tcW w:w="5000" w:type="pct"/>
          <w:gridSpan w:val="2"/>
        </w:tcPr>
        <w:p w14:paraId="40E6AA87" w14:textId="1E349DEA" w:rsidR="008A1AC1" w:rsidRDefault="00857305" w:rsidP="00514A46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 w:rsidR="008A1AC1">
            <w:t>OFFICIAL</w:t>
          </w:r>
          <w:r>
            <w:fldChar w:fldCharType="end"/>
          </w:r>
        </w:p>
      </w:tc>
    </w:tr>
  </w:tbl>
  <w:p w14:paraId="7532F47F" w14:textId="77777777" w:rsidR="008A1AC1" w:rsidRDefault="008A1AC1" w:rsidP="00514A46">
    <w:pPr>
      <w:pStyle w:val="ASDEFCONHeaderFooter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D7C920" w14:textId="77777777" w:rsidR="008A1AC1" w:rsidRDefault="008A1AC1" w:rsidP="00514A46">
    <w:pPr>
      <w:pStyle w:val="ASDEFCONHeaderFooterLeft"/>
    </w:pPr>
  </w:p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8A1AC1" w14:paraId="26E757BC" w14:textId="77777777" w:rsidTr="00514A46">
      <w:tc>
        <w:tcPr>
          <w:tcW w:w="2500" w:type="pct"/>
        </w:tcPr>
        <w:p w14:paraId="474BAE49" w14:textId="724E28C2" w:rsidR="008A1AC1" w:rsidRDefault="00857305" w:rsidP="00514A46">
          <w:pPr>
            <w:pStyle w:val="ASDEFCONHeaderFooterLeft"/>
          </w:pPr>
          <w:r>
            <w:fldChar w:fldCharType="begin"/>
          </w:r>
          <w:r>
            <w:instrText xml:space="preserve"> DOCPROPERTY Footer_Left </w:instrText>
          </w:r>
          <w:r>
            <w:fldChar w:fldCharType="separate"/>
          </w:r>
          <w:r w:rsidR="008A1AC1">
            <w:t xml:space="preserve">Conditions of Tender </w:t>
          </w:r>
          <w:r>
            <w:fldChar w:fldCharType="end"/>
          </w:r>
          <w:r w:rsidR="008A1AC1">
            <w:t>(</w:t>
          </w:r>
          <w:r>
            <w:fldChar w:fldCharType="begin"/>
          </w:r>
          <w:r>
            <w:instrText xml:space="preserve"> DOCPROPERTY Version </w:instrText>
          </w:r>
          <w:r>
            <w:fldChar w:fldCharType="separate"/>
          </w:r>
          <w:r w:rsidR="008A1AC1">
            <w:t>V4.1</w:t>
          </w:r>
          <w:r>
            <w:fldChar w:fldCharType="end"/>
          </w:r>
          <w:r w:rsidR="008A1AC1">
            <w:t>)</w:t>
          </w:r>
        </w:p>
      </w:tc>
      <w:tc>
        <w:tcPr>
          <w:tcW w:w="2500" w:type="pct"/>
        </w:tcPr>
        <w:p w14:paraId="3D6A024F" w14:textId="1E36DE3B" w:rsidR="008A1AC1" w:rsidRPr="00632C39" w:rsidRDefault="008A1AC1" w:rsidP="00514A46">
          <w:pPr>
            <w:pStyle w:val="ASDEFCONHeaderFooterRight"/>
          </w:pPr>
          <w:r w:rsidRPr="00632C39">
            <w:fldChar w:fldCharType="begin"/>
          </w:r>
          <w:r w:rsidRPr="00632C39">
            <w:instrText xml:space="preserve"> PAGE </w:instrText>
          </w:r>
          <w:r w:rsidRPr="00632C39">
            <w:fldChar w:fldCharType="separate"/>
          </w:r>
          <w:r w:rsidR="00857305">
            <w:rPr>
              <w:noProof/>
            </w:rPr>
            <w:t>i</w:t>
          </w:r>
          <w:r w:rsidRPr="00632C39">
            <w:fldChar w:fldCharType="end"/>
          </w:r>
        </w:p>
      </w:tc>
    </w:tr>
    <w:tr w:rsidR="008A1AC1" w14:paraId="4B1B42AB" w14:textId="77777777" w:rsidTr="00514A46">
      <w:tc>
        <w:tcPr>
          <w:tcW w:w="5000" w:type="pct"/>
          <w:gridSpan w:val="2"/>
        </w:tcPr>
        <w:p w14:paraId="141D8245" w14:textId="68E52E2B" w:rsidR="008A1AC1" w:rsidRDefault="00857305" w:rsidP="00514A46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 w:rsidR="008A1AC1">
            <w:t>OFFICIAL</w:t>
          </w:r>
          <w:r>
            <w:fldChar w:fldCharType="end"/>
          </w:r>
        </w:p>
      </w:tc>
    </w:tr>
  </w:tbl>
  <w:p w14:paraId="6FD97D66" w14:textId="77777777" w:rsidR="008A1AC1" w:rsidRDefault="008A1AC1" w:rsidP="00514A46">
    <w:pPr>
      <w:pStyle w:val="ASDEFCONHeaderFooter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5F553F" w14:textId="77777777" w:rsidR="008A1AC1" w:rsidRPr="00632C39" w:rsidRDefault="008A1AC1" w:rsidP="00514A46">
    <w:pPr>
      <w:pStyle w:val="ASDEFCONHeaderFooterLeft"/>
    </w:pPr>
  </w:p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8A1AC1" w14:paraId="045DE5F6" w14:textId="77777777" w:rsidTr="00514A46">
      <w:tc>
        <w:tcPr>
          <w:tcW w:w="2500" w:type="pct"/>
        </w:tcPr>
        <w:p w14:paraId="235628F5" w14:textId="45A6B6B9" w:rsidR="008A1AC1" w:rsidRDefault="00857305" w:rsidP="00514A46">
          <w:pPr>
            <w:pStyle w:val="ASDEFCONHeaderFooterLeft"/>
          </w:pPr>
          <w:r>
            <w:fldChar w:fldCharType="begin"/>
          </w:r>
          <w:r>
            <w:instrText xml:space="preserve"> DOCPROPERTY Footer_Left </w:instrText>
          </w:r>
          <w:r>
            <w:fldChar w:fldCharType="separate"/>
          </w:r>
          <w:r w:rsidR="008A1AC1">
            <w:t xml:space="preserve">Conditions of Tender </w:t>
          </w:r>
          <w:r>
            <w:fldChar w:fldCharType="end"/>
          </w:r>
          <w:r w:rsidR="008A1AC1">
            <w:t>(</w:t>
          </w:r>
          <w:r>
            <w:fldChar w:fldCharType="begin"/>
          </w:r>
          <w:r>
            <w:instrText xml:space="preserve"> DOCPROPERTY Version </w:instrText>
          </w:r>
          <w:r>
            <w:fldChar w:fldCharType="separate"/>
          </w:r>
          <w:r w:rsidR="008A1AC1">
            <w:t>V4.1</w:t>
          </w:r>
          <w:r>
            <w:fldChar w:fldCharType="end"/>
          </w:r>
          <w:r w:rsidR="008A1AC1">
            <w:t>)</w:t>
          </w:r>
        </w:p>
      </w:tc>
      <w:tc>
        <w:tcPr>
          <w:tcW w:w="2500" w:type="pct"/>
        </w:tcPr>
        <w:p w14:paraId="3B6DF507" w14:textId="16EC857C" w:rsidR="008A1AC1" w:rsidRPr="00632C39" w:rsidRDefault="008A1AC1" w:rsidP="00514A46">
          <w:pPr>
            <w:pStyle w:val="ASDEFCONHeaderFooterRight"/>
          </w:pPr>
          <w:r w:rsidRPr="00632C39">
            <w:fldChar w:fldCharType="begin"/>
          </w:r>
          <w:r w:rsidRPr="00632C39">
            <w:instrText xml:space="preserve"> PAGE </w:instrText>
          </w:r>
          <w:r w:rsidRPr="00632C39">
            <w:fldChar w:fldCharType="separate"/>
          </w:r>
          <w:r w:rsidR="00857305">
            <w:rPr>
              <w:noProof/>
            </w:rPr>
            <w:t>10</w:t>
          </w:r>
          <w:r w:rsidRPr="00632C39">
            <w:fldChar w:fldCharType="end"/>
          </w:r>
        </w:p>
      </w:tc>
    </w:tr>
    <w:tr w:rsidR="008A1AC1" w14:paraId="7446B6E5" w14:textId="77777777" w:rsidTr="00514A46">
      <w:tc>
        <w:tcPr>
          <w:tcW w:w="5000" w:type="pct"/>
          <w:gridSpan w:val="2"/>
        </w:tcPr>
        <w:p w14:paraId="214BCEBC" w14:textId="59B0E882" w:rsidR="008A1AC1" w:rsidRDefault="00857305" w:rsidP="00514A46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 w:rsidR="008A1AC1">
            <w:t>OFFICIAL</w:t>
          </w:r>
          <w:r>
            <w:fldChar w:fldCharType="end"/>
          </w:r>
        </w:p>
      </w:tc>
    </w:tr>
  </w:tbl>
  <w:p w14:paraId="57E35CA9" w14:textId="77777777" w:rsidR="008A1AC1" w:rsidRPr="00BE7852" w:rsidRDefault="008A1AC1" w:rsidP="00514A46">
    <w:pPr>
      <w:pStyle w:val="ASDEFCONHeaderFooter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7951DC" w14:textId="77777777" w:rsidR="003C0EF9" w:rsidRDefault="003C0EF9">
      <w:pPr>
        <w:spacing w:after="0"/>
      </w:pPr>
      <w:r>
        <w:separator/>
      </w:r>
    </w:p>
  </w:footnote>
  <w:footnote w:type="continuationSeparator" w:id="0">
    <w:p w14:paraId="6961E45F" w14:textId="77777777" w:rsidR="003C0EF9" w:rsidRDefault="003C0EF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A29413" w14:textId="0B93F2BA" w:rsidR="008A1AC1" w:rsidRDefault="008A1AC1"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10</w:t>
    </w:r>
    <w:r>
      <w:fldChar w:fldCharType="end"/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10</w:t>
    </w:r>
    <w:r>
      <w:fldChar w:fldCharType="end"/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10</w:t>
    </w:r>
    <w:r>
      <w:fldChar w:fldCharType="end"/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10</w:t>
    </w:r>
    <w:r>
      <w:fldChar w:fldCharType="end"/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10</w:t>
    </w:r>
    <w:r>
      <w:fldChar w:fldCharType="end"/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10</w:t>
    </w:r>
    <w:r>
      <w:fldChar w:fldCharType="end"/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10</w:t>
    </w:r>
    <w:r>
      <w:fldChar w:fldCharType="end"/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10</w:t>
    </w:r>
    <w:r>
      <w:fldChar w:fldCharType="end"/>
    </w:r>
  </w:p>
  <w:p w14:paraId="05178236" w14:textId="77777777" w:rsidR="008A1AC1" w:rsidRDefault="008A1AC1"/>
  <w:p w14:paraId="71EAF4E8" w14:textId="77777777" w:rsidR="008A1AC1" w:rsidRDefault="008A1AC1"/>
  <w:p w14:paraId="5DC25753" w14:textId="77777777" w:rsidR="008A1AC1" w:rsidRDefault="008A1AC1"/>
  <w:p w14:paraId="039CEC7D" w14:textId="77777777" w:rsidR="008A1AC1" w:rsidRDefault="008A1AC1"/>
  <w:p w14:paraId="36292903" w14:textId="77777777" w:rsidR="008A1AC1" w:rsidRDefault="008A1AC1"/>
  <w:p w14:paraId="64173B5E" w14:textId="77777777" w:rsidR="008A1AC1" w:rsidRDefault="008A1AC1"/>
  <w:p w14:paraId="6A4D78D6" w14:textId="77777777" w:rsidR="008A1AC1" w:rsidRDefault="008A1AC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8A1AC1" w14:paraId="69BA4CFA" w14:textId="77777777" w:rsidTr="007C0859">
      <w:tc>
        <w:tcPr>
          <w:tcW w:w="5000" w:type="pct"/>
          <w:gridSpan w:val="2"/>
        </w:tcPr>
        <w:p w14:paraId="0BBCEC1A" w14:textId="362C997E" w:rsidR="008A1AC1" w:rsidRDefault="00857305" w:rsidP="007C0859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 w:rsidR="008A1AC1">
            <w:t>OFFICIAL</w:t>
          </w:r>
          <w:r>
            <w:fldChar w:fldCharType="end"/>
          </w:r>
        </w:p>
      </w:tc>
    </w:tr>
    <w:tr w:rsidR="008A1AC1" w14:paraId="2A140EB8" w14:textId="77777777" w:rsidTr="007C0859">
      <w:tc>
        <w:tcPr>
          <w:tcW w:w="2500" w:type="pct"/>
        </w:tcPr>
        <w:p w14:paraId="2B28011E" w14:textId="46F0B985" w:rsidR="008A1AC1" w:rsidRDefault="00857305" w:rsidP="007C0859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 w:rsidR="008A1AC1">
            <w:t>ASDEFCON (Complex Materiel) Volume 1</w:t>
          </w:r>
          <w:r>
            <w:fldChar w:fldCharType="end"/>
          </w:r>
        </w:p>
      </w:tc>
      <w:tc>
        <w:tcPr>
          <w:tcW w:w="2500" w:type="pct"/>
        </w:tcPr>
        <w:p w14:paraId="38BF9DC3" w14:textId="45FCBC4F" w:rsidR="008A1AC1" w:rsidRDefault="00857305" w:rsidP="007C0859">
          <w:pPr>
            <w:pStyle w:val="ASDEFCONHeaderFooterRight"/>
          </w:pPr>
          <w:r>
            <w:fldChar w:fldCharType="begin"/>
          </w:r>
          <w:r>
            <w:instrText xml:space="preserve"> DOCPROPERTY Header_Right </w:instrText>
          </w:r>
          <w:r>
            <w:fldChar w:fldCharType="separate"/>
          </w:r>
          <w:r w:rsidR="008A1AC1">
            <w:t>PART 1</w:t>
          </w:r>
          <w:r>
            <w:fldChar w:fldCharType="end"/>
          </w:r>
        </w:p>
      </w:tc>
    </w:tr>
  </w:tbl>
  <w:p w14:paraId="1E3915C8" w14:textId="77777777" w:rsidR="008A1AC1" w:rsidRPr="007C0859" w:rsidRDefault="008A1AC1" w:rsidP="007C08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81897E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F8BAF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D4ED5E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9C0DF8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F0A938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30EEF62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73ED3B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B3491A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CDC23B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7125A7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1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4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9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3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3BB12DC"/>
    <w:multiLevelType w:val="singleLevel"/>
    <w:tmpl w:val="24A88CF4"/>
    <w:lvl w:ilvl="0">
      <w:start w:val="1"/>
      <w:numFmt w:val="lowerRoman"/>
      <w:pStyle w:val="sspara"/>
      <w:lvlText w:val="(%1)"/>
      <w:lvlJc w:val="left"/>
      <w:pPr>
        <w:tabs>
          <w:tab w:val="num" w:pos="2160"/>
        </w:tabs>
        <w:ind w:left="2016" w:hanging="576"/>
      </w:pPr>
    </w:lvl>
  </w:abstractNum>
  <w:abstractNum w:abstractNumId="25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6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7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28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9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713C49E1"/>
    <w:multiLevelType w:val="singleLevel"/>
    <w:tmpl w:val="0C5686C8"/>
    <w:lvl w:ilvl="0">
      <w:start w:val="1"/>
      <w:numFmt w:val="lowerLetter"/>
      <w:pStyle w:val="subpara"/>
      <w:lvlText w:val="%1."/>
      <w:lvlJc w:val="left"/>
      <w:pPr>
        <w:tabs>
          <w:tab w:val="num" w:pos="1134"/>
        </w:tabs>
        <w:ind w:left="1134" w:hanging="567"/>
      </w:pPr>
      <w:rPr>
        <w:rFonts w:cs="Times New Roman"/>
      </w:rPr>
    </w:lvl>
  </w:abstractNum>
  <w:abstractNum w:abstractNumId="34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3"/>
  </w:num>
  <w:num w:numId="3">
    <w:abstractNumId w:val="27"/>
  </w:num>
  <w:num w:numId="4">
    <w:abstractNumId w:val="29"/>
  </w:num>
  <w:num w:numId="5">
    <w:abstractNumId w:val="16"/>
  </w:num>
  <w:num w:numId="6">
    <w:abstractNumId w:val="31"/>
  </w:num>
  <w:num w:numId="7">
    <w:abstractNumId w:val="23"/>
  </w:num>
  <w:num w:numId="8">
    <w:abstractNumId w:val="35"/>
  </w:num>
  <w:num w:numId="9">
    <w:abstractNumId w:val="18"/>
  </w:num>
  <w:num w:numId="10">
    <w:abstractNumId w:val="36"/>
  </w:num>
  <w:num w:numId="11">
    <w:abstractNumId w:val="15"/>
  </w:num>
  <w:num w:numId="12">
    <w:abstractNumId w:val="14"/>
  </w:num>
  <w:num w:numId="13">
    <w:abstractNumId w:val="11"/>
  </w:num>
  <w:num w:numId="14">
    <w:abstractNumId w:val="12"/>
  </w:num>
  <w:num w:numId="15">
    <w:abstractNumId w:val="19"/>
  </w:num>
  <w:num w:numId="16">
    <w:abstractNumId w:val="10"/>
  </w:num>
  <w:num w:numId="17">
    <w:abstractNumId w:val="25"/>
  </w:num>
  <w:num w:numId="18">
    <w:abstractNumId w:val="32"/>
  </w:num>
  <w:num w:numId="19">
    <w:abstractNumId w:val="30"/>
  </w:num>
  <w:num w:numId="20">
    <w:abstractNumId w:val="21"/>
  </w:num>
  <w:num w:numId="21">
    <w:abstractNumId w:val="28"/>
  </w:num>
  <w:num w:numId="22">
    <w:abstractNumId w:val="33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</w:num>
  <w:num w:numId="35">
    <w:abstractNumId w:val="20"/>
  </w:num>
  <w:num w:numId="3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4"/>
  </w:num>
  <w:num w:numId="39">
    <w:abstractNumId w:val="24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DC7"/>
    <w:rsid w:val="00000A7B"/>
    <w:rsid w:val="00007293"/>
    <w:rsid w:val="00026C50"/>
    <w:rsid w:val="00031149"/>
    <w:rsid w:val="0003523F"/>
    <w:rsid w:val="00063E37"/>
    <w:rsid w:val="00086FB6"/>
    <w:rsid w:val="0009065B"/>
    <w:rsid w:val="000C06B0"/>
    <w:rsid w:val="000D548E"/>
    <w:rsid w:val="000F0DEC"/>
    <w:rsid w:val="000F16FB"/>
    <w:rsid w:val="00114A73"/>
    <w:rsid w:val="001F09BB"/>
    <w:rsid w:val="00240B3D"/>
    <w:rsid w:val="00251395"/>
    <w:rsid w:val="00266516"/>
    <w:rsid w:val="002753CE"/>
    <w:rsid w:val="002829A1"/>
    <w:rsid w:val="00294557"/>
    <w:rsid w:val="002E2135"/>
    <w:rsid w:val="00306516"/>
    <w:rsid w:val="00313327"/>
    <w:rsid w:val="003475DF"/>
    <w:rsid w:val="00365645"/>
    <w:rsid w:val="00367BC3"/>
    <w:rsid w:val="0037080C"/>
    <w:rsid w:val="003A0EC9"/>
    <w:rsid w:val="003B32FF"/>
    <w:rsid w:val="003C0EF9"/>
    <w:rsid w:val="003C1EC2"/>
    <w:rsid w:val="003D0A1F"/>
    <w:rsid w:val="003D2C77"/>
    <w:rsid w:val="003E2FB4"/>
    <w:rsid w:val="003F4717"/>
    <w:rsid w:val="00425665"/>
    <w:rsid w:val="00444B84"/>
    <w:rsid w:val="00471BF7"/>
    <w:rsid w:val="00494A78"/>
    <w:rsid w:val="004A405B"/>
    <w:rsid w:val="004E490B"/>
    <w:rsid w:val="00512CFC"/>
    <w:rsid w:val="00514A46"/>
    <w:rsid w:val="00557360"/>
    <w:rsid w:val="0055771A"/>
    <w:rsid w:val="00560EC6"/>
    <w:rsid w:val="00591832"/>
    <w:rsid w:val="005A1F79"/>
    <w:rsid w:val="005C1E6F"/>
    <w:rsid w:val="00614605"/>
    <w:rsid w:val="00647628"/>
    <w:rsid w:val="00647FE3"/>
    <w:rsid w:val="006A754E"/>
    <w:rsid w:val="006B3176"/>
    <w:rsid w:val="006B6263"/>
    <w:rsid w:val="006C3AA1"/>
    <w:rsid w:val="006F34AF"/>
    <w:rsid w:val="00702C44"/>
    <w:rsid w:val="007231AB"/>
    <w:rsid w:val="0077564A"/>
    <w:rsid w:val="007A15D1"/>
    <w:rsid w:val="007B4148"/>
    <w:rsid w:val="007B4DD9"/>
    <w:rsid w:val="007C0859"/>
    <w:rsid w:val="007C45B9"/>
    <w:rsid w:val="007C67ED"/>
    <w:rsid w:val="007D3B0B"/>
    <w:rsid w:val="007D4E1F"/>
    <w:rsid w:val="007F07F3"/>
    <w:rsid w:val="007F2EF7"/>
    <w:rsid w:val="00805519"/>
    <w:rsid w:val="00806AC8"/>
    <w:rsid w:val="00813DD2"/>
    <w:rsid w:val="008301C3"/>
    <w:rsid w:val="00844AB2"/>
    <w:rsid w:val="00851BC5"/>
    <w:rsid w:val="00854860"/>
    <w:rsid w:val="00857305"/>
    <w:rsid w:val="008672FA"/>
    <w:rsid w:val="008773EE"/>
    <w:rsid w:val="00890E5E"/>
    <w:rsid w:val="008A08A3"/>
    <w:rsid w:val="008A1AC1"/>
    <w:rsid w:val="008C2996"/>
    <w:rsid w:val="008C4BB1"/>
    <w:rsid w:val="008C660B"/>
    <w:rsid w:val="008E0C7E"/>
    <w:rsid w:val="008F5D44"/>
    <w:rsid w:val="009301F8"/>
    <w:rsid w:val="00936C7A"/>
    <w:rsid w:val="00967BEA"/>
    <w:rsid w:val="00972117"/>
    <w:rsid w:val="00996BD0"/>
    <w:rsid w:val="009C4D9E"/>
    <w:rsid w:val="009C7D77"/>
    <w:rsid w:val="009E02F6"/>
    <w:rsid w:val="009E1BA3"/>
    <w:rsid w:val="009F618F"/>
    <w:rsid w:val="00A1601C"/>
    <w:rsid w:val="00A17AE5"/>
    <w:rsid w:val="00A662F1"/>
    <w:rsid w:val="00A715F4"/>
    <w:rsid w:val="00A77F94"/>
    <w:rsid w:val="00A91604"/>
    <w:rsid w:val="00AC73BD"/>
    <w:rsid w:val="00AD46FD"/>
    <w:rsid w:val="00AE5844"/>
    <w:rsid w:val="00B14864"/>
    <w:rsid w:val="00B35998"/>
    <w:rsid w:val="00B42B2C"/>
    <w:rsid w:val="00B51CB0"/>
    <w:rsid w:val="00B66838"/>
    <w:rsid w:val="00B90486"/>
    <w:rsid w:val="00BB39C0"/>
    <w:rsid w:val="00BB5D36"/>
    <w:rsid w:val="00BC098E"/>
    <w:rsid w:val="00BC6DB4"/>
    <w:rsid w:val="00C17D31"/>
    <w:rsid w:val="00C5341A"/>
    <w:rsid w:val="00C73F3A"/>
    <w:rsid w:val="00C8034B"/>
    <w:rsid w:val="00C816B8"/>
    <w:rsid w:val="00C913AB"/>
    <w:rsid w:val="00CC0121"/>
    <w:rsid w:val="00CC7637"/>
    <w:rsid w:val="00CD0DEC"/>
    <w:rsid w:val="00CE7C31"/>
    <w:rsid w:val="00D14EBF"/>
    <w:rsid w:val="00D26D0A"/>
    <w:rsid w:val="00D41236"/>
    <w:rsid w:val="00D444C5"/>
    <w:rsid w:val="00D557A1"/>
    <w:rsid w:val="00D5686F"/>
    <w:rsid w:val="00D64F38"/>
    <w:rsid w:val="00DA637A"/>
    <w:rsid w:val="00DB60A3"/>
    <w:rsid w:val="00DE2CC1"/>
    <w:rsid w:val="00DF6635"/>
    <w:rsid w:val="00DF787E"/>
    <w:rsid w:val="00E00B5F"/>
    <w:rsid w:val="00E172D3"/>
    <w:rsid w:val="00E25FF3"/>
    <w:rsid w:val="00E37B80"/>
    <w:rsid w:val="00E724E3"/>
    <w:rsid w:val="00E80453"/>
    <w:rsid w:val="00EC4FDB"/>
    <w:rsid w:val="00F241C2"/>
    <w:rsid w:val="00F30862"/>
    <w:rsid w:val="00F66B26"/>
    <w:rsid w:val="00F76AD7"/>
    <w:rsid w:val="00F821E7"/>
    <w:rsid w:val="00F82BFD"/>
    <w:rsid w:val="00F84DC7"/>
    <w:rsid w:val="00F967CF"/>
    <w:rsid w:val="00FC6706"/>
    <w:rsid w:val="00FD31AE"/>
    <w:rsid w:val="00FE0DAE"/>
    <w:rsid w:val="00FF46A3"/>
    <w:rsid w:val="00FF7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5FD6E635"/>
  <w15:docId w15:val="{E160D74D-48F1-4CDE-BBB3-0386CEE5A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annotation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26D0A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Level 1 Para,Level 1 Para1,Level 1 Para11,Level 1 Para12,Level 1 Para13,Level 1 Para2,Level 1 Para21,Level 1 Para22,Level 1 Para23,Level 1 Para3,Level 1 Para31,Level 1 Para32,Level 1 Para4,Level 1 Para5,Level 1 Para6,Para1,ParaLevel1,Top 1"/>
    <w:basedOn w:val="Normal"/>
    <w:next w:val="Normal"/>
    <w:link w:val="Heading1Char"/>
    <w:qFormat/>
    <w:rsid w:val="00D26D0A"/>
    <w:pPr>
      <w:keepNext/>
      <w:numPr>
        <w:numId w:val="2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B Sub/Bold,B Sub/Bold1,B Sub/Bold11,B Sub/Bold12,B Sub/Bold13,B Sub/Bold2,B Sub/Bold3,B Sub/Bold4,H2,Head hdbk,Para2,SubPara,Top 2,h2,h2 main heading,h2 main heading1,h2 main heading2,h2 main heading3"/>
    <w:basedOn w:val="Normal"/>
    <w:next w:val="Normal"/>
    <w:link w:val="Heading2Char"/>
    <w:unhideWhenUsed/>
    <w:qFormat/>
    <w:rsid w:val="00D26D0A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3,C Sub-Sub/Italic,C Sub-Sub/Italic1,H3,Head 3,Head 31,Head 32,Para3,Sub2Para,h3 sub heading,head3hdbk"/>
    <w:basedOn w:val="Normal"/>
    <w:next w:val="Normal"/>
    <w:uiPriority w:val="9"/>
    <w:qFormat/>
    <w:rsid w:val="00115904"/>
    <w:pPr>
      <w:keepNext/>
      <w:keepLines/>
      <w:numPr>
        <w:ilvl w:val="2"/>
        <w:numId w:val="3"/>
      </w:numPr>
      <w:spacing w:before="200" w:after="0"/>
      <w:outlineLvl w:val="2"/>
    </w:pPr>
    <w:rPr>
      <w:rFonts w:ascii="Times New Roman" w:hAnsi="Times New Roman"/>
      <w:b/>
      <w:bCs/>
    </w:rPr>
  </w:style>
  <w:style w:type="paragraph" w:styleId="Heading4">
    <w:name w:val="heading 4"/>
    <w:aliases w:val="Para4"/>
    <w:basedOn w:val="Normal"/>
    <w:next w:val="Normal"/>
    <w:uiPriority w:val="9"/>
    <w:qFormat/>
    <w:rsid w:val="00115904"/>
    <w:pPr>
      <w:keepNext/>
      <w:keepLines/>
      <w:numPr>
        <w:ilvl w:val="3"/>
        <w:numId w:val="3"/>
      </w:numPr>
      <w:spacing w:before="200" w:after="0"/>
      <w:outlineLvl w:val="3"/>
    </w:pPr>
    <w:rPr>
      <w:rFonts w:ascii="Times New Roman" w:hAnsi="Times New Roman"/>
      <w:b/>
      <w:bCs/>
      <w:iCs/>
    </w:rPr>
  </w:style>
  <w:style w:type="paragraph" w:styleId="Heading5">
    <w:name w:val="heading 5"/>
    <w:aliases w:val="Para5"/>
    <w:basedOn w:val="Normal"/>
    <w:next w:val="Normal"/>
    <w:qFormat/>
    <w:rsid w:val="00115904"/>
    <w:pPr>
      <w:numPr>
        <w:ilvl w:val="4"/>
        <w:numId w:val="3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115904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115904"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115904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115904"/>
    <w:pPr>
      <w:numPr>
        <w:ilvl w:val="8"/>
        <w:numId w:val="3"/>
      </w:num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  <w:rsid w:val="00D26D0A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D26D0A"/>
  </w:style>
  <w:style w:type="paragraph" w:styleId="TOC1">
    <w:name w:val="toc 1"/>
    <w:next w:val="ASDEFCONNormal"/>
    <w:autoRedefine/>
    <w:uiPriority w:val="39"/>
    <w:rsid w:val="00D26D0A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paragraph" w:styleId="TOC2">
    <w:name w:val="toc 2"/>
    <w:next w:val="ASDEFCONNormal"/>
    <w:autoRedefine/>
    <w:uiPriority w:val="39"/>
    <w:rsid w:val="00D26D0A"/>
    <w:pPr>
      <w:spacing w:after="60"/>
      <w:ind w:left="1417" w:hanging="850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D26D0A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D26D0A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D26D0A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D26D0A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D26D0A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D26D0A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D26D0A"/>
    <w:pPr>
      <w:spacing w:after="100"/>
      <w:ind w:left="1600"/>
    </w:pPr>
  </w:style>
  <w:style w:type="table" w:styleId="TableGrid">
    <w:name w:val="Table Grid"/>
    <w:basedOn w:val="TableNormal"/>
    <w:rsid w:val="00115904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115904"/>
  </w:style>
  <w:style w:type="paragraph" w:styleId="EndnoteText">
    <w:name w:val="endnote text"/>
    <w:basedOn w:val="Normal"/>
    <w:semiHidden/>
    <w:rsid w:val="00115904"/>
    <w:rPr>
      <w:szCs w:val="20"/>
    </w:rPr>
  </w:style>
  <w:style w:type="character" w:styleId="Hyperlink">
    <w:name w:val="Hyperlink"/>
    <w:uiPriority w:val="99"/>
    <w:unhideWhenUsed/>
    <w:rsid w:val="00D26D0A"/>
    <w:rPr>
      <w:color w:val="0000FF"/>
      <w:u w:val="single"/>
    </w:rPr>
  </w:style>
  <w:style w:type="paragraph" w:styleId="Header">
    <w:name w:val="header"/>
    <w:basedOn w:val="Normal"/>
    <w:link w:val="HeaderChar"/>
    <w:rsid w:val="002D2C8F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semiHidden/>
    <w:locked/>
    <w:rsid w:val="00CA6F58"/>
    <w:rPr>
      <w:rFonts w:ascii="Arial" w:eastAsia="Calibri" w:hAnsi="Arial"/>
      <w:szCs w:val="22"/>
      <w:lang w:val="en-AU" w:eastAsia="en-US" w:bidi="ar-SA"/>
    </w:rPr>
  </w:style>
  <w:style w:type="paragraph" w:styleId="Footer">
    <w:name w:val="footer"/>
    <w:basedOn w:val="Normal"/>
    <w:link w:val="FooterChar"/>
    <w:rsid w:val="002D2C8F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semiHidden/>
    <w:locked/>
    <w:rsid w:val="00CA6F58"/>
    <w:rPr>
      <w:rFonts w:ascii="Arial" w:eastAsia="Calibri" w:hAnsi="Arial"/>
      <w:szCs w:val="22"/>
      <w:lang w:val="en-AU" w:eastAsia="en-US" w:bidi="ar-SA"/>
    </w:rPr>
  </w:style>
  <w:style w:type="paragraph" w:styleId="BalloonText">
    <w:name w:val="Balloon Text"/>
    <w:basedOn w:val="Normal"/>
    <w:autoRedefine/>
    <w:rsid w:val="00610B31"/>
    <w:rPr>
      <w:rFonts w:ascii="Times New Roman" w:hAnsi="Times New Roman"/>
      <w:sz w:val="24"/>
      <w:szCs w:val="20"/>
    </w:rPr>
  </w:style>
  <w:style w:type="character" w:styleId="CommentReference">
    <w:name w:val="annotation reference"/>
    <w:uiPriority w:val="99"/>
    <w:rsid w:val="006F3A93"/>
    <w:rPr>
      <w:sz w:val="16"/>
      <w:szCs w:val="16"/>
    </w:rPr>
  </w:style>
  <w:style w:type="paragraph" w:styleId="CommentText">
    <w:name w:val="annotation text"/>
    <w:basedOn w:val="Normal"/>
    <w:link w:val="CommentTextChar"/>
    <w:rsid w:val="006F3A93"/>
    <w:rPr>
      <w:szCs w:val="20"/>
    </w:rPr>
  </w:style>
  <w:style w:type="character" w:customStyle="1" w:styleId="CommentTextChar">
    <w:name w:val="Comment Text Char"/>
    <w:link w:val="CommentText"/>
    <w:uiPriority w:val="99"/>
    <w:rsid w:val="00785037"/>
    <w:rPr>
      <w:rFonts w:ascii="Arial" w:eastAsia="Calibri" w:hAnsi="Arial"/>
      <w:lang w:val="en-AU" w:eastAsia="en-US" w:bidi="ar-SA"/>
    </w:rPr>
  </w:style>
  <w:style w:type="paragraph" w:styleId="CommentSubject">
    <w:name w:val="annotation subject"/>
    <w:basedOn w:val="CommentText"/>
    <w:next w:val="CommentText"/>
    <w:semiHidden/>
    <w:rsid w:val="006F3A93"/>
    <w:rPr>
      <w:b/>
      <w:bCs/>
    </w:rPr>
  </w:style>
  <w:style w:type="character" w:styleId="FollowedHyperlink">
    <w:name w:val="FollowedHyperlink"/>
    <w:rsid w:val="00B85CDF"/>
    <w:rPr>
      <w:color w:val="800080"/>
      <w:u w:val="single"/>
    </w:rPr>
  </w:style>
  <w:style w:type="character" w:styleId="PageNumber">
    <w:name w:val="page number"/>
    <w:basedOn w:val="DefaultParagraphFont"/>
    <w:rsid w:val="00BE7852"/>
  </w:style>
  <w:style w:type="character" w:styleId="Emphasis">
    <w:name w:val="Emphasis"/>
    <w:qFormat/>
    <w:rsid w:val="00E94DB2"/>
    <w:rPr>
      <w:i/>
      <w:iCs/>
    </w:rPr>
  </w:style>
  <w:style w:type="character" w:customStyle="1" w:styleId="CharChar4">
    <w:name w:val="Char Char4"/>
    <w:semiHidden/>
    <w:locked/>
    <w:rsid w:val="00A94E13"/>
    <w:rPr>
      <w:rFonts w:ascii="Arial" w:eastAsia="Calibri" w:hAnsi="Arial"/>
      <w:szCs w:val="22"/>
      <w:lang w:val="en-AU" w:eastAsia="en-US" w:bidi="ar-SA"/>
    </w:rPr>
  </w:style>
  <w:style w:type="paragraph" w:styleId="BodyTextIndent2">
    <w:name w:val="Body Text Indent 2"/>
    <w:basedOn w:val="Normal"/>
    <w:rsid w:val="00DE3FB0"/>
    <w:pPr>
      <w:spacing w:line="480" w:lineRule="auto"/>
      <w:ind w:left="283"/>
    </w:pPr>
  </w:style>
  <w:style w:type="paragraph" w:customStyle="1" w:styleId="COTCOCLV2-ASDEFCON">
    <w:name w:val="COT/COC LV2 - ASDEFCON"/>
    <w:basedOn w:val="ASDEFCONNormal"/>
    <w:next w:val="COTCOCLV3-ASDEFCON"/>
    <w:rsid w:val="00D26D0A"/>
    <w:pPr>
      <w:keepNext/>
      <w:keepLines/>
      <w:numPr>
        <w:ilvl w:val="1"/>
        <w:numId w:val="4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D26D0A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D26D0A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D26D0A"/>
    <w:pPr>
      <w:numPr>
        <w:ilvl w:val="2"/>
        <w:numId w:val="4"/>
      </w:numPr>
    </w:pPr>
  </w:style>
  <w:style w:type="paragraph" w:customStyle="1" w:styleId="COTCOCLV1-ASDEFCON">
    <w:name w:val="COT/COC LV1 - ASDEFCON"/>
    <w:basedOn w:val="ASDEFCONNormal"/>
    <w:next w:val="COTCOCLV2-ASDEFCON"/>
    <w:rsid w:val="00D26D0A"/>
    <w:pPr>
      <w:keepNext/>
      <w:keepLines/>
      <w:numPr>
        <w:numId w:val="4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D26D0A"/>
    <w:pPr>
      <w:numPr>
        <w:ilvl w:val="3"/>
        <w:numId w:val="4"/>
      </w:numPr>
    </w:pPr>
  </w:style>
  <w:style w:type="paragraph" w:customStyle="1" w:styleId="COTCOCLV5-ASDEFCON">
    <w:name w:val="COT/COC LV5 - ASDEFCON"/>
    <w:basedOn w:val="ASDEFCONNormal"/>
    <w:rsid w:val="00D26D0A"/>
    <w:pPr>
      <w:numPr>
        <w:ilvl w:val="4"/>
        <w:numId w:val="4"/>
      </w:numPr>
    </w:pPr>
  </w:style>
  <w:style w:type="paragraph" w:customStyle="1" w:styleId="COTCOCLV6-ASDEFCON">
    <w:name w:val="COT/COC LV6 - ASDEFCON"/>
    <w:basedOn w:val="ASDEFCONNormal"/>
    <w:rsid w:val="00D26D0A"/>
    <w:pPr>
      <w:keepLines/>
      <w:numPr>
        <w:ilvl w:val="5"/>
        <w:numId w:val="4"/>
      </w:numPr>
    </w:pPr>
  </w:style>
  <w:style w:type="paragraph" w:customStyle="1" w:styleId="ASDEFCONOption">
    <w:name w:val="ASDEFCON Option"/>
    <w:basedOn w:val="ASDEFCONNormal"/>
    <w:rsid w:val="00D26D0A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link w:val="NoteToDrafters-ASDEFCONChar"/>
    <w:rsid w:val="00D26D0A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D26D0A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D26D0A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D26D0A"/>
    <w:pPr>
      <w:keepNext/>
      <w:keepLines/>
      <w:numPr>
        <w:numId w:val="38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D26D0A"/>
    <w:pPr>
      <w:numPr>
        <w:ilvl w:val="1"/>
        <w:numId w:val="38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D26D0A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D26D0A"/>
    <w:pPr>
      <w:numPr>
        <w:ilvl w:val="2"/>
        <w:numId w:val="38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D26D0A"/>
    <w:pPr>
      <w:numPr>
        <w:ilvl w:val="3"/>
        <w:numId w:val="38"/>
      </w:numPr>
    </w:pPr>
    <w:rPr>
      <w:szCs w:val="24"/>
    </w:rPr>
  </w:style>
  <w:style w:type="paragraph" w:customStyle="1" w:styleId="ASDEFCONCoverTitle">
    <w:name w:val="ASDEFCON Cover Title"/>
    <w:rsid w:val="00D26D0A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D26D0A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D26D0A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D26D0A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D26D0A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D26D0A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D26D0A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D26D0A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D26D0A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D26D0A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D26D0A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D26D0A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D26D0A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D26D0A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D26D0A"/>
    <w:pPr>
      <w:numPr>
        <w:numId w:val="5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D26D0A"/>
    <w:pPr>
      <w:numPr>
        <w:numId w:val="34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D26D0A"/>
    <w:pPr>
      <w:numPr>
        <w:numId w:val="6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D26D0A"/>
    <w:pPr>
      <w:numPr>
        <w:numId w:val="7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D26D0A"/>
    <w:pPr>
      <w:keepNext/>
      <w:numPr>
        <w:numId w:val="2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D26D0A"/>
    <w:pPr>
      <w:keepNext/>
      <w:numPr>
        <w:ilvl w:val="1"/>
        <w:numId w:val="2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D26D0A"/>
    <w:pPr>
      <w:keepNext/>
      <w:numPr>
        <w:ilvl w:val="2"/>
        <w:numId w:val="2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D26D0A"/>
    <w:pPr>
      <w:keepNext/>
      <w:numPr>
        <w:ilvl w:val="3"/>
        <w:numId w:val="2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D26D0A"/>
    <w:pPr>
      <w:keepNext/>
      <w:numPr>
        <w:ilvl w:val="4"/>
        <w:numId w:val="2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D26D0A"/>
    <w:pPr>
      <w:numPr>
        <w:ilvl w:val="5"/>
        <w:numId w:val="2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D26D0A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D26D0A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D26D0A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D26D0A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D26D0A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D26D0A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D26D0A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D26D0A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D26D0A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D26D0A"/>
    <w:pPr>
      <w:numPr>
        <w:ilvl w:val="6"/>
        <w:numId w:val="2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D26D0A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D26D0A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D26D0A"/>
    <w:rPr>
      <w:szCs w:val="20"/>
    </w:rPr>
  </w:style>
  <w:style w:type="paragraph" w:customStyle="1" w:styleId="ASDEFCONTextBlock">
    <w:name w:val="ASDEFCON TextBlock"/>
    <w:basedOn w:val="ASDEFCONNormal"/>
    <w:qFormat/>
    <w:rsid w:val="00D26D0A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D26D0A"/>
    <w:pPr>
      <w:numPr>
        <w:numId w:val="8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D26D0A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D26D0A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D26D0A"/>
    <w:pPr>
      <w:numPr>
        <w:numId w:val="16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D26D0A"/>
    <w:pPr>
      <w:numPr>
        <w:numId w:val="17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D26D0A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D26D0A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D26D0A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D26D0A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D26D0A"/>
    <w:pPr>
      <w:numPr>
        <w:numId w:val="9"/>
      </w:numPr>
    </w:pPr>
  </w:style>
  <w:style w:type="paragraph" w:customStyle="1" w:styleId="Table8ptBP2-ASDEFCON">
    <w:name w:val="Table 8pt BP2 - ASDEFCON"/>
    <w:basedOn w:val="Table8ptText-ASDEFCON"/>
    <w:rsid w:val="00D26D0A"/>
    <w:pPr>
      <w:numPr>
        <w:ilvl w:val="1"/>
        <w:numId w:val="9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D26D0A"/>
    <w:pPr>
      <w:numPr>
        <w:numId w:val="10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D26D0A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D26D0A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D26D0A"/>
    <w:pPr>
      <w:numPr>
        <w:numId w:val="1"/>
      </w:numPr>
    </w:pPr>
  </w:style>
  <w:style w:type="paragraph" w:customStyle="1" w:styleId="Table10ptBP1-ASDEFCON">
    <w:name w:val="Table 10pt BP1 - ASDEFCON"/>
    <w:basedOn w:val="ASDEFCONNormal"/>
    <w:rsid w:val="00D26D0A"/>
    <w:pPr>
      <w:numPr>
        <w:numId w:val="14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D26D0A"/>
    <w:pPr>
      <w:numPr>
        <w:ilvl w:val="1"/>
        <w:numId w:val="14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D26D0A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D26D0A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D26D0A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D26D0A"/>
    <w:pPr>
      <w:numPr>
        <w:numId w:val="18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D26D0A"/>
    <w:pPr>
      <w:numPr>
        <w:ilvl w:val="6"/>
        <w:numId w:val="35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D26D0A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D26D0A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link w:val="ASDEFCONSublistChar"/>
    <w:rsid w:val="00D26D0A"/>
    <w:pPr>
      <w:numPr>
        <w:numId w:val="19"/>
      </w:numPr>
    </w:pPr>
    <w:rPr>
      <w:iCs/>
    </w:rPr>
  </w:style>
  <w:style w:type="character" w:customStyle="1" w:styleId="ASDEFCONSublistChar">
    <w:name w:val="ASDEFCON Sublist Char"/>
    <w:link w:val="ASDEFCONSublist"/>
    <w:rsid w:val="003D2B37"/>
    <w:rPr>
      <w:rFonts w:ascii="Arial" w:hAnsi="Arial"/>
      <w:iCs/>
      <w:color w:val="000000"/>
      <w:szCs w:val="40"/>
    </w:rPr>
  </w:style>
  <w:style w:type="paragraph" w:customStyle="1" w:styleId="ASDEFCONRecitals">
    <w:name w:val="ASDEFCON Recitals"/>
    <w:basedOn w:val="ASDEFCONNormal"/>
    <w:link w:val="ASDEFCONRecitalsCharChar"/>
    <w:rsid w:val="00D26D0A"/>
    <w:pPr>
      <w:numPr>
        <w:numId w:val="11"/>
      </w:numPr>
    </w:pPr>
  </w:style>
  <w:style w:type="character" w:customStyle="1" w:styleId="ASDEFCONRecitalsCharChar">
    <w:name w:val="ASDEFCON Recitals Char Char"/>
    <w:link w:val="ASDEFCONRecitals"/>
    <w:rsid w:val="00D26D0A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D26D0A"/>
    <w:pPr>
      <w:numPr>
        <w:numId w:val="12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D26D0A"/>
    <w:pPr>
      <w:numPr>
        <w:numId w:val="13"/>
      </w:numPr>
    </w:pPr>
    <w:rPr>
      <w:b/>
      <w:i/>
    </w:rPr>
  </w:style>
  <w:style w:type="paragraph" w:styleId="Caption">
    <w:name w:val="caption"/>
    <w:basedOn w:val="Normal"/>
    <w:next w:val="Normal"/>
    <w:qFormat/>
    <w:rsid w:val="00D26D0A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D26D0A"/>
    <w:pPr>
      <w:numPr>
        <w:numId w:val="15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D26D0A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D26D0A"/>
    <w:pPr>
      <w:spacing w:after="0"/>
    </w:pPr>
    <w:rPr>
      <w:bCs/>
      <w:color w:val="FFFFFF"/>
      <w:sz w:val="8"/>
    </w:rPr>
  </w:style>
  <w:style w:type="paragraph" w:customStyle="1" w:styleId="ASDEFCONHeaderFooterCenter">
    <w:name w:val="ASDEFCON Header/Footer Center"/>
    <w:basedOn w:val="ASDEFCONHeaderFooterLeft"/>
    <w:rsid w:val="00D26D0A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D26D0A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D26D0A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D26D0A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D26D0A"/>
    <w:pPr>
      <w:numPr>
        <w:ilvl w:val="1"/>
        <w:numId w:val="18"/>
      </w:numPr>
    </w:pPr>
  </w:style>
  <w:style w:type="paragraph" w:styleId="TOAHeading">
    <w:name w:val="toa heading"/>
    <w:basedOn w:val="Normal"/>
    <w:next w:val="Normal"/>
    <w:semiHidden/>
    <w:rsid w:val="00EE35DE"/>
    <w:pPr>
      <w:spacing w:before="120"/>
    </w:pPr>
    <w:rPr>
      <w:rFonts w:cs="Arial"/>
      <w:b/>
      <w:bCs/>
      <w:sz w:val="24"/>
    </w:rPr>
  </w:style>
  <w:style w:type="paragraph" w:styleId="TableofFigures">
    <w:name w:val="table of figures"/>
    <w:basedOn w:val="Normal"/>
    <w:next w:val="Normal"/>
    <w:semiHidden/>
    <w:rsid w:val="00EE35DE"/>
  </w:style>
  <w:style w:type="paragraph" w:customStyle="1" w:styleId="ATTANNReferencetoCOC">
    <w:name w:val="ATT/ANN Reference to COC"/>
    <w:basedOn w:val="ASDEFCONNormal"/>
    <w:rsid w:val="00D26D0A"/>
    <w:pPr>
      <w:keepNext/>
      <w:jc w:val="right"/>
    </w:pPr>
    <w:rPr>
      <w:i/>
      <w:iCs/>
      <w:szCs w:val="20"/>
    </w:rPr>
  </w:style>
  <w:style w:type="character" w:customStyle="1" w:styleId="Heading2Char">
    <w:name w:val="Heading 2 Char"/>
    <w:aliases w:val="B Sub/Bold Char,B Sub/Bold1 Char,B Sub/Bold11 Char,B Sub/Bold12 Char,B Sub/Bold13 Char,B Sub/Bold2 Char,B Sub/Bold3 Char,B Sub/Bold4 Char,H2 Char,Head hdbk Char,Para2 Char,SubPara Char,Top 2 Char,h2 Char,h2 main heading Char"/>
    <w:link w:val="Heading2"/>
    <w:rsid w:val="00D26D0A"/>
    <w:rPr>
      <w:rFonts w:ascii="Cambria" w:hAnsi="Cambria"/>
      <w:b/>
      <w:bCs/>
      <w:color w:val="4F81BD"/>
      <w:sz w:val="26"/>
      <w:szCs w:val="26"/>
    </w:rPr>
  </w:style>
  <w:style w:type="paragraph" w:customStyle="1" w:styleId="ASDEFCONList">
    <w:name w:val="ASDEFCON List"/>
    <w:basedOn w:val="ASDEFCONNormal"/>
    <w:qFormat/>
    <w:rsid w:val="00D26D0A"/>
    <w:pPr>
      <w:numPr>
        <w:numId w:val="20"/>
      </w:numPr>
    </w:pPr>
  </w:style>
  <w:style w:type="paragraph" w:customStyle="1" w:styleId="CoverPageTemplateTitle">
    <w:name w:val="Cover Page Template Title"/>
    <w:basedOn w:val="ASDEFCONCoverTitle"/>
    <w:link w:val="CoverPageTemplateTitleChar"/>
    <w:qFormat/>
    <w:rsid w:val="00E94DB2"/>
  </w:style>
  <w:style w:type="character" w:customStyle="1" w:styleId="CoverPageTemplateTitleChar">
    <w:name w:val="Cover Page Template Title Char"/>
    <w:link w:val="CoverPageTemplateTitle"/>
    <w:rsid w:val="00E94DB2"/>
    <w:rPr>
      <w:rFonts w:ascii="Georgia" w:hAnsi="Georgia"/>
      <w:b/>
      <w:color w:val="000000"/>
      <w:sz w:val="100"/>
      <w:szCs w:val="24"/>
    </w:rPr>
  </w:style>
  <w:style w:type="character" w:customStyle="1" w:styleId="Heading1Char">
    <w:name w:val="Heading 1 Char"/>
    <w:aliases w:val="Level 1 Para Char,Level 1 Para1 Char,Level 1 Para11 Char,Level 1 Para12 Char,Level 1 Para13 Char,Level 1 Para2 Char,Level 1 Para21 Char,Level 1 Para22 Char,Level 1 Para23 Char,Level 1 Para3 Char,Level 1 Para31 Char,Level 1 Para32 Char"/>
    <w:link w:val="Heading1"/>
    <w:rsid w:val="00F66B26"/>
    <w:rPr>
      <w:rFonts w:ascii="Arial" w:hAnsi="Arial" w:cs="Arial"/>
      <w:b/>
      <w:bCs/>
      <w:kern w:val="32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94DB2"/>
    <w:pPr>
      <w:outlineLvl w:val="9"/>
    </w:pPr>
    <w:rPr>
      <w:rFonts w:ascii="Cambria" w:hAnsi="Cambria" w:cs="Times New Roman"/>
    </w:rPr>
  </w:style>
  <w:style w:type="paragraph" w:customStyle="1" w:styleId="subpara">
    <w:name w:val="sub para"/>
    <w:basedOn w:val="Normal"/>
    <w:rsid w:val="005C459F"/>
    <w:pPr>
      <w:numPr>
        <w:numId w:val="22"/>
      </w:numPr>
      <w:tabs>
        <w:tab w:val="left" w:pos="1418"/>
      </w:tabs>
    </w:pPr>
  </w:style>
  <w:style w:type="character" w:customStyle="1" w:styleId="NoteToDrafters-ASDEFCONChar">
    <w:name w:val="Note To Drafters - ASDEFCON Char"/>
    <w:link w:val="NoteToDrafters-ASDEFCON"/>
    <w:locked/>
    <w:rsid w:val="005C459F"/>
    <w:rPr>
      <w:rFonts w:ascii="Arial" w:hAnsi="Arial"/>
      <w:b/>
      <w:i/>
      <w:color w:val="FFFFFF"/>
      <w:szCs w:val="40"/>
      <w:shd w:val="clear" w:color="auto" w:fill="000000"/>
    </w:rPr>
  </w:style>
  <w:style w:type="paragraph" w:customStyle="1" w:styleId="HandbookLevel2Header">
    <w:name w:val="Handbook Level 2 Header"/>
    <w:basedOn w:val="Heading2"/>
    <w:autoRedefine/>
    <w:qFormat/>
    <w:rsid w:val="00570A7A"/>
    <w:pPr>
      <w:pBdr>
        <w:top w:val="single" w:sz="4" w:space="1" w:color="E86D1F"/>
      </w:pBdr>
      <w:spacing w:after="240"/>
    </w:pPr>
    <w:rPr>
      <w:rFonts w:ascii="Arial Bold" w:hAnsi="Arial Bold"/>
      <w:color w:val="E86D1F"/>
      <w:sz w:val="20"/>
    </w:rPr>
  </w:style>
  <w:style w:type="paragraph" w:styleId="Bibliography">
    <w:name w:val="Bibliography"/>
    <w:basedOn w:val="Normal"/>
    <w:next w:val="Normal"/>
    <w:uiPriority w:val="37"/>
    <w:semiHidden/>
    <w:unhideWhenUsed/>
    <w:rsid w:val="00587CC8"/>
  </w:style>
  <w:style w:type="paragraph" w:styleId="BlockText">
    <w:name w:val="Block Text"/>
    <w:basedOn w:val="Normal"/>
    <w:rsid w:val="00587CC8"/>
    <w:pPr>
      <w:pBdr>
        <w:top w:val="single" w:sz="2" w:space="10" w:color="5B9BD5" w:themeColor="accent1" w:frame="1"/>
        <w:left w:val="single" w:sz="2" w:space="10" w:color="5B9BD5" w:themeColor="accent1" w:frame="1"/>
        <w:bottom w:val="single" w:sz="2" w:space="10" w:color="5B9BD5" w:themeColor="accent1" w:frame="1"/>
        <w:right w:val="single" w:sz="2" w:space="10" w:color="5B9BD5" w:themeColor="accent1" w:frame="1"/>
      </w:pBdr>
      <w:ind w:left="1152" w:right="1152"/>
    </w:pPr>
    <w:rPr>
      <w:rFonts w:eastAsiaTheme="minorEastAsia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587CC8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rsid w:val="00587CC8"/>
    <w:rPr>
      <w:rFonts w:ascii="Arial" w:hAnsi="Arial"/>
      <w:szCs w:val="24"/>
    </w:rPr>
  </w:style>
  <w:style w:type="paragraph" w:styleId="BodyText3">
    <w:name w:val="Body Text 3"/>
    <w:basedOn w:val="Normal"/>
    <w:link w:val="BodyText3Char"/>
    <w:rsid w:val="00587CC8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587CC8"/>
    <w:rPr>
      <w:rFonts w:ascii="Arial" w:hAnsi="Arial"/>
      <w:sz w:val="16"/>
      <w:szCs w:val="16"/>
    </w:rPr>
  </w:style>
  <w:style w:type="paragraph" w:styleId="BodyTextFirstIndent">
    <w:name w:val="Body Text First Indent"/>
    <w:basedOn w:val="BodyText"/>
    <w:link w:val="BodyTextFirstIndentChar"/>
    <w:rsid w:val="00587CC8"/>
    <w:pPr>
      <w:ind w:firstLine="360"/>
    </w:pPr>
  </w:style>
  <w:style w:type="character" w:customStyle="1" w:styleId="BodyTextChar">
    <w:name w:val="Body Text Char"/>
    <w:basedOn w:val="DefaultParagraphFont"/>
    <w:link w:val="BodyText"/>
    <w:rsid w:val="00587CC8"/>
    <w:rPr>
      <w:rFonts w:ascii="Arial" w:hAnsi="Arial"/>
      <w:szCs w:val="24"/>
    </w:rPr>
  </w:style>
  <w:style w:type="character" w:customStyle="1" w:styleId="BodyTextFirstIndentChar">
    <w:name w:val="Body Text First Indent Char"/>
    <w:basedOn w:val="BodyTextChar"/>
    <w:link w:val="BodyTextFirstIndent"/>
    <w:rsid w:val="00587CC8"/>
    <w:rPr>
      <w:rFonts w:ascii="Arial" w:hAnsi="Arial"/>
      <w:szCs w:val="24"/>
    </w:rPr>
  </w:style>
  <w:style w:type="paragraph" w:styleId="BodyTextIndent">
    <w:name w:val="Body Text Indent"/>
    <w:basedOn w:val="Normal"/>
    <w:link w:val="BodyTextIndentChar"/>
    <w:rsid w:val="00587CC8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587CC8"/>
    <w:rPr>
      <w:rFonts w:ascii="Arial" w:hAnsi="Arial"/>
      <w:szCs w:val="24"/>
    </w:rPr>
  </w:style>
  <w:style w:type="paragraph" w:styleId="BodyTextFirstIndent2">
    <w:name w:val="Body Text First Indent 2"/>
    <w:basedOn w:val="BodyTextIndent"/>
    <w:link w:val="BodyTextFirstIndent2Char"/>
    <w:rsid w:val="00587CC8"/>
    <w:pPr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587CC8"/>
    <w:rPr>
      <w:rFonts w:ascii="Arial" w:hAnsi="Arial"/>
      <w:szCs w:val="24"/>
    </w:rPr>
  </w:style>
  <w:style w:type="paragraph" w:styleId="BodyTextIndent3">
    <w:name w:val="Body Text Indent 3"/>
    <w:basedOn w:val="Normal"/>
    <w:link w:val="BodyTextIndent3Char"/>
    <w:rsid w:val="00587CC8"/>
    <w:pPr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587CC8"/>
    <w:rPr>
      <w:rFonts w:ascii="Arial" w:hAnsi="Arial"/>
      <w:sz w:val="16"/>
      <w:szCs w:val="16"/>
    </w:rPr>
  </w:style>
  <w:style w:type="paragraph" w:styleId="Closing">
    <w:name w:val="Closing"/>
    <w:basedOn w:val="Normal"/>
    <w:link w:val="ClosingChar"/>
    <w:rsid w:val="00587CC8"/>
    <w:pPr>
      <w:spacing w:after="0"/>
      <w:ind w:left="4252"/>
    </w:pPr>
  </w:style>
  <w:style w:type="character" w:customStyle="1" w:styleId="ClosingChar">
    <w:name w:val="Closing Char"/>
    <w:basedOn w:val="DefaultParagraphFont"/>
    <w:link w:val="Closing"/>
    <w:rsid w:val="00587CC8"/>
    <w:rPr>
      <w:rFonts w:ascii="Arial" w:hAnsi="Arial"/>
      <w:szCs w:val="24"/>
    </w:rPr>
  </w:style>
  <w:style w:type="paragraph" w:styleId="Date">
    <w:name w:val="Date"/>
    <w:basedOn w:val="Normal"/>
    <w:next w:val="Normal"/>
    <w:link w:val="DateChar"/>
    <w:rsid w:val="00587CC8"/>
  </w:style>
  <w:style w:type="character" w:customStyle="1" w:styleId="DateChar">
    <w:name w:val="Date Char"/>
    <w:basedOn w:val="DefaultParagraphFont"/>
    <w:link w:val="Date"/>
    <w:rsid w:val="00587CC8"/>
    <w:rPr>
      <w:rFonts w:ascii="Arial" w:hAnsi="Arial"/>
      <w:szCs w:val="24"/>
    </w:rPr>
  </w:style>
  <w:style w:type="paragraph" w:styleId="DocumentMap">
    <w:name w:val="Document Map"/>
    <w:basedOn w:val="Normal"/>
    <w:link w:val="DocumentMapChar"/>
    <w:rsid w:val="00587CC8"/>
    <w:pPr>
      <w:spacing w:after="0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587CC8"/>
    <w:rPr>
      <w:rFonts w:ascii="Segoe UI" w:hAnsi="Segoe UI" w:cs="Segoe UI"/>
      <w:sz w:val="16"/>
      <w:szCs w:val="16"/>
    </w:rPr>
  </w:style>
  <w:style w:type="paragraph" w:styleId="E-mailSignature">
    <w:name w:val="E-mail Signature"/>
    <w:basedOn w:val="Normal"/>
    <w:link w:val="E-mailSignatureChar"/>
    <w:rsid w:val="00587CC8"/>
    <w:pPr>
      <w:spacing w:after="0"/>
    </w:pPr>
  </w:style>
  <w:style w:type="character" w:customStyle="1" w:styleId="E-mailSignatureChar">
    <w:name w:val="E-mail Signature Char"/>
    <w:basedOn w:val="DefaultParagraphFont"/>
    <w:link w:val="E-mailSignature"/>
    <w:rsid w:val="00587CC8"/>
    <w:rPr>
      <w:rFonts w:ascii="Arial" w:hAnsi="Arial"/>
      <w:szCs w:val="24"/>
    </w:rPr>
  </w:style>
  <w:style w:type="paragraph" w:styleId="EnvelopeAddress">
    <w:name w:val="envelope address"/>
    <w:basedOn w:val="Normal"/>
    <w:rsid w:val="00587CC8"/>
    <w:pPr>
      <w:framePr w:w="7920" w:h="1980" w:hRule="exact" w:hSpace="180" w:wrap="auto" w:hAnchor="page" w:xAlign="center" w:yAlign="bottom"/>
      <w:spacing w:after="0"/>
      <w:ind w:left="2880"/>
    </w:pPr>
    <w:rPr>
      <w:rFonts w:asciiTheme="majorHAnsi" w:eastAsiaTheme="majorEastAsia" w:hAnsiTheme="majorHAnsi" w:cstheme="majorBidi"/>
      <w:sz w:val="24"/>
    </w:rPr>
  </w:style>
  <w:style w:type="paragraph" w:styleId="EnvelopeReturn">
    <w:name w:val="envelope return"/>
    <w:basedOn w:val="Normal"/>
    <w:rsid w:val="00587CC8"/>
    <w:pPr>
      <w:spacing w:after="0"/>
    </w:pPr>
    <w:rPr>
      <w:rFonts w:asciiTheme="majorHAnsi" w:eastAsiaTheme="majorEastAsia" w:hAnsiTheme="majorHAnsi" w:cstheme="majorBidi"/>
      <w:szCs w:val="20"/>
    </w:rPr>
  </w:style>
  <w:style w:type="paragraph" w:styleId="HTMLAddress">
    <w:name w:val="HTML Address"/>
    <w:basedOn w:val="Normal"/>
    <w:link w:val="HTMLAddressChar"/>
    <w:rsid w:val="00587CC8"/>
    <w:pPr>
      <w:spacing w:after="0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587CC8"/>
    <w:rPr>
      <w:rFonts w:ascii="Arial" w:hAnsi="Arial"/>
      <w:i/>
      <w:iCs/>
      <w:szCs w:val="24"/>
    </w:rPr>
  </w:style>
  <w:style w:type="paragraph" w:styleId="HTMLPreformatted">
    <w:name w:val="HTML Preformatted"/>
    <w:basedOn w:val="Normal"/>
    <w:link w:val="HTMLPreformattedChar"/>
    <w:rsid w:val="00587CC8"/>
    <w:pPr>
      <w:spacing w:after="0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587CC8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587CC8"/>
    <w:pPr>
      <w:spacing w:after="0"/>
      <w:ind w:left="200" w:hanging="200"/>
    </w:pPr>
  </w:style>
  <w:style w:type="paragraph" w:styleId="Index2">
    <w:name w:val="index 2"/>
    <w:basedOn w:val="Normal"/>
    <w:next w:val="Normal"/>
    <w:autoRedefine/>
    <w:rsid w:val="00587CC8"/>
    <w:pPr>
      <w:spacing w:after="0"/>
      <w:ind w:left="400" w:hanging="200"/>
    </w:pPr>
  </w:style>
  <w:style w:type="paragraph" w:styleId="Index3">
    <w:name w:val="index 3"/>
    <w:basedOn w:val="Normal"/>
    <w:next w:val="Normal"/>
    <w:autoRedefine/>
    <w:rsid w:val="00587CC8"/>
    <w:pPr>
      <w:spacing w:after="0"/>
      <w:ind w:left="600" w:hanging="200"/>
    </w:pPr>
  </w:style>
  <w:style w:type="paragraph" w:styleId="Index4">
    <w:name w:val="index 4"/>
    <w:basedOn w:val="Normal"/>
    <w:next w:val="Normal"/>
    <w:autoRedefine/>
    <w:rsid w:val="00587CC8"/>
    <w:pPr>
      <w:spacing w:after="0"/>
      <w:ind w:left="800" w:hanging="200"/>
    </w:pPr>
  </w:style>
  <w:style w:type="paragraph" w:styleId="Index5">
    <w:name w:val="index 5"/>
    <w:basedOn w:val="Normal"/>
    <w:next w:val="Normal"/>
    <w:autoRedefine/>
    <w:rsid w:val="00587CC8"/>
    <w:pPr>
      <w:spacing w:after="0"/>
      <w:ind w:left="1000" w:hanging="200"/>
    </w:pPr>
  </w:style>
  <w:style w:type="paragraph" w:styleId="Index6">
    <w:name w:val="index 6"/>
    <w:basedOn w:val="Normal"/>
    <w:next w:val="Normal"/>
    <w:autoRedefine/>
    <w:rsid w:val="00587CC8"/>
    <w:pPr>
      <w:spacing w:after="0"/>
      <w:ind w:left="1200" w:hanging="200"/>
    </w:pPr>
  </w:style>
  <w:style w:type="paragraph" w:styleId="Index7">
    <w:name w:val="index 7"/>
    <w:basedOn w:val="Normal"/>
    <w:next w:val="Normal"/>
    <w:autoRedefine/>
    <w:rsid w:val="00587CC8"/>
    <w:pPr>
      <w:spacing w:after="0"/>
      <w:ind w:left="1400" w:hanging="200"/>
    </w:pPr>
  </w:style>
  <w:style w:type="paragraph" w:styleId="Index8">
    <w:name w:val="index 8"/>
    <w:basedOn w:val="Normal"/>
    <w:next w:val="Normal"/>
    <w:autoRedefine/>
    <w:rsid w:val="00587CC8"/>
    <w:pPr>
      <w:spacing w:after="0"/>
      <w:ind w:left="1600" w:hanging="200"/>
    </w:pPr>
  </w:style>
  <w:style w:type="paragraph" w:styleId="Index9">
    <w:name w:val="index 9"/>
    <w:basedOn w:val="Normal"/>
    <w:next w:val="Normal"/>
    <w:autoRedefine/>
    <w:rsid w:val="00587CC8"/>
    <w:pPr>
      <w:spacing w:after="0"/>
      <w:ind w:left="1800" w:hanging="200"/>
    </w:pPr>
  </w:style>
  <w:style w:type="paragraph" w:styleId="IndexHeading">
    <w:name w:val="index heading"/>
    <w:basedOn w:val="Normal"/>
    <w:next w:val="Index1"/>
    <w:rsid w:val="00587CC8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87CC8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87CC8"/>
    <w:rPr>
      <w:rFonts w:ascii="Arial" w:hAnsi="Arial"/>
      <w:i/>
      <w:iCs/>
      <w:color w:val="5B9BD5" w:themeColor="accent1"/>
      <w:szCs w:val="24"/>
    </w:rPr>
  </w:style>
  <w:style w:type="paragraph" w:styleId="List">
    <w:name w:val="List"/>
    <w:basedOn w:val="Normal"/>
    <w:rsid w:val="00587CC8"/>
    <w:pPr>
      <w:ind w:left="283" w:hanging="283"/>
      <w:contextualSpacing/>
    </w:pPr>
  </w:style>
  <w:style w:type="paragraph" w:styleId="List2">
    <w:name w:val="List 2"/>
    <w:basedOn w:val="Normal"/>
    <w:rsid w:val="00587CC8"/>
    <w:pPr>
      <w:ind w:left="566" w:hanging="283"/>
      <w:contextualSpacing/>
    </w:pPr>
  </w:style>
  <w:style w:type="paragraph" w:styleId="List3">
    <w:name w:val="List 3"/>
    <w:basedOn w:val="Normal"/>
    <w:rsid w:val="00587CC8"/>
    <w:pPr>
      <w:ind w:left="849" w:hanging="283"/>
      <w:contextualSpacing/>
    </w:pPr>
  </w:style>
  <w:style w:type="paragraph" w:styleId="List4">
    <w:name w:val="List 4"/>
    <w:basedOn w:val="Normal"/>
    <w:rsid w:val="00587CC8"/>
    <w:pPr>
      <w:ind w:left="1132" w:hanging="283"/>
      <w:contextualSpacing/>
    </w:pPr>
  </w:style>
  <w:style w:type="paragraph" w:styleId="List5">
    <w:name w:val="List 5"/>
    <w:basedOn w:val="Normal"/>
    <w:rsid w:val="00587CC8"/>
    <w:pPr>
      <w:ind w:left="1415" w:hanging="283"/>
      <w:contextualSpacing/>
    </w:pPr>
  </w:style>
  <w:style w:type="paragraph" w:styleId="ListBullet">
    <w:name w:val="List Bullet"/>
    <w:basedOn w:val="Normal"/>
    <w:rsid w:val="00587CC8"/>
    <w:pPr>
      <w:numPr>
        <w:numId w:val="23"/>
      </w:numPr>
      <w:contextualSpacing/>
    </w:pPr>
  </w:style>
  <w:style w:type="paragraph" w:styleId="ListBullet2">
    <w:name w:val="List Bullet 2"/>
    <w:basedOn w:val="Normal"/>
    <w:rsid w:val="00587CC8"/>
    <w:pPr>
      <w:numPr>
        <w:numId w:val="24"/>
      </w:numPr>
      <w:contextualSpacing/>
    </w:pPr>
  </w:style>
  <w:style w:type="paragraph" w:styleId="ListBullet3">
    <w:name w:val="List Bullet 3"/>
    <w:basedOn w:val="Normal"/>
    <w:rsid w:val="00587CC8"/>
    <w:pPr>
      <w:numPr>
        <w:numId w:val="25"/>
      </w:numPr>
      <w:contextualSpacing/>
    </w:pPr>
  </w:style>
  <w:style w:type="paragraph" w:styleId="ListBullet4">
    <w:name w:val="List Bullet 4"/>
    <w:basedOn w:val="Normal"/>
    <w:rsid w:val="00587CC8"/>
    <w:pPr>
      <w:numPr>
        <w:numId w:val="26"/>
      </w:numPr>
      <w:contextualSpacing/>
    </w:pPr>
  </w:style>
  <w:style w:type="paragraph" w:styleId="ListBullet5">
    <w:name w:val="List Bullet 5"/>
    <w:basedOn w:val="Normal"/>
    <w:rsid w:val="00587CC8"/>
    <w:pPr>
      <w:numPr>
        <w:numId w:val="27"/>
      </w:numPr>
      <w:contextualSpacing/>
    </w:pPr>
  </w:style>
  <w:style w:type="paragraph" w:styleId="ListContinue">
    <w:name w:val="List Continue"/>
    <w:basedOn w:val="Normal"/>
    <w:rsid w:val="00587CC8"/>
    <w:pPr>
      <w:ind w:left="283"/>
      <w:contextualSpacing/>
    </w:pPr>
  </w:style>
  <w:style w:type="paragraph" w:styleId="ListContinue2">
    <w:name w:val="List Continue 2"/>
    <w:basedOn w:val="Normal"/>
    <w:rsid w:val="00587CC8"/>
    <w:pPr>
      <w:ind w:left="566"/>
      <w:contextualSpacing/>
    </w:pPr>
  </w:style>
  <w:style w:type="paragraph" w:styleId="ListContinue3">
    <w:name w:val="List Continue 3"/>
    <w:basedOn w:val="Normal"/>
    <w:rsid w:val="00587CC8"/>
    <w:pPr>
      <w:ind w:left="849"/>
      <w:contextualSpacing/>
    </w:pPr>
  </w:style>
  <w:style w:type="paragraph" w:styleId="ListContinue4">
    <w:name w:val="List Continue 4"/>
    <w:basedOn w:val="Normal"/>
    <w:rsid w:val="00587CC8"/>
    <w:pPr>
      <w:ind w:left="1132"/>
      <w:contextualSpacing/>
    </w:pPr>
  </w:style>
  <w:style w:type="paragraph" w:styleId="ListContinue5">
    <w:name w:val="List Continue 5"/>
    <w:basedOn w:val="Normal"/>
    <w:rsid w:val="00587CC8"/>
    <w:pPr>
      <w:ind w:left="1415"/>
      <w:contextualSpacing/>
    </w:pPr>
  </w:style>
  <w:style w:type="paragraph" w:styleId="ListNumber">
    <w:name w:val="List Number"/>
    <w:basedOn w:val="Normal"/>
    <w:rsid w:val="00587CC8"/>
    <w:pPr>
      <w:numPr>
        <w:numId w:val="28"/>
      </w:numPr>
      <w:contextualSpacing/>
    </w:pPr>
  </w:style>
  <w:style w:type="paragraph" w:styleId="ListNumber2">
    <w:name w:val="List Number 2"/>
    <w:basedOn w:val="Normal"/>
    <w:rsid w:val="00587CC8"/>
    <w:pPr>
      <w:numPr>
        <w:numId w:val="29"/>
      </w:numPr>
      <w:contextualSpacing/>
    </w:pPr>
  </w:style>
  <w:style w:type="paragraph" w:styleId="ListNumber3">
    <w:name w:val="List Number 3"/>
    <w:basedOn w:val="Normal"/>
    <w:rsid w:val="00587CC8"/>
    <w:pPr>
      <w:numPr>
        <w:numId w:val="30"/>
      </w:numPr>
      <w:contextualSpacing/>
    </w:pPr>
  </w:style>
  <w:style w:type="paragraph" w:styleId="ListNumber4">
    <w:name w:val="List Number 4"/>
    <w:basedOn w:val="Normal"/>
    <w:rsid w:val="00587CC8"/>
    <w:pPr>
      <w:numPr>
        <w:numId w:val="31"/>
      </w:numPr>
      <w:contextualSpacing/>
    </w:pPr>
  </w:style>
  <w:style w:type="paragraph" w:styleId="ListNumber5">
    <w:name w:val="List Number 5"/>
    <w:basedOn w:val="Normal"/>
    <w:rsid w:val="00587CC8"/>
    <w:pPr>
      <w:numPr>
        <w:numId w:val="32"/>
      </w:numPr>
      <w:contextualSpacing/>
    </w:pPr>
  </w:style>
  <w:style w:type="paragraph" w:styleId="ListParagraph">
    <w:name w:val="List Paragraph"/>
    <w:basedOn w:val="Normal"/>
    <w:uiPriority w:val="34"/>
    <w:qFormat/>
    <w:rsid w:val="00587CC8"/>
    <w:pPr>
      <w:ind w:left="720"/>
      <w:contextualSpacing/>
    </w:pPr>
  </w:style>
  <w:style w:type="paragraph" w:styleId="MacroText">
    <w:name w:val="macro"/>
    <w:link w:val="MacroTextChar"/>
    <w:rsid w:val="00587CC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587CC8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587CC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MessageHeaderChar">
    <w:name w:val="Message Header Char"/>
    <w:basedOn w:val="DefaultParagraphFont"/>
    <w:link w:val="MessageHeader"/>
    <w:rsid w:val="00587CC8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587CC8"/>
    <w:pPr>
      <w:jc w:val="both"/>
    </w:pPr>
    <w:rPr>
      <w:rFonts w:ascii="Arial" w:hAnsi="Arial"/>
      <w:szCs w:val="24"/>
    </w:rPr>
  </w:style>
  <w:style w:type="paragraph" w:styleId="NormalWeb">
    <w:name w:val="Normal (Web)"/>
    <w:basedOn w:val="Normal"/>
    <w:rsid w:val="00587CC8"/>
    <w:rPr>
      <w:rFonts w:ascii="Times New Roman" w:hAnsi="Times New Roman"/>
      <w:sz w:val="24"/>
    </w:rPr>
  </w:style>
  <w:style w:type="paragraph" w:styleId="NormalIndent">
    <w:name w:val="Normal Indent"/>
    <w:basedOn w:val="Normal"/>
    <w:rsid w:val="00587CC8"/>
    <w:pPr>
      <w:ind w:left="720"/>
    </w:pPr>
  </w:style>
  <w:style w:type="paragraph" w:customStyle="1" w:styleId="NoteHeading1">
    <w:name w:val="Note Heading1"/>
    <w:basedOn w:val="Normal"/>
    <w:next w:val="Normal"/>
    <w:link w:val="NoteHeadingChar"/>
    <w:rsid w:val="00587CC8"/>
    <w:pPr>
      <w:spacing w:after="0"/>
    </w:pPr>
  </w:style>
  <w:style w:type="character" w:customStyle="1" w:styleId="NoteHeadingChar">
    <w:name w:val="Note Heading Char"/>
    <w:basedOn w:val="DefaultParagraphFont"/>
    <w:link w:val="NoteHeading1"/>
    <w:rsid w:val="00587CC8"/>
    <w:rPr>
      <w:rFonts w:ascii="Arial" w:hAnsi="Arial"/>
      <w:szCs w:val="24"/>
    </w:rPr>
  </w:style>
  <w:style w:type="paragraph" w:styleId="PlainText">
    <w:name w:val="Plain Text"/>
    <w:basedOn w:val="Normal"/>
    <w:link w:val="PlainTextChar"/>
    <w:rsid w:val="00587CC8"/>
    <w:pPr>
      <w:spacing w:after="0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587CC8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587CC8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87CC8"/>
    <w:rPr>
      <w:rFonts w:ascii="Arial" w:hAnsi="Arial"/>
      <w:i/>
      <w:iCs/>
      <w:color w:val="404040" w:themeColor="text1" w:themeTint="BF"/>
      <w:szCs w:val="24"/>
    </w:rPr>
  </w:style>
  <w:style w:type="paragraph" w:styleId="Salutation">
    <w:name w:val="Salutation"/>
    <w:basedOn w:val="Normal"/>
    <w:next w:val="Normal"/>
    <w:link w:val="SalutationChar"/>
    <w:rsid w:val="00587CC8"/>
  </w:style>
  <w:style w:type="character" w:customStyle="1" w:styleId="SalutationChar">
    <w:name w:val="Salutation Char"/>
    <w:basedOn w:val="DefaultParagraphFont"/>
    <w:link w:val="Salutation"/>
    <w:rsid w:val="00587CC8"/>
    <w:rPr>
      <w:rFonts w:ascii="Arial" w:hAnsi="Arial"/>
      <w:szCs w:val="24"/>
    </w:rPr>
  </w:style>
  <w:style w:type="paragraph" w:styleId="Signature">
    <w:name w:val="Signature"/>
    <w:basedOn w:val="Normal"/>
    <w:link w:val="SignatureChar"/>
    <w:rsid w:val="00587CC8"/>
    <w:pPr>
      <w:spacing w:after="0"/>
      <w:ind w:left="4252"/>
    </w:pPr>
  </w:style>
  <w:style w:type="character" w:customStyle="1" w:styleId="SignatureChar">
    <w:name w:val="Signature Char"/>
    <w:basedOn w:val="DefaultParagraphFont"/>
    <w:link w:val="Signature"/>
    <w:rsid w:val="00587CC8"/>
    <w:rPr>
      <w:rFonts w:ascii="Arial" w:hAnsi="Arial"/>
      <w:szCs w:val="24"/>
    </w:rPr>
  </w:style>
  <w:style w:type="paragraph" w:styleId="Subtitle">
    <w:name w:val="Subtitle"/>
    <w:basedOn w:val="Normal"/>
    <w:next w:val="Normal"/>
    <w:link w:val="SubtitleChar"/>
    <w:qFormat/>
    <w:rsid w:val="00587CC8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rsid w:val="00587CC8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587CC8"/>
    <w:pPr>
      <w:spacing w:after="0"/>
      <w:ind w:left="200" w:hanging="200"/>
    </w:pPr>
  </w:style>
  <w:style w:type="paragraph" w:styleId="Title">
    <w:name w:val="Title"/>
    <w:basedOn w:val="Normal"/>
    <w:next w:val="Normal"/>
    <w:link w:val="TitleChar"/>
    <w:qFormat/>
    <w:rsid w:val="00587CC8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587C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Revision">
    <w:name w:val="Revision"/>
    <w:hidden/>
    <w:uiPriority w:val="99"/>
    <w:semiHidden/>
    <w:rsid w:val="00201A16"/>
    <w:rPr>
      <w:rFonts w:ascii="Arial" w:hAnsi="Arial"/>
      <w:szCs w:val="24"/>
    </w:rPr>
  </w:style>
  <w:style w:type="paragraph" w:styleId="NoteHeading">
    <w:name w:val="Note Heading"/>
    <w:basedOn w:val="Normal"/>
    <w:next w:val="Normal"/>
    <w:link w:val="NoteHeadingChar1"/>
    <w:rsid w:val="00D64F38"/>
    <w:pPr>
      <w:spacing w:after="0"/>
    </w:pPr>
  </w:style>
  <w:style w:type="character" w:customStyle="1" w:styleId="NoteHeadingChar1">
    <w:name w:val="Note Heading Char1"/>
    <w:basedOn w:val="DefaultParagraphFont"/>
    <w:link w:val="NoteHeading"/>
    <w:rsid w:val="00D64F38"/>
    <w:rPr>
      <w:rFonts w:ascii="Arial" w:hAnsi="Arial"/>
      <w:szCs w:val="24"/>
    </w:rPr>
  </w:style>
  <w:style w:type="character" w:customStyle="1" w:styleId="CommentTextChar1">
    <w:name w:val="Comment Text Char1"/>
    <w:semiHidden/>
    <w:locked/>
    <w:rsid w:val="006A754E"/>
    <w:rPr>
      <w:rFonts w:ascii="Arial" w:eastAsia="Calibri" w:hAnsi="Arial"/>
      <w:szCs w:val="22"/>
      <w:lang w:eastAsia="en-US"/>
    </w:rPr>
  </w:style>
  <w:style w:type="paragraph" w:customStyle="1" w:styleId="sspara">
    <w:name w:val="sspara"/>
    <w:semiHidden/>
    <w:rsid w:val="00DA637A"/>
    <w:pPr>
      <w:numPr>
        <w:numId w:val="39"/>
      </w:numPr>
      <w:tabs>
        <w:tab w:val="left" w:pos="2016"/>
      </w:tabs>
      <w:spacing w:after="120"/>
      <w:jc w:val="both"/>
    </w:pPr>
    <w:rPr>
      <w:rFonts w:ascii="Arial" w:hAnsi="Arial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256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www.defence.gov.au/business-industry/procurement/contracting-templates/asdefcon-suite" TargetMode="External"/><Relationship Id="rId18" Type="http://schemas.openxmlformats.org/officeDocument/2006/relationships/hyperlink" Target="mailto:ExportControls@defence.gov.au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mailto:tenders@finance.gov.au" TargetMode="External"/><Relationship Id="rId7" Type="http://schemas.openxmlformats.org/officeDocument/2006/relationships/hyperlink" Target="https://www.finance.gov.au/government/procurement/commonwealth-procurement-rules" TargetMode="External"/><Relationship Id="rId12" Type="http://schemas.openxmlformats.org/officeDocument/2006/relationships/footer" Target="footer3.xml"/><Relationship Id="rId17" Type="http://schemas.openxmlformats.org/officeDocument/2006/relationships/hyperlink" Target="https://treasury.gov.au/policy-topics/economy/shadow-economy/procurement-connected-policy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procurement.complaints@defence.gov.au" TargetMode="External"/><Relationship Id="rId20" Type="http://schemas.openxmlformats.org/officeDocument/2006/relationships/hyperlink" Target="https://help.tenders.gov.au/terms-of-use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footer" Target="footer4.xml"/><Relationship Id="rId5" Type="http://schemas.openxmlformats.org/officeDocument/2006/relationships/footnotes" Target="footnotes.xml"/><Relationship Id="rId15" Type="http://schemas.openxmlformats.org/officeDocument/2006/relationships/hyperlink" Target="https://www.wgea.gov.au/about-us/workplace-gender-equality-procurement-principles" TargetMode="External"/><Relationship Id="rId23" Type="http://schemas.openxmlformats.org/officeDocument/2006/relationships/hyperlink" Target="https://www.defence.gov.au/business-industry/procurement/policies-guidelines-templates/cost-principles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www.defence.gov.au/business-industry/export/controls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https://www.ombudsman.gov.au/Our-responsibilities/making-a-disclosure" TargetMode="External"/><Relationship Id="rId22" Type="http://schemas.openxmlformats.org/officeDocument/2006/relationships/hyperlink" Target="http://www.tenders.gov.a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906</TotalTime>
  <Pages>13</Pages>
  <Words>5604</Words>
  <Characters>35073</Characters>
  <Application>Microsoft Office Word</Application>
  <DocSecurity>0</DocSecurity>
  <Lines>292</Lines>
  <Paragraphs>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Laursen, Christian MR</cp:lastModifiedBy>
  <cp:revision>34</cp:revision>
  <dcterms:created xsi:type="dcterms:W3CDTF">2022-05-03T03:05:00Z</dcterms:created>
  <dcterms:modified xsi:type="dcterms:W3CDTF">2024-08-21T22:34:00Z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hurstAuthorID">
    <vt:lpwstr>HAAM</vt:lpwstr>
  </property>
  <property fmtid="{D5CDD505-2E9C-101B-9397-08002B2CF9AE}" pid="3" name="AshurstAuthorName">
    <vt:lpwstr>Mach Hyans 4167</vt:lpwstr>
  </property>
  <property fmtid="{D5CDD505-2E9C-101B-9397-08002B2CF9AE}" pid="4" name="AshurstClientDescription">
    <vt:lpwstr>Department of Defence (Capability Acquisition and Sustainability Group)</vt:lpwstr>
  </property>
  <property fmtid="{D5CDD505-2E9C-101B-9397-08002B2CF9AE}" pid="5" name="AshurstClientNumber">
    <vt:lpwstr>10109809</vt:lpwstr>
  </property>
  <property fmtid="{D5CDD505-2E9C-101B-9397-08002B2CF9AE}" pid="6" name="AshurstDocNumber">
    <vt:lpwstr>301214409</vt:lpwstr>
  </property>
  <property fmtid="{D5CDD505-2E9C-101B-9397-08002B2CF9AE}" pid="7" name="AshurstDocRef">
    <vt:lpwstr>22:38\07 September 2020\AUS_ONPREM\HAAM\301214409.01</vt:lpwstr>
  </property>
  <property fmtid="{D5CDD505-2E9C-101B-9397-08002B2CF9AE}" pid="8" name="AshurstDocType">
    <vt:lpwstr/>
  </property>
  <property fmtid="{D5CDD505-2E9C-101B-9397-08002B2CF9AE}" pid="9" name="AshurstFileNumber">
    <vt:lpwstr>10109809.1000-079-740</vt:lpwstr>
  </property>
  <property fmtid="{D5CDD505-2E9C-101B-9397-08002B2CF9AE}" pid="10" name="AshurstLibraryName">
    <vt:lpwstr>AUS_ONPREM</vt:lpwstr>
  </property>
  <property fmtid="{D5CDD505-2E9C-101B-9397-08002B2CF9AE}" pid="11" name="AshurstMatterDescription">
    <vt:lpwstr>ASDEFCON General Advice FY21</vt:lpwstr>
  </property>
  <property fmtid="{D5CDD505-2E9C-101B-9397-08002B2CF9AE}" pid="12" name="AshurstMatterNumber">
    <vt:lpwstr>1000-079-740</vt:lpwstr>
  </property>
  <property fmtid="{D5CDD505-2E9C-101B-9397-08002B2CF9AE}" pid="13" name="AshurstOurRef">
    <vt:lpwstr>HAAM\10109809.1000-079-740</vt:lpwstr>
  </property>
  <property fmtid="{D5CDD505-2E9C-101B-9397-08002B2CF9AE}" pid="14" name="AshurstTypistID">
    <vt:lpwstr/>
  </property>
  <property fmtid="{D5CDD505-2E9C-101B-9397-08002B2CF9AE}" pid="15" name="AshurstTypistName">
    <vt:lpwstr/>
  </property>
  <property fmtid="{D5CDD505-2E9C-101B-9397-08002B2CF9AE}" pid="16" name="AshurstVersionNumber">
    <vt:lpwstr/>
  </property>
  <property fmtid="{D5CDD505-2E9C-101B-9397-08002B2CF9AE}" pid="17" name="Classification">
    <vt:lpwstr>OFFICIAL</vt:lpwstr>
  </property>
  <property fmtid="{D5CDD505-2E9C-101B-9397-08002B2CF9AE}" pid="18" name="Footer_Left">
    <vt:lpwstr>Conditions of Tender </vt:lpwstr>
  </property>
  <property fmtid="{D5CDD505-2E9C-101B-9397-08002B2CF9AE}" pid="19" name="Header_Left">
    <vt:lpwstr>ASDEFCON (Complex Materiel) Volume 1</vt:lpwstr>
  </property>
  <property fmtid="{D5CDD505-2E9C-101B-9397-08002B2CF9AE}" pid="20" name="Header_Right">
    <vt:lpwstr>PART 1</vt:lpwstr>
  </property>
  <property fmtid="{D5CDD505-2E9C-101B-9397-08002B2CF9AE}" pid="21" name="Objective-Caveats">
    <vt:lpwstr/>
  </property>
  <property fmtid="{D5CDD505-2E9C-101B-9397-08002B2CF9AE}" pid="22" name="Objective-Classification">
    <vt:lpwstr>[Inherited - Official]</vt:lpwstr>
  </property>
  <property fmtid="{D5CDD505-2E9C-101B-9397-08002B2CF9AE}" pid="23" name="Objective-Comment">
    <vt:lpwstr/>
  </property>
  <property fmtid="{D5CDD505-2E9C-101B-9397-08002B2CF9AE}" pid="24" name="Objective-CreationStamp">
    <vt:filetime>2024-05-29T01:05:19Z</vt:filetime>
  </property>
  <property fmtid="{D5CDD505-2E9C-101B-9397-08002B2CF9AE}" pid="25" name="Objective-DatePublished">
    <vt:lpwstr/>
  </property>
  <property fmtid="{D5CDD505-2E9C-101B-9397-08002B2CF9AE}" pid="26" name="Objective-Document Type [system]">
    <vt:lpwstr/>
  </property>
  <property fmtid="{D5CDD505-2E9C-101B-9397-08002B2CF9AE}" pid="27" name="Objective-FileNumber">
    <vt:lpwstr/>
  </property>
  <property fmtid="{D5CDD505-2E9C-101B-9397-08002B2CF9AE}" pid="28" name="Objective-Id">
    <vt:lpwstr>BM75395174</vt:lpwstr>
  </property>
  <property fmtid="{D5CDD505-2E9C-101B-9397-08002B2CF9AE}" pid="29" name="Objective-IsApproved">
    <vt:bool>false</vt:bool>
  </property>
  <property fmtid="{D5CDD505-2E9C-101B-9397-08002B2CF9AE}" pid="30" name="Objective-IsPublished">
    <vt:bool>false</vt:bool>
  </property>
  <property fmtid="{D5CDD505-2E9C-101B-9397-08002B2CF9AE}" pid="31" name="Objective-ModificationStamp">
    <vt:filetime>2024-08-01T00:40:52Z</vt:filetime>
  </property>
  <property fmtid="{D5CDD505-2E9C-101B-9397-08002B2CF9AE}" pid="32" name="Objective-Owner">
    <vt:lpwstr>Daly, Mark Mr 3</vt:lpwstr>
  </property>
  <property fmtid="{D5CDD505-2E9C-101B-9397-08002B2CF9AE}" pid="33" name="Objective-Parent">
    <vt:lpwstr>01 Conditions of Tender</vt:lpwstr>
  </property>
  <property fmtid="{D5CDD505-2E9C-101B-9397-08002B2CF9AE}" pid="34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35" name="Objective-State">
    <vt:lpwstr>Being Edited</vt:lpwstr>
  </property>
  <property fmtid="{D5CDD505-2E9C-101B-9397-08002B2CF9AE}" pid="36" name="Objective-Title">
    <vt:lpwstr>004_CMV1_V4.1_COT</vt:lpwstr>
  </property>
  <property fmtid="{D5CDD505-2E9C-101B-9397-08002B2CF9AE}" pid="37" name="Objective-Version">
    <vt:lpwstr>1.5</vt:lpwstr>
  </property>
  <property fmtid="{D5CDD505-2E9C-101B-9397-08002B2CF9AE}" pid="38" name="Objective-VersionComment">
    <vt:lpwstr/>
  </property>
  <property fmtid="{D5CDD505-2E9C-101B-9397-08002B2CF9AE}" pid="39" name="Objective-VersionNumber">
    <vt:i4>6</vt:i4>
  </property>
  <property fmtid="{D5CDD505-2E9C-101B-9397-08002B2CF9AE}" pid="40" name="Version">
    <vt:lpwstr>V4.1</vt:lpwstr>
  </property>
  <property fmtid="{D5CDD505-2E9C-101B-9397-08002B2CF9AE}" pid="41" name="Objective-Reason for Security Classification Change [system]">
    <vt:lpwstr/>
  </property>
</Properties>
</file>